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44E" w:rsidRPr="001461E2" w:rsidRDefault="002F744E" w:rsidP="002F744E">
      <w:pPr>
        <w:pStyle w:val="aa"/>
        <w:jc w:val="right"/>
        <w:rPr>
          <w:rFonts w:ascii="Arial" w:eastAsia="HG丸ｺﾞｼｯｸM-PRO" w:hAnsi="Arial" w:cs="Arial"/>
          <w:u w:val="single"/>
          <w:lang w:eastAsia="zh-CN"/>
        </w:rPr>
      </w:pPr>
      <w:r w:rsidRPr="001461E2">
        <w:rPr>
          <w:rFonts w:ascii="Arial" w:eastAsia="HG丸ｺﾞｼｯｸM-PRO" w:hAnsi="Arial" w:cs="Arial"/>
          <w:u w:val="single"/>
          <w:lang w:eastAsia="zh-CN"/>
        </w:rPr>
        <w:t>№1</w:t>
      </w:r>
    </w:p>
    <w:p w:rsidR="00C41D1F" w:rsidRPr="001461E2" w:rsidRDefault="00C41D1F" w:rsidP="00C41D1F">
      <w:pPr>
        <w:pStyle w:val="aa"/>
        <w:spacing w:line="360" w:lineRule="exact"/>
        <w:jc w:val="center"/>
        <w:rPr>
          <w:rFonts w:ascii="HG丸ｺﾞｼｯｸM-PRO" w:eastAsia="HG丸ｺﾞｼｯｸM-PRO" w:hAnsi="HG丸ｺﾞｼｯｸM-PRO"/>
          <w:spacing w:val="0"/>
          <w:sz w:val="24"/>
          <w:lang w:eastAsia="zh-CN"/>
        </w:rPr>
      </w:pPr>
      <w:r w:rsidRPr="001461E2">
        <w:rPr>
          <w:rFonts w:ascii="HG丸ｺﾞｼｯｸM-PRO" w:eastAsia="HG丸ｺﾞｼｯｸM-PRO" w:hAnsi="HG丸ｺﾞｼｯｸM-PRO" w:hint="eastAsia"/>
          <w:sz w:val="24"/>
          <w:lang w:eastAsia="zh-CN"/>
        </w:rPr>
        <w:t xml:space="preserve">入　　学　　</w:t>
      </w:r>
      <w:r w:rsidRPr="001461E2">
        <w:rPr>
          <w:rFonts w:ascii="HG丸ｺﾞｼｯｸM-PRO" w:eastAsia="HG丸ｺﾞｼｯｸM-PRO" w:hAnsi="HG丸ｺﾞｼｯｸM-PRO" w:hint="eastAsia"/>
          <w:spacing w:val="-1"/>
          <w:sz w:val="24"/>
          <w:lang w:eastAsia="zh-CN"/>
        </w:rPr>
        <w:t>申　　込　　調　　書</w:t>
      </w:r>
    </w:p>
    <w:p w:rsidR="00C41D1F" w:rsidRPr="001461E2" w:rsidRDefault="00C41D1F" w:rsidP="00C41D1F">
      <w:pPr>
        <w:pStyle w:val="aa"/>
        <w:spacing w:line="360" w:lineRule="exact"/>
        <w:jc w:val="center"/>
        <w:rPr>
          <w:rFonts w:ascii="Arial" w:eastAsia="HG丸ｺﾞｼｯｸM-PRO" w:hAnsi="Arial" w:cs="Arial"/>
          <w:sz w:val="24"/>
        </w:rPr>
      </w:pPr>
      <w:r w:rsidRPr="001461E2">
        <w:rPr>
          <w:rFonts w:ascii="Arial" w:eastAsia="HG丸ｺﾞｼｯｸM-PRO" w:hAnsi="Arial" w:cs="Arial"/>
          <w:sz w:val="24"/>
        </w:rPr>
        <w:t>（</w:t>
      </w:r>
      <w:r w:rsidRPr="001461E2">
        <w:rPr>
          <w:rFonts w:ascii="Arial" w:eastAsia="HG丸ｺﾞｼｯｸM-PRO" w:hAnsi="Arial" w:cs="Arial"/>
          <w:sz w:val="24"/>
        </w:rPr>
        <w:t>PERSONAL DETAILS OF THE</w:t>
      </w:r>
      <w:r w:rsidRPr="001461E2">
        <w:rPr>
          <w:rFonts w:ascii="Arial" w:eastAsia="HG丸ｺﾞｼｯｸM-PRO" w:hAnsi="Arial" w:cs="Arial"/>
          <w:spacing w:val="-1"/>
          <w:sz w:val="24"/>
        </w:rPr>
        <w:t xml:space="preserve"> </w:t>
      </w:r>
      <w:r w:rsidRPr="001461E2">
        <w:rPr>
          <w:rFonts w:ascii="Arial" w:eastAsia="HG丸ｺﾞｼｯｸM-PRO" w:hAnsi="Arial" w:cs="Arial"/>
          <w:sz w:val="24"/>
        </w:rPr>
        <w:t>APPLICANT</w:t>
      </w:r>
      <w:r w:rsidRPr="001461E2">
        <w:rPr>
          <w:rFonts w:ascii="Arial" w:eastAsia="HG丸ｺﾞｼｯｸM-PRO" w:hAnsi="Arial" w:cs="Arial"/>
          <w:sz w:val="24"/>
        </w:rPr>
        <w:t>）</w:t>
      </w:r>
    </w:p>
    <w:p w:rsidR="00C41D1F" w:rsidRPr="001461E2" w:rsidRDefault="00C41D1F" w:rsidP="00C41D1F">
      <w:pPr>
        <w:pStyle w:val="aa"/>
        <w:spacing w:line="240" w:lineRule="auto"/>
        <w:rPr>
          <w:rFonts w:ascii="HG丸ｺﾞｼｯｸM-PRO" w:eastAsia="HG丸ｺﾞｼｯｸM-PRO" w:hAnsi="HG丸ｺﾞｼｯｸM-PRO"/>
          <w:spacing w:val="0"/>
          <w:sz w:val="20"/>
        </w:rPr>
      </w:pPr>
    </w:p>
    <w:p w:rsidR="0019610A" w:rsidRPr="00E11269" w:rsidRDefault="00C41D1F" w:rsidP="0019610A">
      <w:pPr>
        <w:pStyle w:val="a3"/>
        <w:spacing w:line="288" w:lineRule="exact"/>
        <w:jc w:val="right"/>
        <w:rPr>
          <w:rFonts w:ascii="Arial" w:eastAsia="HG丸ｺﾞｼｯｸM-PRO" w:hAnsi="Arial"/>
        </w:rPr>
      </w:pPr>
      <w:r w:rsidRPr="001461E2">
        <w:rPr>
          <w:rFonts w:ascii="HG丸ｺﾞｼｯｸM-PRO" w:eastAsia="HG丸ｺﾞｼｯｸM-PRO" w:hAnsi="HG丸ｺﾞｼｯｸM-PRO"/>
          <w:spacing w:val="-1"/>
          <w:sz w:val="20"/>
        </w:rPr>
        <w:t xml:space="preserve">                              </w:t>
      </w:r>
      <w:r w:rsidRPr="001461E2">
        <w:rPr>
          <w:rFonts w:ascii="HG丸ｺﾞｼｯｸM-PRO" w:eastAsia="HG丸ｺﾞｼｯｸM-PRO" w:hAnsi="HG丸ｺﾞｼｯｸM-PRO" w:hint="eastAsia"/>
          <w:spacing w:val="-1"/>
          <w:sz w:val="20"/>
        </w:rPr>
        <w:t xml:space="preserve">　　　　</w:t>
      </w:r>
      <w:r w:rsidRPr="001461E2">
        <w:rPr>
          <w:rFonts w:ascii="HG丸ｺﾞｼｯｸM-PRO" w:eastAsia="HG丸ｺﾞｼｯｸM-PRO" w:hAnsi="HG丸ｺﾞｼｯｸM-PRO"/>
          <w:spacing w:val="-1"/>
          <w:sz w:val="20"/>
        </w:rPr>
        <w:t xml:space="preserve">  </w:t>
      </w:r>
      <w:r w:rsidRPr="001461E2">
        <w:rPr>
          <w:rFonts w:ascii="HG丸ｺﾞｼｯｸM-PRO" w:eastAsia="HG丸ｺﾞｼｯｸM-PRO" w:hAnsi="HG丸ｺﾞｼｯｸM-PRO" w:hint="eastAsia"/>
          <w:sz w:val="20"/>
        </w:rPr>
        <w:t>提</w:t>
      </w:r>
      <w:r w:rsidRPr="001461E2">
        <w:rPr>
          <w:rFonts w:ascii="HG丸ｺﾞｼｯｸM-PRO" w:eastAsia="HG丸ｺﾞｼｯｸM-PRO" w:hAnsi="HG丸ｺﾞｼｯｸM-PRO"/>
          <w:spacing w:val="-1"/>
          <w:sz w:val="20"/>
        </w:rPr>
        <w:t xml:space="preserve"> </w:t>
      </w:r>
      <w:r w:rsidRPr="001461E2">
        <w:rPr>
          <w:rFonts w:ascii="HG丸ｺﾞｼｯｸM-PRO" w:eastAsia="HG丸ｺﾞｼｯｸM-PRO" w:hAnsi="HG丸ｺﾞｼｯｸM-PRO" w:hint="eastAsia"/>
          <w:sz w:val="20"/>
        </w:rPr>
        <w:t>出</w:t>
      </w:r>
      <w:r w:rsidRPr="001461E2">
        <w:rPr>
          <w:rFonts w:ascii="HG丸ｺﾞｼｯｸM-PRO" w:eastAsia="HG丸ｺﾞｼｯｸM-PRO" w:hAnsi="HG丸ｺﾞｼｯｸM-PRO"/>
          <w:spacing w:val="-1"/>
          <w:sz w:val="20"/>
        </w:rPr>
        <w:t xml:space="preserve"> </w:t>
      </w:r>
      <w:r w:rsidRPr="001461E2">
        <w:rPr>
          <w:rFonts w:ascii="HG丸ｺﾞｼｯｸM-PRO" w:eastAsia="HG丸ｺﾞｼｯｸM-PRO" w:hAnsi="HG丸ｺﾞｼｯｸM-PRO" w:hint="eastAsia"/>
          <w:sz w:val="20"/>
        </w:rPr>
        <w:t>年</w:t>
      </w:r>
      <w:r w:rsidRPr="001461E2">
        <w:rPr>
          <w:rFonts w:ascii="HG丸ｺﾞｼｯｸM-PRO" w:eastAsia="HG丸ｺﾞｼｯｸM-PRO" w:hAnsi="HG丸ｺﾞｼｯｸM-PRO"/>
          <w:spacing w:val="-1"/>
          <w:sz w:val="20"/>
        </w:rPr>
        <w:t xml:space="preserve"> </w:t>
      </w:r>
      <w:r w:rsidRPr="001461E2">
        <w:rPr>
          <w:rFonts w:ascii="HG丸ｺﾞｼｯｸM-PRO" w:eastAsia="HG丸ｺﾞｼｯｸM-PRO" w:hAnsi="HG丸ｺﾞｼｯｸM-PRO" w:hint="eastAsia"/>
          <w:sz w:val="20"/>
        </w:rPr>
        <w:t>月</w:t>
      </w:r>
      <w:r w:rsidRPr="001461E2">
        <w:rPr>
          <w:rFonts w:ascii="HG丸ｺﾞｼｯｸM-PRO" w:eastAsia="HG丸ｺﾞｼｯｸM-PRO" w:hAnsi="HG丸ｺﾞｼｯｸM-PRO"/>
          <w:spacing w:val="-1"/>
          <w:sz w:val="20"/>
        </w:rPr>
        <w:t xml:space="preserve"> </w:t>
      </w:r>
      <w:r w:rsidRPr="001461E2">
        <w:rPr>
          <w:rFonts w:ascii="HG丸ｺﾞｼｯｸM-PRO" w:eastAsia="HG丸ｺﾞｼｯｸM-PRO" w:hAnsi="HG丸ｺﾞｼｯｸM-PRO" w:hint="eastAsia"/>
          <w:sz w:val="20"/>
        </w:rPr>
        <w:t>日</w:t>
      </w:r>
      <w:r w:rsidR="0019610A">
        <w:rPr>
          <w:rFonts w:ascii="HG丸ｺﾞｼｯｸM-PRO" w:eastAsia="HG丸ｺﾞｼｯｸM-PRO" w:hAnsi="HG丸ｺﾞｼｯｸM-PRO" w:hint="eastAsia"/>
          <w:sz w:val="20"/>
        </w:rPr>
        <w:t xml:space="preserve">  </w:t>
      </w:r>
      <w:r w:rsidR="0019610A" w:rsidRPr="0019610A">
        <w:rPr>
          <w:rFonts w:ascii="ＭＳ 明朝" w:hAnsi="ＭＳ 明朝" w:hint="eastAsia"/>
          <w:sz w:val="21"/>
          <w:szCs w:val="21"/>
        </w:rPr>
        <w:t xml:space="preserve">　</w:t>
      </w:r>
      <w:r w:rsidR="0019610A" w:rsidRPr="001B2004">
        <w:rPr>
          <w:rFonts w:ascii="Arial" w:eastAsia="HG丸ｺﾞｼｯｸM-PRO" w:hAnsi="Arial" w:cs="Arial"/>
          <w:sz w:val="21"/>
          <w:szCs w:val="21"/>
        </w:rPr>
        <w:t xml:space="preserve">　</w:t>
      </w:r>
      <w:sdt>
        <w:sdtPr>
          <w:rPr>
            <w:rFonts w:ascii="Arial" w:eastAsia="HG丸ｺﾞｼｯｸM-PRO" w:hAnsi="Arial" w:cs="Arial"/>
            <w:sz w:val="21"/>
            <w:szCs w:val="21"/>
          </w:rPr>
          <w:alias w:val="year"/>
          <w:tag w:val="year"/>
          <w:id w:val="-391660841"/>
          <w:placeholder>
            <w:docPart w:val="0D973AED149F4A6C980729F9C8452FF9"/>
          </w:placeholder>
          <w:showingPlcHdr/>
          <w:text/>
        </w:sdtPr>
        <w:sdtEndPr/>
        <w:sdtContent>
          <w:r w:rsidR="001B2004" w:rsidRPr="001B2004">
            <w:rPr>
              <w:rFonts w:ascii="Arial" w:eastAsia="HG丸ｺﾞｼｯｸM-PRO" w:hAnsi="Arial" w:cs="Arial"/>
              <w:sz w:val="21"/>
              <w:szCs w:val="21"/>
            </w:rPr>
            <w:t xml:space="preserve">　　　</w:t>
          </w:r>
        </w:sdtContent>
      </w:sdt>
      <w:r w:rsidR="0019610A" w:rsidRPr="001B2004">
        <w:rPr>
          <w:rFonts w:ascii="Arial" w:eastAsia="HG丸ｺﾞｼｯｸM-PRO" w:hAnsi="Arial" w:cs="Arial"/>
          <w:sz w:val="21"/>
          <w:szCs w:val="21"/>
        </w:rPr>
        <w:t>年</w:t>
      </w:r>
      <w:sdt>
        <w:sdtPr>
          <w:rPr>
            <w:rFonts w:ascii="Arial" w:eastAsia="HG丸ｺﾞｼｯｸM-PRO" w:hAnsi="Arial" w:cs="Arial"/>
            <w:sz w:val="21"/>
            <w:szCs w:val="21"/>
          </w:rPr>
          <w:alias w:val="month"/>
          <w:tag w:val="month"/>
          <w:id w:val="1703902808"/>
          <w:placeholder>
            <w:docPart w:val="3D268BE6C2DE4C069210494E90ABAB69"/>
          </w:placeholder>
          <w:showingPlcHdr/>
          <w:text/>
        </w:sdtPr>
        <w:sdtEndPr/>
        <w:sdtContent>
          <w:r w:rsidR="0019610A" w:rsidRPr="001B2004">
            <w:rPr>
              <w:rStyle w:val="ab"/>
              <w:rFonts w:ascii="Arial" w:eastAsia="HG丸ｺﾞｼｯｸM-PRO" w:hAnsi="Arial" w:cs="Arial"/>
              <w:sz w:val="21"/>
              <w:szCs w:val="21"/>
            </w:rPr>
            <w:t xml:space="preserve">      </w:t>
          </w:r>
        </w:sdtContent>
      </w:sdt>
      <w:r w:rsidR="0019610A" w:rsidRPr="001B2004">
        <w:rPr>
          <w:rFonts w:ascii="Arial" w:eastAsia="HG丸ｺﾞｼｯｸM-PRO" w:hAnsi="Arial" w:cs="Arial"/>
          <w:sz w:val="21"/>
          <w:szCs w:val="21"/>
        </w:rPr>
        <w:t>月</w:t>
      </w:r>
      <w:sdt>
        <w:sdtPr>
          <w:rPr>
            <w:rFonts w:ascii="Arial" w:eastAsia="HG丸ｺﾞｼｯｸM-PRO" w:hAnsi="Arial" w:cs="Arial"/>
            <w:sz w:val="21"/>
            <w:szCs w:val="21"/>
          </w:rPr>
          <w:alias w:val="date"/>
          <w:tag w:val="date"/>
          <w:id w:val="1525512815"/>
          <w:placeholder>
            <w:docPart w:val="674A46318811492D994140D9A372A861"/>
          </w:placeholder>
          <w:showingPlcHdr/>
          <w:text/>
        </w:sdtPr>
        <w:sdtEndPr/>
        <w:sdtContent>
          <w:r w:rsidR="0019610A" w:rsidRPr="001B2004">
            <w:rPr>
              <w:rFonts w:ascii="Arial" w:eastAsia="HG丸ｺﾞｼｯｸM-PRO" w:hAnsi="Arial" w:cs="Arial"/>
              <w:sz w:val="21"/>
              <w:szCs w:val="21"/>
            </w:rPr>
            <w:t xml:space="preserve">     </w:t>
          </w:r>
        </w:sdtContent>
      </w:sdt>
      <w:r w:rsidR="0019610A" w:rsidRPr="001B2004">
        <w:rPr>
          <w:rFonts w:ascii="Arial" w:eastAsia="HG丸ｺﾞｼｯｸM-PRO" w:hAnsi="Arial" w:cs="Arial"/>
          <w:sz w:val="21"/>
          <w:szCs w:val="21"/>
        </w:rPr>
        <w:t>日</w:t>
      </w:r>
    </w:p>
    <w:p w:rsidR="00C41D1F" w:rsidRPr="001461E2" w:rsidRDefault="00A51DE4" w:rsidP="00A51DE4">
      <w:pPr>
        <w:pStyle w:val="aa"/>
        <w:jc w:val="left"/>
        <w:rPr>
          <w:rFonts w:ascii="Arial" w:eastAsia="HG丸ｺﾞｼｯｸM-PRO" w:hAnsi="Arial" w:cs="Arial"/>
          <w:spacing w:val="0"/>
          <w:sz w:val="20"/>
        </w:rPr>
      </w:pPr>
      <w:r w:rsidRPr="001461E2">
        <w:rPr>
          <w:rFonts w:ascii="HG丸ｺﾞｼｯｸM-PRO" w:eastAsia="HG丸ｺﾞｼｯｸM-PRO" w:hAnsi="HG丸ｺﾞｼｯｸM-PRO" w:hint="eastAsia"/>
          <w:spacing w:val="-1"/>
          <w:sz w:val="20"/>
        </w:rPr>
        <w:t xml:space="preserve">                          </w:t>
      </w:r>
      <w:r w:rsidR="001332F2">
        <w:rPr>
          <w:rFonts w:ascii="HG丸ｺﾞｼｯｸM-PRO" w:eastAsia="HG丸ｺﾞｼｯｸM-PRO" w:hAnsi="HG丸ｺﾞｼｯｸM-PRO" w:hint="eastAsia"/>
          <w:spacing w:val="-1"/>
          <w:sz w:val="20"/>
        </w:rPr>
        <w:t xml:space="preserve">                         </w:t>
      </w:r>
      <w:r w:rsidR="0019610A">
        <w:rPr>
          <w:rFonts w:ascii="HG丸ｺﾞｼｯｸM-PRO" w:eastAsia="HG丸ｺﾞｼｯｸM-PRO" w:hAnsi="HG丸ｺﾞｼｯｸM-PRO"/>
          <w:spacing w:val="-1"/>
          <w:sz w:val="20"/>
        </w:rPr>
        <w:t xml:space="preserve">      </w:t>
      </w:r>
      <w:r w:rsidR="001C7CF0">
        <w:rPr>
          <w:rFonts w:ascii="HG丸ｺﾞｼｯｸM-PRO" w:eastAsia="HG丸ｺﾞｼｯｸM-PRO" w:hAnsi="HG丸ｺﾞｼｯｸM-PRO"/>
          <w:spacing w:val="-1"/>
          <w:sz w:val="20"/>
        </w:rPr>
        <w:t xml:space="preserve"> </w:t>
      </w:r>
      <w:r w:rsidR="001332F2">
        <w:rPr>
          <w:rFonts w:ascii="HG丸ｺﾞｼｯｸM-PRO" w:eastAsia="HG丸ｺﾞｼｯｸM-PRO" w:hAnsi="HG丸ｺﾞｼｯｸM-PRO" w:hint="eastAsia"/>
          <w:spacing w:val="-1"/>
          <w:sz w:val="20"/>
        </w:rPr>
        <w:t xml:space="preserve"> </w:t>
      </w:r>
      <w:r w:rsidR="00F57FD4" w:rsidRPr="001461E2">
        <w:rPr>
          <w:rFonts w:ascii="Arial" w:eastAsia="HG丸ｺﾞｼｯｸM-PRO" w:hAnsi="Arial" w:cs="Arial"/>
          <w:spacing w:val="-1"/>
          <w:sz w:val="20"/>
        </w:rPr>
        <w:t>(</w:t>
      </w:r>
      <w:r w:rsidR="00C41D1F" w:rsidRPr="001461E2">
        <w:rPr>
          <w:rFonts w:ascii="Arial" w:eastAsia="HG丸ｺﾞｼｯｸM-PRO" w:hAnsi="Arial" w:cs="Arial"/>
          <w:sz w:val="20"/>
        </w:rPr>
        <w:t>Date</w:t>
      </w:r>
      <w:r w:rsidR="00C41D1F" w:rsidRPr="001461E2">
        <w:rPr>
          <w:rFonts w:ascii="Arial" w:eastAsia="HG丸ｺﾞｼｯｸM-PRO" w:hAnsi="Arial" w:cs="Arial"/>
          <w:spacing w:val="-1"/>
          <w:sz w:val="20"/>
        </w:rPr>
        <w:t xml:space="preserve"> </w:t>
      </w:r>
      <w:r w:rsidR="00C41D1F" w:rsidRPr="001461E2">
        <w:rPr>
          <w:rFonts w:ascii="Arial" w:eastAsia="HG丸ｺﾞｼｯｸM-PRO" w:hAnsi="Arial" w:cs="Arial"/>
          <w:sz w:val="20"/>
        </w:rPr>
        <w:t>of</w:t>
      </w:r>
      <w:r w:rsidR="00C41D1F" w:rsidRPr="001461E2">
        <w:rPr>
          <w:rFonts w:ascii="Arial" w:eastAsia="HG丸ｺﾞｼｯｸM-PRO" w:hAnsi="Arial" w:cs="Arial"/>
          <w:spacing w:val="-1"/>
          <w:sz w:val="20"/>
        </w:rPr>
        <w:t xml:space="preserve"> </w:t>
      </w:r>
      <w:r w:rsidR="00C41D1F" w:rsidRPr="001461E2">
        <w:rPr>
          <w:rFonts w:ascii="Arial" w:eastAsia="HG丸ｺﾞｼｯｸM-PRO" w:hAnsi="Arial" w:cs="Arial"/>
          <w:sz w:val="20"/>
        </w:rPr>
        <w:t>Application</w:t>
      </w:r>
      <w:r w:rsidR="00F57FD4" w:rsidRPr="001461E2">
        <w:rPr>
          <w:rFonts w:ascii="Arial" w:eastAsia="HG丸ｺﾞｼｯｸM-PRO" w:hAnsi="Arial" w:cs="Arial"/>
          <w:sz w:val="20"/>
        </w:rPr>
        <w:t>)</w:t>
      </w:r>
      <w:r w:rsidR="00C41D1F" w:rsidRPr="001461E2">
        <w:rPr>
          <w:rFonts w:ascii="Arial" w:eastAsia="HG丸ｺﾞｼｯｸM-PRO" w:hAnsi="Arial" w:cs="Arial"/>
          <w:spacing w:val="-1"/>
          <w:sz w:val="20"/>
        </w:rPr>
        <w:t xml:space="preserve">   </w:t>
      </w:r>
    </w:p>
    <w:p w:rsidR="00C41D1F" w:rsidRPr="001461E2" w:rsidRDefault="001E3309" w:rsidP="00C41D1F">
      <w:pPr>
        <w:pStyle w:val="aa"/>
        <w:rPr>
          <w:rFonts w:ascii="HG丸ｺﾞｼｯｸM-PRO" w:eastAsia="HG丸ｺﾞｼｯｸM-PRO" w:hAnsi="HG丸ｺﾞｼｯｸM-PRO"/>
          <w:spacing w:val="0"/>
          <w:sz w:val="20"/>
        </w:rPr>
      </w:pPr>
      <w:r w:rsidRPr="001461E2">
        <w:rPr>
          <w:rFonts w:ascii="HG丸ｺﾞｼｯｸM-PRO" w:eastAsia="HG丸ｺﾞｼｯｸM-PRO" w:hAnsi="HG丸ｺﾞｼｯｸM-PRO"/>
          <w:spacing w:val="-1"/>
          <w:sz w:val="20"/>
        </w:rPr>
        <w:t xml:space="preserve"> </w:t>
      </w:r>
      <w:r w:rsidR="00C41D1F" w:rsidRPr="001461E2">
        <w:rPr>
          <w:rFonts w:ascii="HG丸ｺﾞｼｯｸM-PRO" w:eastAsia="HG丸ｺﾞｼｯｸM-PRO" w:hAnsi="HG丸ｺﾞｼｯｸM-PRO"/>
          <w:spacing w:val="-1"/>
          <w:sz w:val="20"/>
        </w:rPr>
        <w:t xml:space="preserve"> </w:t>
      </w:r>
      <w:r w:rsidR="00C41D1F" w:rsidRPr="001461E2">
        <w:rPr>
          <w:rFonts w:ascii="HG丸ｺﾞｼｯｸM-PRO" w:eastAsia="HG丸ｺﾞｼｯｸM-PRO" w:hAnsi="HG丸ｺﾞｼｯｸM-PRO" w:hint="eastAsia"/>
          <w:sz w:val="20"/>
        </w:rPr>
        <w:t>秋</w:t>
      </w:r>
      <w:r w:rsidR="00C41D1F" w:rsidRPr="001461E2">
        <w:rPr>
          <w:rFonts w:ascii="HG丸ｺﾞｼｯｸM-PRO" w:eastAsia="HG丸ｺﾞｼｯｸM-PRO" w:hAnsi="HG丸ｺﾞｼｯｸM-PRO"/>
          <w:spacing w:val="-1"/>
          <w:sz w:val="20"/>
        </w:rPr>
        <w:t xml:space="preserve"> </w:t>
      </w:r>
      <w:r w:rsidR="00C41D1F" w:rsidRPr="001461E2">
        <w:rPr>
          <w:rFonts w:ascii="HG丸ｺﾞｼｯｸM-PRO" w:eastAsia="HG丸ｺﾞｼｯｸM-PRO" w:hAnsi="HG丸ｺﾞｼｯｸM-PRO" w:hint="eastAsia"/>
          <w:sz w:val="20"/>
        </w:rPr>
        <w:t>田</w:t>
      </w:r>
      <w:r w:rsidR="00C41D1F" w:rsidRPr="001461E2">
        <w:rPr>
          <w:rFonts w:ascii="HG丸ｺﾞｼｯｸM-PRO" w:eastAsia="HG丸ｺﾞｼｯｸM-PRO" w:hAnsi="HG丸ｺﾞｼｯｸM-PRO"/>
          <w:spacing w:val="-1"/>
          <w:sz w:val="20"/>
        </w:rPr>
        <w:t xml:space="preserve"> </w:t>
      </w:r>
      <w:r w:rsidR="00C41D1F" w:rsidRPr="001461E2">
        <w:rPr>
          <w:rFonts w:ascii="HG丸ｺﾞｼｯｸM-PRO" w:eastAsia="HG丸ｺﾞｼｯｸM-PRO" w:hAnsi="HG丸ｺﾞｼｯｸM-PRO" w:hint="eastAsia"/>
          <w:sz w:val="20"/>
        </w:rPr>
        <w:t>大</w:t>
      </w:r>
      <w:r w:rsidR="00C41D1F" w:rsidRPr="001461E2">
        <w:rPr>
          <w:rFonts w:ascii="HG丸ｺﾞｼｯｸM-PRO" w:eastAsia="HG丸ｺﾞｼｯｸM-PRO" w:hAnsi="HG丸ｺﾞｼｯｸM-PRO"/>
          <w:spacing w:val="-1"/>
          <w:sz w:val="20"/>
        </w:rPr>
        <w:t xml:space="preserve"> </w:t>
      </w:r>
      <w:r w:rsidR="00C41D1F" w:rsidRPr="001461E2">
        <w:rPr>
          <w:rFonts w:ascii="HG丸ｺﾞｼｯｸM-PRO" w:eastAsia="HG丸ｺﾞｼｯｸM-PRO" w:hAnsi="HG丸ｺﾞｼｯｸM-PRO" w:hint="eastAsia"/>
          <w:sz w:val="20"/>
        </w:rPr>
        <w:t>学</w:t>
      </w:r>
      <w:r w:rsidR="00C41D1F" w:rsidRPr="001461E2">
        <w:rPr>
          <w:rFonts w:ascii="HG丸ｺﾞｼｯｸM-PRO" w:eastAsia="HG丸ｺﾞｼｯｸM-PRO" w:hAnsi="HG丸ｺﾞｼｯｸM-PRO"/>
          <w:spacing w:val="-1"/>
          <w:sz w:val="20"/>
        </w:rPr>
        <w:t xml:space="preserve"> </w:t>
      </w:r>
      <w:r w:rsidR="00C41D1F" w:rsidRPr="001461E2">
        <w:rPr>
          <w:rFonts w:ascii="HG丸ｺﾞｼｯｸM-PRO" w:eastAsia="HG丸ｺﾞｼｯｸM-PRO" w:hAnsi="HG丸ｺﾞｼｯｸM-PRO" w:hint="eastAsia"/>
          <w:sz w:val="20"/>
        </w:rPr>
        <w:t>長</w:t>
      </w:r>
      <w:r w:rsidR="00C41D1F" w:rsidRPr="001461E2">
        <w:rPr>
          <w:rFonts w:ascii="HG丸ｺﾞｼｯｸM-PRO" w:eastAsia="HG丸ｺﾞｼｯｸM-PRO" w:hAnsi="HG丸ｺﾞｼｯｸM-PRO"/>
          <w:spacing w:val="-1"/>
          <w:sz w:val="20"/>
        </w:rPr>
        <w:t xml:space="preserve">   </w:t>
      </w:r>
      <w:r w:rsidR="00C41D1F" w:rsidRPr="001461E2">
        <w:rPr>
          <w:rFonts w:ascii="HG丸ｺﾞｼｯｸM-PRO" w:eastAsia="HG丸ｺﾞｼｯｸM-PRO" w:hAnsi="HG丸ｺﾞｼｯｸM-PRO" w:hint="eastAsia"/>
          <w:sz w:val="20"/>
        </w:rPr>
        <w:t>殿</w:t>
      </w:r>
    </w:p>
    <w:p w:rsidR="00C41D1F" w:rsidRPr="001461E2" w:rsidRDefault="00C41D1F" w:rsidP="00C41D1F">
      <w:pPr>
        <w:pStyle w:val="aa"/>
        <w:rPr>
          <w:rFonts w:ascii="Arial" w:eastAsia="HG丸ｺﾞｼｯｸM-PRO" w:hAnsi="Arial" w:cs="Arial"/>
          <w:spacing w:val="0"/>
          <w:sz w:val="20"/>
        </w:rPr>
      </w:pPr>
      <w:r w:rsidRPr="001461E2">
        <w:rPr>
          <w:rFonts w:ascii="Arial" w:eastAsia="HG丸ｺﾞｼｯｸM-PRO" w:hAnsi="Arial" w:cs="Arial"/>
          <w:sz w:val="20"/>
        </w:rPr>
        <w:t>（</w:t>
      </w:r>
      <w:r w:rsidRPr="001461E2">
        <w:rPr>
          <w:rFonts w:ascii="Arial" w:eastAsia="HG丸ｺﾞｼｯｸM-PRO" w:hAnsi="Arial" w:cs="Arial"/>
          <w:sz w:val="20"/>
        </w:rPr>
        <w:t>To</w:t>
      </w:r>
      <w:r w:rsidRPr="001461E2">
        <w:rPr>
          <w:rFonts w:ascii="Arial" w:eastAsia="HG丸ｺﾞｼｯｸM-PRO" w:hAnsi="Arial" w:cs="Arial"/>
          <w:spacing w:val="-1"/>
          <w:sz w:val="20"/>
        </w:rPr>
        <w:t xml:space="preserve"> </w:t>
      </w:r>
      <w:r w:rsidRPr="001461E2">
        <w:rPr>
          <w:rFonts w:ascii="Arial" w:eastAsia="HG丸ｺﾞｼｯｸM-PRO" w:hAnsi="Arial" w:cs="Arial"/>
          <w:sz w:val="20"/>
        </w:rPr>
        <w:t>the</w:t>
      </w:r>
      <w:r w:rsidRPr="001461E2">
        <w:rPr>
          <w:rFonts w:ascii="Arial" w:eastAsia="HG丸ｺﾞｼｯｸM-PRO" w:hAnsi="Arial" w:cs="Arial"/>
          <w:spacing w:val="-1"/>
          <w:sz w:val="20"/>
        </w:rPr>
        <w:t xml:space="preserve"> </w:t>
      </w:r>
      <w:r w:rsidRPr="001461E2">
        <w:rPr>
          <w:rFonts w:ascii="Arial" w:eastAsia="HG丸ｺﾞｼｯｸM-PRO" w:hAnsi="Arial" w:cs="Arial"/>
          <w:sz w:val="20"/>
        </w:rPr>
        <w:t>President</w:t>
      </w:r>
      <w:r w:rsidRPr="001461E2">
        <w:rPr>
          <w:rFonts w:ascii="Arial" w:eastAsia="HG丸ｺﾞｼｯｸM-PRO" w:hAnsi="Arial" w:cs="Arial"/>
          <w:spacing w:val="-1"/>
          <w:sz w:val="20"/>
        </w:rPr>
        <w:t xml:space="preserve"> </w:t>
      </w:r>
      <w:r w:rsidRPr="001461E2">
        <w:rPr>
          <w:rFonts w:ascii="Arial" w:eastAsia="HG丸ｺﾞｼｯｸM-PRO" w:hAnsi="Arial" w:cs="Arial"/>
          <w:sz w:val="20"/>
        </w:rPr>
        <w:t>of</w:t>
      </w:r>
      <w:r w:rsidRPr="001461E2">
        <w:rPr>
          <w:rFonts w:ascii="Arial" w:eastAsia="HG丸ｺﾞｼｯｸM-PRO" w:hAnsi="Arial" w:cs="Arial"/>
          <w:spacing w:val="-1"/>
          <w:sz w:val="20"/>
        </w:rPr>
        <w:t xml:space="preserve"> </w:t>
      </w:r>
      <w:r w:rsidRPr="001461E2">
        <w:rPr>
          <w:rFonts w:ascii="Arial" w:eastAsia="HG丸ｺﾞｼｯｸM-PRO" w:hAnsi="Arial" w:cs="Arial"/>
          <w:sz w:val="20"/>
        </w:rPr>
        <w:t>Akita</w:t>
      </w:r>
      <w:r w:rsidRPr="001461E2">
        <w:rPr>
          <w:rFonts w:ascii="Arial" w:eastAsia="HG丸ｺﾞｼｯｸM-PRO" w:hAnsi="Arial" w:cs="Arial"/>
          <w:spacing w:val="-1"/>
          <w:sz w:val="20"/>
        </w:rPr>
        <w:t xml:space="preserve"> </w:t>
      </w:r>
      <w:r w:rsidRPr="001461E2">
        <w:rPr>
          <w:rFonts w:ascii="Arial" w:eastAsia="HG丸ｺﾞｼｯｸM-PRO" w:hAnsi="Arial" w:cs="Arial"/>
          <w:sz w:val="20"/>
        </w:rPr>
        <w:t>University</w:t>
      </w:r>
      <w:r w:rsidRPr="001461E2">
        <w:rPr>
          <w:rFonts w:ascii="Arial" w:eastAsia="HG丸ｺﾞｼｯｸM-PRO" w:hAnsi="Arial" w:cs="Arial"/>
          <w:sz w:val="20"/>
        </w:rPr>
        <w:t>）</w:t>
      </w:r>
    </w:p>
    <w:tbl>
      <w:tblPr>
        <w:tblStyle w:val="a4"/>
        <w:tblW w:w="10564" w:type="dxa"/>
        <w:tblInd w:w="137" w:type="dxa"/>
        <w:tblLook w:val="04A0" w:firstRow="1" w:lastRow="0" w:firstColumn="1" w:lastColumn="0" w:noHBand="0" w:noVBand="1"/>
      </w:tblPr>
      <w:tblGrid>
        <w:gridCol w:w="1788"/>
        <w:gridCol w:w="368"/>
        <w:gridCol w:w="1803"/>
        <w:gridCol w:w="1638"/>
        <w:gridCol w:w="1248"/>
        <w:gridCol w:w="1784"/>
        <w:gridCol w:w="1927"/>
        <w:gridCol w:w="8"/>
      </w:tblGrid>
      <w:tr w:rsidR="000C2E43" w:rsidTr="004B51E8">
        <w:trPr>
          <w:gridAfter w:val="1"/>
          <w:wAfter w:w="8" w:type="dxa"/>
          <w:trHeight w:val="582"/>
        </w:trPr>
        <w:tc>
          <w:tcPr>
            <w:tcW w:w="1701" w:type="dxa"/>
            <w:vMerge w:val="restart"/>
            <w:tcBorders>
              <w:right w:val="single" w:sz="4" w:space="0" w:color="auto"/>
            </w:tcBorders>
            <w:vAlign w:val="center"/>
          </w:tcPr>
          <w:p w:rsidR="000C2E43" w:rsidRDefault="001E4AEF" w:rsidP="000C2E43">
            <w:pPr>
              <w:pStyle w:val="a3"/>
              <w:spacing w:line="240" w:lineRule="auto"/>
              <w:jc w:val="center"/>
              <w:rPr>
                <w:rFonts w:ascii="HG丸ｺﾞｼｯｸM-PRO" w:eastAsia="HG丸ｺﾞｼｯｸM-PRO" w:hAnsi="HG丸ｺﾞｼｯｸM-PRO" w:cs="Arial"/>
                <w:kern w:val="2"/>
                <w:sz w:val="21"/>
              </w:rPr>
            </w:pPr>
            <w:sdt>
              <w:sdtPr>
                <w:rPr>
                  <w:rFonts w:ascii="HG丸ｺﾞｼｯｸM-PRO" w:eastAsia="HG丸ｺﾞｼｯｸM-PRO" w:hAnsi="HG丸ｺﾞｼｯｸM-PRO" w:cs="Arial"/>
                </w:rPr>
                <w:alias w:val="顔写真(facial photograph)"/>
                <w:tag w:val="顔写真(facial photograph)"/>
                <w:id w:val="2016031724"/>
                <w:showingPlcHdr/>
                <w:picture/>
              </w:sdtPr>
              <w:sdtEndPr/>
              <w:sdtContent>
                <w:r w:rsidR="000C2E43">
                  <w:rPr>
                    <w:rFonts w:ascii="HG丸ｺﾞｼｯｸM-PRO" w:eastAsia="HG丸ｺﾞｼｯｸM-PRO" w:hAnsi="HG丸ｺﾞｼｯｸM-PRO" w:cs="Arial"/>
                    <w:noProof/>
                  </w:rPr>
                  <w:drawing>
                    <wp:inline distT="0" distB="0" distL="0" distR="0" wp14:anchorId="38CC2741" wp14:editId="0B0AC561">
                      <wp:extent cx="998220" cy="1453409"/>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070" cy="1496871"/>
                              </a:xfrm>
                              <a:prstGeom prst="rect">
                                <a:avLst/>
                              </a:prstGeom>
                              <a:noFill/>
                              <a:ln>
                                <a:noFill/>
                              </a:ln>
                            </pic:spPr>
                          </pic:pic>
                        </a:graphicData>
                      </a:graphic>
                    </wp:inline>
                  </w:drawing>
                </w:r>
              </w:sdtContent>
            </w:sdt>
          </w:p>
          <w:p w:rsidR="001151E7" w:rsidRDefault="000C2E43" w:rsidP="004B51E8">
            <w:pPr>
              <w:pStyle w:val="a3"/>
              <w:spacing w:line="240" w:lineRule="auto"/>
              <w:jc w:val="center"/>
              <w:rPr>
                <w:rFonts w:ascii="HG丸ｺﾞｼｯｸM-PRO" w:eastAsia="HG丸ｺﾞｼｯｸM-PRO" w:hAnsi="HG丸ｺﾞｼｯｸM-PRO" w:cs="Arial"/>
              </w:rPr>
            </w:pPr>
            <w:r w:rsidRPr="00095A54">
              <w:rPr>
                <w:rFonts w:ascii="Arial" w:eastAsia="HG丸ｺﾞｼｯｸM-PRO" w:hAnsi="Arial" w:cs="Arial"/>
                <w:sz w:val="16"/>
              </w:rPr>
              <w:t xml:space="preserve"> </w:t>
            </w:r>
          </w:p>
        </w:tc>
        <w:tc>
          <w:tcPr>
            <w:tcW w:w="370" w:type="dxa"/>
            <w:vMerge w:val="restart"/>
            <w:tcBorders>
              <w:top w:val="nil"/>
              <w:left w:val="single" w:sz="4" w:space="0" w:color="auto"/>
              <w:right w:val="single" w:sz="4" w:space="0" w:color="auto"/>
            </w:tcBorders>
          </w:tcPr>
          <w:p w:rsidR="001151E7" w:rsidRPr="001332F2" w:rsidRDefault="001151E7" w:rsidP="001151E7">
            <w:pPr>
              <w:pStyle w:val="a3"/>
              <w:spacing w:line="240" w:lineRule="auto"/>
              <w:rPr>
                <w:rFonts w:ascii="HG丸ｺﾞｼｯｸM-PRO" w:eastAsia="HG丸ｺﾞｼｯｸM-PRO" w:hAnsi="HG丸ｺﾞｼｯｸM-PRO" w:cs="Arial"/>
                <w:sz w:val="20"/>
                <w:szCs w:val="20"/>
              </w:rPr>
            </w:pPr>
          </w:p>
        </w:tc>
        <w:tc>
          <w:tcPr>
            <w:tcW w:w="1822" w:type="dxa"/>
            <w:tcBorders>
              <w:left w:val="single" w:sz="4" w:space="0" w:color="auto"/>
              <w:bottom w:val="single" w:sz="4" w:space="0" w:color="auto"/>
            </w:tcBorders>
            <w:vAlign w:val="center"/>
          </w:tcPr>
          <w:p w:rsidR="001151E7" w:rsidRDefault="001151E7" w:rsidP="001151E7">
            <w:pPr>
              <w:pStyle w:val="a3"/>
              <w:spacing w:line="240" w:lineRule="auto"/>
              <w:rPr>
                <w:rFonts w:ascii="HG丸ｺﾞｼｯｸM-PRO" w:eastAsia="HG丸ｺﾞｼｯｸM-PRO" w:hAnsi="HG丸ｺﾞｼｯｸM-PRO" w:cs="Arial"/>
                <w:sz w:val="20"/>
                <w:szCs w:val="20"/>
              </w:rPr>
            </w:pPr>
            <w:r w:rsidRPr="001332F2">
              <w:rPr>
                <w:rFonts w:ascii="HG丸ｺﾞｼｯｸM-PRO" w:eastAsia="HG丸ｺﾞｼｯｸM-PRO" w:hAnsi="HG丸ｺﾞｼｯｸM-PRO" w:cs="Arial" w:hint="eastAsia"/>
                <w:sz w:val="20"/>
                <w:szCs w:val="20"/>
              </w:rPr>
              <w:t>氏名</w:t>
            </w:r>
          </w:p>
          <w:p w:rsidR="001151E7" w:rsidRDefault="001151E7" w:rsidP="001151E7">
            <w:pPr>
              <w:pStyle w:val="a3"/>
              <w:spacing w:line="240" w:lineRule="auto"/>
              <w:rPr>
                <w:rFonts w:ascii="HG丸ｺﾞｼｯｸM-PRO" w:eastAsia="HG丸ｺﾞｼｯｸM-PRO" w:hAnsi="HG丸ｺﾞｼｯｸM-PRO" w:cs="Arial"/>
              </w:rPr>
            </w:pPr>
            <w:r w:rsidRPr="004C68FC">
              <w:rPr>
                <w:rFonts w:ascii="Arial" w:eastAsia="HG丸ｺﾞｼｯｸM-PRO" w:hAnsi="Arial" w:cs="Arial"/>
                <w:spacing w:val="-1"/>
                <w:sz w:val="16"/>
              </w:rPr>
              <w:t>(</w:t>
            </w:r>
            <w:r w:rsidRPr="004C68FC">
              <w:rPr>
                <w:rFonts w:ascii="Arial" w:eastAsia="HG丸ｺﾞｼｯｸM-PRO" w:hAnsi="Arial" w:cs="Arial"/>
                <w:sz w:val="16"/>
              </w:rPr>
              <w:t xml:space="preserve">Name) </w:t>
            </w:r>
          </w:p>
        </w:tc>
        <w:tc>
          <w:tcPr>
            <w:tcW w:w="2916" w:type="dxa"/>
            <w:gridSpan w:val="2"/>
            <w:tcBorders>
              <w:left w:val="single" w:sz="4" w:space="0" w:color="auto"/>
              <w:bottom w:val="single" w:sz="4" w:space="0" w:color="auto"/>
            </w:tcBorders>
            <w:vAlign w:val="center"/>
          </w:tcPr>
          <w:p w:rsidR="001151E7" w:rsidRPr="00BA7662" w:rsidRDefault="001E4AEF" w:rsidP="001E4AEF">
            <w:pPr>
              <w:pStyle w:val="a3"/>
              <w:spacing w:line="240" w:lineRule="auto"/>
              <w:rPr>
                <w:rFonts w:ascii="HG丸ｺﾞｼｯｸM-PRO" w:eastAsia="HG丸ｺﾞｼｯｸM-PRO" w:hAnsi="HG丸ｺﾞｼｯｸM-PRO" w:cs="Arial"/>
                <w:sz w:val="20"/>
                <w:szCs w:val="20"/>
              </w:rPr>
            </w:pPr>
            <w:sdt>
              <w:sdtPr>
                <w:rPr>
                  <w:rFonts w:ascii="ＭＳ ゴシック" w:eastAsia="ＭＳ ゴシック" w:hAnsi="ＭＳ ゴシック" w:cs="ＭＳ ゴシック"/>
                  <w:sz w:val="20"/>
                  <w:szCs w:val="20"/>
                </w:rPr>
                <w:alias w:val="Enter here"/>
                <w:tag w:val="Enter here"/>
                <w:id w:val="2011554193"/>
                <w:placeholder>
                  <w:docPart w:val="D7408555748F46AF99B19399F96A1E20"/>
                </w:placeholder>
                <w:showingPlcHdr/>
                <w:text/>
              </w:sdtPr>
              <w:sdtEndPr/>
              <w:sdtContent>
                <w:r w:rsidRPr="004B7244">
                  <w:rPr>
                    <w:rStyle w:val="ab"/>
                    <w:rFonts w:ascii="Arial" w:eastAsia="HG丸ｺﾞｼｯｸM-PRO" w:hAnsi="Arial" w:cs="Arial"/>
                  </w:rPr>
                  <w:t xml:space="preserve">      </w:t>
                </w:r>
                <w:r w:rsidRPr="004B7244">
                  <w:rPr>
                    <w:rStyle w:val="ab"/>
                    <w:rFonts w:ascii="Arial" w:eastAsia="HG丸ｺﾞｼｯｸM-PRO" w:hAnsi="Arial" w:cs="Arial"/>
                  </w:rPr>
                  <w:t xml:space="preserve">　</w:t>
                </w:r>
                <w:r w:rsidRPr="004B7244">
                  <w:rPr>
                    <w:rStyle w:val="ab"/>
                    <w:rFonts w:ascii="Arial" w:eastAsia="HG丸ｺﾞｼｯｸM-PRO" w:hAnsi="Arial" w:cs="Arial"/>
                  </w:rPr>
                  <w:t xml:space="preserve">            </w:t>
                </w:r>
              </w:sdtContent>
            </w:sdt>
          </w:p>
        </w:tc>
        <w:tc>
          <w:tcPr>
            <w:tcW w:w="1804" w:type="dxa"/>
            <w:tcBorders>
              <w:left w:val="single" w:sz="4" w:space="0" w:color="auto"/>
              <w:bottom w:val="single" w:sz="4" w:space="0" w:color="auto"/>
            </w:tcBorders>
            <w:vAlign w:val="center"/>
          </w:tcPr>
          <w:p w:rsidR="001151E7" w:rsidRDefault="001151E7" w:rsidP="001151E7">
            <w:pPr>
              <w:pStyle w:val="a3"/>
              <w:spacing w:line="240" w:lineRule="auto"/>
              <w:rPr>
                <w:rFonts w:ascii="HG丸ｺﾞｼｯｸM-PRO" w:eastAsia="HG丸ｺﾞｼｯｸM-PRO" w:hAnsi="HG丸ｺﾞｼｯｸM-PRO" w:cs="Arial"/>
                <w:sz w:val="20"/>
                <w:szCs w:val="20"/>
              </w:rPr>
            </w:pPr>
            <w:r w:rsidRPr="001332F2">
              <w:rPr>
                <w:rFonts w:ascii="HG丸ｺﾞｼｯｸM-PRO" w:eastAsia="HG丸ｺﾞｼｯｸM-PRO" w:hAnsi="HG丸ｺﾞｼｯｸM-PRO" w:cs="Arial" w:hint="eastAsia"/>
                <w:sz w:val="20"/>
                <w:szCs w:val="20"/>
              </w:rPr>
              <w:t>国籍</w:t>
            </w:r>
          </w:p>
          <w:p w:rsidR="001151E7" w:rsidRDefault="001151E7" w:rsidP="001151E7">
            <w:pPr>
              <w:pStyle w:val="a3"/>
              <w:spacing w:line="240" w:lineRule="auto"/>
              <w:rPr>
                <w:rFonts w:ascii="HG丸ｺﾞｼｯｸM-PRO" w:eastAsia="HG丸ｺﾞｼｯｸM-PRO" w:hAnsi="HG丸ｺﾞｼｯｸM-PRO" w:cs="Arial"/>
              </w:rPr>
            </w:pPr>
            <w:r w:rsidRPr="004C68FC">
              <w:rPr>
                <w:rFonts w:ascii="Arial" w:eastAsia="HG丸ｺﾞｼｯｸM-PRO" w:hAnsi="Arial" w:cs="Arial"/>
                <w:spacing w:val="-1"/>
                <w:sz w:val="16"/>
              </w:rPr>
              <w:t>(</w:t>
            </w:r>
            <w:r w:rsidRPr="004C68FC">
              <w:rPr>
                <w:rFonts w:ascii="Arial" w:eastAsia="HG丸ｺﾞｼｯｸM-PRO" w:hAnsi="Arial" w:cs="Arial"/>
                <w:sz w:val="16"/>
              </w:rPr>
              <w:t>Nationality)</w:t>
            </w:r>
          </w:p>
        </w:tc>
        <w:tc>
          <w:tcPr>
            <w:tcW w:w="1943" w:type="dxa"/>
            <w:tcBorders>
              <w:left w:val="single" w:sz="4" w:space="0" w:color="auto"/>
              <w:bottom w:val="single" w:sz="4" w:space="0" w:color="auto"/>
            </w:tcBorders>
            <w:vAlign w:val="center"/>
          </w:tcPr>
          <w:p w:rsidR="001151E7" w:rsidRPr="00BA7662" w:rsidRDefault="001E4AEF" w:rsidP="001E4AEF">
            <w:pPr>
              <w:widowControl/>
              <w:jc w:val="left"/>
              <w:rPr>
                <w:rFonts w:ascii="HG丸ｺﾞｼｯｸM-PRO" w:eastAsia="HG丸ｺﾞｼｯｸM-PRO" w:hAnsi="HG丸ｺﾞｼｯｸM-PRO" w:cs="Arial"/>
                <w:kern w:val="0"/>
                <w:sz w:val="24"/>
              </w:rPr>
            </w:pPr>
            <w:sdt>
              <w:sdtPr>
                <w:rPr>
                  <w:rFonts w:ascii="ＭＳ ゴシック" w:eastAsia="ＭＳ ゴシック" w:hAnsi="ＭＳ ゴシック" w:cs="ＭＳ ゴシック"/>
                  <w:kern w:val="0"/>
                  <w:sz w:val="20"/>
                  <w:szCs w:val="20"/>
                  <w:lang w:eastAsia="en-US"/>
                </w:rPr>
                <w:alias w:val="Enter here"/>
                <w:tag w:val="Enter here"/>
                <w:id w:val="365959076"/>
                <w:placeholder>
                  <w:docPart w:val="968F3C2E48374D00B6792B3583FD95FD"/>
                </w:placeholder>
                <w:showingPlcHdr/>
                <w:text/>
              </w:sdtPr>
              <w:sdtEndPr/>
              <w:sdtContent>
                <w:r>
                  <w:rPr>
                    <w:rStyle w:val="ab"/>
                    <w:rFonts w:ascii="Arial" w:eastAsia="HG丸ｺﾞｼｯｸM-PRO" w:hAnsi="Arial" w:cs="Arial"/>
                  </w:rPr>
                  <w:t xml:space="preserve"> </w:t>
                </w:r>
                <w:r w:rsidRPr="004B7244">
                  <w:rPr>
                    <w:rStyle w:val="ab"/>
                    <w:rFonts w:ascii="Arial" w:eastAsia="HG丸ｺﾞｼｯｸM-PRO" w:hAnsi="Arial" w:cs="Arial"/>
                  </w:rPr>
                  <w:t xml:space="preserve">　</w:t>
                </w:r>
                <w:r w:rsidRPr="004B7244">
                  <w:rPr>
                    <w:rStyle w:val="ab"/>
                    <w:rFonts w:ascii="Arial" w:eastAsia="HG丸ｺﾞｼｯｸM-PRO" w:hAnsi="Arial" w:cs="Arial"/>
                  </w:rPr>
                  <w:t xml:space="preserve">            </w:t>
                </w:r>
              </w:sdtContent>
            </w:sdt>
          </w:p>
        </w:tc>
      </w:tr>
      <w:tr w:rsidR="000C2E43" w:rsidTr="004B51E8">
        <w:trPr>
          <w:gridAfter w:val="1"/>
          <w:wAfter w:w="8" w:type="dxa"/>
          <w:trHeight w:val="404"/>
        </w:trPr>
        <w:tc>
          <w:tcPr>
            <w:tcW w:w="1701" w:type="dxa"/>
            <w:vMerge/>
            <w:tcBorders>
              <w:right w:val="single" w:sz="4" w:space="0" w:color="auto"/>
            </w:tcBorders>
          </w:tcPr>
          <w:p w:rsidR="0019610A" w:rsidRDefault="0019610A" w:rsidP="001151E7">
            <w:pPr>
              <w:pStyle w:val="a3"/>
              <w:spacing w:line="240" w:lineRule="auto"/>
              <w:rPr>
                <w:rFonts w:ascii="HG丸ｺﾞｼｯｸM-PRO" w:eastAsia="HG丸ｺﾞｼｯｸM-PRO" w:hAnsi="HG丸ｺﾞｼｯｸM-PRO" w:cs="Arial"/>
              </w:rPr>
            </w:pPr>
          </w:p>
        </w:tc>
        <w:tc>
          <w:tcPr>
            <w:tcW w:w="370" w:type="dxa"/>
            <w:vMerge/>
            <w:tcBorders>
              <w:left w:val="single" w:sz="4" w:space="0" w:color="auto"/>
              <w:right w:val="single" w:sz="4" w:space="0" w:color="auto"/>
            </w:tcBorders>
          </w:tcPr>
          <w:p w:rsidR="0019610A" w:rsidRPr="001332F2" w:rsidRDefault="0019610A" w:rsidP="001151E7">
            <w:pPr>
              <w:pStyle w:val="a3"/>
              <w:spacing w:line="240" w:lineRule="auto"/>
              <w:rPr>
                <w:rFonts w:ascii="HG丸ｺﾞｼｯｸM-PRO" w:eastAsia="HG丸ｺﾞｼｯｸM-PRO" w:hAnsi="HG丸ｺﾞｼｯｸM-PRO" w:cs="Arial"/>
                <w:sz w:val="20"/>
                <w:szCs w:val="20"/>
              </w:rPr>
            </w:pPr>
          </w:p>
        </w:tc>
        <w:tc>
          <w:tcPr>
            <w:tcW w:w="1822" w:type="dxa"/>
            <w:tcBorders>
              <w:left w:val="single" w:sz="4" w:space="0" w:color="auto"/>
              <w:bottom w:val="single" w:sz="4" w:space="0" w:color="auto"/>
            </w:tcBorders>
            <w:vAlign w:val="center"/>
          </w:tcPr>
          <w:p w:rsidR="0019610A" w:rsidRDefault="0019610A" w:rsidP="001151E7">
            <w:pPr>
              <w:pStyle w:val="a3"/>
              <w:spacing w:line="240" w:lineRule="auto"/>
              <w:rPr>
                <w:rFonts w:ascii="HG丸ｺﾞｼｯｸM-PRO" w:eastAsia="HG丸ｺﾞｼｯｸM-PRO" w:hAnsi="HG丸ｺﾞｼｯｸM-PRO" w:cs="Arial"/>
                <w:sz w:val="20"/>
                <w:szCs w:val="20"/>
              </w:rPr>
            </w:pPr>
            <w:r w:rsidRPr="00D766ED">
              <w:rPr>
                <w:rFonts w:ascii="HG丸ｺﾞｼｯｸM-PRO" w:eastAsia="HG丸ｺﾞｼｯｸM-PRO" w:hAnsi="HG丸ｺﾞｼｯｸM-PRO" w:cs="Arial" w:hint="eastAsia"/>
                <w:sz w:val="20"/>
                <w:szCs w:val="20"/>
              </w:rPr>
              <w:t>生年月日</w:t>
            </w:r>
          </w:p>
          <w:p w:rsidR="0019610A" w:rsidRDefault="0019610A" w:rsidP="001151E7">
            <w:pPr>
              <w:pStyle w:val="a3"/>
              <w:spacing w:line="240" w:lineRule="auto"/>
              <w:rPr>
                <w:rFonts w:ascii="HG丸ｺﾞｼｯｸM-PRO" w:eastAsia="HG丸ｺﾞｼｯｸM-PRO" w:hAnsi="HG丸ｺﾞｼｯｸM-PRO" w:cs="Arial"/>
              </w:rPr>
            </w:pPr>
            <w:r w:rsidRPr="004C68FC">
              <w:rPr>
                <w:rFonts w:ascii="Arial" w:eastAsia="HG丸ｺﾞｼｯｸM-PRO" w:hAnsi="Arial" w:cs="Arial"/>
                <w:spacing w:val="-6"/>
                <w:sz w:val="16"/>
              </w:rPr>
              <w:t>(Date</w:t>
            </w:r>
            <w:r w:rsidRPr="004C68FC">
              <w:rPr>
                <w:rFonts w:ascii="Arial" w:eastAsia="HG丸ｺﾞｼｯｸM-PRO" w:hAnsi="Arial" w:cs="Arial"/>
                <w:spacing w:val="-5"/>
                <w:sz w:val="16"/>
              </w:rPr>
              <w:t xml:space="preserve"> </w:t>
            </w:r>
            <w:r w:rsidRPr="004C68FC">
              <w:rPr>
                <w:rFonts w:ascii="Arial" w:eastAsia="HG丸ｺﾞｼｯｸM-PRO" w:hAnsi="Arial" w:cs="Arial"/>
                <w:spacing w:val="-6"/>
                <w:sz w:val="16"/>
              </w:rPr>
              <w:t>of</w:t>
            </w:r>
            <w:r w:rsidRPr="004C68FC">
              <w:rPr>
                <w:rFonts w:ascii="Arial" w:eastAsia="HG丸ｺﾞｼｯｸM-PRO" w:hAnsi="Arial" w:cs="Arial"/>
                <w:spacing w:val="-5"/>
                <w:sz w:val="16"/>
              </w:rPr>
              <w:t xml:space="preserve"> </w:t>
            </w:r>
            <w:r w:rsidRPr="004C68FC">
              <w:rPr>
                <w:rFonts w:ascii="Arial" w:eastAsia="HG丸ｺﾞｼｯｸM-PRO" w:hAnsi="Arial" w:cs="Arial"/>
                <w:spacing w:val="-6"/>
                <w:sz w:val="16"/>
              </w:rPr>
              <w:t>birth)</w:t>
            </w:r>
          </w:p>
        </w:tc>
        <w:tc>
          <w:tcPr>
            <w:tcW w:w="2916" w:type="dxa"/>
            <w:gridSpan w:val="2"/>
            <w:tcBorders>
              <w:left w:val="single" w:sz="4" w:space="0" w:color="auto"/>
              <w:bottom w:val="single" w:sz="4" w:space="0" w:color="auto"/>
            </w:tcBorders>
            <w:vAlign w:val="center"/>
          </w:tcPr>
          <w:p w:rsidR="0019610A" w:rsidRPr="0018085C" w:rsidRDefault="001E4AEF" w:rsidP="001E4AEF">
            <w:pPr>
              <w:pStyle w:val="a3"/>
              <w:spacing w:line="288" w:lineRule="exact"/>
              <w:jc w:val="left"/>
              <w:rPr>
                <w:rFonts w:ascii="Arial" w:eastAsia="HG丸ｺﾞｼｯｸM-PRO" w:hAnsi="Arial"/>
              </w:rPr>
            </w:pPr>
            <w:sdt>
              <w:sdtPr>
                <w:rPr>
                  <w:rFonts w:ascii="ＭＳ Ｐゴシック" w:eastAsia="ＭＳ Ｐゴシック"/>
                  <w:spacing w:val="-10"/>
                </w:rPr>
                <w:alias w:val="year"/>
                <w:tag w:val="year"/>
                <w:id w:val="1032616820"/>
                <w:placeholder>
                  <w:docPart w:val="7F665AB88DBA410A9CAA432A36A6EC58"/>
                </w:placeholder>
                <w:showingPlcHdr/>
                <w:text/>
              </w:sdtPr>
              <w:sdtEndPr/>
              <w:sdtContent>
                <w:r w:rsidRPr="001B2004">
                  <w:rPr>
                    <w:rFonts w:ascii="Arial" w:eastAsia="HG丸ｺﾞｼｯｸM-PRO" w:hAnsi="Arial" w:cs="Arial"/>
                    <w:szCs w:val="21"/>
                  </w:rPr>
                  <w:t xml:space="preserve">　　　</w:t>
                </w:r>
              </w:sdtContent>
            </w:sdt>
            <w:r w:rsidR="0018085C" w:rsidRPr="001B2004">
              <w:rPr>
                <w:rFonts w:ascii="Arial" w:eastAsia="HG丸ｺﾞｼｯｸM-PRO" w:hAnsi="Arial" w:cs="Arial"/>
                <w:sz w:val="21"/>
                <w:szCs w:val="21"/>
              </w:rPr>
              <w:t>年</w:t>
            </w:r>
            <w:sdt>
              <w:sdtPr>
                <w:rPr>
                  <w:rFonts w:ascii="ＭＳ Ｐゴシック" w:eastAsia="ＭＳ Ｐゴシック"/>
                </w:rPr>
                <w:alias w:val="month"/>
                <w:tag w:val="month"/>
                <w:id w:val="-699477956"/>
                <w:placeholder>
                  <w:docPart w:val="B23FD5FA98C346B58E73B0D7F4AB242F"/>
                </w:placeholder>
                <w:showingPlcHdr/>
                <w:text/>
              </w:sdtPr>
              <w:sdtEndPr/>
              <w:sdtContent>
                <w:r w:rsidRPr="001B2004">
                  <w:rPr>
                    <w:rStyle w:val="ab"/>
                    <w:rFonts w:ascii="Arial" w:eastAsia="HG丸ｺﾞｼｯｸM-PRO" w:hAnsi="Arial" w:cs="Arial"/>
                    <w:szCs w:val="21"/>
                  </w:rPr>
                  <w:t xml:space="preserve">      </w:t>
                </w:r>
              </w:sdtContent>
            </w:sdt>
            <w:r w:rsidR="0018085C" w:rsidRPr="001B2004">
              <w:rPr>
                <w:rFonts w:ascii="Arial" w:eastAsia="HG丸ｺﾞｼｯｸM-PRO" w:hAnsi="Arial" w:cs="Arial"/>
                <w:sz w:val="21"/>
                <w:szCs w:val="21"/>
              </w:rPr>
              <w:t>月</w:t>
            </w:r>
            <w:sdt>
              <w:sdtPr>
                <w:rPr>
                  <w:rFonts w:ascii="ＭＳ Ｐゴシック" w:eastAsia="ＭＳ Ｐゴシック"/>
                </w:rPr>
                <w:alias w:val="date"/>
                <w:tag w:val="date"/>
                <w:id w:val="-225069060"/>
                <w:placeholder>
                  <w:docPart w:val="0652A9F46EFC4A71AC3B794CC72A6FD4"/>
                </w:placeholder>
                <w:showingPlcHdr/>
                <w:text/>
              </w:sdtPr>
              <w:sdtEndPr/>
              <w:sdtContent>
                <w:r w:rsidRPr="001B2004">
                  <w:rPr>
                    <w:rFonts w:ascii="Arial" w:eastAsia="HG丸ｺﾞｼｯｸM-PRO" w:hAnsi="Arial" w:cs="Arial"/>
                    <w:szCs w:val="21"/>
                  </w:rPr>
                  <w:t xml:space="preserve">     </w:t>
                </w:r>
              </w:sdtContent>
            </w:sdt>
            <w:r w:rsidR="0018085C" w:rsidRPr="001B2004">
              <w:rPr>
                <w:rFonts w:ascii="Arial" w:eastAsia="HG丸ｺﾞｼｯｸM-PRO" w:hAnsi="Arial" w:cs="Arial"/>
                <w:sz w:val="21"/>
                <w:szCs w:val="21"/>
              </w:rPr>
              <w:t>日</w:t>
            </w:r>
          </w:p>
        </w:tc>
        <w:tc>
          <w:tcPr>
            <w:tcW w:w="1804" w:type="dxa"/>
            <w:tcBorders>
              <w:left w:val="single" w:sz="4" w:space="0" w:color="auto"/>
              <w:bottom w:val="single" w:sz="4" w:space="0" w:color="auto"/>
            </w:tcBorders>
            <w:vAlign w:val="center"/>
          </w:tcPr>
          <w:p w:rsidR="0019610A" w:rsidRDefault="0019610A" w:rsidP="0019610A">
            <w:pPr>
              <w:pStyle w:val="a3"/>
              <w:spacing w:line="240" w:lineRule="auto"/>
              <w:rPr>
                <w:rFonts w:ascii="HG丸ｺﾞｼｯｸM-PRO" w:eastAsia="HG丸ｺﾞｼｯｸM-PRO" w:hAnsi="HG丸ｺﾞｼｯｸM-PRO" w:cs="Arial"/>
                <w:sz w:val="20"/>
                <w:szCs w:val="20"/>
              </w:rPr>
            </w:pPr>
            <w:r>
              <w:rPr>
                <w:rFonts w:ascii="HG丸ｺﾞｼｯｸM-PRO" w:eastAsia="HG丸ｺﾞｼｯｸM-PRO" w:hAnsi="HG丸ｺﾞｼｯｸM-PRO" w:cs="Arial" w:hint="eastAsia"/>
                <w:sz w:val="20"/>
                <w:szCs w:val="20"/>
              </w:rPr>
              <w:t>性別</w:t>
            </w:r>
          </w:p>
          <w:p w:rsidR="0019610A" w:rsidRPr="00D766ED" w:rsidRDefault="0019610A" w:rsidP="0019610A">
            <w:pPr>
              <w:pStyle w:val="a3"/>
              <w:spacing w:line="240" w:lineRule="auto"/>
              <w:rPr>
                <w:rFonts w:ascii="HG丸ｺﾞｼｯｸM-PRO" w:eastAsia="HG丸ｺﾞｼｯｸM-PRO" w:hAnsi="HG丸ｺﾞｼｯｸM-PRO" w:cs="Arial"/>
                <w:sz w:val="20"/>
                <w:szCs w:val="20"/>
              </w:rPr>
            </w:pPr>
            <w:r w:rsidRPr="004C68FC">
              <w:rPr>
                <w:rFonts w:ascii="Arial" w:eastAsia="HG丸ｺﾞｼｯｸM-PRO" w:hAnsi="Arial" w:cs="Arial"/>
                <w:spacing w:val="-1"/>
                <w:sz w:val="16"/>
              </w:rPr>
              <w:t>(</w:t>
            </w:r>
            <w:r>
              <w:rPr>
                <w:rFonts w:ascii="Arial" w:eastAsia="HG丸ｺﾞｼｯｸM-PRO" w:hAnsi="Arial" w:cs="Arial" w:hint="eastAsia"/>
                <w:sz w:val="16"/>
              </w:rPr>
              <w:t>Sex</w:t>
            </w:r>
            <w:r w:rsidRPr="004C68FC">
              <w:rPr>
                <w:rFonts w:ascii="Arial" w:eastAsia="HG丸ｺﾞｼｯｸM-PRO" w:hAnsi="Arial" w:cs="Arial"/>
                <w:sz w:val="16"/>
              </w:rPr>
              <w:t>)</w:t>
            </w:r>
          </w:p>
        </w:tc>
        <w:tc>
          <w:tcPr>
            <w:tcW w:w="1943" w:type="dxa"/>
            <w:tcBorders>
              <w:left w:val="single" w:sz="4" w:space="0" w:color="auto"/>
              <w:bottom w:val="single" w:sz="4" w:space="0" w:color="auto"/>
            </w:tcBorders>
            <w:vAlign w:val="center"/>
          </w:tcPr>
          <w:p w:rsidR="0019610A" w:rsidRDefault="001E4AEF" w:rsidP="0019610A">
            <w:pPr>
              <w:pStyle w:val="a3"/>
              <w:spacing w:line="240" w:lineRule="auto"/>
              <w:rPr>
                <w:rFonts w:ascii="HG丸ｺﾞｼｯｸM-PRO" w:eastAsia="HG丸ｺﾞｼｯｸM-PRO" w:hAnsi="HG丸ｺﾞｼｯｸM-PRO" w:cs="Arial"/>
                <w:sz w:val="20"/>
                <w:szCs w:val="20"/>
              </w:rPr>
            </w:pPr>
            <w:sdt>
              <w:sdtPr>
                <w:rPr>
                  <w:rFonts w:ascii="Arial" w:eastAsia="HG丸ｺﾞｼｯｸM-PRO" w:hAnsi="Arial" w:cs="Arial" w:hint="eastAsia"/>
                  <w:sz w:val="21"/>
                  <w:szCs w:val="21"/>
                </w:rPr>
                <w:id w:val="753324170"/>
                <w14:checkbox>
                  <w14:checked w14:val="0"/>
                  <w14:checkedState w14:val="2611" w14:font="ＭＳ ゴシック"/>
                  <w14:uncheckedState w14:val="2610" w14:font="ＭＳ ゴシック"/>
                </w14:checkbox>
              </w:sdtPr>
              <w:sdtEndPr/>
              <w:sdtContent>
                <w:r>
                  <w:rPr>
                    <w:rFonts w:ascii="ＭＳ ゴシック" w:eastAsia="ＭＳ ゴシック" w:hAnsi="ＭＳ ゴシック" w:cs="Arial" w:hint="eastAsia"/>
                    <w:sz w:val="21"/>
                    <w:szCs w:val="21"/>
                  </w:rPr>
                  <w:t>☐</w:t>
                </w:r>
              </w:sdtContent>
            </w:sdt>
            <w:r w:rsidR="0019610A">
              <w:rPr>
                <w:rFonts w:ascii="Arial" w:eastAsia="HG丸ｺﾞｼｯｸM-PRO" w:hAnsi="Arial" w:cs="Arial"/>
                <w:sz w:val="21"/>
                <w:szCs w:val="21"/>
              </w:rPr>
              <w:t xml:space="preserve"> </w:t>
            </w:r>
            <w:r w:rsidR="0019610A">
              <w:rPr>
                <w:rFonts w:ascii="HG丸ｺﾞｼｯｸM-PRO" w:eastAsia="HG丸ｺﾞｼｯｸM-PRO" w:hAnsi="HG丸ｺﾞｼｯｸM-PRO" w:cs="Arial" w:hint="eastAsia"/>
                <w:sz w:val="20"/>
                <w:szCs w:val="20"/>
              </w:rPr>
              <w:t>男</w:t>
            </w:r>
            <w:r w:rsidR="0019610A" w:rsidRPr="002F569A">
              <w:rPr>
                <w:rFonts w:ascii="Arial" w:eastAsia="HG丸ｺﾞｼｯｸM-PRO" w:hAnsi="Arial" w:cs="Arial"/>
                <w:sz w:val="16"/>
                <w:szCs w:val="20"/>
              </w:rPr>
              <w:t>(Male)</w:t>
            </w:r>
          </w:p>
          <w:p w:rsidR="0019610A" w:rsidRPr="0019610A" w:rsidRDefault="001E4AEF" w:rsidP="0019610A">
            <w:pPr>
              <w:widowControl/>
              <w:jc w:val="left"/>
              <w:rPr>
                <w:rFonts w:ascii="HG丸ｺﾞｼｯｸM-PRO" w:eastAsia="HG丸ｺﾞｼｯｸM-PRO" w:hAnsi="HG丸ｺﾞｼｯｸM-PRO" w:cs="Arial"/>
                <w:kern w:val="0"/>
                <w:sz w:val="20"/>
                <w:szCs w:val="20"/>
              </w:rPr>
            </w:pPr>
            <w:sdt>
              <w:sdtPr>
                <w:rPr>
                  <w:rFonts w:ascii="Arial" w:eastAsia="HG丸ｺﾞｼｯｸM-PRO" w:hAnsi="Arial" w:cs="Arial" w:hint="eastAsia"/>
                  <w:szCs w:val="21"/>
                </w:rPr>
                <w:id w:val="-1572333696"/>
                <w14:checkbox>
                  <w14:checked w14:val="0"/>
                  <w14:checkedState w14:val="2611" w14:font="ＭＳ ゴシック"/>
                  <w14:uncheckedState w14:val="2610" w14:font="ＭＳ ゴシック"/>
                </w14:checkbox>
              </w:sdtPr>
              <w:sdtEndPr/>
              <w:sdtContent>
                <w:r w:rsidR="0019610A">
                  <w:rPr>
                    <w:rFonts w:ascii="ＭＳ ゴシック" w:eastAsia="ＭＳ ゴシック" w:hAnsi="ＭＳ ゴシック" w:cs="Arial" w:hint="eastAsia"/>
                    <w:szCs w:val="21"/>
                  </w:rPr>
                  <w:t>☐</w:t>
                </w:r>
              </w:sdtContent>
            </w:sdt>
            <w:r w:rsidR="0019610A">
              <w:rPr>
                <w:rFonts w:ascii="Arial" w:eastAsia="HG丸ｺﾞｼｯｸM-PRO" w:hAnsi="Arial" w:cs="Arial"/>
                <w:szCs w:val="21"/>
              </w:rPr>
              <w:t xml:space="preserve"> </w:t>
            </w:r>
            <w:r w:rsidR="0019610A">
              <w:rPr>
                <w:rFonts w:ascii="HG丸ｺﾞｼｯｸM-PRO" w:eastAsia="HG丸ｺﾞｼｯｸM-PRO" w:hAnsi="HG丸ｺﾞｼｯｸM-PRO" w:cs="Arial" w:hint="eastAsia"/>
                <w:sz w:val="20"/>
                <w:szCs w:val="20"/>
              </w:rPr>
              <w:t>女</w:t>
            </w:r>
            <w:r w:rsidR="0019610A" w:rsidRPr="002F569A">
              <w:rPr>
                <w:rFonts w:ascii="Arial" w:eastAsia="HG丸ｺﾞｼｯｸM-PRO" w:hAnsi="Arial" w:cs="Arial"/>
                <w:sz w:val="16"/>
                <w:szCs w:val="20"/>
              </w:rPr>
              <w:t>(Female)</w:t>
            </w:r>
          </w:p>
        </w:tc>
      </w:tr>
      <w:tr w:rsidR="000C2E43" w:rsidTr="004B51E8">
        <w:trPr>
          <w:gridAfter w:val="1"/>
          <w:wAfter w:w="8" w:type="dxa"/>
          <w:trHeight w:hRule="exact" w:val="575"/>
        </w:trPr>
        <w:tc>
          <w:tcPr>
            <w:tcW w:w="1701" w:type="dxa"/>
            <w:vMerge/>
            <w:tcBorders>
              <w:right w:val="single" w:sz="4" w:space="0" w:color="auto"/>
            </w:tcBorders>
          </w:tcPr>
          <w:p w:rsidR="00D77CD7" w:rsidRDefault="00D77CD7" w:rsidP="001151E7">
            <w:pPr>
              <w:pStyle w:val="a3"/>
              <w:spacing w:line="240" w:lineRule="auto"/>
              <w:rPr>
                <w:rFonts w:ascii="HG丸ｺﾞｼｯｸM-PRO" w:eastAsia="HG丸ｺﾞｼｯｸM-PRO" w:hAnsi="HG丸ｺﾞｼｯｸM-PRO" w:cs="Arial"/>
              </w:rPr>
            </w:pPr>
          </w:p>
        </w:tc>
        <w:tc>
          <w:tcPr>
            <w:tcW w:w="370" w:type="dxa"/>
            <w:vMerge/>
            <w:tcBorders>
              <w:left w:val="single" w:sz="4" w:space="0" w:color="auto"/>
              <w:right w:val="single" w:sz="4" w:space="0" w:color="auto"/>
            </w:tcBorders>
          </w:tcPr>
          <w:p w:rsidR="00D77CD7" w:rsidRPr="00D766ED" w:rsidRDefault="00D77CD7" w:rsidP="001151E7">
            <w:pPr>
              <w:pStyle w:val="a3"/>
              <w:spacing w:line="240" w:lineRule="auto"/>
              <w:rPr>
                <w:rFonts w:ascii="HG丸ｺﾞｼｯｸM-PRO" w:eastAsia="HG丸ｺﾞｼｯｸM-PRO" w:hAnsi="HG丸ｺﾞｼｯｸM-PRO" w:cs="Arial"/>
                <w:sz w:val="20"/>
                <w:szCs w:val="20"/>
              </w:rPr>
            </w:pPr>
          </w:p>
        </w:tc>
        <w:tc>
          <w:tcPr>
            <w:tcW w:w="3484" w:type="dxa"/>
            <w:gridSpan w:val="2"/>
            <w:vMerge w:val="restart"/>
            <w:tcBorders>
              <w:top w:val="single" w:sz="4" w:space="0" w:color="auto"/>
              <w:left w:val="single" w:sz="4" w:space="0" w:color="auto"/>
            </w:tcBorders>
            <w:vAlign w:val="center"/>
          </w:tcPr>
          <w:p w:rsidR="00D77CD7" w:rsidRDefault="00D77CD7" w:rsidP="008F7372">
            <w:pPr>
              <w:pStyle w:val="a3"/>
              <w:spacing w:line="240" w:lineRule="auto"/>
              <w:rPr>
                <w:rFonts w:ascii="HG丸ｺﾞｼｯｸM-PRO" w:eastAsia="HG丸ｺﾞｼｯｸM-PRO" w:hAnsi="HG丸ｺﾞｼｯｸM-PRO" w:cs="Arial"/>
                <w:sz w:val="20"/>
                <w:szCs w:val="20"/>
              </w:rPr>
            </w:pPr>
            <w:r>
              <w:rPr>
                <w:rFonts w:ascii="HG丸ｺﾞｼｯｸM-PRO" w:eastAsia="HG丸ｺﾞｼｯｸM-PRO" w:hAnsi="HG丸ｺﾞｼｯｸM-PRO" w:cs="Arial" w:hint="eastAsia"/>
                <w:sz w:val="20"/>
                <w:szCs w:val="20"/>
              </w:rPr>
              <w:t>語学力（スコア・級等）</w:t>
            </w:r>
          </w:p>
          <w:p w:rsidR="00D77CD7" w:rsidRPr="008F7372" w:rsidRDefault="00D77CD7" w:rsidP="008F7372">
            <w:pPr>
              <w:pStyle w:val="a3"/>
              <w:spacing w:line="240" w:lineRule="auto"/>
              <w:rPr>
                <w:rFonts w:ascii="Arial" w:eastAsia="HG丸ｺﾞｼｯｸM-PRO" w:hAnsi="Arial" w:cs="Arial"/>
                <w:sz w:val="20"/>
                <w:szCs w:val="20"/>
              </w:rPr>
            </w:pPr>
            <w:r w:rsidRPr="004C68FC">
              <w:rPr>
                <w:rFonts w:ascii="Arial" w:eastAsia="HG丸ｺﾞｼｯｸM-PRO" w:hAnsi="Arial" w:cs="Arial" w:hint="cs"/>
                <w:sz w:val="16"/>
                <w:szCs w:val="20"/>
              </w:rPr>
              <w:t>(Language s</w:t>
            </w:r>
            <w:r w:rsidR="002E09EA" w:rsidRPr="004C68FC">
              <w:rPr>
                <w:rFonts w:ascii="Arial" w:eastAsia="HG丸ｺﾞｼｯｸM-PRO" w:hAnsi="Arial" w:cs="Arial" w:hint="eastAsia"/>
                <w:sz w:val="16"/>
                <w:szCs w:val="20"/>
              </w:rPr>
              <w:t>c</w:t>
            </w:r>
            <w:r w:rsidRPr="004C68FC">
              <w:rPr>
                <w:rFonts w:ascii="Arial" w:eastAsia="HG丸ｺﾞｼｯｸM-PRO" w:hAnsi="Arial" w:cs="Arial" w:hint="cs"/>
                <w:sz w:val="16"/>
                <w:szCs w:val="20"/>
              </w:rPr>
              <w:t>ores or grades)</w:t>
            </w:r>
          </w:p>
        </w:tc>
        <w:tc>
          <w:tcPr>
            <w:tcW w:w="1254" w:type="dxa"/>
            <w:tcBorders>
              <w:top w:val="single" w:sz="4" w:space="0" w:color="auto"/>
            </w:tcBorders>
            <w:vAlign w:val="center"/>
          </w:tcPr>
          <w:p w:rsidR="00D77CD7" w:rsidRDefault="00D77CD7">
            <w:pPr>
              <w:widowControl/>
              <w:jc w:val="left"/>
              <w:rPr>
                <w:rFonts w:ascii="HG丸ｺﾞｼｯｸM-PRO" w:eastAsia="HG丸ｺﾞｼｯｸM-PRO" w:hAnsi="HG丸ｺﾞｼｯｸM-PRO" w:cs="Arial"/>
                <w:kern w:val="0"/>
                <w:sz w:val="20"/>
                <w:szCs w:val="20"/>
              </w:rPr>
            </w:pPr>
            <w:r>
              <w:rPr>
                <w:rFonts w:ascii="HG丸ｺﾞｼｯｸM-PRO" w:eastAsia="HG丸ｺﾞｼｯｸM-PRO" w:hAnsi="HG丸ｺﾞｼｯｸM-PRO" w:cs="Arial" w:hint="eastAsia"/>
                <w:kern w:val="0"/>
                <w:sz w:val="20"/>
                <w:szCs w:val="20"/>
              </w:rPr>
              <w:t>日本語</w:t>
            </w:r>
          </w:p>
          <w:p w:rsidR="00D77CD7" w:rsidRPr="008F7372" w:rsidRDefault="00D77CD7" w:rsidP="008F7372">
            <w:pPr>
              <w:pStyle w:val="a3"/>
              <w:spacing w:line="240" w:lineRule="auto"/>
              <w:rPr>
                <w:rFonts w:ascii="Arial" w:eastAsia="HG丸ｺﾞｼｯｸM-PRO" w:hAnsi="Arial" w:cs="Arial"/>
                <w:sz w:val="20"/>
                <w:szCs w:val="20"/>
              </w:rPr>
            </w:pPr>
            <w:r w:rsidRPr="004C68FC">
              <w:rPr>
                <w:rFonts w:ascii="Arial" w:eastAsia="HG丸ｺﾞｼｯｸM-PRO" w:hAnsi="Arial" w:cs="Arial"/>
                <w:sz w:val="16"/>
                <w:szCs w:val="20"/>
              </w:rPr>
              <w:t>(</w:t>
            </w:r>
            <w:r w:rsidRPr="004C68FC">
              <w:rPr>
                <w:rFonts w:ascii="Arial" w:eastAsia="HG丸ｺﾞｼｯｸM-PRO" w:hAnsi="Arial" w:cs="Arial" w:hint="eastAsia"/>
                <w:sz w:val="16"/>
                <w:szCs w:val="20"/>
              </w:rPr>
              <w:t>Japanese)</w:t>
            </w:r>
          </w:p>
        </w:tc>
        <w:tc>
          <w:tcPr>
            <w:tcW w:w="3747" w:type="dxa"/>
            <w:gridSpan w:val="2"/>
            <w:tcBorders>
              <w:top w:val="single" w:sz="4" w:space="0" w:color="auto"/>
            </w:tcBorders>
            <w:vAlign w:val="center"/>
          </w:tcPr>
          <w:p w:rsidR="00D77CD7" w:rsidRPr="008F7372" w:rsidRDefault="001E4AEF" w:rsidP="008F7372">
            <w:pPr>
              <w:pStyle w:val="a3"/>
              <w:spacing w:line="240" w:lineRule="auto"/>
              <w:rPr>
                <w:rFonts w:ascii="Arial" w:eastAsia="HG丸ｺﾞｼｯｸM-PRO" w:hAnsi="Arial" w:cs="Arial"/>
                <w:sz w:val="20"/>
                <w:szCs w:val="20"/>
              </w:rPr>
            </w:pPr>
            <w:sdt>
              <w:sdtPr>
                <w:rPr>
                  <w:rFonts w:ascii="Arial" w:eastAsia="HG丸ｺﾞｼｯｸM-PRO" w:hAnsi="Arial" w:cs="Arial"/>
                  <w:sz w:val="20"/>
                </w:rPr>
                <w:alias w:val="Enter here"/>
                <w:tag w:val="Enter here"/>
                <w:id w:val="981668821"/>
                <w:placeholder>
                  <w:docPart w:val="21A3EDACA1E6417592A1ACDDDD733A8A"/>
                </w:placeholder>
                <w:showingPlcHdr/>
                <w:text/>
              </w:sdtPr>
              <w:sdtEndPr/>
              <w:sdtContent>
                <w:r w:rsidR="00D77CD7" w:rsidRPr="004B7244">
                  <w:rPr>
                    <w:rStyle w:val="ab"/>
                    <w:rFonts w:ascii="Arial" w:eastAsia="HG丸ｺﾞｼｯｸM-PRO" w:hAnsi="Arial" w:cs="Arial"/>
                  </w:rPr>
                  <w:t xml:space="preserve">                            </w:t>
                </w:r>
              </w:sdtContent>
            </w:sdt>
          </w:p>
        </w:tc>
      </w:tr>
      <w:tr w:rsidR="000C2E43" w:rsidTr="004B51E8">
        <w:trPr>
          <w:gridAfter w:val="1"/>
          <w:wAfter w:w="8" w:type="dxa"/>
          <w:trHeight w:hRule="exact" w:val="555"/>
        </w:trPr>
        <w:tc>
          <w:tcPr>
            <w:tcW w:w="1701" w:type="dxa"/>
            <w:vMerge/>
            <w:tcBorders>
              <w:right w:val="single" w:sz="4" w:space="0" w:color="auto"/>
            </w:tcBorders>
          </w:tcPr>
          <w:p w:rsidR="00D77CD7" w:rsidRDefault="00D77CD7" w:rsidP="001151E7">
            <w:pPr>
              <w:pStyle w:val="a3"/>
              <w:spacing w:line="240" w:lineRule="auto"/>
              <w:rPr>
                <w:rFonts w:ascii="HG丸ｺﾞｼｯｸM-PRO" w:eastAsia="HG丸ｺﾞｼｯｸM-PRO" w:hAnsi="HG丸ｺﾞｼｯｸM-PRO" w:cs="Arial"/>
              </w:rPr>
            </w:pPr>
          </w:p>
        </w:tc>
        <w:tc>
          <w:tcPr>
            <w:tcW w:w="370" w:type="dxa"/>
            <w:vMerge/>
            <w:tcBorders>
              <w:left w:val="single" w:sz="4" w:space="0" w:color="auto"/>
              <w:bottom w:val="nil"/>
              <w:right w:val="single" w:sz="4" w:space="0" w:color="auto"/>
            </w:tcBorders>
          </w:tcPr>
          <w:p w:rsidR="00D77CD7" w:rsidRPr="00D766ED" w:rsidRDefault="00D77CD7" w:rsidP="001151E7">
            <w:pPr>
              <w:pStyle w:val="a3"/>
              <w:spacing w:line="240" w:lineRule="auto"/>
              <w:rPr>
                <w:rFonts w:ascii="HG丸ｺﾞｼｯｸM-PRO" w:eastAsia="HG丸ｺﾞｼｯｸM-PRO" w:hAnsi="HG丸ｺﾞｼｯｸM-PRO" w:cs="Arial"/>
                <w:sz w:val="20"/>
                <w:szCs w:val="20"/>
              </w:rPr>
            </w:pPr>
          </w:p>
        </w:tc>
        <w:tc>
          <w:tcPr>
            <w:tcW w:w="3484" w:type="dxa"/>
            <w:gridSpan w:val="2"/>
            <w:vMerge/>
            <w:tcBorders>
              <w:left w:val="single" w:sz="4" w:space="0" w:color="auto"/>
            </w:tcBorders>
            <w:vAlign w:val="center"/>
          </w:tcPr>
          <w:p w:rsidR="00D77CD7" w:rsidRDefault="00D77CD7" w:rsidP="001151E7">
            <w:pPr>
              <w:jc w:val="left"/>
              <w:rPr>
                <w:rFonts w:ascii="HG丸ｺﾞｼｯｸM-PRO" w:eastAsia="HG丸ｺﾞｼｯｸM-PRO" w:hAnsi="HG丸ｺﾞｼｯｸM-PRO" w:cs="Arial"/>
                <w:kern w:val="0"/>
                <w:sz w:val="20"/>
                <w:szCs w:val="20"/>
              </w:rPr>
            </w:pPr>
          </w:p>
        </w:tc>
        <w:tc>
          <w:tcPr>
            <w:tcW w:w="1254" w:type="dxa"/>
            <w:tcBorders>
              <w:top w:val="single" w:sz="4" w:space="0" w:color="auto"/>
            </w:tcBorders>
            <w:vAlign w:val="center"/>
          </w:tcPr>
          <w:p w:rsidR="00D77CD7" w:rsidRDefault="00D77CD7" w:rsidP="008F7372">
            <w:pPr>
              <w:widowControl/>
              <w:jc w:val="left"/>
              <w:rPr>
                <w:rFonts w:ascii="HG丸ｺﾞｼｯｸM-PRO" w:eastAsia="HG丸ｺﾞｼｯｸM-PRO" w:hAnsi="HG丸ｺﾞｼｯｸM-PRO" w:cs="Arial"/>
                <w:kern w:val="0"/>
                <w:sz w:val="20"/>
                <w:szCs w:val="20"/>
              </w:rPr>
            </w:pPr>
            <w:r>
              <w:rPr>
                <w:rFonts w:ascii="HG丸ｺﾞｼｯｸM-PRO" w:eastAsia="HG丸ｺﾞｼｯｸM-PRO" w:hAnsi="HG丸ｺﾞｼｯｸM-PRO" w:cs="Arial" w:hint="eastAsia"/>
                <w:kern w:val="0"/>
                <w:sz w:val="20"/>
                <w:szCs w:val="20"/>
              </w:rPr>
              <w:t>英語</w:t>
            </w:r>
          </w:p>
          <w:p w:rsidR="00D77CD7" w:rsidRDefault="00D77CD7" w:rsidP="008F7372">
            <w:pPr>
              <w:jc w:val="left"/>
              <w:rPr>
                <w:rFonts w:ascii="HG丸ｺﾞｼｯｸM-PRO" w:eastAsia="HG丸ｺﾞｼｯｸM-PRO" w:hAnsi="HG丸ｺﾞｼｯｸM-PRO" w:cs="Arial"/>
                <w:kern w:val="0"/>
                <w:sz w:val="20"/>
                <w:szCs w:val="20"/>
              </w:rPr>
            </w:pPr>
            <w:r w:rsidRPr="004C68FC">
              <w:rPr>
                <w:rFonts w:ascii="Arial" w:eastAsia="HG丸ｺﾞｼｯｸM-PRO" w:hAnsi="Arial" w:cs="Arial"/>
                <w:sz w:val="16"/>
                <w:szCs w:val="20"/>
              </w:rPr>
              <w:t>(</w:t>
            </w:r>
            <w:r w:rsidRPr="004C68FC">
              <w:rPr>
                <w:rFonts w:ascii="Arial" w:eastAsia="HG丸ｺﾞｼｯｸM-PRO" w:hAnsi="Arial" w:cs="Arial" w:hint="eastAsia"/>
                <w:sz w:val="16"/>
                <w:szCs w:val="20"/>
              </w:rPr>
              <w:t>English)</w:t>
            </w:r>
          </w:p>
        </w:tc>
        <w:tc>
          <w:tcPr>
            <w:tcW w:w="3747" w:type="dxa"/>
            <w:gridSpan w:val="2"/>
            <w:tcBorders>
              <w:top w:val="single" w:sz="4" w:space="0" w:color="auto"/>
            </w:tcBorders>
            <w:vAlign w:val="center"/>
          </w:tcPr>
          <w:p w:rsidR="00D77CD7" w:rsidRDefault="001E4AEF" w:rsidP="00D77CD7">
            <w:pPr>
              <w:jc w:val="left"/>
              <w:rPr>
                <w:rFonts w:ascii="HG丸ｺﾞｼｯｸM-PRO" w:eastAsia="HG丸ｺﾞｼｯｸM-PRO" w:hAnsi="HG丸ｺﾞｼｯｸM-PRO" w:cs="Arial"/>
                <w:kern w:val="0"/>
                <w:sz w:val="20"/>
                <w:szCs w:val="20"/>
              </w:rPr>
            </w:pPr>
            <w:sdt>
              <w:sdtPr>
                <w:rPr>
                  <w:rFonts w:ascii="Times New Roman"/>
                  <w:sz w:val="20"/>
                  <w:szCs w:val="20"/>
                </w:rPr>
                <w:alias w:val="Enter here"/>
                <w:tag w:val="Enter here"/>
                <w:id w:val="-1320501918"/>
                <w:placeholder>
                  <w:docPart w:val="04A6FF8994D54CE6A5BDB3F99077C0D8"/>
                </w:placeholder>
                <w:showingPlcHdr/>
                <w:text/>
              </w:sdtPr>
              <w:sdtEndPr/>
              <w:sdtContent>
                <w:r w:rsidRPr="004B7244">
                  <w:rPr>
                    <w:rStyle w:val="ab"/>
                    <w:rFonts w:ascii="Arial" w:eastAsia="HG丸ｺﾞｼｯｸM-PRO" w:hAnsi="Arial" w:cs="Arial"/>
                  </w:rPr>
                  <w:t xml:space="preserve">           </w:t>
                </w:r>
                <w:r w:rsidRPr="004B7244">
                  <w:rPr>
                    <w:rFonts w:ascii="Arial" w:eastAsia="HG丸ｺﾞｼｯｸM-PRO" w:hAnsi="Arial" w:cs="Arial"/>
                    <w:sz w:val="20"/>
                  </w:rPr>
                  <w:t xml:space="preserve">  </w:t>
                </w:r>
                <w:r w:rsidRPr="004B7244">
                  <w:rPr>
                    <w:rStyle w:val="ab"/>
                    <w:rFonts w:ascii="Arial" w:eastAsia="HG丸ｺﾞｼｯｸM-PRO" w:hAnsi="Arial" w:cs="Arial"/>
                  </w:rPr>
                  <w:t xml:space="preserve">                    </w:t>
                </w:r>
              </w:sdtContent>
            </w:sdt>
          </w:p>
        </w:tc>
      </w:tr>
      <w:tr w:rsidR="00ED04C6" w:rsidTr="001151E7">
        <w:trPr>
          <w:trHeight w:hRule="exact" w:val="145"/>
        </w:trPr>
        <w:tc>
          <w:tcPr>
            <w:tcW w:w="10564" w:type="dxa"/>
            <w:gridSpan w:val="8"/>
            <w:tcBorders>
              <w:top w:val="nil"/>
              <w:left w:val="nil"/>
              <w:bottom w:val="single" w:sz="4" w:space="0" w:color="auto"/>
              <w:right w:val="nil"/>
            </w:tcBorders>
          </w:tcPr>
          <w:p w:rsidR="00ED04C6" w:rsidRDefault="00ED04C6" w:rsidP="00B70F59">
            <w:pPr>
              <w:pStyle w:val="a3"/>
              <w:spacing w:line="240" w:lineRule="auto"/>
              <w:ind w:firstLineChars="50" w:firstLine="105"/>
              <w:rPr>
                <w:rFonts w:ascii="Arial" w:eastAsia="HG丸ｺﾞｼｯｸM-PRO" w:hAnsi="Arial" w:cs="Arial"/>
                <w:sz w:val="21"/>
                <w:szCs w:val="21"/>
              </w:rPr>
            </w:pPr>
          </w:p>
        </w:tc>
      </w:tr>
      <w:tr w:rsidR="00ED04C6" w:rsidTr="004A576C">
        <w:trPr>
          <w:trHeight w:hRule="exact" w:val="2131"/>
        </w:trPr>
        <w:tc>
          <w:tcPr>
            <w:tcW w:w="10564" w:type="dxa"/>
            <w:gridSpan w:val="8"/>
            <w:tcBorders>
              <w:top w:val="single" w:sz="4" w:space="0" w:color="auto"/>
            </w:tcBorders>
          </w:tcPr>
          <w:p w:rsidR="00114DC4" w:rsidRDefault="00ED04C6" w:rsidP="00114DC4">
            <w:pPr>
              <w:pStyle w:val="a3"/>
              <w:spacing w:line="240" w:lineRule="auto"/>
              <w:jc w:val="left"/>
              <w:rPr>
                <w:rFonts w:ascii="Arial" w:eastAsia="HG丸ｺﾞｼｯｸM-PRO" w:hAnsi="Arial" w:cs="Arial"/>
                <w:sz w:val="20"/>
                <w:szCs w:val="20"/>
              </w:rPr>
            </w:pPr>
            <w:r>
              <w:rPr>
                <w:rFonts w:ascii="HG丸ｺﾞｼｯｸM-PRO" w:eastAsia="HG丸ｺﾞｼｯｸM-PRO" w:hAnsi="HG丸ｺﾞｼｯｸM-PRO" w:cs="Arial" w:hint="eastAsia"/>
                <w:sz w:val="21"/>
              </w:rPr>
              <w:t>秋田大学で勉強したい内容</w:t>
            </w:r>
            <w:r w:rsidR="00003749">
              <w:rPr>
                <w:rFonts w:ascii="HG丸ｺﾞｼｯｸM-PRO" w:eastAsia="HG丸ｺﾞｼｯｸM-PRO" w:hAnsi="HG丸ｺﾞｼｯｸM-PRO" w:cs="Arial" w:hint="eastAsia"/>
                <w:sz w:val="21"/>
              </w:rPr>
              <w:t xml:space="preserve"> </w:t>
            </w:r>
            <w:r>
              <w:rPr>
                <w:rFonts w:ascii="HG丸ｺﾞｼｯｸM-PRO" w:eastAsia="HG丸ｺﾞｼｯｸM-PRO" w:hAnsi="HG丸ｺﾞｼｯｸM-PRO" w:cs="Arial" w:hint="eastAsia"/>
                <w:sz w:val="21"/>
              </w:rPr>
              <w:t xml:space="preserve"> </w:t>
            </w:r>
            <w:r w:rsidR="00114DC4">
              <w:rPr>
                <w:rFonts w:ascii="Arial" w:eastAsia="HG丸ｺﾞｼｯｸM-PRO" w:hAnsi="Arial" w:cs="Arial"/>
                <w:sz w:val="20"/>
                <w:szCs w:val="20"/>
              </w:rPr>
              <w:t>(Things I wish to study at Akita University</w:t>
            </w:r>
            <w:r w:rsidR="00114DC4" w:rsidRPr="00606C35">
              <w:rPr>
                <w:rFonts w:ascii="Arial" w:eastAsia="HG丸ｺﾞｼｯｸM-PRO" w:hAnsi="Arial" w:cs="Arial"/>
                <w:sz w:val="20"/>
                <w:szCs w:val="20"/>
              </w:rPr>
              <w:t>)</w:t>
            </w:r>
          </w:p>
          <w:p w:rsidR="00ED04C6" w:rsidRPr="008F7372" w:rsidRDefault="001E4AEF" w:rsidP="008F7372">
            <w:pPr>
              <w:pStyle w:val="a3"/>
              <w:spacing w:line="240" w:lineRule="auto"/>
              <w:jc w:val="left"/>
              <w:rPr>
                <w:rFonts w:ascii="HG丸ｺﾞｼｯｸM-PRO" w:eastAsia="HG丸ｺﾞｼｯｸM-PRO" w:hAnsi="HG丸ｺﾞｼｯｸM-PRO" w:cs="Arial"/>
                <w:sz w:val="21"/>
              </w:rPr>
            </w:pPr>
            <w:sdt>
              <w:sdtPr>
                <w:rPr>
                  <w:rFonts w:ascii="Arial MT" w:eastAsia="Arial MT" w:hAnsi="游ゴシック" w:cs="游ゴシック"/>
                  <w:sz w:val="20"/>
                  <w:szCs w:val="22"/>
                  <w:lang w:eastAsia="en-US"/>
                </w:rPr>
                <w:alias w:val="Enter here"/>
                <w:tag w:val="Enter here"/>
                <w:id w:val="-938440940"/>
                <w:placeholder>
                  <w:docPart w:val="3CD7E57AF30E47AD9BC589EADCA9F923"/>
                </w:placeholder>
                <w:showingPlcHdr/>
                <w:text/>
              </w:sdtPr>
              <w:sdtEndPr/>
              <w:sdtContent>
                <w:r w:rsidRPr="004B7244">
                  <w:rPr>
                    <w:rStyle w:val="ab"/>
                    <w:rFonts w:ascii="Arial" w:eastAsia="HG丸ｺﾞｼｯｸM-PRO" w:hAnsi="Arial" w:cs="Arial"/>
                  </w:rPr>
                  <w:t xml:space="preserve">                                                                                                                                                                                                                                                                                                                                                                                                                          </w:t>
                </w:r>
                <w:r w:rsidRPr="004B7244">
                  <w:rPr>
                    <w:rFonts w:ascii="Arial" w:eastAsia="HG丸ｺﾞｼｯｸM-PRO" w:hAnsi="Arial" w:cs="Arial"/>
                    <w:sz w:val="20"/>
                  </w:rPr>
                  <w:t xml:space="preserve">  </w:t>
                </w:r>
                <w:r w:rsidRPr="004B7244">
                  <w:rPr>
                    <w:rStyle w:val="ab"/>
                    <w:rFonts w:ascii="Arial" w:eastAsia="HG丸ｺﾞｼｯｸM-PRO" w:hAnsi="Arial" w:cs="Arial"/>
                  </w:rPr>
                  <w:t xml:space="preserve">                                                                                                         </w:t>
                </w:r>
              </w:sdtContent>
            </w:sdt>
          </w:p>
        </w:tc>
      </w:tr>
    </w:tbl>
    <w:p w:rsidR="001151E7" w:rsidRPr="00095A54" w:rsidRDefault="001151E7" w:rsidP="001151E7">
      <w:pPr>
        <w:pStyle w:val="a3"/>
        <w:spacing w:line="240" w:lineRule="auto"/>
        <w:rPr>
          <w:rFonts w:ascii="HG丸ｺﾞｼｯｸM-PRO" w:eastAsia="HG丸ｺﾞｼｯｸM-PRO" w:hAnsi="HG丸ｺﾞｼｯｸM-PRO" w:cs="Arial"/>
          <w:sz w:val="16"/>
        </w:rPr>
      </w:pPr>
    </w:p>
    <w:p w:rsidR="004C68FC" w:rsidRDefault="001151E7" w:rsidP="004C68FC">
      <w:pPr>
        <w:pStyle w:val="aa"/>
        <w:ind w:firstLineChars="100" w:firstLine="240"/>
        <w:rPr>
          <w:rFonts w:ascii="Arial" w:eastAsia="HG丸ｺﾞｼｯｸM-PRO" w:hAnsi="Arial" w:cs="Arial"/>
          <w:spacing w:val="20"/>
          <w:sz w:val="20"/>
        </w:rPr>
      </w:pPr>
      <w:r w:rsidRPr="001461E2">
        <w:rPr>
          <w:rFonts w:ascii="Arial" w:eastAsia="HG丸ｺﾞｼｯｸM-PRO" w:hAnsi="Arial" w:cs="Arial"/>
          <w:spacing w:val="20"/>
          <w:sz w:val="20"/>
        </w:rPr>
        <w:t>学</w:t>
      </w:r>
      <w:r w:rsidRPr="001461E2">
        <w:rPr>
          <w:rFonts w:ascii="Arial" w:eastAsia="HG丸ｺﾞｼｯｸM-PRO" w:hAnsi="Arial" w:cs="Arial"/>
          <w:spacing w:val="20"/>
          <w:sz w:val="20"/>
        </w:rPr>
        <w:t xml:space="preserve">   </w:t>
      </w:r>
      <w:r w:rsidRPr="001461E2">
        <w:rPr>
          <w:rFonts w:ascii="Arial" w:eastAsia="HG丸ｺﾞｼｯｸM-PRO" w:hAnsi="Arial" w:cs="Arial"/>
          <w:spacing w:val="20"/>
          <w:sz w:val="20"/>
        </w:rPr>
        <w:t>歴</w:t>
      </w:r>
      <w:r w:rsidRPr="001461E2">
        <w:rPr>
          <w:rFonts w:ascii="Arial" w:eastAsia="HG丸ｺﾞｼｯｸM-PRO" w:hAnsi="Arial" w:cs="Arial"/>
          <w:spacing w:val="20"/>
          <w:sz w:val="20"/>
        </w:rPr>
        <w:t>(Educational</w:t>
      </w:r>
      <w:r w:rsidRPr="001461E2">
        <w:rPr>
          <w:rFonts w:ascii="Arial" w:eastAsia="HG丸ｺﾞｼｯｸM-PRO" w:hAnsi="Arial" w:cs="Arial"/>
          <w:spacing w:val="20"/>
          <w:sz w:val="20"/>
        </w:rPr>
        <w:t xml:space="preserve">　</w:t>
      </w:r>
      <w:r w:rsidRPr="001461E2">
        <w:rPr>
          <w:rFonts w:ascii="Arial" w:eastAsia="HG丸ｺﾞｼｯｸM-PRO" w:hAnsi="Arial" w:cs="Arial"/>
          <w:spacing w:val="20"/>
          <w:sz w:val="20"/>
        </w:rPr>
        <w:t>Background)</w:t>
      </w:r>
    </w:p>
    <w:tbl>
      <w:tblPr>
        <w:tblW w:w="10509" w:type="dxa"/>
        <w:tblInd w:w="108" w:type="dxa"/>
        <w:tblLayout w:type="fixed"/>
        <w:tblCellMar>
          <w:left w:w="56" w:type="dxa"/>
          <w:right w:w="56" w:type="dxa"/>
        </w:tblCellMar>
        <w:tblLook w:val="0000" w:firstRow="0" w:lastRow="0" w:firstColumn="0" w:lastColumn="0" w:noHBand="0" w:noVBand="0"/>
      </w:tblPr>
      <w:tblGrid>
        <w:gridCol w:w="1305"/>
        <w:gridCol w:w="1134"/>
        <w:gridCol w:w="2268"/>
        <w:gridCol w:w="1134"/>
        <w:gridCol w:w="850"/>
        <w:gridCol w:w="1276"/>
        <w:gridCol w:w="1276"/>
        <w:gridCol w:w="1266"/>
      </w:tblGrid>
      <w:tr w:rsidR="008D720D" w:rsidRPr="008D720D" w:rsidTr="003B6722">
        <w:trPr>
          <w:cantSplit/>
          <w:trHeight w:val="550"/>
        </w:trPr>
        <w:tc>
          <w:tcPr>
            <w:tcW w:w="1305" w:type="dxa"/>
            <w:vMerge w:val="restart"/>
            <w:tcBorders>
              <w:top w:val="single" w:sz="4" w:space="0" w:color="auto"/>
              <w:left w:val="single" w:sz="4" w:space="0" w:color="auto"/>
              <w:bottom w:val="nil"/>
              <w:tl2br w:val="single" w:sz="4" w:space="0" w:color="auto"/>
            </w:tcBorders>
            <w:vAlign w:val="bottom"/>
          </w:tcPr>
          <w:p w:rsidR="008D720D" w:rsidRPr="008D720D" w:rsidRDefault="008D720D" w:rsidP="008D720D">
            <w:pPr>
              <w:autoSpaceDE w:val="0"/>
              <w:autoSpaceDN w:val="0"/>
              <w:adjustRightInd w:val="0"/>
              <w:rPr>
                <w:rFonts w:ascii="Arial" w:eastAsia="HG丸ｺﾞｼｯｸM-PRO" w:hAnsi="Arial" w:cs="Arial"/>
                <w:kern w:val="0"/>
                <w:sz w:val="20"/>
                <w:szCs w:val="20"/>
              </w:rPr>
            </w:pPr>
          </w:p>
        </w:tc>
        <w:tc>
          <w:tcPr>
            <w:tcW w:w="3402" w:type="dxa"/>
            <w:gridSpan w:val="2"/>
            <w:tcBorders>
              <w:top w:val="single" w:sz="4" w:space="0" w:color="auto"/>
              <w:left w:val="single" w:sz="4" w:space="0" w:color="auto"/>
              <w:bottom w:val="nil"/>
            </w:tcBorders>
            <w:vAlign w:val="center"/>
          </w:tcPr>
          <w:p w:rsidR="008D720D" w:rsidRPr="00AB4F97" w:rsidRDefault="008D720D" w:rsidP="008D720D">
            <w:pPr>
              <w:autoSpaceDE w:val="0"/>
              <w:autoSpaceDN w:val="0"/>
              <w:adjustRightInd w:val="0"/>
              <w:jc w:val="center"/>
              <w:rPr>
                <w:rFonts w:ascii="Arial" w:eastAsia="HG丸ｺﾞｼｯｸM-PRO" w:hAnsi="Arial" w:cs="Arial"/>
                <w:spacing w:val="2"/>
                <w:kern w:val="0"/>
                <w:sz w:val="20"/>
                <w:szCs w:val="20"/>
              </w:rPr>
            </w:pPr>
            <w:r w:rsidRPr="00AB4F97">
              <w:rPr>
                <w:rFonts w:ascii="Arial" w:eastAsia="HG丸ｺﾞｼｯｸM-PRO" w:hAnsi="Arial" w:cs="Arial"/>
                <w:spacing w:val="2"/>
                <w:kern w:val="0"/>
                <w:sz w:val="20"/>
                <w:szCs w:val="20"/>
              </w:rPr>
              <w:t>学校名及び所在地</w:t>
            </w:r>
          </w:p>
        </w:tc>
        <w:tc>
          <w:tcPr>
            <w:tcW w:w="1134" w:type="dxa"/>
            <w:tcBorders>
              <w:top w:val="single" w:sz="4" w:space="0" w:color="auto"/>
              <w:left w:val="single" w:sz="4" w:space="0" w:color="auto"/>
              <w:bottom w:val="nil"/>
            </w:tcBorders>
            <w:vAlign w:val="center"/>
          </w:tcPr>
          <w:p w:rsidR="008D720D" w:rsidRPr="00AB4F97" w:rsidRDefault="008D720D" w:rsidP="008D720D">
            <w:pPr>
              <w:autoSpaceDE w:val="0"/>
              <w:autoSpaceDN w:val="0"/>
              <w:adjustRightInd w:val="0"/>
              <w:jc w:val="center"/>
              <w:rPr>
                <w:rFonts w:ascii="Arial" w:eastAsia="HG丸ｺﾞｼｯｸM-PRO" w:hAnsi="Arial" w:cs="Arial"/>
                <w:spacing w:val="-2"/>
                <w:kern w:val="0"/>
                <w:sz w:val="20"/>
                <w:szCs w:val="20"/>
              </w:rPr>
            </w:pPr>
            <w:r w:rsidRPr="00AB4F97">
              <w:rPr>
                <w:rFonts w:ascii="Arial" w:eastAsia="HG丸ｺﾞｼｯｸM-PRO" w:hAnsi="Arial" w:cs="Arial"/>
                <w:spacing w:val="-2"/>
                <w:kern w:val="0"/>
                <w:sz w:val="20"/>
                <w:szCs w:val="20"/>
              </w:rPr>
              <w:t>正規の</w:t>
            </w:r>
          </w:p>
          <w:p w:rsidR="008D720D" w:rsidRPr="00AB4F97" w:rsidRDefault="008D720D" w:rsidP="008D720D">
            <w:pPr>
              <w:autoSpaceDE w:val="0"/>
              <w:autoSpaceDN w:val="0"/>
              <w:adjustRightInd w:val="0"/>
              <w:jc w:val="center"/>
              <w:rPr>
                <w:rFonts w:ascii="Arial" w:eastAsia="HG丸ｺﾞｼｯｸM-PRO" w:hAnsi="Arial" w:cs="Arial"/>
                <w:spacing w:val="-2"/>
                <w:kern w:val="0"/>
                <w:sz w:val="20"/>
                <w:szCs w:val="20"/>
              </w:rPr>
            </w:pPr>
            <w:r w:rsidRPr="00AB4F97">
              <w:rPr>
                <w:rFonts w:ascii="Arial" w:eastAsia="HG丸ｺﾞｼｯｸM-PRO" w:hAnsi="Arial" w:cs="Arial"/>
                <w:spacing w:val="-2"/>
                <w:kern w:val="0"/>
                <w:sz w:val="20"/>
                <w:szCs w:val="20"/>
              </w:rPr>
              <w:t>修学年数</w:t>
            </w:r>
          </w:p>
        </w:tc>
        <w:tc>
          <w:tcPr>
            <w:tcW w:w="2126" w:type="dxa"/>
            <w:gridSpan w:val="2"/>
            <w:tcBorders>
              <w:top w:val="single" w:sz="4" w:space="0" w:color="auto"/>
              <w:left w:val="single" w:sz="4" w:space="0" w:color="auto"/>
              <w:bottom w:val="nil"/>
            </w:tcBorders>
            <w:vAlign w:val="center"/>
          </w:tcPr>
          <w:p w:rsidR="008D720D" w:rsidRPr="00C04E73" w:rsidRDefault="00C04E73" w:rsidP="00C04E73">
            <w:pPr>
              <w:autoSpaceDE w:val="0"/>
              <w:autoSpaceDN w:val="0"/>
              <w:adjustRightInd w:val="0"/>
              <w:jc w:val="center"/>
              <w:rPr>
                <w:rFonts w:ascii="Arial" w:eastAsia="HG丸ｺﾞｼｯｸM-PRO" w:hAnsi="Arial" w:cs="Arial"/>
                <w:spacing w:val="-2"/>
                <w:kern w:val="0"/>
                <w:sz w:val="20"/>
                <w:szCs w:val="20"/>
              </w:rPr>
            </w:pPr>
            <w:r>
              <w:rPr>
                <w:rFonts w:ascii="Arial" w:eastAsia="HG丸ｺﾞｼｯｸM-PRO" w:hAnsi="Arial" w:cs="Arial"/>
                <w:spacing w:val="-2"/>
                <w:kern w:val="0"/>
                <w:sz w:val="20"/>
                <w:szCs w:val="20"/>
              </w:rPr>
              <w:t>入学</w:t>
            </w:r>
            <w:r>
              <w:rPr>
                <w:rFonts w:ascii="Arial" w:eastAsia="HG丸ｺﾞｼｯｸM-PRO" w:hAnsi="Arial" w:cs="Arial" w:hint="eastAsia"/>
                <w:spacing w:val="-2"/>
                <w:kern w:val="0"/>
                <w:sz w:val="20"/>
                <w:szCs w:val="20"/>
              </w:rPr>
              <w:t>と</w:t>
            </w:r>
            <w:r w:rsidR="008D720D" w:rsidRPr="00AB4F97">
              <w:rPr>
                <w:rFonts w:ascii="Arial" w:eastAsia="HG丸ｺﾞｼｯｸM-PRO" w:hAnsi="Arial" w:cs="Arial"/>
                <w:spacing w:val="-2"/>
                <w:kern w:val="0"/>
                <w:sz w:val="20"/>
                <w:szCs w:val="20"/>
              </w:rPr>
              <w:t>卒業</w:t>
            </w:r>
            <w:r>
              <w:rPr>
                <w:rFonts w:ascii="Arial" w:eastAsia="HG丸ｺﾞｼｯｸM-PRO" w:hAnsi="Arial" w:cs="Arial" w:hint="eastAsia"/>
                <w:spacing w:val="-2"/>
                <w:kern w:val="0"/>
                <w:sz w:val="20"/>
                <w:szCs w:val="20"/>
              </w:rPr>
              <w:t>の</w:t>
            </w:r>
            <w:r w:rsidR="008D720D" w:rsidRPr="00AB4F97">
              <w:rPr>
                <w:rFonts w:ascii="Arial" w:eastAsia="HG丸ｺﾞｼｯｸM-PRO" w:hAnsi="Arial" w:cs="Arial"/>
                <w:spacing w:val="-2"/>
                <w:kern w:val="0"/>
                <w:sz w:val="20"/>
                <w:szCs w:val="20"/>
              </w:rPr>
              <w:t>年月</w:t>
            </w:r>
          </w:p>
        </w:tc>
        <w:tc>
          <w:tcPr>
            <w:tcW w:w="1276" w:type="dxa"/>
            <w:tcBorders>
              <w:top w:val="single" w:sz="4" w:space="0" w:color="auto"/>
              <w:left w:val="single" w:sz="4" w:space="0" w:color="auto"/>
              <w:bottom w:val="nil"/>
            </w:tcBorders>
            <w:vAlign w:val="center"/>
          </w:tcPr>
          <w:p w:rsidR="008D720D" w:rsidRPr="00AB4F97" w:rsidRDefault="008D720D" w:rsidP="008D720D">
            <w:pPr>
              <w:autoSpaceDE w:val="0"/>
              <w:autoSpaceDN w:val="0"/>
              <w:adjustRightInd w:val="0"/>
              <w:jc w:val="center"/>
              <w:rPr>
                <w:rFonts w:ascii="Arial" w:eastAsia="HG丸ｺﾞｼｯｸM-PRO" w:hAnsi="Arial" w:cs="Arial"/>
                <w:kern w:val="0"/>
                <w:sz w:val="20"/>
                <w:szCs w:val="20"/>
              </w:rPr>
            </w:pPr>
            <w:r w:rsidRPr="00AB4F97">
              <w:rPr>
                <w:rFonts w:ascii="Arial" w:eastAsia="HG丸ｺﾞｼｯｸM-PRO" w:hAnsi="Arial" w:cs="Arial"/>
                <w:spacing w:val="-2"/>
                <w:kern w:val="0"/>
                <w:sz w:val="20"/>
                <w:szCs w:val="20"/>
              </w:rPr>
              <w:t>専攻科目</w:t>
            </w:r>
          </w:p>
        </w:tc>
        <w:tc>
          <w:tcPr>
            <w:tcW w:w="1266" w:type="dxa"/>
            <w:tcBorders>
              <w:top w:val="single" w:sz="4" w:space="0" w:color="auto"/>
              <w:left w:val="single" w:sz="4" w:space="0" w:color="auto"/>
              <w:bottom w:val="nil"/>
              <w:right w:val="single" w:sz="4" w:space="0" w:color="auto"/>
            </w:tcBorders>
            <w:vAlign w:val="center"/>
          </w:tcPr>
          <w:p w:rsidR="008D720D" w:rsidRPr="00AB4F97" w:rsidRDefault="008D720D" w:rsidP="008D720D">
            <w:pPr>
              <w:autoSpaceDE w:val="0"/>
              <w:autoSpaceDN w:val="0"/>
              <w:adjustRightInd w:val="0"/>
              <w:jc w:val="center"/>
              <w:rPr>
                <w:rFonts w:ascii="Arial" w:eastAsia="HG丸ｺﾞｼｯｸM-PRO" w:hAnsi="Arial" w:cs="Arial"/>
                <w:kern w:val="0"/>
                <w:sz w:val="20"/>
                <w:szCs w:val="20"/>
              </w:rPr>
            </w:pPr>
            <w:r w:rsidRPr="00AB4F97">
              <w:rPr>
                <w:rFonts w:ascii="Arial" w:eastAsia="HG丸ｺﾞｼｯｸM-PRO" w:hAnsi="Arial" w:cs="Arial"/>
                <w:spacing w:val="-2"/>
                <w:kern w:val="0"/>
                <w:sz w:val="20"/>
                <w:szCs w:val="20"/>
              </w:rPr>
              <w:t>学位－</w:t>
            </w:r>
            <w:r w:rsidRPr="00AB4F97">
              <w:rPr>
                <w:rFonts w:ascii="Arial" w:eastAsia="HG丸ｺﾞｼｯｸM-PRO" w:hAnsi="Arial" w:cs="Arial"/>
                <w:spacing w:val="-14"/>
                <w:kern w:val="0"/>
                <w:sz w:val="20"/>
                <w:szCs w:val="20"/>
              </w:rPr>
              <w:t>資格－</w:t>
            </w:r>
          </w:p>
        </w:tc>
      </w:tr>
      <w:tr w:rsidR="00095A54" w:rsidRPr="008D720D" w:rsidTr="003B6722">
        <w:trPr>
          <w:cantSplit/>
          <w:trHeight w:val="629"/>
        </w:trPr>
        <w:tc>
          <w:tcPr>
            <w:tcW w:w="1305" w:type="dxa"/>
            <w:vMerge/>
            <w:tcBorders>
              <w:left w:val="single" w:sz="4" w:space="0" w:color="auto"/>
              <w:bottom w:val="single" w:sz="4" w:space="0" w:color="auto"/>
            </w:tcBorders>
          </w:tcPr>
          <w:p w:rsidR="00095A54" w:rsidRPr="008D720D" w:rsidRDefault="00095A54" w:rsidP="008D720D">
            <w:pPr>
              <w:autoSpaceDE w:val="0"/>
              <w:autoSpaceDN w:val="0"/>
              <w:adjustRightInd w:val="0"/>
              <w:rPr>
                <w:rFonts w:ascii="Arial" w:eastAsia="HG丸ｺﾞｼｯｸM-PRO" w:hAnsi="Arial" w:cs="Arial"/>
                <w:kern w:val="0"/>
                <w:sz w:val="20"/>
                <w:szCs w:val="20"/>
              </w:rPr>
            </w:pPr>
          </w:p>
        </w:tc>
        <w:tc>
          <w:tcPr>
            <w:tcW w:w="3402" w:type="dxa"/>
            <w:gridSpan w:val="2"/>
            <w:tcBorders>
              <w:left w:val="single" w:sz="4" w:space="0" w:color="auto"/>
              <w:bottom w:val="single" w:sz="4" w:space="0" w:color="auto"/>
            </w:tcBorders>
            <w:vAlign w:val="center"/>
          </w:tcPr>
          <w:p w:rsidR="00095A54" w:rsidRPr="00613D2F" w:rsidRDefault="00095A54" w:rsidP="008D720D">
            <w:pPr>
              <w:autoSpaceDE w:val="0"/>
              <w:autoSpaceDN w:val="0"/>
              <w:adjustRightInd w:val="0"/>
              <w:jc w:val="center"/>
              <w:rPr>
                <w:rFonts w:ascii="Arial" w:eastAsia="HG丸ｺﾞｼｯｸM-PRO" w:hAnsi="Arial" w:cs="Arial"/>
                <w:spacing w:val="10"/>
                <w:kern w:val="0"/>
                <w:sz w:val="16"/>
                <w:szCs w:val="16"/>
              </w:rPr>
            </w:pPr>
            <w:r w:rsidRPr="00613D2F">
              <w:rPr>
                <w:rFonts w:ascii="Arial" w:eastAsia="HG丸ｺﾞｼｯｸM-PRO" w:hAnsi="Arial" w:cs="Arial"/>
                <w:spacing w:val="10"/>
                <w:kern w:val="0"/>
                <w:sz w:val="16"/>
                <w:szCs w:val="16"/>
              </w:rPr>
              <w:t xml:space="preserve">Name and </w:t>
            </w:r>
            <w:r w:rsidR="00613D2F" w:rsidRPr="00613D2F">
              <w:rPr>
                <w:rFonts w:ascii="Arial" w:eastAsia="HG丸ｺﾞｼｯｸM-PRO" w:hAnsi="Arial" w:cs="Arial"/>
                <w:kern w:val="0"/>
                <w:sz w:val="16"/>
                <w:szCs w:val="16"/>
              </w:rPr>
              <w:t>Location</w:t>
            </w:r>
            <w:r w:rsidRPr="00613D2F">
              <w:rPr>
                <w:rFonts w:ascii="Arial" w:eastAsia="HG丸ｺﾞｼｯｸM-PRO" w:hAnsi="Arial" w:cs="Arial"/>
                <w:spacing w:val="10"/>
                <w:kern w:val="0"/>
                <w:sz w:val="16"/>
                <w:szCs w:val="16"/>
              </w:rPr>
              <w:t xml:space="preserve"> of School</w:t>
            </w:r>
          </w:p>
        </w:tc>
        <w:tc>
          <w:tcPr>
            <w:tcW w:w="1134" w:type="dxa"/>
            <w:tcBorders>
              <w:left w:val="single" w:sz="4" w:space="0" w:color="auto"/>
              <w:bottom w:val="single" w:sz="4" w:space="0" w:color="auto"/>
            </w:tcBorders>
            <w:vAlign w:val="center"/>
          </w:tcPr>
          <w:p w:rsidR="00095A54" w:rsidRPr="008D720D" w:rsidRDefault="00095A54" w:rsidP="008D720D">
            <w:pPr>
              <w:autoSpaceDE w:val="0"/>
              <w:autoSpaceDN w:val="0"/>
              <w:adjustRightInd w:val="0"/>
              <w:ind w:left="90" w:hangingChars="50" w:hanging="90"/>
              <w:jc w:val="center"/>
              <w:rPr>
                <w:rFonts w:ascii="Arial" w:eastAsia="HG丸ｺﾞｼｯｸM-PRO" w:hAnsi="Arial" w:cs="Arial"/>
                <w:spacing w:val="10"/>
                <w:kern w:val="0"/>
                <w:sz w:val="16"/>
                <w:szCs w:val="16"/>
              </w:rPr>
            </w:pPr>
            <w:r w:rsidRPr="008D720D">
              <w:rPr>
                <w:rFonts w:ascii="Arial" w:eastAsia="HG丸ｺﾞｼｯｸM-PRO" w:hAnsi="Arial" w:cs="Arial"/>
                <w:spacing w:val="10"/>
                <w:kern w:val="0"/>
                <w:sz w:val="16"/>
                <w:szCs w:val="16"/>
              </w:rPr>
              <w:t>Required Years of</w:t>
            </w:r>
            <w:r w:rsidRPr="008D720D">
              <w:rPr>
                <w:rFonts w:ascii="Arial" w:eastAsia="HG丸ｺﾞｼｯｸM-PRO" w:hAnsi="Arial" w:cs="Arial" w:hint="eastAsia"/>
                <w:spacing w:val="10"/>
                <w:kern w:val="0"/>
                <w:sz w:val="16"/>
                <w:szCs w:val="16"/>
              </w:rPr>
              <w:t xml:space="preserve"> </w:t>
            </w:r>
            <w:r w:rsidR="00613D2F">
              <w:rPr>
                <w:rFonts w:ascii="Arial" w:eastAsia="HG丸ｺﾞｼｯｸM-PRO" w:hAnsi="Arial" w:cs="Arial"/>
                <w:spacing w:val="10"/>
                <w:kern w:val="0"/>
                <w:sz w:val="16"/>
                <w:szCs w:val="16"/>
              </w:rPr>
              <w:t>Study</w:t>
            </w:r>
          </w:p>
        </w:tc>
        <w:tc>
          <w:tcPr>
            <w:tcW w:w="2126" w:type="dxa"/>
            <w:gridSpan w:val="2"/>
            <w:tcBorders>
              <w:left w:val="single" w:sz="4" w:space="0" w:color="auto"/>
              <w:bottom w:val="single" w:sz="4" w:space="0" w:color="auto"/>
            </w:tcBorders>
            <w:vAlign w:val="center"/>
          </w:tcPr>
          <w:p w:rsidR="00613D2F" w:rsidRDefault="00305E26" w:rsidP="00305E26">
            <w:pPr>
              <w:autoSpaceDE w:val="0"/>
              <w:autoSpaceDN w:val="0"/>
              <w:adjustRightInd w:val="0"/>
              <w:jc w:val="center"/>
              <w:rPr>
                <w:rFonts w:ascii="Arial" w:eastAsia="HG丸ｺﾞｼｯｸM-PRO" w:hAnsi="Arial" w:cs="Arial"/>
                <w:spacing w:val="6"/>
                <w:kern w:val="0"/>
                <w:sz w:val="16"/>
                <w:szCs w:val="16"/>
              </w:rPr>
            </w:pPr>
            <w:r w:rsidRPr="00305E26">
              <w:rPr>
                <w:rFonts w:ascii="Arial" w:eastAsia="HG丸ｺﾞｼｯｸM-PRO" w:hAnsi="Arial" w:cs="Arial"/>
                <w:spacing w:val="6"/>
                <w:kern w:val="0"/>
                <w:sz w:val="16"/>
                <w:szCs w:val="16"/>
              </w:rPr>
              <w:t xml:space="preserve">Years of </w:t>
            </w:r>
          </w:p>
          <w:p w:rsidR="00095A54" w:rsidRPr="008D720D" w:rsidRDefault="00305E26" w:rsidP="00305E26">
            <w:pPr>
              <w:autoSpaceDE w:val="0"/>
              <w:autoSpaceDN w:val="0"/>
              <w:adjustRightInd w:val="0"/>
              <w:jc w:val="center"/>
              <w:rPr>
                <w:rFonts w:ascii="Arial" w:eastAsia="HG丸ｺﾞｼｯｸM-PRO" w:hAnsi="Arial" w:cs="Arial"/>
                <w:spacing w:val="6"/>
                <w:kern w:val="0"/>
                <w:sz w:val="16"/>
                <w:szCs w:val="16"/>
              </w:rPr>
            </w:pPr>
            <w:r w:rsidRPr="00305E26">
              <w:rPr>
                <w:rFonts w:ascii="Arial" w:eastAsia="HG丸ｺﾞｼｯｸM-PRO" w:hAnsi="Arial" w:cs="Arial"/>
                <w:spacing w:val="6"/>
                <w:kern w:val="0"/>
                <w:sz w:val="16"/>
                <w:szCs w:val="16"/>
              </w:rPr>
              <w:t>enrollment and graduation</w:t>
            </w:r>
          </w:p>
        </w:tc>
        <w:tc>
          <w:tcPr>
            <w:tcW w:w="1276" w:type="dxa"/>
            <w:tcBorders>
              <w:left w:val="single" w:sz="4" w:space="0" w:color="auto"/>
              <w:bottom w:val="single" w:sz="4" w:space="0" w:color="auto"/>
            </w:tcBorders>
            <w:vAlign w:val="center"/>
          </w:tcPr>
          <w:p w:rsidR="00095A54" w:rsidRPr="008D720D" w:rsidRDefault="00095A54" w:rsidP="008D720D">
            <w:pPr>
              <w:autoSpaceDE w:val="0"/>
              <w:autoSpaceDN w:val="0"/>
              <w:adjustRightInd w:val="0"/>
              <w:jc w:val="center"/>
              <w:rPr>
                <w:rFonts w:ascii="Arial" w:eastAsia="HG丸ｺﾞｼｯｸM-PRO" w:hAnsi="Arial" w:cs="Arial"/>
                <w:spacing w:val="10"/>
                <w:kern w:val="0"/>
                <w:sz w:val="16"/>
                <w:szCs w:val="16"/>
              </w:rPr>
            </w:pPr>
            <w:r w:rsidRPr="008D720D">
              <w:rPr>
                <w:rFonts w:ascii="Arial" w:eastAsia="HG丸ｺﾞｼｯｸM-PRO" w:hAnsi="Arial" w:cs="Arial"/>
                <w:spacing w:val="10"/>
                <w:kern w:val="0"/>
                <w:sz w:val="16"/>
                <w:szCs w:val="16"/>
              </w:rPr>
              <w:t>Majoring</w:t>
            </w:r>
            <w:r w:rsidRPr="008D720D">
              <w:rPr>
                <w:rFonts w:ascii="Arial" w:eastAsia="HG丸ｺﾞｼｯｸM-PRO" w:hAnsi="Arial" w:cs="Arial" w:hint="eastAsia"/>
                <w:spacing w:val="10"/>
                <w:kern w:val="0"/>
                <w:sz w:val="16"/>
                <w:szCs w:val="16"/>
              </w:rPr>
              <w:t xml:space="preserve"> </w:t>
            </w:r>
            <w:r w:rsidR="00613D2F">
              <w:rPr>
                <w:rFonts w:ascii="Arial" w:eastAsia="HG丸ｺﾞｼｯｸM-PRO" w:hAnsi="Arial" w:cs="Arial"/>
                <w:spacing w:val="10"/>
                <w:kern w:val="0"/>
                <w:sz w:val="16"/>
                <w:szCs w:val="16"/>
              </w:rPr>
              <w:t>Subject</w:t>
            </w:r>
          </w:p>
        </w:tc>
        <w:tc>
          <w:tcPr>
            <w:tcW w:w="1266" w:type="dxa"/>
            <w:tcBorders>
              <w:left w:val="single" w:sz="4" w:space="0" w:color="auto"/>
              <w:bottom w:val="single" w:sz="4" w:space="0" w:color="auto"/>
              <w:right w:val="single" w:sz="4" w:space="0" w:color="auto"/>
            </w:tcBorders>
            <w:vAlign w:val="center"/>
          </w:tcPr>
          <w:p w:rsidR="00095A54" w:rsidRPr="008D720D" w:rsidRDefault="00095A54" w:rsidP="008D720D">
            <w:pPr>
              <w:autoSpaceDE w:val="0"/>
              <w:autoSpaceDN w:val="0"/>
              <w:adjustRightInd w:val="0"/>
              <w:jc w:val="center"/>
              <w:rPr>
                <w:rFonts w:ascii="Arial" w:eastAsia="HG丸ｺﾞｼｯｸM-PRO" w:hAnsi="Arial" w:cs="Arial"/>
                <w:spacing w:val="10"/>
                <w:kern w:val="0"/>
                <w:sz w:val="16"/>
                <w:szCs w:val="16"/>
              </w:rPr>
            </w:pPr>
            <w:r w:rsidRPr="008D720D">
              <w:rPr>
                <w:rFonts w:ascii="Arial" w:eastAsia="HG丸ｺﾞｼｯｸM-PRO" w:hAnsi="Arial" w:cs="Arial"/>
                <w:spacing w:val="10"/>
                <w:kern w:val="0"/>
                <w:sz w:val="16"/>
                <w:szCs w:val="16"/>
              </w:rPr>
              <w:t>Diploma</w:t>
            </w:r>
            <w:r w:rsidRPr="008D720D">
              <w:rPr>
                <w:rFonts w:ascii="Arial" w:eastAsia="HG丸ｺﾞｼｯｸM-PRO" w:hAnsi="Arial" w:cs="Arial" w:hint="eastAsia"/>
                <w:spacing w:val="10"/>
                <w:kern w:val="0"/>
                <w:sz w:val="16"/>
                <w:szCs w:val="16"/>
              </w:rPr>
              <w:t xml:space="preserve"> </w:t>
            </w:r>
            <w:r w:rsidRPr="008D720D">
              <w:rPr>
                <w:rFonts w:ascii="Arial" w:eastAsia="HG丸ｺﾞｼｯｸM-PRO" w:hAnsi="Arial" w:cs="Arial"/>
                <w:spacing w:val="10"/>
                <w:kern w:val="0"/>
                <w:sz w:val="16"/>
                <w:szCs w:val="16"/>
              </w:rPr>
              <w:t>or Degree</w:t>
            </w:r>
            <w:r w:rsidRPr="008D720D">
              <w:rPr>
                <w:rFonts w:ascii="Arial" w:eastAsia="HG丸ｺﾞｼｯｸM-PRO" w:hAnsi="Arial" w:cs="Arial" w:hint="eastAsia"/>
                <w:spacing w:val="10"/>
                <w:kern w:val="0"/>
                <w:sz w:val="16"/>
                <w:szCs w:val="16"/>
              </w:rPr>
              <w:t xml:space="preserve"> </w:t>
            </w:r>
            <w:r w:rsidR="00613D2F">
              <w:rPr>
                <w:rFonts w:ascii="Arial" w:eastAsia="HG丸ｺﾞｼｯｸM-PRO" w:hAnsi="Arial" w:cs="Arial"/>
                <w:spacing w:val="10"/>
                <w:kern w:val="0"/>
                <w:sz w:val="16"/>
                <w:szCs w:val="16"/>
              </w:rPr>
              <w:t>awarded</w:t>
            </w:r>
          </w:p>
        </w:tc>
      </w:tr>
      <w:tr w:rsidR="004B7244" w:rsidRPr="008D720D" w:rsidTr="00C04E73">
        <w:trPr>
          <w:cantSplit/>
          <w:trHeight w:val="544"/>
        </w:trPr>
        <w:tc>
          <w:tcPr>
            <w:tcW w:w="1305" w:type="dxa"/>
            <w:vMerge w:val="restart"/>
            <w:tcBorders>
              <w:left w:val="single" w:sz="4" w:space="0" w:color="auto"/>
            </w:tcBorders>
            <w:vAlign w:val="center"/>
          </w:tcPr>
          <w:p w:rsidR="004B7244" w:rsidRPr="008D720D" w:rsidRDefault="004B7244" w:rsidP="004B7244">
            <w:pPr>
              <w:autoSpaceDE w:val="0"/>
              <w:autoSpaceDN w:val="0"/>
              <w:adjustRightInd w:val="0"/>
              <w:jc w:val="left"/>
              <w:rPr>
                <w:rFonts w:ascii="Arial" w:eastAsia="HG丸ｺﾞｼｯｸM-PRO" w:hAnsi="Arial" w:cs="Arial"/>
                <w:kern w:val="0"/>
                <w:sz w:val="20"/>
                <w:szCs w:val="20"/>
              </w:rPr>
            </w:pPr>
            <w:r w:rsidRPr="008D720D">
              <w:rPr>
                <w:rFonts w:ascii="Arial" w:eastAsia="HG丸ｺﾞｼｯｸM-PRO" w:hAnsi="Arial" w:cs="Arial"/>
                <w:kern w:val="0"/>
                <w:sz w:val="20"/>
                <w:szCs w:val="20"/>
              </w:rPr>
              <w:t>小学校</w:t>
            </w:r>
          </w:p>
          <w:p w:rsidR="004B7244" w:rsidRPr="00613D2F" w:rsidRDefault="004B7244" w:rsidP="00613D2F">
            <w:pPr>
              <w:autoSpaceDE w:val="0"/>
              <w:autoSpaceDN w:val="0"/>
              <w:adjustRightInd w:val="0"/>
              <w:jc w:val="left"/>
              <w:rPr>
                <w:rFonts w:ascii="Arial" w:eastAsia="HG丸ｺﾞｼｯｸM-PRO" w:hAnsi="Arial" w:cs="Arial"/>
                <w:kern w:val="0"/>
                <w:sz w:val="14"/>
                <w:szCs w:val="14"/>
              </w:rPr>
            </w:pPr>
            <w:r w:rsidRPr="00613D2F">
              <w:rPr>
                <w:rFonts w:ascii="Arial" w:eastAsia="HG丸ｺﾞｼｯｸM-PRO" w:hAnsi="Arial" w:cs="Arial"/>
                <w:spacing w:val="10"/>
                <w:kern w:val="0"/>
                <w:sz w:val="14"/>
                <w:szCs w:val="14"/>
              </w:rPr>
              <w:t xml:space="preserve">Elementary </w:t>
            </w:r>
            <w:r w:rsidRPr="00613D2F">
              <w:rPr>
                <w:rFonts w:ascii="Arial" w:eastAsia="HG丸ｺﾞｼｯｸM-PRO" w:hAnsi="Arial" w:cs="Arial"/>
                <w:kern w:val="0"/>
                <w:sz w:val="14"/>
                <w:szCs w:val="14"/>
              </w:rPr>
              <w:t>School Level</w:t>
            </w:r>
          </w:p>
        </w:tc>
        <w:tc>
          <w:tcPr>
            <w:tcW w:w="1134" w:type="dxa"/>
            <w:tcBorders>
              <w:left w:val="single" w:sz="4" w:space="0" w:color="auto"/>
              <w:bottom w:val="single" w:sz="4" w:space="0" w:color="auto"/>
            </w:tcBorders>
            <w:vAlign w:val="center"/>
          </w:tcPr>
          <w:p w:rsidR="004B7244" w:rsidRPr="008D720D" w:rsidRDefault="004B7244" w:rsidP="004B7244">
            <w:pPr>
              <w:autoSpaceDE w:val="0"/>
              <w:autoSpaceDN w:val="0"/>
              <w:adjustRightInd w:val="0"/>
              <w:rPr>
                <w:rFonts w:ascii="Arial" w:eastAsia="HG丸ｺﾞｼｯｸM-PRO" w:hAnsi="Arial" w:cs="Arial"/>
                <w:kern w:val="0"/>
                <w:sz w:val="20"/>
                <w:szCs w:val="20"/>
              </w:rPr>
            </w:pPr>
            <w:r w:rsidRPr="008D720D">
              <w:rPr>
                <w:rFonts w:ascii="Arial" w:eastAsia="HG丸ｺﾞｼｯｸM-PRO" w:hAnsi="Arial" w:cs="Arial"/>
                <w:kern w:val="0"/>
                <w:sz w:val="20"/>
                <w:szCs w:val="20"/>
              </w:rPr>
              <w:t>学校名</w:t>
            </w:r>
          </w:p>
          <w:p w:rsidR="004B7244" w:rsidRPr="00CD4428" w:rsidRDefault="00CD4428" w:rsidP="004B7244">
            <w:pPr>
              <w:autoSpaceDE w:val="0"/>
              <w:autoSpaceDN w:val="0"/>
              <w:adjustRightInd w:val="0"/>
              <w:rPr>
                <w:rFonts w:ascii="Arial" w:eastAsia="HG丸ｺﾞｼｯｸM-PRO" w:hAnsi="Arial" w:cs="Arial"/>
                <w:kern w:val="0"/>
                <w:sz w:val="14"/>
                <w:szCs w:val="14"/>
              </w:rPr>
            </w:pPr>
            <w:r w:rsidRPr="00CD4428">
              <w:rPr>
                <w:rFonts w:ascii="Arial" w:eastAsia="HG丸ｺﾞｼｯｸM-PRO" w:hAnsi="Arial" w:cs="Arial"/>
                <w:kern w:val="0"/>
                <w:sz w:val="14"/>
                <w:szCs w:val="14"/>
              </w:rPr>
              <w:t>School Name</w:t>
            </w:r>
          </w:p>
        </w:tc>
        <w:tc>
          <w:tcPr>
            <w:tcW w:w="2268" w:type="dxa"/>
            <w:tcBorders>
              <w:left w:val="single" w:sz="4" w:space="0" w:color="auto"/>
              <w:bottom w:val="single" w:sz="4" w:space="0" w:color="auto"/>
            </w:tcBorders>
            <w:vAlign w:val="center"/>
          </w:tcPr>
          <w:p w:rsidR="004B7244" w:rsidRPr="007C5047" w:rsidRDefault="001E4AEF" w:rsidP="004B7244">
            <w:pPr>
              <w:autoSpaceDE w:val="0"/>
              <w:autoSpaceDN w:val="0"/>
              <w:adjustRightInd w:val="0"/>
              <w:spacing w:line="245" w:lineRule="atLeast"/>
              <w:jc w:val="left"/>
              <w:rPr>
                <w:rFonts w:ascii="Arial" w:eastAsia="HG丸ｺﾞｼｯｸM-PRO" w:hAnsi="Arial" w:cs="Arial"/>
                <w:spacing w:val="-2"/>
                <w:kern w:val="0"/>
                <w:sz w:val="16"/>
                <w:szCs w:val="16"/>
              </w:rPr>
            </w:pPr>
            <w:sdt>
              <w:sdtPr>
                <w:rPr>
                  <w:rFonts w:ascii="Times New Roman" w:eastAsia="Arial MT" w:hAnsi="Arial MT" w:cs="Arial MT"/>
                  <w:sz w:val="20"/>
                  <w:szCs w:val="20"/>
                  <w:lang w:eastAsia="en-US"/>
                  <w14:ligatures w14:val="standardContextual"/>
                </w:rPr>
                <w:alias w:val="Enter here"/>
                <w:tag w:val="Enter here"/>
                <w:id w:val="765733763"/>
                <w:placeholder>
                  <w:docPart w:val="31E39F3AD23847F1B2C5E19B12F2AE3E"/>
                </w:placeholder>
                <w:showingPlcHdr/>
                <w:text/>
              </w:sdtPr>
              <w:sdtEndPr/>
              <w:sdtContent>
                <w:r w:rsidRPr="007C5047">
                  <w:rPr>
                    <w:rFonts w:ascii="Arial" w:eastAsia="HG丸ｺﾞｼｯｸM-PRO" w:hAnsi="Arial" w:cs="Arial"/>
                    <w:color w:val="808080"/>
                    <w:spacing w:val="-2"/>
                    <w:kern w:val="0"/>
                    <w:sz w:val="16"/>
                    <w:szCs w:val="16"/>
                  </w:rPr>
                  <w:t xml:space="preserve">                 </w:t>
                </w:r>
                <w:r w:rsidRPr="007C5047">
                  <w:rPr>
                    <w:rFonts w:ascii="Arial" w:eastAsia="HG丸ｺﾞｼｯｸM-PRO" w:hAnsi="Arial" w:cs="Arial"/>
                    <w:spacing w:val="-2"/>
                    <w:kern w:val="0"/>
                    <w:sz w:val="16"/>
                    <w:szCs w:val="16"/>
                  </w:rPr>
                  <w:t xml:space="preserve">    </w:t>
                </w:r>
              </w:sdtContent>
            </w:sdt>
          </w:p>
        </w:tc>
        <w:tc>
          <w:tcPr>
            <w:tcW w:w="1134" w:type="dxa"/>
            <w:vMerge w:val="restart"/>
            <w:tcBorders>
              <w:left w:val="single" w:sz="4" w:space="0" w:color="auto"/>
            </w:tcBorders>
            <w:vAlign w:val="center"/>
          </w:tcPr>
          <w:p w:rsidR="004B7244" w:rsidRPr="008D720D" w:rsidRDefault="001E4AEF" w:rsidP="004B7244">
            <w:pPr>
              <w:autoSpaceDE w:val="0"/>
              <w:autoSpaceDN w:val="0"/>
              <w:adjustRightInd w:val="0"/>
              <w:ind w:right="400" w:firstLineChars="50" w:firstLine="100"/>
              <w:jc w:val="center"/>
              <w:rPr>
                <w:rFonts w:ascii="Arial" w:eastAsia="HG丸ｺﾞｼｯｸM-PRO" w:hAnsi="Arial" w:cs="Arial"/>
                <w:kern w:val="0"/>
                <w:sz w:val="20"/>
                <w:szCs w:val="20"/>
              </w:rPr>
            </w:pPr>
            <w:sdt>
              <w:sdtPr>
                <w:rPr>
                  <w:rFonts w:ascii="Arial" w:eastAsia="HG丸ｺﾞｼｯｸM-PRO" w:hAnsi="Arial" w:cs="Arial"/>
                  <w:kern w:val="0"/>
                  <w:sz w:val="20"/>
                  <w:szCs w:val="20"/>
                </w:rPr>
                <w:alias w:val="Select"/>
                <w:tag w:val="Select"/>
                <w:id w:val="1529215943"/>
                <w:placeholder>
                  <w:docPart w:val="ECD124EC58824AF6B098E762D0A13F4B"/>
                </w:placeholder>
                <w:showingPlcHdr/>
                <w:dropDownList>
                  <w:listItem w:value="Select"/>
                  <w:listItem w:displayText="1" w:value="1"/>
                  <w:listItem w:displayText="2" w:value="2"/>
                  <w:listItem w:displayText="3" w:value="3"/>
                  <w:listItem w:displayText="4" w:value="4"/>
                  <w:listItem w:displayText="5" w:value="5"/>
                  <w:listItem w:displayText="6" w:value="6"/>
                  <w:listItem w:displayText="7" w:value="7"/>
                  <w:listItem w:displayText="8" w:value="8"/>
                </w:dropDownList>
              </w:sdtPr>
              <w:sdtEndPr/>
              <w:sdtContent>
                <w:r w:rsidRPr="008D720D">
                  <w:rPr>
                    <w:rFonts w:ascii="Arial" w:eastAsia="HG丸ｺﾞｼｯｸM-PRO" w:hAnsi="Arial" w:cs="Arial" w:hint="eastAsia"/>
                    <w:kern w:val="0"/>
                    <w:sz w:val="20"/>
                    <w:szCs w:val="20"/>
                  </w:rPr>
                  <w:t>□</w:t>
                </w:r>
              </w:sdtContent>
            </w:sdt>
            <w:r w:rsidR="004B7244" w:rsidRPr="008D720D">
              <w:rPr>
                <w:rFonts w:ascii="Arial" w:eastAsia="HG丸ｺﾞｼｯｸM-PRO" w:hAnsi="Arial" w:cs="Arial"/>
                <w:kern w:val="0"/>
                <w:sz w:val="20"/>
                <w:szCs w:val="20"/>
              </w:rPr>
              <w:t>年</w:t>
            </w:r>
          </w:p>
          <w:p w:rsidR="004B7244" w:rsidRPr="00CD4428" w:rsidRDefault="004B7244" w:rsidP="00CD4428">
            <w:pPr>
              <w:wordWrap w:val="0"/>
              <w:autoSpaceDE w:val="0"/>
              <w:autoSpaceDN w:val="0"/>
              <w:adjustRightInd w:val="0"/>
              <w:jc w:val="center"/>
              <w:rPr>
                <w:rFonts w:ascii="Arial" w:eastAsia="HG丸ｺﾞｼｯｸM-PRO" w:hAnsi="Arial" w:cs="Arial"/>
                <w:kern w:val="0"/>
                <w:sz w:val="14"/>
                <w:szCs w:val="14"/>
              </w:rPr>
            </w:pPr>
            <w:r w:rsidRPr="00CD4428">
              <w:rPr>
                <w:rFonts w:ascii="Arial" w:eastAsia="HG丸ｺﾞｼｯｸM-PRO" w:hAnsi="Arial" w:cs="Arial"/>
                <w:kern w:val="0"/>
                <w:sz w:val="14"/>
                <w:szCs w:val="14"/>
              </w:rPr>
              <w:t>years</w:t>
            </w:r>
          </w:p>
        </w:tc>
        <w:tc>
          <w:tcPr>
            <w:tcW w:w="850" w:type="dxa"/>
            <w:tcBorders>
              <w:left w:val="single" w:sz="4" w:space="0" w:color="auto"/>
              <w:bottom w:val="single" w:sz="4" w:space="0" w:color="auto"/>
            </w:tcBorders>
            <w:vAlign w:val="center"/>
          </w:tcPr>
          <w:p w:rsidR="004B7244" w:rsidRPr="008D720D" w:rsidRDefault="004B7244" w:rsidP="00613D2F">
            <w:pPr>
              <w:autoSpaceDE w:val="0"/>
              <w:autoSpaceDN w:val="0"/>
              <w:adjustRightInd w:val="0"/>
              <w:jc w:val="center"/>
              <w:rPr>
                <w:rFonts w:ascii="Arial" w:eastAsia="HG丸ｺﾞｼｯｸM-PRO" w:hAnsi="Arial" w:cs="Arial"/>
                <w:kern w:val="0"/>
                <w:sz w:val="20"/>
                <w:szCs w:val="20"/>
              </w:rPr>
            </w:pPr>
            <w:r w:rsidRPr="008D720D">
              <w:rPr>
                <w:rFonts w:ascii="Arial" w:eastAsia="HG丸ｺﾞｼｯｸM-PRO" w:hAnsi="Arial" w:cs="Arial"/>
                <w:kern w:val="0"/>
                <w:sz w:val="20"/>
                <w:szCs w:val="20"/>
              </w:rPr>
              <w:t>入学</w:t>
            </w:r>
          </w:p>
          <w:p w:rsidR="004B7244" w:rsidRPr="00CD4428" w:rsidRDefault="00305E26" w:rsidP="00613D2F">
            <w:pPr>
              <w:autoSpaceDE w:val="0"/>
              <w:autoSpaceDN w:val="0"/>
              <w:adjustRightInd w:val="0"/>
              <w:jc w:val="center"/>
              <w:rPr>
                <w:rFonts w:ascii="Arial" w:eastAsia="HG丸ｺﾞｼｯｸM-PRO" w:hAnsi="Arial" w:cs="Arial"/>
                <w:kern w:val="0"/>
                <w:sz w:val="14"/>
                <w:szCs w:val="14"/>
              </w:rPr>
            </w:pPr>
            <w:r w:rsidRPr="00CD4428">
              <w:rPr>
                <w:rFonts w:ascii="Arial" w:eastAsia="HG丸ｺﾞｼｯｸM-PRO" w:hAnsi="Arial" w:cs="Arial"/>
                <w:kern w:val="0"/>
                <w:sz w:val="14"/>
                <w:szCs w:val="14"/>
              </w:rPr>
              <w:t>enrollment</w:t>
            </w:r>
          </w:p>
        </w:tc>
        <w:tc>
          <w:tcPr>
            <w:tcW w:w="1276" w:type="dxa"/>
            <w:tcBorders>
              <w:left w:val="single" w:sz="4" w:space="0" w:color="auto"/>
              <w:bottom w:val="single" w:sz="4" w:space="0" w:color="auto"/>
            </w:tcBorders>
            <w:vAlign w:val="center"/>
          </w:tcPr>
          <w:p w:rsidR="004B7244" w:rsidRDefault="001E4AEF" w:rsidP="004B7244">
            <w:pPr>
              <w:wordWrap w:val="0"/>
              <w:autoSpaceDE w:val="0"/>
              <w:autoSpaceDN w:val="0"/>
              <w:adjustRightInd w:val="0"/>
              <w:jc w:val="left"/>
              <w:rPr>
                <w:rFonts w:ascii="Arial" w:eastAsia="HG丸ｺﾞｼｯｸM-PRO" w:hAnsi="Arial" w:cs="Arial"/>
                <w:kern w:val="0"/>
                <w:sz w:val="20"/>
                <w:szCs w:val="20"/>
              </w:rPr>
            </w:pPr>
            <w:sdt>
              <w:sdtPr>
                <w:rPr>
                  <w:rFonts w:ascii="Arial" w:eastAsia="HG丸ｺﾞｼｯｸM-PRO" w:hAnsi="Arial" w:cs="Arial" w:hint="eastAsia"/>
                  <w:szCs w:val="21"/>
                </w:rPr>
                <w:alias w:val="year"/>
                <w:tag w:val="year"/>
                <w:id w:val="-1419642253"/>
                <w:placeholder>
                  <w:docPart w:val="8F0B0E43F5C14E35B034A99A1C461529"/>
                </w:placeholder>
                <w:showingPlcHdr/>
                <w:text/>
              </w:sdtPr>
              <w:sdtEndPr/>
              <w:sdtContent>
                <w:r w:rsidRPr="00613D2F">
                  <w:rPr>
                    <w:rFonts w:ascii="Arial" w:eastAsia="HG丸ｺﾞｼｯｸM-PRO" w:hAnsi="Arial" w:cs="Arial"/>
                    <w:sz w:val="20"/>
                    <w:szCs w:val="20"/>
                  </w:rPr>
                  <w:t xml:space="preserve">    </w:t>
                </w:r>
              </w:sdtContent>
            </w:sdt>
            <w:r w:rsidR="003B6722" w:rsidRPr="00613D2F">
              <w:rPr>
                <w:rFonts w:ascii="Arial" w:eastAsia="HG丸ｺﾞｼｯｸM-PRO" w:hAnsi="Arial" w:cs="Arial"/>
                <w:sz w:val="20"/>
                <w:szCs w:val="20"/>
              </w:rPr>
              <w:t>年</w:t>
            </w:r>
            <w:sdt>
              <w:sdtPr>
                <w:rPr>
                  <w:rFonts w:ascii="Arial" w:eastAsia="HG丸ｺﾞｼｯｸM-PRO" w:hAnsi="Arial" w:cs="Arial"/>
                  <w:kern w:val="0"/>
                  <w:sz w:val="20"/>
                  <w:szCs w:val="20"/>
                </w:rPr>
                <w:alias w:val="Select"/>
                <w:tag w:val="Select"/>
                <w:id w:val="-1707789702"/>
                <w:placeholder>
                  <w:docPart w:val="69D0C2B9FFEF42B99D4CFBDB88741F6E"/>
                </w:placeholder>
                <w:showingPlcHdr/>
                <w:dropDownList>
                  <w:listItem w:value="Select"/>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dropDownList>
              </w:sdtPr>
              <w:sdtEndPr/>
              <w:sdtContent>
                <w:r w:rsidRPr="008D720D">
                  <w:rPr>
                    <w:rFonts w:ascii="Arial" w:eastAsia="HG丸ｺﾞｼｯｸM-PRO" w:hAnsi="Arial" w:cs="Arial" w:hint="eastAsia"/>
                    <w:kern w:val="0"/>
                    <w:sz w:val="20"/>
                    <w:szCs w:val="20"/>
                  </w:rPr>
                  <w:t>□</w:t>
                </w:r>
              </w:sdtContent>
            </w:sdt>
            <w:r w:rsidR="003B6722">
              <w:rPr>
                <w:rFonts w:ascii="Arial" w:eastAsia="HG丸ｺﾞｼｯｸM-PRO" w:hAnsi="Arial" w:cs="Arial" w:hint="eastAsia"/>
                <w:kern w:val="0"/>
                <w:sz w:val="20"/>
                <w:szCs w:val="20"/>
              </w:rPr>
              <w:t>月</w:t>
            </w:r>
          </w:p>
          <w:p w:rsidR="003B6722" w:rsidRPr="003B6722" w:rsidRDefault="003B6722" w:rsidP="003B6722">
            <w:pPr>
              <w:wordWrap w:val="0"/>
              <w:autoSpaceDE w:val="0"/>
              <w:autoSpaceDN w:val="0"/>
              <w:adjustRightInd w:val="0"/>
              <w:jc w:val="center"/>
              <w:rPr>
                <w:rFonts w:ascii="Arial" w:eastAsia="HG丸ｺﾞｼｯｸM-PRO" w:hAnsi="Arial" w:cs="Arial"/>
                <w:spacing w:val="-2"/>
                <w:kern w:val="0"/>
                <w:sz w:val="14"/>
                <w:szCs w:val="14"/>
              </w:rPr>
            </w:pPr>
            <w:r w:rsidRPr="003B6722">
              <w:rPr>
                <w:rFonts w:ascii="Arial" w:eastAsia="HG丸ｺﾞｼｯｸM-PRO" w:hAnsi="Arial" w:cs="Arial"/>
                <w:kern w:val="0"/>
                <w:sz w:val="14"/>
                <w:szCs w:val="14"/>
              </w:rPr>
              <w:t>Y</w:t>
            </w:r>
            <w:r w:rsidRPr="003B6722">
              <w:rPr>
                <w:rFonts w:ascii="Arial" w:eastAsia="HG丸ｺﾞｼｯｸM-PRO" w:hAnsi="Arial" w:cs="Arial" w:hint="eastAsia"/>
                <w:kern w:val="0"/>
                <w:sz w:val="14"/>
                <w:szCs w:val="14"/>
              </w:rPr>
              <w:t>ear</w:t>
            </w:r>
            <w:r>
              <w:rPr>
                <w:rFonts w:ascii="Arial" w:eastAsia="HG丸ｺﾞｼｯｸM-PRO" w:hAnsi="Arial" w:cs="Arial"/>
                <w:kern w:val="0"/>
                <w:sz w:val="14"/>
                <w:szCs w:val="14"/>
              </w:rPr>
              <w:t xml:space="preserve"> </w:t>
            </w:r>
            <w:r w:rsidRPr="003B6722">
              <w:rPr>
                <w:rFonts w:ascii="Arial" w:eastAsia="HG丸ｺﾞｼｯｸM-PRO" w:hAnsi="Arial" w:cs="Arial" w:hint="eastAsia"/>
                <w:kern w:val="0"/>
                <w:sz w:val="14"/>
                <w:szCs w:val="14"/>
              </w:rPr>
              <w:t>/</w:t>
            </w:r>
            <w:r>
              <w:rPr>
                <w:rFonts w:ascii="Arial" w:eastAsia="HG丸ｺﾞｼｯｸM-PRO" w:hAnsi="Arial" w:cs="Arial"/>
                <w:kern w:val="0"/>
                <w:sz w:val="14"/>
                <w:szCs w:val="14"/>
              </w:rPr>
              <w:t xml:space="preserve"> </w:t>
            </w:r>
            <w:r w:rsidRPr="003B6722">
              <w:rPr>
                <w:rFonts w:ascii="Arial" w:eastAsia="HG丸ｺﾞｼｯｸM-PRO" w:hAnsi="Arial" w:cs="Arial"/>
                <w:kern w:val="0"/>
                <w:sz w:val="14"/>
                <w:szCs w:val="14"/>
              </w:rPr>
              <w:t>Month</w:t>
            </w:r>
          </w:p>
        </w:tc>
        <w:tc>
          <w:tcPr>
            <w:tcW w:w="1276" w:type="dxa"/>
            <w:vMerge w:val="restart"/>
            <w:tcBorders>
              <w:top w:val="single" w:sz="4" w:space="0" w:color="auto"/>
              <w:left w:val="single" w:sz="4" w:space="0" w:color="auto"/>
              <w:bottom w:val="single" w:sz="4" w:space="0" w:color="auto"/>
              <w:tl2br w:val="single" w:sz="4" w:space="0" w:color="auto"/>
            </w:tcBorders>
            <w:shd w:val="clear" w:color="auto" w:fill="auto"/>
            <w:vAlign w:val="center"/>
          </w:tcPr>
          <w:p w:rsidR="004B7244" w:rsidRPr="004B7244" w:rsidRDefault="004B7244" w:rsidP="004B7244">
            <w:pPr>
              <w:autoSpaceDE w:val="0"/>
              <w:autoSpaceDN w:val="0"/>
              <w:adjustRightInd w:val="0"/>
              <w:rPr>
                <w:rFonts w:ascii="Arial" w:eastAsia="HG丸ｺﾞｼｯｸM-PRO" w:hAnsi="Arial" w:cs="Arial"/>
                <w:kern w:val="0"/>
                <w:sz w:val="20"/>
                <w:szCs w:val="20"/>
              </w:rPr>
            </w:pPr>
          </w:p>
        </w:tc>
        <w:tc>
          <w:tcPr>
            <w:tcW w:w="1266" w:type="dxa"/>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4B7244" w:rsidRPr="004B7244" w:rsidRDefault="004B7244" w:rsidP="004B7244">
            <w:pPr>
              <w:autoSpaceDE w:val="0"/>
              <w:autoSpaceDN w:val="0"/>
              <w:adjustRightInd w:val="0"/>
              <w:rPr>
                <w:rFonts w:ascii="Arial" w:eastAsia="HG丸ｺﾞｼｯｸM-PRO" w:hAnsi="Arial" w:cs="Arial"/>
                <w:kern w:val="0"/>
                <w:sz w:val="20"/>
                <w:szCs w:val="20"/>
              </w:rPr>
            </w:pPr>
          </w:p>
        </w:tc>
      </w:tr>
      <w:tr w:rsidR="008D720D" w:rsidRPr="008D720D" w:rsidTr="00C04E73">
        <w:trPr>
          <w:cantSplit/>
          <w:trHeight w:val="544"/>
        </w:trPr>
        <w:tc>
          <w:tcPr>
            <w:tcW w:w="1305" w:type="dxa"/>
            <w:vMerge/>
            <w:tcBorders>
              <w:left w:val="single" w:sz="4" w:space="0" w:color="auto"/>
              <w:bottom w:val="single" w:sz="4" w:space="0" w:color="auto"/>
            </w:tcBorders>
            <w:vAlign w:val="center"/>
          </w:tcPr>
          <w:p w:rsidR="008D720D" w:rsidRPr="008D720D" w:rsidRDefault="008D720D" w:rsidP="008D720D">
            <w:pPr>
              <w:autoSpaceDE w:val="0"/>
              <w:autoSpaceDN w:val="0"/>
              <w:adjustRightInd w:val="0"/>
              <w:jc w:val="left"/>
              <w:rPr>
                <w:rFonts w:ascii="Arial" w:eastAsia="HG丸ｺﾞｼｯｸM-PRO" w:hAnsi="Arial" w:cs="Arial"/>
                <w:kern w:val="0"/>
                <w:sz w:val="20"/>
                <w:szCs w:val="20"/>
              </w:rPr>
            </w:pPr>
          </w:p>
        </w:tc>
        <w:tc>
          <w:tcPr>
            <w:tcW w:w="1134" w:type="dxa"/>
            <w:tcBorders>
              <w:top w:val="single" w:sz="4" w:space="0" w:color="auto"/>
              <w:left w:val="single" w:sz="4" w:space="0" w:color="auto"/>
              <w:bottom w:val="single" w:sz="4" w:space="0" w:color="auto"/>
            </w:tcBorders>
            <w:vAlign w:val="center"/>
          </w:tcPr>
          <w:p w:rsidR="008D720D" w:rsidRPr="008D720D" w:rsidRDefault="008D720D" w:rsidP="00CD4428">
            <w:pPr>
              <w:wordWrap w:val="0"/>
              <w:autoSpaceDE w:val="0"/>
              <w:autoSpaceDN w:val="0"/>
              <w:adjustRightInd w:val="0"/>
              <w:rPr>
                <w:rFonts w:ascii="Arial" w:eastAsia="HG丸ｺﾞｼｯｸM-PRO" w:hAnsi="Arial" w:cs="Arial"/>
                <w:kern w:val="0"/>
                <w:sz w:val="20"/>
                <w:szCs w:val="20"/>
              </w:rPr>
            </w:pPr>
            <w:r w:rsidRPr="008D720D">
              <w:rPr>
                <w:rFonts w:ascii="Arial" w:eastAsia="HG丸ｺﾞｼｯｸM-PRO" w:hAnsi="Arial" w:cs="Arial"/>
                <w:kern w:val="0"/>
                <w:sz w:val="20"/>
                <w:szCs w:val="20"/>
              </w:rPr>
              <w:t>所在地</w:t>
            </w:r>
          </w:p>
          <w:p w:rsidR="008D720D" w:rsidRPr="00CD4428" w:rsidRDefault="00CD4428" w:rsidP="00CD4428">
            <w:pPr>
              <w:wordWrap w:val="0"/>
              <w:autoSpaceDE w:val="0"/>
              <w:autoSpaceDN w:val="0"/>
              <w:adjustRightInd w:val="0"/>
              <w:rPr>
                <w:rFonts w:ascii="Arial" w:eastAsia="HG丸ｺﾞｼｯｸM-PRO" w:hAnsi="Arial" w:cs="Arial"/>
                <w:kern w:val="0"/>
                <w:sz w:val="14"/>
                <w:szCs w:val="14"/>
              </w:rPr>
            </w:pPr>
            <w:r w:rsidRPr="00CD4428">
              <w:rPr>
                <w:rFonts w:ascii="Arial" w:eastAsia="HG丸ｺﾞｼｯｸM-PRO" w:hAnsi="Arial" w:cs="Arial"/>
                <w:kern w:val="0"/>
                <w:sz w:val="14"/>
                <w:szCs w:val="14"/>
              </w:rPr>
              <w:t>Location</w:t>
            </w:r>
          </w:p>
        </w:tc>
        <w:tc>
          <w:tcPr>
            <w:tcW w:w="2268" w:type="dxa"/>
            <w:tcBorders>
              <w:top w:val="single" w:sz="4" w:space="0" w:color="auto"/>
              <w:left w:val="single" w:sz="4" w:space="0" w:color="auto"/>
              <w:bottom w:val="single" w:sz="4" w:space="0" w:color="auto"/>
            </w:tcBorders>
            <w:vAlign w:val="center"/>
          </w:tcPr>
          <w:p w:rsidR="008D720D" w:rsidRPr="007C5047" w:rsidRDefault="001E4AEF" w:rsidP="004B7244">
            <w:pPr>
              <w:wordWrap w:val="0"/>
              <w:autoSpaceDE w:val="0"/>
              <w:autoSpaceDN w:val="0"/>
              <w:adjustRightInd w:val="0"/>
              <w:spacing w:line="245" w:lineRule="atLeast"/>
              <w:jc w:val="left"/>
              <w:rPr>
                <w:rFonts w:ascii="Arial" w:eastAsia="HG丸ｺﾞｼｯｸM-PRO" w:hAnsi="Arial" w:cs="Arial"/>
                <w:spacing w:val="-2"/>
                <w:kern w:val="0"/>
                <w:sz w:val="16"/>
                <w:szCs w:val="16"/>
              </w:rPr>
            </w:pPr>
            <w:sdt>
              <w:sdtPr>
                <w:rPr>
                  <w:rFonts w:ascii="Times New Roman"/>
                  <w:sz w:val="20"/>
                  <w:szCs w:val="20"/>
                </w:rPr>
                <w:alias w:val="Enter here"/>
                <w:tag w:val="Enter here"/>
                <w:id w:val="985669016"/>
                <w:placeholder>
                  <w:docPart w:val="0E1AC617F4C941E2976FC4377EF405F2"/>
                </w:placeholder>
                <w:showingPlcHdr/>
                <w:text/>
              </w:sdtPr>
              <w:sdtEndPr/>
              <w:sdtContent>
                <w:r w:rsidRPr="007C5047">
                  <w:rPr>
                    <w:rFonts w:ascii="Arial" w:eastAsia="HG丸ｺﾞｼｯｸM-PRO" w:hAnsi="Arial" w:cs="Arial"/>
                    <w:color w:val="808080"/>
                    <w:spacing w:val="-2"/>
                    <w:kern w:val="0"/>
                    <w:sz w:val="16"/>
                    <w:szCs w:val="16"/>
                  </w:rPr>
                  <w:t xml:space="preserve">                 </w:t>
                </w:r>
                <w:r w:rsidRPr="007C5047">
                  <w:rPr>
                    <w:rFonts w:ascii="Arial" w:eastAsia="HG丸ｺﾞｼｯｸM-PRO" w:hAnsi="Arial" w:cs="Arial"/>
                    <w:spacing w:val="-2"/>
                    <w:kern w:val="0"/>
                    <w:sz w:val="16"/>
                    <w:szCs w:val="16"/>
                  </w:rPr>
                  <w:t xml:space="preserve">    </w:t>
                </w:r>
              </w:sdtContent>
            </w:sdt>
          </w:p>
        </w:tc>
        <w:tc>
          <w:tcPr>
            <w:tcW w:w="1134" w:type="dxa"/>
            <w:vMerge/>
            <w:tcBorders>
              <w:left w:val="single" w:sz="4" w:space="0" w:color="auto"/>
              <w:bottom w:val="single" w:sz="4" w:space="0" w:color="auto"/>
            </w:tcBorders>
            <w:vAlign w:val="center"/>
          </w:tcPr>
          <w:p w:rsidR="008D720D" w:rsidRPr="008D720D" w:rsidRDefault="008D720D" w:rsidP="008D720D">
            <w:pPr>
              <w:autoSpaceDE w:val="0"/>
              <w:autoSpaceDN w:val="0"/>
              <w:adjustRightInd w:val="0"/>
              <w:ind w:right="400" w:firstLineChars="50" w:firstLine="100"/>
              <w:rPr>
                <w:rFonts w:ascii="Arial" w:eastAsia="HG丸ｺﾞｼｯｸM-PRO" w:hAnsi="Arial" w:cs="Arial"/>
                <w:kern w:val="0"/>
                <w:sz w:val="20"/>
                <w:szCs w:val="20"/>
              </w:rPr>
            </w:pPr>
          </w:p>
        </w:tc>
        <w:tc>
          <w:tcPr>
            <w:tcW w:w="850" w:type="dxa"/>
            <w:tcBorders>
              <w:top w:val="single" w:sz="4" w:space="0" w:color="auto"/>
              <w:left w:val="single" w:sz="4" w:space="0" w:color="auto"/>
              <w:bottom w:val="single" w:sz="4" w:space="0" w:color="auto"/>
            </w:tcBorders>
            <w:vAlign w:val="center"/>
          </w:tcPr>
          <w:p w:rsidR="008D720D" w:rsidRPr="008D720D" w:rsidRDefault="008D720D" w:rsidP="00613D2F">
            <w:pPr>
              <w:wordWrap w:val="0"/>
              <w:autoSpaceDE w:val="0"/>
              <w:autoSpaceDN w:val="0"/>
              <w:adjustRightInd w:val="0"/>
              <w:jc w:val="center"/>
              <w:rPr>
                <w:rFonts w:ascii="Arial" w:eastAsia="HG丸ｺﾞｼｯｸM-PRO" w:hAnsi="Arial" w:cs="Arial"/>
                <w:kern w:val="0"/>
                <w:sz w:val="20"/>
                <w:szCs w:val="20"/>
              </w:rPr>
            </w:pPr>
            <w:r w:rsidRPr="008D720D">
              <w:rPr>
                <w:rFonts w:ascii="Arial" w:eastAsia="HG丸ｺﾞｼｯｸM-PRO" w:hAnsi="Arial" w:cs="Arial"/>
                <w:kern w:val="0"/>
                <w:sz w:val="20"/>
                <w:szCs w:val="20"/>
              </w:rPr>
              <w:t>卒業</w:t>
            </w:r>
          </w:p>
          <w:p w:rsidR="008D720D" w:rsidRPr="00CD4428" w:rsidRDefault="00305E26" w:rsidP="00613D2F">
            <w:pPr>
              <w:wordWrap w:val="0"/>
              <w:autoSpaceDE w:val="0"/>
              <w:autoSpaceDN w:val="0"/>
              <w:adjustRightInd w:val="0"/>
              <w:jc w:val="center"/>
              <w:rPr>
                <w:rFonts w:ascii="Arial" w:eastAsia="HG丸ｺﾞｼｯｸM-PRO" w:hAnsi="Arial" w:cs="Arial"/>
                <w:kern w:val="0"/>
                <w:sz w:val="14"/>
                <w:szCs w:val="14"/>
              </w:rPr>
            </w:pPr>
            <w:r w:rsidRPr="00CD4428">
              <w:rPr>
                <w:rFonts w:ascii="Arial" w:eastAsia="HG丸ｺﾞｼｯｸM-PRO" w:hAnsi="Arial" w:cs="Arial"/>
                <w:spacing w:val="6"/>
                <w:kern w:val="0"/>
                <w:sz w:val="14"/>
                <w:szCs w:val="14"/>
              </w:rPr>
              <w:t>graduation</w:t>
            </w:r>
          </w:p>
        </w:tc>
        <w:tc>
          <w:tcPr>
            <w:tcW w:w="1276" w:type="dxa"/>
            <w:tcBorders>
              <w:top w:val="single" w:sz="4" w:space="0" w:color="auto"/>
              <w:left w:val="single" w:sz="4" w:space="0" w:color="auto"/>
              <w:bottom w:val="single" w:sz="4" w:space="0" w:color="auto"/>
            </w:tcBorders>
            <w:vAlign w:val="center"/>
          </w:tcPr>
          <w:p w:rsidR="003B6722" w:rsidRDefault="001E4AEF" w:rsidP="003B6722">
            <w:pPr>
              <w:wordWrap w:val="0"/>
              <w:autoSpaceDE w:val="0"/>
              <w:autoSpaceDN w:val="0"/>
              <w:adjustRightInd w:val="0"/>
              <w:jc w:val="left"/>
              <w:rPr>
                <w:rFonts w:ascii="Arial" w:eastAsia="HG丸ｺﾞｼｯｸM-PRO" w:hAnsi="Arial" w:cs="Arial"/>
                <w:kern w:val="0"/>
                <w:sz w:val="20"/>
                <w:szCs w:val="20"/>
              </w:rPr>
            </w:pPr>
            <w:sdt>
              <w:sdtPr>
                <w:rPr>
                  <w:rFonts w:ascii="Arial" w:eastAsia="HG丸ｺﾞｼｯｸM-PRO" w:hAnsi="Arial" w:cs="Arial" w:hint="eastAsia"/>
                  <w:szCs w:val="21"/>
                </w:rPr>
                <w:alias w:val="year"/>
                <w:tag w:val="year"/>
                <w:id w:val="-1358954146"/>
                <w:placeholder>
                  <w:docPart w:val="987D0D28085B4C60831332532FC31B44"/>
                </w:placeholder>
                <w:showingPlcHdr/>
                <w:text/>
              </w:sdtPr>
              <w:sdtEndPr/>
              <w:sdtContent>
                <w:r w:rsidRPr="00613D2F">
                  <w:rPr>
                    <w:rFonts w:ascii="Arial" w:eastAsia="HG丸ｺﾞｼｯｸM-PRO" w:hAnsi="Arial" w:cs="Arial"/>
                    <w:sz w:val="20"/>
                    <w:szCs w:val="20"/>
                  </w:rPr>
                  <w:t xml:space="preserve">    </w:t>
                </w:r>
              </w:sdtContent>
            </w:sdt>
            <w:r w:rsidR="003B6722" w:rsidRPr="00613D2F">
              <w:rPr>
                <w:rFonts w:ascii="Arial" w:eastAsia="HG丸ｺﾞｼｯｸM-PRO" w:hAnsi="Arial" w:cs="Arial"/>
                <w:sz w:val="20"/>
                <w:szCs w:val="20"/>
              </w:rPr>
              <w:t>年</w:t>
            </w:r>
            <w:sdt>
              <w:sdtPr>
                <w:rPr>
                  <w:rFonts w:ascii="Arial" w:eastAsia="HG丸ｺﾞｼｯｸM-PRO" w:hAnsi="Arial" w:cs="Arial"/>
                  <w:kern w:val="0"/>
                  <w:sz w:val="20"/>
                  <w:szCs w:val="20"/>
                </w:rPr>
                <w:alias w:val="Select"/>
                <w:tag w:val="Select"/>
                <w:id w:val="-1311554947"/>
                <w:placeholder>
                  <w:docPart w:val="9DD75877A7F64C08B5388FC166276C1E"/>
                </w:placeholder>
                <w:showingPlcHdr/>
                <w:dropDownList>
                  <w:listItem w:value="Select"/>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dropDownList>
              </w:sdtPr>
              <w:sdtEndPr/>
              <w:sdtContent>
                <w:r w:rsidRPr="008D720D">
                  <w:rPr>
                    <w:rFonts w:ascii="Arial" w:eastAsia="HG丸ｺﾞｼｯｸM-PRO" w:hAnsi="Arial" w:cs="Arial" w:hint="eastAsia"/>
                    <w:kern w:val="0"/>
                    <w:sz w:val="20"/>
                    <w:szCs w:val="20"/>
                  </w:rPr>
                  <w:t>□</w:t>
                </w:r>
              </w:sdtContent>
            </w:sdt>
            <w:r w:rsidR="003B6722">
              <w:rPr>
                <w:rFonts w:ascii="Arial" w:eastAsia="HG丸ｺﾞｼｯｸM-PRO" w:hAnsi="Arial" w:cs="Arial" w:hint="eastAsia"/>
                <w:kern w:val="0"/>
                <w:sz w:val="20"/>
                <w:szCs w:val="20"/>
              </w:rPr>
              <w:t>月</w:t>
            </w:r>
          </w:p>
          <w:p w:rsidR="008D720D" w:rsidRPr="004B7244" w:rsidRDefault="003B6722" w:rsidP="003B6722">
            <w:pPr>
              <w:wordWrap w:val="0"/>
              <w:autoSpaceDE w:val="0"/>
              <w:autoSpaceDN w:val="0"/>
              <w:adjustRightInd w:val="0"/>
              <w:jc w:val="center"/>
              <w:rPr>
                <w:rFonts w:ascii="Arial" w:eastAsia="HG丸ｺﾞｼｯｸM-PRO" w:hAnsi="Arial" w:cs="Arial"/>
                <w:spacing w:val="-2"/>
                <w:kern w:val="0"/>
                <w:sz w:val="20"/>
                <w:szCs w:val="20"/>
              </w:rPr>
            </w:pPr>
            <w:r w:rsidRPr="003B6722">
              <w:rPr>
                <w:rFonts w:ascii="Arial" w:eastAsia="HG丸ｺﾞｼｯｸM-PRO" w:hAnsi="Arial" w:cs="Arial"/>
                <w:kern w:val="0"/>
                <w:sz w:val="14"/>
                <w:szCs w:val="14"/>
              </w:rPr>
              <w:t>Y</w:t>
            </w:r>
            <w:r w:rsidRPr="003B6722">
              <w:rPr>
                <w:rFonts w:ascii="Arial" w:eastAsia="HG丸ｺﾞｼｯｸM-PRO" w:hAnsi="Arial" w:cs="Arial" w:hint="eastAsia"/>
                <w:kern w:val="0"/>
                <w:sz w:val="14"/>
                <w:szCs w:val="14"/>
              </w:rPr>
              <w:t>ear</w:t>
            </w:r>
            <w:r>
              <w:rPr>
                <w:rFonts w:ascii="Arial" w:eastAsia="HG丸ｺﾞｼｯｸM-PRO" w:hAnsi="Arial" w:cs="Arial"/>
                <w:kern w:val="0"/>
                <w:sz w:val="14"/>
                <w:szCs w:val="14"/>
              </w:rPr>
              <w:t xml:space="preserve"> </w:t>
            </w:r>
            <w:r w:rsidRPr="003B6722">
              <w:rPr>
                <w:rFonts w:ascii="Arial" w:eastAsia="HG丸ｺﾞｼｯｸM-PRO" w:hAnsi="Arial" w:cs="Arial" w:hint="eastAsia"/>
                <w:kern w:val="0"/>
                <w:sz w:val="14"/>
                <w:szCs w:val="14"/>
              </w:rPr>
              <w:t>/</w:t>
            </w:r>
            <w:r>
              <w:rPr>
                <w:rFonts w:ascii="Arial" w:eastAsia="HG丸ｺﾞｼｯｸM-PRO" w:hAnsi="Arial" w:cs="Arial"/>
                <w:kern w:val="0"/>
                <w:sz w:val="14"/>
                <w:szCs w:val="14"/>
              </w:rPr>
              <w:t xml:space="preserve"> </w:t>
            </w:r>
            <w:r w:rsidRPr="003B6722">
              <w:rPr>
                <w:rFonts w:ascii="Arial" w:eastAsia="HG丸ｺﾞｼｯｸM-PRO" w:hAnsi="Arial" w:cs="Arial"/>
                <w:kern w:val="0"/>
                <w:sz w:val="14"/>
                <w:szCs w:val="14"/>
              </w:rPr>
              <w:t>Month</w:t>
            </w:r>
          </w:p>
        </w:tc>
        <w:tc>
          <w:tcPr>
            <w:tcW w:w="1276" w:type="dxa"/>
            <w:vMerge/>
            <w:tcBorders>
              <w:top w:val="single" w:sz="4" w:space="0" w:color="auto"/>
              <w:left w:val="single" w:sz="4" w:space="0" w:color="auto"/>
              <w:bottom w:val="single" w:sz="4" w:space="0" w:color="auto"/>
              <w:tl2br w:val="single" w:sz="4" w:space="0" w:color="auto"/>
            </w:tcBorders>
            <w:shd w:val="clear" w:color="auto" w:fill="auto"/>
            <w:vAlign w:val="center"/>
          </w:tcPr>
          <w:p w:rsidR="008D720D" w:rsidRPr="004B7244" w:rsidRDefault="008D720D" w:rsidP="008D720D">
            <w:pPr>
              <w:autoSpaceDE w:val="0"/>
              <w:autoSpaceDN w:val="0"/>
              <w:adjustRightInd w:val="0"/>
              <w:rPr>
                <w:rFonts w:ascii="Arial" w:eastAsia="HG丸ｺﾞｼｯｸM-PRO" w:hAnsi="Arial" w:cs="Arial"/>
                <w:kern w:val="0"/>
                <w:sz w:val="20"/>
                <w:szCs w:val="20"/>
              </w:rPr>
            </w:pPr>
          </w:p>
        </w:tc>
        <w:tc>
          <w:tcPr>
            <w:tcW w:w="1266" w:type="dxa"/>
            <w:vMerge/>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8D720D" w:rsidRPr="004B7244" w:rsidRDefault="008D720D" w:rsidP="008D720D">
            <w:pPr>
              <w:autoSpaceDE w:val="0"/>
              <w:autoSpaceDN w:val="0"/>
              <w:adjustRightInd w:val="0"/>
              <w:rPr>
                <w:rFonts w:ascii="Arial" w:eastAsia="HG丸ｺﾞｼｯｸM-PRO" w:hAnsi="Arial" w:cs="Arial"/>
                <w:kern w:val="0"/>
                <w:sz w:val="20"/>
                <w:szCs w:val="20"/>
              </w:rPr>
            </w:pPr>
          </w:p>
        </w:tc>
      </w:tr>
      <w:tr w:rsidR="008D720D" w:rsidRPr="008D720D" w:rsidTr="00613D2F">
        <w:trPr>
          <w:cantSplit/>
          <w:trHeight w:val="546"/>
        </w:trPr>
        <w:tc>
          <w:tcPr>
            <w:tcW w:w="1305" w:type="dxa"/>
            <w:vMerge w:val="restart"/>
            <w:tcBorders>
              <w:top w:val="single" w:sz="4" w:space="0" w:color="auto"/>
              <w:left w:val="single" w:sz="4" w:space="0" w:color="auto"/>
              <w:bottom w:val="nil"/>
            </w:tcBorders>
            <w:vAlign w:val="center"/>
          </w:tcPr>
          <w:p w:rsidR="008D720D" w:rsidRPr="008D720D" w:rsidRDefault="008D720D" w:rsidP="008D720D">
            <w:pPr>
              <w:autoSpaceDE w:val="0"/>
              <w:autoSpaceDN w:val="0"/>
              <w:adjustRightInd w:val="0"/>
              <w:jc w:val="left"/>
              <w:rPr>
                <w:rFonts w:ascii="Arial" w:eastAsia="HG丸ｺﾞｼｯｸM-PRO" w:hAnsi="Arial" w:cs="Arial"/>
                <w:kern w:val="0"/>
                <w:sz w:val="20"/>
                <w:szCs w:val="20"/>
              </w:rPr>
            </w:pPr>
            <w:r w:rsidRPr="008D720D">
              <w:rPr>
                <w:rFonts w:ascii="Arial" w:eastAsia="HG丸ｺﾞｼｯｸM-PRO" w:hAnsi="Arial" w:cs="Arial"/>
                <w:kern w:val="0"/>
                <w:sz w:val="20"/>
                <w:szCs w:val="20"/>
              </w:rPr>
              <w:t>中学校及び</w:t>
            </w:r>
          </w:p>
          <w:p w:rsidR="008D720D" w:rsidRPr="008D720D" w:rsidRDefault="008D720D" w:rsidP="008D720D">
            <w:pPr>
              <w:autoSpaceDE w:val="0"/>
              <w:autoSpaceDN w:val="0"/>
              <w:adjustRightInd w:val="0"/>
              <w:jc w:val="left"/>
              <w:rPr>
                <w:rFonts w:ascii="Arial" w:eastAsia="HG丸ｺﾞｼｯｸM-PRO" w:hAnsi="Arial" w:cs="Arial"/>
                <w:kern w:val="0"/>
                <w:sz w:val="20"/>
                <w:szCs w:val="20"/>
              </w:rPr>
            </w:pPr>
            <w:r w:rsidRPr="008D720D">
              <w:rPr>
                <w:rFonts w:ascii="Arial" w:eastAsia="HG丸ｺﾞｼｯｸM-PRO" w:hAnsi="Arial" w:cs="Arial"/>
                <w:kern w:val="0"/>
                <w:sz w:val="20"/>
                <w:szCs w:val="20"/>
              </w:rPr>
              <w:t>高等学校</w:t>
            </w:r>
          </w:p>
          <w:p w:rsidR="008D720D" w:rsidRPr="00613D2F" w:rsidRDefault="008D720D" w:rsidP="008D720D">
            <w:pPr>
              <w:autoSpaceDE w:val="0"/>
              <w:autoSpaceDN w:val="0"/>
              <w:adjustRightInd w:val="0"/>
              <w:jc w:val="left"/>
              <w:rPr>
                <w:rFonts w:ascii="Arial" w:eastAsia="HG丸ｺﾞｼｯｸM-PRO" w:hAnsi="Arial" w:cs="Arial"/>
                <w:spacing w:val="2"/>
                <w:kern w:val="0"/>
                <w:sz w:val="14"/>
                <w:szCs w:val="14"/>
              </w:rPr>
            </w:pPr>
            <w:r w:rsidRPr="00613D2F">
              <w:rPr>
                <w:rFonts w:ascii="Arial" w:eastAsia="HG丸ｺﾞｼｯｸM-PRO" w:hAnsi="Arial" w:cs="Arial"/>
                <w:spacing w:val="10"/>
                <w:kern w:val="0"/>
                <w:sz w:val="14"/>
                <w:szCs w:val="14"/>
              </w:rPr>
              <w:t>Lower an</w:t>
            </w:r>
            <w:r w:rsidR="00613D2F" w:rsidRPr="00613D2F">
              <w:rPr>
                <w:rFonts w:ascii="Arial" w:eastAsia="HG丸ｺﾞｼｯｸM-PRO" w:hAnsi="Arial" w:cs="Arial"/>
                <w:spacing w:val="10"/>
                <w:kern w:val="0"/>
                <w:sz w:val="14"/>
                <w:szCs w:val="14"/>
              </w:rPr>
              <w:t>d</w:t>
            </w:r>
            <w:r w:rsidRPr="00613D2F">
              <w:rPr>
                <w:rFonts w:ascii="Arial" w:eastAsia="HG丸ｺﾞｼｯｸM-PRO" w:hAnsi="Arial" w:cs="Arial"/>
                <w:spacing w:val="10"/>
                <w:kern w:val="0"/>
                <w:sz w:val="14"/>
                <w:szCs w:val="14"/>
              </w:rPr>
              <w:t xml:space="preserve"> Upper Secondary</w:t>
            </w:r>
            <w:r w:rsidRPr="00613D2F">
              <w:rPr>
                <w:rFonts w:ascii="Arial" w:eastAsia="HG丸ｺﾞｼｯｸM-PRO" w:hAnsi="Arial" w:cs="Arial"/>
                <w:spacing w:val="2"/>
                <w:kern w:val="0"/>
                <w:sz w:val="14"/>
                <w:szCs w:val="14"/>
              </w:rPr>
              <w:t xml:space="preserve"> School Level</w:t>
            </w:r>
          </w:p>
        </w:tc>
        <w:tc>
          <w:tcPr>
            <w:tcW w:w="1134" w:type="dxa"/>
            <w:tcBorders>
              <w:top w:val="single" w:sz="4" w:space="0" w:color="auto"/>
              <w:left w:val="single" w:sz="4" w:space="0" w:color="auto"/>
              <w:bottom w:val="single" w:sz="4" w:space="0" w:color="auto"/>
            </w:tcBorders>
            <w:vAlign w:val="center"/>
          </w:tcPr>
          <w:p w:rsidR="00CD4428" w:rsidRPr="008D720D" w:rsidRDefault="00CD4428" w:rsidP="00CD4428">
            <w:pPr>
              <w:autoSpaceDE w:val="0"/>
              <w:autoSpaceDN w:val="0"/>
              <w:adjustRightInd w:val="0"/>
              <w:rPr>
                <w:rFonts w:ascii="Arial" w:eastAsia="HG丸ｺﾞｼｯｸM-PRO" w:hAnsi="Arial" w:cs="Arial"/>
                <w:kern w:val="0"/>
                <w:sz w:val="20"/>
                <w:szCs w:val="20"/>
              </w:rPr>
            </w:pPr>
            <w:r w:rsidRPr="008D720D">
              <w:rPr>
                <w:rFonts w:ascii="Arial" w:eastAsia="HG丸ｺﾞｼｯｸM-PRO" w:hAnsi="Arial" w:cs="Arial"/>
                <w:kern w:val="0"/>
                <w:sz w:val="20"/>
                <w:szCs w:val="20"/>
              </w:rPr>
              <w:t>学校名</w:t>
            </w:r>
          </w:p>
          <w:p w:rsidR="008D720D" w:rsidRPr="008D720D" w:rsidRDefault="00CD4428" w:rsidP="00CD4428">
            <w:pPr>
              <w:autoSpaceDE w:val="0"/>
              <w:autoSpaceDN w:val="0"/>
              <w:adjustRightInd w:val="0"/>
              <w:rPr>
                <w:rFonts w:ascii="Arial" w:eastAsia="HG丸ｺﾞｼｯｸM-PRO" w:hAnsi="Arial" w:cs="Arial"/>
                <w:kern w:val="0"/>
                <w:sz w:val="20"/>
                <w:szCs w:val="20"/>
              </w:rPr>
            </w:pPr>
            <w:r w:rsidRPr="00CD4428">
              <w:rPr>
                <w:rFonts w:ascii="Arial" w:eastAsia="HG丸ｺﾞｼｯｸM-PRO" w:hAnsi="Arial" w:cs="Arial"/>
                <w:kern w:val="0"/>
                <w:sz w:val="14"/>
                <w:szCs w:val="14"/>
              </w:rPr>
              <w:t>School Name</w:t>
            </w:r>
          </w:p>
        </w:tc>
        <w:tc>
          <w:tcPr>
            <w:tcW w:w="2268" w:type="dxa"/>
            <w:tcBorders>
              <w:top w:val="single" w:sz="4" w:space="0" w:color="auto"/>
              <w:left w:val="single" w:sz="4" w:space="0" w:color="auto"/>
              <w:bottom w:val="single" w:sz="4" w:space="0" w:color="auto"/>
            </w:tcBorders>
            <w:vAlign w:val="center"/>
          </w:tcPr>
          <w:p w:rsidR="008D720D" w:rsidRPr="007C5047" w:rsidRDefault="001E4AEF" w:rsidP="004B7244">
            <w:pPr>
              <w:wordWrap w:val="0"/>
              <w:autoSpaceDE w:val="0"/>
              <w:autoSpaceDN w:val="0"/>
              <w:adjustRightInd w:val="0"/>
              <w:spacing w:line="245" w:lineRule="atLeast"/>
              <w:jc w:val="left"/>
              <w:rPr>
                <w:rFonts w:ascii="Arial" w:eastAsia="HG丸ｺﾞｼｯｸM-PRO" w:hAnsi="Arial" w:cs="Arial"/>
                <w:spacing w:val="-2"/>
                <w:kern w:val="0"/>
                <w:sz w:val="16"/>
                <w:szCs w:val="16"/>
              </w:rPr>
            </w:pPr>
            <w:sdt>
              <w:sdtPr>
                <w:rPr>
                  <w:rFonts w:ascii="Times New Roman"/>
                  <w:sz w:val="20"/>
                  <w:szCs w:val="20"/>
                </w:rPr>
                <w:alias w:val="Enter here"/>
                <w:tag w:val="Enter here"/>
                <w:id w:val="1990972959"/>
                <w:placeholder>
                  <w:docPart w:val="451D03D7A4B44553809DA748A9EDB290"/>
                </w:placeholder>
                <w:showingPlcHdr/>
                <w:text/>
              </w:sdtPr>
              <w:sdtEndPr/>
              <w:sdtContent>
                <w:r w:rsidRPr="007C5047">
                  <w:rPr>
                    <w:rFonts w:ascii="Arial" w:eastAsia="HG丸ｺﾞｼｯｸM-PRO" w:hAnsi="Arial" w:cs="Arial"/>
                    <w:color w:val="808080"/>
                    <w:spacing w:val="-2"/>
                    <w:kern w:val="0"/>
                    <w:sz w:val="16"/>
                    <w:szCs w:val="16"/>
                  </w:rPr>
                  <w:t xml:space="preserve">                 </w:t>
                </w:r>
                <w:r w:rsidRPr="007C5047">
                  <w:rPr>
                    <w:rFonts w:ascii="Arial" w:eastAsia="HG丸ｺﾞｼｯｸM-PRO" w:hAnsi="Arial" w:cs="Arial"/>
                    <w:spacing w:val="-2"/>
                    <w:kern w:val="0"/>
                    <w:sz w:val="16"/>
                    <w:szCs w:val="16"/>
                  </w:rPr>
                  <w:t xml:space="preserve">    </w:t>
                </w:r>
              </w:sdtContent>
            </w:sdt>
          </w:p>
        </w:tc>
        <w:tc>
          <w:tcPr>
            <w:tcW w:w="1134" w:type="dxa"/>
            <w:vMerge w:val="restart"/>
            <w:tcBorders>
              <w:top w:val="single" w:sz="4" w:space="0" w:color="auto"/>
              <w:left w:val="single" w:sz="4" w:space="0" w:color="auto"/>
            </w:tcBorders>
            <w:vAlign w:val="center"/>
          </w:tcPr>
          <w:p w:rsidR="008D720D" w:rsidRPr="008D720D" w:rsidRDefault="001E4AEF" w:rsidP="00CD4428">
            <w:pPr>
              <w:autoSpaceDE w:val="0"/>
              <w:autoSpaceDN w:val="0"/>
              <w:adjustRightInd w:val="0"/>
              <w:ind w:right="400" w:firstLineChars="50" w:firstLine="100"/>
              <w:jc w:val="center"/>
              <w:rPr>
                <w:rFonts w:ascii="Arial" w:eastAsia="HG丸ｺﾞｼｯｸM-PRO" w:hAnsi="Arial" w:cs="Arial"/>
                <w:kern w:val="0"/>
                <w:sz w:val="20"/>
                <w:szCs w:val="20"/>
              </w:rPr>
            </w:pPr>
            <w:sdt>
              <w:sdtPr>
                <w:rPr>
                  <w:rFonts w:ascii="Arial" w:eastAsia="HG丸ｺﾞｼｯｸM-PRO" w:hAnsi="Arial" w:cs="Arial"/>
                  <w:kern w:val="0"/>
                  <w:sz w:val="20"/>
                  <w:szCs w:val="20"/>
                </w:rPr>
                <w:alias w:val="Select"/>
                <w:tag w:val="Select"/>
                <w:id w:val="-1445763360"/>
                <w:placeholder>
                  <w:docPart w:val="B27A30AC0D9846CBA80B7C38A431AED3"/>
                </w:placeholder>
                <w:showingPlcHdr/>
                <w:dropDownList>
                  <w:listItem w:value="Select"/>
                  <w:listItem w:displayText="1" w:value="1"/>
                  <w:listItem w:displayText="2" w:value="2"/>
                  <w:listItem w:displayText="3" w:value="3"/>
                  <w:listItem w:displayText="4" w:value="4"/>
                  <w:listItem w:displayText="5" w:value="5"/>
                  <w:listItem w:displayText="6" w:value="6"/>
                  <w:listItem w:displayText="7" w:value="7"/>
                  <w:listItem w:displayText="8" w:value="8"/>
                </w:dropDownList>
              </w:sdtPr>
              <w:sdtEndPr/>
              <w:sdtContent>
                <w:r w:rsidRPr="008D720D">
                  <w:rPr>
                    <w:rFonts w:ascii="Arial" w:eastAsia="HG丸ｺﾞｼｯｸM-PRO" w:hAnsi="Arial" w:cs="Arial" w:hint="eastAsia"/>
                    <w:kern w:val="0"/>
                    <w:sz w:val="20"/>
                    <w:szCs w:val="20"/>
                  </w:rPr>
                  <w:t>□</w:t>
                </w:r>
              </w:sdtContent>
            </w:sdt>
            <w:r w:rsidR="008D720D" w:rsidRPr="008D720D">
              <w:rPr>
                <w:rFonts w:ascii="Arial" w:eastAsia="HG丸ｺﾞｼｯｸM-PRO" w:hAnsi="Arial" w:cs="Arial"/>
                <w:kern w:val="0"/>
                <w:sz w:val="20"/>
                <w:szCs w:val="20"/>
              </w:rPr>
              <w:t>年</w:t>
            </w:r>
          </w:p>
          <w:p w:rsidR="008D720D" w:rsidRPr="008D720D" w:rsidRDefault="00CD4428" w:rsidP="00CD4428">
            <w:pPr>
              <w:wordWrap w:val="0"/>
              <w:autoSpaceDE w:val="0"/>
              <w:autoSpaceDN w:val="0"/>
              <w:adjustRightInd w:val="0"/>
              <w:jc w:val="center"/>
              <w:rPr>
                <w:rFonts w:ascii="Arial" w:eastAsia="HG丸ｺﾞｼｯｸM-PRO" w:hAnsi="Arial" w:cs="Arial"/>
                <w:kern w:val="0"/>
                <w:sz w:val="20"/>
                <w:szCs w:val="20"/>
              </w:rPr>
            </w:pPr>
            <w:r w:rsidRPr="00CD4428">
              <w:rPr>
                <w:rFonts w:ascii="Arial" w:eastAsia="HG丸ｺﾞｼｯｸM-PRO" w:hAnsi="Arial" w:cs="Arial"/>
                <w:kern w:val="0"/>
                <w:sz w:val="14"/>
                <w:szCs w:val="14"/>
              </w:rPr>
              <w:t>years</w:t>
            </w:r>
          </w:p>
        </w:tc>
        <w:tc>
          <w:tcPr>
            <w:tcW w:w="850" w:type="dxa"/>
            <w:tcBorders>
              <w:top w:val="single" w:sz="4" w:space="0" w:color="auto"/>
              <w:left w:val="single" w:sz="4" w:space="0" w:color="auto"/>
              <w:bottom w:val="single" w:sz="4" w:space="0" w:color="auto"/>
            </w:tcBorders>
            <w:vAlign w:val="center"/>
          </w:tcPr>
          <w:p w:rsidR="00305E26" w:rsidRPr="008D720D" w:rsidRDefault="00305E26" w:rsidP="00613D2F">
            <w:pPr>
              <w:autoSpaceDE w:val="0"/>
              <w:autoSpaceDN w:val="0"/>
              <w:adjustRightInd w:val="0"/>
              <w:jc w:val="center"/>
              <w:rPr>
                <w:rFonts w:ascii="Arial" w:eastAsia="HG丸ｺﾞｼｯｸM-PRO" w:hAnsi="Arial" w:cs="Arial"/>
                <w:kern w:val="0"/>
                <w:sz w:val="20"/>
                <w:szCs w:val="20"/>
              </w:rPr>
            </w:pPr>
            <w:r w:rsidRPr="008D720D">
              <w:rPr>
                <w:rFonts w:ascii="Arial" w:eastAsia="HG丸ｺﾞｼｯｸM-PRO" w:hAnsi="Arial" w:cs="Arial"/>
                <w:kern w:val="0"/>
                <w:sz w:val="20"/>
                <w:szCs w:val="20"/>
              </w:rPr>
              <w:t>入学</w:t>
            </w:r>
          </w:p>
          <w:p w:rsidR="008D720D" w:rsidRPr="00CD4428" w:rsidRDefault="00305E26" w:rsidP="00613D2F">
            <w:pPr>
              <w:autoSpaceDE w:val="0"/>
              <w:autoSpaceDN w:val="0"/>
              <w:adjustRightInd w:val="0"/>
              <w:jc w:val="center"/>
              <w:rPr>
                <w:rFonts w:ascii="Arial" w:eastAsia="HG丸ｺﾞｼｯｸM-PRO" w:hAnsi="Arial" w:cs="Arial"/>
                <w:kern w:val="0"/>
                <w:sz w:val="14"/>
                <w:szCs w:val="14"/>
              </w:rPr>
            </w:pPr>
            <w:r w:rsidRPr="00CD4428">
              <w:rPr>
                <w:rFonts w:ascii="Arial" w:eastAsia="HG丸ｺﾞｼｯｸM-PRO" w:hAnsi="Arial" w:cs="Arial"/>
                <w:kern w:val="0"/>
                <w:sz w:val="14"/>
                <w:szCs w:val="14"/>
              </w:rPr>
              <w:t>enrollment</w:t>
            </w:r>
          </w:p>
        </w:tc>
        <w:tc>
          <w:tcPr>
            <w:tcW w:w="1276" w:type="dxa"/>
            <w:tcBorders>
              <w:top w:val="single" w:sz="4" w:space="0" w:color="auto"/>
              <w:left w:val="single" w:sz="4" w:space="0" w:color="auto"/>
              <w:bottom w:val="single" w:sz="4" w:space="0" w:color="auto"/>
            </w:tcBorders>
            <w:vAlign w:val="center"/>
          </w:tcPr>
          <w:p w:rsidR="003B6722" w:rsidRDefault="001E4AEF" w:rsidP="003B6722">
            <w:pPr>
              <w:wordWrap w:val="0"/>
              <w:autoSpaceDE w:val="0"/>
              <w:autoSpaceDN w:val="0"/>
              <w:adjustRightInd w:val="0"/>
              <w:jc w:val="left"/>
              <w:rPr>
                <w:rFonts w:ascii="Arial" w:eastAsia="HG丸ｺﾞｼｯｸM-PRO" w:hAnsi="Arial" w:cs="Arial"/>
                <w:kern w:val="0"/>
                <w:sz w:val="20"/>
                <w:szCs w:val="20"/>
              </w:rPr>
            </w:pPr>
            <w:sdt>
              <w:sdtPr>
                <w:rPr>
                  <w:rFonts w:ascii="Arial" w:eastAsia="HG丸ｺﾞｼｯｸM-PRO" w:hAnsi="Arial" w:cs="Arial"/>
                  <w:szCs w:val="21"/>
                </w:rPr>
                <w:alias w:val="year"/>
                <w:tag w:val="year"/>
                <w:id w:val="-1626613295"/>
                <w:placeholder>
                  <w:docPart w:val="01453732E03F4CA3961D4DAF53C89A33"/>
                </w:placeholder>
                <w:showingPlcHdr/>
                <w:text/>
              </w:sdtPr>
              <w:sdtEndPr/>
              <w:sdtContent>
                <w:r w:rsidRPr="00613D2F">
                  <w:rPr>
                    <w:rFonts w:ascii="Arial" w:eastAsia="HG丸ｺﾞｼｯｸM-PRO" w:hAnsi="Arial" w:cs="Arial"/>
                    <w:sz w:val="20"/>
                    <w:szCs w:val="20"/>
                  </w:rPr>
                  <w:t xml:space="preserve">    </w:t>
                </w:r>
              </w:sdtContent>
            </w:sdt>
            <w:r w:rsidR="003B6722" w:rsidRPr="00613D2F">
              <w:rPr>
                <w:rFonts w:ascii="Arial" w:eastAsia="HG丸ｺﾞｼｯｸM-PRO" w:hAnsi="Arial" w:cs="Arial"/>
                <w:sz w:val="20"/>
                <w:szCs w:val="20"/>
              </w:rPr>
              <w:t>年</w:t>
            </w:r>
            <w:sdt>
              <w:sdtPr>
                <w:rPr>
                  <w:rFonts w:ascii="Arial" w:eastAsia="HG丸ｺﾞｼｯｸM-PRO" w:hAnsi="Arial" w:cs="Arial"/>
                  <w:kern w:val="0"/>
                  <w:sz w:val="20"/>
                  <w:szCs w:val="20"/>
                </w:rPr>
                <w:alias w:val="Select"/>
                <w:tag w:val="Select"/>
                <w:id w:val="-1790660746"/>
                <w:placeholder>
                  <w:docPart w:val="8501757845AB4D4BADBAF9D744E3178E"/>
                </w:placeholder>
                <w:showingPlcHdr/>
                <w:dropDownList>
                  <w:listItem w:value="Select"/>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dropDownList>
              </w:sdtPr>
              <w:sdtEndPr/>
              <w:sdtContent>
                <w:r w:rsidRPr="008D720D">
                  <w:rPr>
                    <w:rFonts w:ascii="Arial" w:eastAsia="HG丸ｺﾞｼｯｸM-PRO" w:hAnsi="Arial" w:cs="Arial" w:hint="eastAsia"/>
                    <w:kern w:val="0"/>
                    <w:sz w:val="20"/>
                    <w:szCs w:val="20"/>
                  </w:rPr>
                  <w:t>□</w:t>
                </w:r>
              </w:sdtContent>
            </w:sdt>
            <w:r w:rsidR="003B6722">
              <w:rPr>
                <w:rFonts w:ascii="Arial" w:eastAsia="HG丸ｺﾞｼｯｸM-PRO" w:hAnsi="Arial" w:cs="Arial" w:hint="eastAsia"/>
                <w:kern w:val="0"/>
                <w:sz w:val="20"/>
                <w:szCs w:val="20"/>
              </w:rPr>
              <w:t>月</w:t>
            </w:r>
          </w:p>
          <w:p w:rsidR="008D720D" w:rsidRPr="004B7244" w:rsidRDefault="003B6722" w:rsidP="003B6722">
            <w:pPr>
              <w:wordWrap w:val="0"/>
              <w:autoSpaceDE w:val="0"/>
              <w:autoSpaceDN w:val="0"/>
              <w:adjustRightInd w:val="0"/>
              <w:jc w:val="center"/>
              <w:rPr>
                <w:rFonts w:ascii="Arial" w:eastAsia="HG丸ｺﾞｼｯｸM-PRO" w:hAnsi="Arial" w:cs="Arial"/>
                <w:kern w:val="0"/>
                <w:sz w:val="20"/>
                <w:szCs w:val="20"/>
              </w:rPr>
            </w:pPr>
            <w:r w:rsidRPr="003B6722">
              <w:rPr>
                <w:rFonts w:ascii="Arial" w:eastAsia="HG丸ｺﾞｼｯｸM-PRO" w:hAnsi="Arial" w:cs="Arial"/>
                <w:kern w:val="0"/>
                <w:sz w:val="14"/>
                <w:szCs w:val="14"/>
              </w:rPr>
              <w:t>Y</w:t>
            </w:r>
            <w:r w:rsidRPr="003B6722">
              <w:rPr>
                <w:rFonts w:ascii="Arial" w:eastAsia="HG丸ｺﾞｼｯｸM-PRO" w:hAnsi="Arial" w:cs="Arial" w:hint="eastAsia"/>
                <w:kern w:val="0"/>
                <w:sz w:val="14"/>
                <w:szCs w:val="14"/>
              </w:rPr>
              <w:t>ear</w:t>
            </w:r>
            <w:r>
              <w:rPr>
                <w:rFonts w:ascii="Arial" w:eastAsia="HG丸ｺﾞｼｯｸM-PRO" w:hAnsi="Arial" w:cs="Arial"/>
                <w:kern w:val="0"/>
                <w:sz w:val="14"/>
                <w:szCs w:val="14"/>
              </w:rPr>
              <w:t xml:space="preserve"> </w:t>
            </w:r>
            <w:r w:rsidRPr="003B6722">
              <w:rPr>
                <w:rFonts w:ascii="Arial" w:eastAsia="HG丸ｺﾞｼｯｸM-PRO" w:hAnsi="Arial" w:cs="Arial" w:hint="eastAsia"/>
                <w:kern w:val="0"/>
                <w:sz w:val="14"/>
                <w:szCs w:val="14"/>
              </w:rPr>
              <w:t>/</w:t>
            </w:r>
            <w:r>
              <w:rPr>
                <w:rFonts w:ascii="Arial" w:eastAsia="HG丸ｺﾞｼｯｸM-PRO" w:hAnsi="Arial" w:cs="Arial"/>
                <w:kern w:val="0"/>
                <w:sz w:val="14"/>
                <w:szCs w:val="14"/>
              </w:rPr>
              <w:t xml:space="preserve"> </w:t>
            </w:r>
            <w:r w:rsidRPr="003B6722">
              <w:rPr>
                <w:rFonts w:ascii="Arial" w:eastAsia="HG丸ｺﾞｼｯｸM-PRO" w:hAnsi="Arial" w:cs="Arial"/>
                <w:kern w:val="0"/>
                <w:sz w:val="14"/>
                <w:szCs w:val="14"/>
              </w:rPr>
              <w:t>Month</w:t>
            </w:r>
          </w:p>
        </w:tc>
        <w:tc>
          <w:tcPr>
            <w:tcW w:w="1276" w:type="dxa"/>
            <w:vMerge w:val="restart"/>
            <w:tcBorders>
              <w:top w:val="single" w:sz="4" w:space="0" w:color="auto"/>
              <w:left w:val="single" w:sz="4" w:space="0" w:color="auto"/>
              <w:bottom w:val="nil"/>
            </w:tcBorders>
            <w:vAlign w:val="center"/>
          </w:tcPr>
          <w:p w:rsidR="008D720D" w:rsidRPr="001B2004" w:rsidRDefault="001E4AEF" w:rsidP="004B7244">
            <w:pPr>
              <w:autoSpaceDE w:val="0"/>
              <w:autoSpaceDN w:val="0"/>
              <w:adjustRightInd w:val="0"/>
              <w:jc w:val="left"/>
              <w:rPr>
                <w:rFonts w:ascii="Arial" w:eastAsia="HG丸ｺﾞｼｯｸM-PRO" w:hAnsi="Arial" w:cs="Arial"/>
                <w:kern w:val="0"/>
                <w:sz w:val="16"/>
                <w:szCs w:val="16"/>
              </w:rPr>
            </w:pPr>
            <w:sdt>
              <w:sdtPr>
                <w:rPr>
                  <w:rFonts w:ascii="Arial" w:eastAsia="HG丸ｺﾞｼｯｸM-PRO" w:hAnsi="Arial" w:cs="Arial"/>
                  <w:spacing w:val="-2"/>
                  <w:kern w:val="0"/>
                  <w:sz w:val="16"/>
                  <w:szCs w:val="16"/>
                </w:rPr>
                <w:alias w:val="Enter here"/>
                <w:tag w:val="Enter here"/>
                <w:id w:val="299419485"/>
                <w:placeholder>
                  <w:docPart w:val="368B6B2CCEF548229CE5AE823E726867"/>
                </w:placeholder>
                <w:showingPlcHdr/>
                <w:text/>
              </w:sdtPr>
              <w:sdtEndPr/>
              <w:sdtContent>
                <w:r w:rsidR="008D720D" w:rsidRPr="001B2004">
                  <w:rPr>
                    <w:rFonts w:ascii="Arial" w:eastAsia="HG丸ｺﾞｼｯｸM-PRO" w:hAnsi="Arial" w:cs="Arial"/>
                    <w:color w:val="808080"/>
                    <w:spacing w:val="-2"/>
                    <w:kern w:val="0"/>
                    <w:sz w:val="16"/>
                    <w:szCs w:val="16"/>
                  </w:rPr>
                  <w:t xml:space="preserve">   </w:t>
                </w:r>
                <w:r w:rsidR="008D720D" w:rsidRPr="001B2004">
                  <w:rPr>
                    <w:rFonts w:ascii="Arial" w:eastAsia="HG丸ｺﾞｼｯｸM-PRO" w:hAnsi="Arial" w:cs="Arial"/>
                    <w:spacing w:val="-2"/>
                    <w:kern w:val="0"/>
                    <w:sz w:val="16"/>
                    <w:szCs w:val="16"/>
                  </w:rPr>
                  <w:t xml:space="preserve">  </w:t>
                </w:r>
                <w:r w:rsidR="008D720D" w:rsidRPr="001B2004">
                  <w:rPr>
                    <w:rFonts w:ascii="Arial" w:eastAsia="HG丸ｺﾞｼｯｸM-PRO" w:hAnsi="Arial" w:cs="Arial"/>
                    <w:color w:val="808080"/>
                    <w:spacing w:val="-2"/>
                    <w:kern w:val="0"/>
                    <w:sz w:val="16"/>
                    <w:szCs w:val="16"/>
                  </w:rPr>
                  <w:t xml:space="preserve">  </w:t>
                </w:r>
                <w:r w:rsidR="008D720D" w:rsidRPr="001B2004">
                  <w:rPr>
                    <w:rFonts w:ascii="Arial" w:eastAsia="HG丸ｺﾞｼｯｸM-PRO" w:hAnsi="Arial" w:cs="Arial"/>
                    <w:spacing w:val="-2"/>
                    <w:kern w:val="0"/>
                    <w:sz w:val="16"/>
                    <w:szCs w:val="16"/>
                  </w:rPr>
                  <w:t xml:space="preserve">     </w:t>
                </w:r>
              </w:sdtContent>
            </w:sdt>
          </w:p>
        </w:tc>
        <w:tc>
          <w:tcPr>
            <w:tcW w:w="1266" w:type="dxa"/>
            <w:vMerge w:val="restart"/>
            <w:tcBorders>
              <w:top w:val="single" w:sz="4" w:space="0" w:color="auto"/>
              <w:left w:val="single" w:sz="4" w:space="0" w:color="auto"/>
              <w:bottom w:val="nil"/>
              <w:right w:val="single" w:sz="4" w:space="0" w:color="auto"/>
            </w:tcBorders>
            <w:vAlign w:val="center"/>
          </w:tcPr>
          <w:p w:rsidR="008D720D" w:rsidRPr="001B2004" w:rsidRDefault="001E4AEF" w:rsidP="004B7244">
            <w:pPr>
              <w:autoSpaceDE w:val="0"/>
              <w:autoSpaceDN w:val="0"/>
              <w:adjustRightInd w:val="0"/>
              <w:jc w:val="left"/>
              <w:rPr>
                <w:rFonts w:ascii="Arial" w:eastAsia="HG丸ｺﾞｼｯｸM-PRO" w:hAnsi="Arial" w:cs="Arial"/>
                <w:kern w:val="0"/>
                <w:sz w:val="16"/>
                <w:szCs w:val="16"/>
              </w:rPr>
            </w:pPr>
            <w:sdt>
              <w:sdtPr>
                <w:rPr>
                  <w:rFonts w:ascii="Arial" w:eastAsia="HG丸ｺﾞｼｯｸM-PRO" w:hAnsi="Arial" w:cs="Arial"/>
                  <w:spacing w:val="-2"/>
                  <w:kern w:val="0"/>
                  <w:sz w:val="16"/>
                  <w:szCs w:val="16"/>
                </w:rPr>
                <w:alias w:val="Enter here"/>
                <w:tag w:val="Enter here"/>
                <w:id w:val="1392619965"/>
                <w:placeholder>
                  <w:docPart w:val="9D8806DA3263437A9C61994DA59D85FC"/>
                </w:placeholder>
                <w:showingPlcHdr/>
                <w:text/>
              </w:sdtPr>
              <w:sdtEndPr/>
              <w:sdtContent>
                <w:r w:rsidR="008D720D" w:rsidRPr="001B2004">
                  <w:rPr>
                    <w:rFonts w:ascii="Arial" w:eastAsia="HG丸ｺﾞｼｯｸM-PRO" w:hAnsi="Arial" w:cs="Arial"/>
                    <w:color w:val="808080"/>
                    <w:spacing w:val="-2"/>
                    <w:kern w:val="0"/>
                    <w:sz w:val="16"/>
                    <w:szCs w:val="16"/>
                  </w:rPr>
                  <w:t xml:space="preserve">   </w:t>
                </w:r>
                <w:r w:rsidR="008D720D" w:rsidRPr="001B2004">
                  <w:rPr>
                    <w:rFonts w:ascii="Arial" w:eastAsia="HG丸ｺﾞｼｯｸM-PRO" w:hAnsi="Arial" w:cs="Arial"/>
                    <w:spacing w:val="-2"/>
                    <w:kern w:val="0"/>
                    <w:sz w:val="16"/>
                    <w:szCs w:val="16"/>
                  </w:rPr>
                  <w:t xml:space="preserve">       </w:t>
                </w:r>
              </w:sdtContent>
            </w:sdt>
          </w:p>
        </w:tc>
      </w:tr>
      <w:tr w:rsidR="00095A54" w:rsidRPr="008D720D" w:rsidTr="00613D2F">
        <w:trPr>
          <w:cantSplit/>
          <w:trHeight w:val="546"/>
        </w:trPr>
        <w:tc>
          <w:tcPr>
            <w:tcW w:w="1305" w:type="dxa"/>
            <w:vMerge/>
            <w:tcBorders>
              <w:left w:val="single" w:sz="4" w:space="0" w:color="auto"/>
            </w:tcBorders>
            <w:vAlign w:val="center"/>
          </w:tcPr>
          <w:p w:rsidR="00095A54" w:rsidRPr="008D720D" w:rsidRDefault="00095A54" w:rsidP="00095A54">
            <w:pPr>
              <w:autoSpaceDE w:val="0"/>
              <w:autoSpaceDN w:val="0"/>
              <w:adjustRightInd w:val="0"/>
              <w:jc w:val="left"/>
              <w:rPr>
                <w:rFonts w:ascii="Arial" w:eastAsia="HG丸ｺﾞｼｯｸM-PRO" w:hAnsi="Arial" w:cs="Arial"/>
                <w:kern w:val="0"/>
                <w:sz w:val="20"/>
                <w:szCs w:val="20"/>
              </w:rPr>
            </w:pPr>
          </w:p>
        </w:tc>
        <w:tc>
          <w:tcPr>
            <w:tcW w:w="1134" w:type="dxa"/>
            <w:tcBorders>
              <w:top w:val="single" w:sz="4" w:space="0" w:color="auto"/>
              <w:left w:val="single" w:sz="4" w:space="0" w:color="auto"/>
              <w:bottom w:val="single" w:sz="4" w:space="0" w:color="auto"/>
            </w:tcBorders>
            <w:vAlign w:val="center"/>
          </w:tcPr>
          <w:p w:rsidR="00CD4428" w:rsidRPr="008D720D" w:rsidRDefault="00CD4428" w:rsidP="00CD4428">
            <w:pPr>
              <w:wordWrap w:val="0"/>
              <w:autoSpaceDE w:val="0"/>
              <w:autoSpaceDN w:val="0"/>
              <w:adjustRightInd w:val="0"/>
              <w:rPr>
                <w:rFonts w:ascii="Arial" w:eastAsia="HG丸ｺﾞｼｯｸM-PRO" w:hAnsi="Arial" w:cs="Arial"/>
                <w:kern w:val="0"/>
                <w:sz w:val="20"/>
                <w:szCs w:val="20"/>
              </w:rPr>
            </w:pPr>
            <w:r w:rsidRPr="008D720D">
              <w:rPr>
                <w:rFonts w:ascii="Arial" w:eastAsia="HG丸ｺﾞｼｯｸM-PRO" w:hAnsi="Arial" w:cs="Arial"/>
                <w:kern w:val="0"/>
                <w:sz w:val="20"/>
                <w:szCs w:val="20"/>
              </w:rPr>
              <w:t>所在地</w:t>
            </w:r>
          </w:p>
          <w:p w:rsidR="00095A54" w:rsidRPr="008D720D" w:rsidRDefault="00CD4428" w:rsidP="00CD4428">
            <w:pPr>
              <w:wordWrap w:val="0"/>
              <w:autoSpaceDE w:val="0"/>
              <w:autoSpaceDN w:val="0"/>
              <w:adjustRightInd w:val="0"/>
              <w:rPr>
                <w:rFonts w:ascii="Arial" w:eastAsia="HG丸ｺﾞｼｯｸM-PRO" w:hAnsi="Arial" w:cs="Arial"/>
                <w:kern w:val="0"/>
                <w:sz w:val="20"/>
                <w:szCs w:val="20"/>
              </w:rPr>
            </w:pPr>
            <w:r w:rsidRPr="00CD4428">
              <w:rPr>
                <w:rFonts w:ascii="Arial" w:eastAsia="HG丸ｺﾞｼｯｸM-PRO" w:hAnsi="Arial" w:cs="Arial"/>
                <w:kern w:val="0"/>
                <w:sz w:val="14"/>
                <w:szCs w:val="14"/>
              </w:rPr>
              <w:t>Location</w:t>
            </w:r>
          </w:p>
        </w:tc>
        <w:tc>
          <w:tcPr>
            <w:tcW w:w="2268" w:type="dxa"/>
            <w:tcBorders>
              <w:top w:val="single" w:sz="4" w:space="0" w:color="auto"/>
              <w:left w:val="single" w:sz="4" w:space="0" w:color="auto"/>
              <w:bottom w:val="single" w:sz="4" w:space="0" w:color="auto"/>
            </w:tcBorders>
            <w:vAlign w:val="center"/>
          </w:tcPr>
          <w:p w:rsidR="00095A54" w:rsidRPr="007C5047" w:rsidRDefault="001E4AEF" w:rsidP="004B7244">
            <w:pPr>
              <w:wordWrap w:val="0"/>
              <w:autoSpaceDE w:val="0"/>
              <w:autoSpaceDN w:val="0"/>
              <w:adjustRightInd w:val="0"/>
              <w:spacing w:line="245" w:lineRule="atLeast"/>
              <w:jc w:val="left"/>
              <w:rPr>
                <w:rFonts w:ascii="Arial" w:eastAsia="HG丸ｺﾞｼｯｸM-PRO" w:hAnsi="Arial" w:cs="Arial"/>
                <w:spacing w:val="-2"/>
                <w:kern w:val="0"/>
                <w:sz w:val="16"/>
                <w:szCs w:val="16"/>
              </w:rPr>
            </w:pPr>
            <w:sdt>
              <w:sdtPr>
                <w:rPr>
                  <w:rFonts w:ascii="Times New Roman"/>
                  <w:sz w:val="20"/>
                  <w:szCs w:val="20"/>
                </w:rPr>
                <w:alias w:val="Enter here"/>
                <w:tag w:val="Enter here"/>
                <w:id w:val="599994520"/>
                <w:placeholder>
                  <w:docPart w:val="9CEA7FACD2074E30AE0AD92F393515E7"/>
                </w:placeholder>
                <w:showingPlcHdr/>
                <w:text/>
              </w:sdtPr>
              <w:sdtEndPr/>
              <w:sdtContent>
                <w:r w:rsidRPr="007C5047">
                  <w:rPr>
                    <w:rFonts w:ascii="Arial" w:eastAsia="HG丸ｺﾞｼｯｸM-PRO" w:hAnsi="Arial" w:cs="Arial"/>
                    <w:color w:val="808080"/>
                    <w:spacing w:val="-2"/>
                    <w:kern w:val="0"/>
                    <w:sz w:val="16"/>
                    <w:szCs w:val="16"/>
                  </w:rPr>
                  <w:t xml:space="preserve">                 </w:t>
                </w:r>
                <w:r w:rsidRPr="007C5047">
                  <w:rPr>
                    <w:rFonts w:ascii="Arial" w:eastAsia="HG丸ｺﾞｼｯｸM-PRO" w:hAnsi="Arial" w:cs="Arial"/>
                    <w:spacing w:val="-2"/>
                    <w:kern w:val="0"/>
                    <w:sz w:val="16"/>
                    <w:szCs w:val="16"/>
                  </w:rPr>
                  <w:t xml:space="preserve">    </w:t>
                </w:r>
              </w:sdtContent>
            </w:sdt>
          </w:p>
        </w:tc>
        <w:tc>
          <w:tcPr>
            <w:tcW w:w="1134" w:type="dxa"/>
            <w:vMerge/>
            <w:tcBorders>
              <w:left w:val="single" w:sz="4" w:space="0" w:color="auto"/>
              <w:bottom w:val="single" w:sz="4" w:space="0" w:color="auto"/>
            </w:tcBorders>
            <w:vAlign w:val="center"/>
          </w:tcPr>
          <w:p w:rsidR="00095A54" w:rsidRPr="008D720D" w:rsidRDefault="00095A54" w:rsidP="00095A54">
            <w:pPr>
              <w:wordWrap w:val="0"/>
              <w:autoSpaceDE w:val="0"/>
              <w:autoSpaceDN w:val="0"/>
              <w:adjustRightInd w:val="0"/>
              <w:spacing w:line="245" w:lineRule="atLeast"/>
              <w:jc w:val="right"/>
              <w:rPr>
                <w:rFonts w:ascii="Arial" w:eastAsia="HG丸ｺﾞｼｯｸM-PRO" w:hAnsi="Arial" w:cs="Arial"/>
                <w:kern w:val="0"/>
                <w:sz w:val="20"/>
                <w:szCs w:val="20"/>
              </w:rPr>
            </w:pPr>
          </w:p>
        </w:tc>
        <w:tc>
          <w:tcPr>
            <w:tcW w:w="850" w:type="dxa"/>
            <w:tcBorders>
              <w:top w:val="single" w:sz="4" w:space="0" w:color="auto"/>
              <w:left w:val="single" w:sz="4" w:space="0" w:color="auto"/>
              <w:bottom w:val="single" w:sz="4" w:space="0" w:color="auto"/>
            </w:tcBorders>
            <w:vAlign w:val="center"/>
          </w:tcPr>
          <w:p w:rsidR="00305E26" w:rsidRPr="008D720D" w:rsidRDefault="00305E26" w:rsidP="00613D2F">
            <w:pPr>
              <w:wordWrap w:val="0"/>
              <w:autoSpaceDE w:val="0"/>
              <w:autoSpaceDN w:val="0"/>
              <w:adjustRightInd w:val="0"/>
              <w:jc w:val="center"/>
              <w:rPr>
                <w:rFonts w:ascii="Arial" w:eastAsia="HG丸ｺﾞｼｯｸM-PRO" w:hAnsi="Arial" w:cs="Arial"/>
                <w:kern w:val="0"/>
                <w:sz w:val="20"/>
                <w:szCs w:val="20"/>
              </w:rPr>
            </w:pPr>
            <w:r w:rsidRPr="008D720D">
              <w:rPr>
                <w:rFonts w:ascii="Arial" w:eastAsia="HG丸ｺﾞｼｯｸM-PRO" w:hAnsi="Arial" w:cs="Arial"/>
                <w:kern w:val="0"/>
                <w:sz w:val="20"/>
                <w:szCs w:val="20"/>
              </w:rPr>
              <w:t>卒業</w:t>
            </w:r>
          </w:p>
          <w:p w:rsidR="00095A54" w:rsidRPr="00CD4428" w:rsidRDefault="00305E26" w:rsidP="00613D2F">
            <w:pPr>
              <w:wordWrap w:val="0"/>
              <w:autoSpaceDE w:val="0"/>
              <w:autoSpaceDN w:val="0"/>
              <w:adjustRightInd w:val="0"/>
              <w:jc w:val="center"/>
              <w:rPr>
                <w:rFonts w:ascii="Arial" w:eastAsia="HG丸ｺﾞｼｯｸM-PRO" w:hAnsi="Arial" w:cs="Arial"/>
                <w:kern w:val="0"/>
                <w:sz w:val="14"/>
                <w:szCs w:val="14"/>
              </w:rPr>
            </w:pPr>
            <w:r w:rsidRPr="00CD4428">
              <w:rPr>
                <w:rFonts w:ascii="Arial" w:eastAsia="HG丸ｺﾞｼｯｸM-PRO" w:hAnsi="Arial" w:cs="Arial"/>
                <w:spacing w:val="6"/>
                <w:kern w:val="0"/>
                <w:sz w:val="14"/>
                <w:szCs w:val="14"/>
              </w:rPr>
              <w:t>graduation</w:t>
            </w:r>
          </w:p>
        </w:tc>
        <w:tc>
          <w:tcPr>
            <w:tcW w:w="1276" w:type="dxa"/>
            <w:tcBorders>
              <w:top w:val="single" w:sz="4" w:space="0" w:color="auto"/>
              <w:left w:val="single" w:sz="4" w:space="0" w:color="auto"/>
              <w:bottom w:val="single" w:sz="4" w:space="0" w:color="auto"/>
            </w:tcBorders>
            <w:vAlign w:val="center"/>
          </w:tcPr>
          <w:p w:rsidR="003B6722" w:rsidRDefault="001E4AEF" w:rsidP="003B6722">
            <w:pPr>
              <w:wordWrap w:val="0"/>
              <w:autoSpaceDE w:val="0"/>
              <w:autoSpaceDN w:val="0"/>
              <w:adjustRightInd w:val="0"/>
              <w:jc w:val="left"/>
              <w:rPr>
                <w:rFonts w:ascii="Arial" w:eastAsia="HG丸ｺﾞｼｯｸM-PRO" w:hAnsi="Arial" w:cs="Arial"/>
                <w:kern w:val="0"/>
                <w:sz w:val="20"/>
                <w:szCs w:val="20"/>
              </w:rPr>
            </w:pPr>
            <w:sdt>
              <w:sdtPr>
                <w:rPr>
                  <w:rFonts w:ascii="Arial" w:eastAsia="HG丸ｺﾞｼｯｸM-PRO" w:hAnsi="Arial" w:cs="Arial"/>
                  <w:szCs w:val="21"/>
                </w:rPr>
                <w:alias w:val="year"/>
                <w:tag w:val="year"/>
                <w:id w:val="872042574"/>
                <w:placeholder>
                  <w:docPart w:val="A5641DE3FB1E43A18D735314657F27DA"/>
                </w:placeholder>
                <w:showingPlcHdr/>
                <w:text/>
              </w:sdtPr>
              <w:sdtEndPr/>
              <w:sdtContent>
                <w:r w:rsidRPr="00613D2F">
                  <w:rPr>
                    <w:rFonts w:ascii="Arial" w:eastAsia="HG丸ｺﾞｼｯｸM-PRO" w:hAnsi="Arial" w:cs="Arial"/>
                    <w:sz w:val="20"/>
                    <w:szCs w:val="20"/>
                  </w:rPr>
                  <w:t xml:space="preserve">    </w:t>
                </w:r>
              </w:sdtContent>
            </w:sdt>
            <w:r w:rsidR="003B6722" w:rsidRPr="00613D2F">
              <w:rPr>
                <w:rFonts w:ascii="Arial" w:eastAsia="HG丸ｺﾞｼｯｸM-PRO" w:hAnsi="Arial" w:cs="Arial"/>
                <w:sz w:val="20"/>
                <w:szCs w:val="20"/>
              </w:rPr>
              <w:t>年</w:t>
            </w:r>
            <w:sdt>
              <w:sdtPr>
                <w:rPr>
                  <w:rFonts w:ascii="Arial" w:eastAsia="HG丸ｺﾞｼｯｸM-PRO" w:hAnsi="Arial" w:cs="Arial"/>
                  <w:kern w:val="0"/>
                  <w:sz w:val="20"/>
                  <w:szCs w:val="20"/>
                </w:rPr>
                <w:alias w:val="Select"/>
                <w:tag w:val="Select"/>
                <w:id w:val="511122240"/>
                <w:placeholder>
                  <w:docPart w:val="2BEF54DE222A45929ABD72FAE29A74FC"/>
                </w:placeholder>
                <w:showingPlcHdr/>
                <w:dropDownList>
                  <w:listItem w:value="Select"/>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dropDownList>
              </w:sdtPr>
              <w:sdtEndPr/>
              <w:sdtContent>
                <w:r w:rsidRPr="008D720D">
                  <w:rPr>
                    <w:rFonts w:ascii="Arial" w:eastAsia="HG丸ｺﾞｼｯｸM-PRO" w:hAnsi="Arial" w:cs="Arial" w:hint="eastAsia"/>
                    <w:kern w:val="0"/>
                    <w:sz w:val="20"/>
                    <w:szCs w:val="20"/>
                  </w:rPr>
                  <w:t>□</w:t>
                </w:r>
              </w:sdtContent>
            </w:sdt>
            <w:r w:rsidR="003B6722">
              <w:rPr>
                <w:rFonts w:ascii="Arial" w:eastAsia="HG丸ｺﾞｼｯｸM-PRO" w:hAnsi="Arial" w:cs="Arial" w:hint="eastAsia"/>
                <w:kern w:val="0"/>
                <w:sz w:val="20"/>
                <w:szCs w:val="20"/>
              </w:rPr>
              <w:t>月</w:t>
            </w:r>
          </w:p>
          <w:p w:rsidR="00095A54" w:rsidRPr="004B7244" w:rsidRDefault="003B6722" w:rsidP="00EF2F19">
            <w:pPr>
              <w:wordWrap w:val="0"/>
              <w:autoSpaceDE w:val="0"/>
              <w:autoSpaceDN w:val="0"/>
              <w:adjustRightInd w:val="0"/>
              <w:jc w:val="center"/>
              <w:rPr>
                <w:rFonts w:ascii="Arial" w:eastAsia="HG丸ｺﾞｼｯｸM-PRO" w:hAnsi="Arial" w:cs="Arial"/>
                <w:kern w:val="0"/>
                <w:sz w:val="20"/>
                <w:szCs w:val="20"/>
              </w:rPr>
            </w:pPr>
            <w:r w:rsidRPr="003B6722">
              <w:rPr>
                <w:rFonts w:ascii="Arial" w:eastAsia="HG丸ｺﾞｼｯｸM-PRO" w:hAnsi="Arial" w:cs="Arial"/>
                <w:kern w:val="0"/>
                <w:sz w:val="14"/>
                <w:szCs w:val="14"/>
              </w:rPr>
              <w:t>Y</w:t>
            </w:r>
            <w:r w:rsidRPr="003B6722">
              <w:rPr>
                <w:rFonts w:ascii="Arial" w:eastAsia="HG丸ｺﾞｼｯｸM-PRO" w:hAnsi="Arial" w:cs="Arial" w:hint="eastAsia"/>
                <w:kern w:val="0"/>
                <w:sz w:val="14"/>
                <w:szCs w:val="14"/>
              </w:rPr>
              <w:t>ear</w:t>
            </w:r>
            <w:r>
              <w:rPr>
                <w:rFonts w:ascii="Arial" w:eastAsia="HG丸ｺﾞｼｯｸM-PRO" w:hAnsi="Arial" w:cs="Arial"/>
                <w:kern w:val="0"/>
                <w:sz w:val="14"/>
                <w:szCs w:val="14"/>
              </w:rPr>
              <w:t xml:space="preserve"> </w:t>
            </w:r>
            <w:r w:rsidRPr="003B6722">
              <w:rPr>
                <w:rFonts w:ascii="Arial" w:eastAsia="HG丸ｺﾞｼｯｸM-PRO" w:hAnsi="Arial" w:cs="Arial" w:hint="eastAsia"/>
                <w:kern w:val="0"/>
                <w:sz w:val="14"/>
                <w:szCs w:val="14"/>
              </w:rPr>
              <w:t>/</w:t>
            </w:r>
            <w:r>
              <w:rPr>
                <w:rFonts w:ascii="Arial" w:eastAsia="HG丸ｺﾞｼｯｸM-PRO" w:hAnsi="Arial" w:cs="Arial"/>
                <w:kern w:val="0"/>
                <w:sz w:val="14"/>
                <w:szCs w:val="14"/>
              </w:rPr>
              <w:t xml:space="preserve"> </w:t>
            </w:r>
            <w:r w:rsidRPr="003B6722">
              <w:rPr>
                <w:rFonts w:ascii="Arial" w:eastAsia="HG丸ｺﾞｼｯｸM-PRO" w:hAnsi="Arial" w:cs="Arial"/>
                <w:kern w:val="0"/>
                <w:sz w:val="14"/>
                <w:szCs w:val="14"/>
              </w:rPr>
              <w:t>Month</w:t>
            </w:r>
          </w:p>
        </w:tc>
        <w:tc>
          <w:tcPr>
            <w:tcW w:w="1276" w:type="dxa"/>
            <w:vMerge/>
            <w:tcBorders>
              <w:left w:val="single" w:sz="4" w:space="0" w:color="auto"/>
              <w:bottom w:val="single" w:sz="4" w:space="0" w:color="auto"/>
            </w:tcBorders>
            <w:vAlign w:val="center"/>
          </w:tcPr>
          <w:p w:rsidR="00095A54" w:rsidRPr="001B2004" w:rsidRDefault="00095A54" w:rsidP="004B7244">
            <w:pPr>
              <w:autoSpaceDE w:val="0"/>
              <w:autoSpaceDN w:val="0"/>
              <w:adjustRightInd w:val="0"/>
              <w:jc w:val="left"/>
              <w:rPr>
                <w:rFonts w:ascii="Arial" w:eastAsia="HG丸ｺﾞｼｯｸM-PRO" w:hAnsi="Arial" w:cs="Arial"/>
                <w:spacing w:val="-2"/>
                <w:kern w:val="0"/>
                <w:sz w:val="16"/>
                <w:szCs w:val="16"/>
              </w:rPr>
            </w:pPr>
          </w:p>
        </w:tc>
        <w:tc>
          <w:tcPr>
            <w:tcW w:w="1266" w:type="dxa"/>
            <w:vMerge/>
            <w:tcBorders>
              <w:left w:val="single" w:sz="4" w:space="0" w:color="auto"/>
              <w:bottom w:val="single" w:sz="4" w:space="0" w:color="auto"/>
              <w:right w:val="single" w:sz="4" w:space="0" w:color="auto"/>
            </w:tcBorders>
            <w:vAlign w:val="center"/>
          </w:tcPr>
          <w:p w:rsidR="00095A54" w:rsidRPr="001B2004" w:rsidRDefault="00095A54" w:rsidP="004B7244">
            <w:pPr>
              <w:autoSpaceDE w:val="0"/>
              <w:autoSpaceDN w:val="0"/>
              <w:adjustRightInd w:val="0"/>
              <w:jc w:val="left"/>
              <w:rPr>
                <w:rFonts w:ascii="Arial" w:eastAsia="HG丸ｺﾞｼｯｸM-PRO" w:hAnsi="Arial" w:cs="Arial"/>
                <w:spacing w:val="-2"/>
                <w:kern w:val="0"/>
                <w:sz w:val="16"/>
                <w:szCs w:val="16"/>
              </w:rPr>
            </w:pPr>
          </w:p>
        </w:tc>
      </w:tr>
      <w:tr w:rsidR="008D720D" w:rsidRPr="008D720D" w:rsidTr="00613D2F">
        <w:trPr>
          <w:cantSplit/>
          <w:trHeight w:val="546"/>
        </w:trPr>
        <w:tc>
          <w:tcPr>
            <w:tcW w:w="1305" w:type="dxa"/>
            <w:vMerge/>
            <w:tcBorders>
              <w:left w:val="single" w:sz="4" w:space="0" w:color="auto"/>
            </w:tcBorders>
          </w:tcPr>
          <w:p w:rsidR="008D720D" w:rsidRPr="008D720D" w:rsidRDefault="008D720D" w:rsidP="008D720D">
            <w:pPr>
              <w:wordWrap w:val="0"/>
              <w:autoSpaceDE w:val="0"/>
              <w:autoSpaceDN w:val="0"/>
              <w:adjustRightInd w:val="0"/>
              <w:spacing w:line="245" w:lineRule="atLeast"/>
              <w:jc w:val="left"/>
              <w:rPr>
                <w:rFonts w:ascii="Arial" w:eastAsia="HG丸ｺﾞｼｯｸM-PRO" w:hAnsi="Arial" w:cs="Arial"/>
                <w:kern w:val="0"/>
                <w:sz w:val="20"/>
                <w:szCs w:val="20"/>
              </w:rPr>
            </w:pPr>
          </w:p>
        </w:tc>
        <w:tc>
          <w:tcPr>
            <w:tcW w:w="1134" w:type="dxa"/>
            <w:tcBorders>
              <w:left w:val="single" w:sz="4" w:space="0" w:color="auto"/>
              <w:bottom w:val="single" w:sz="4" w:space="0" w:color="auto"/>
            </w:tcBorders>
            <w:vAlign w:val="center"/>
          </w:tcPr>
          <w:p w:rsidR="00CD4428" w:rsidRPr="008D720D" w:rsidRDefault="00CD4428" w:rsidP="00CD4428">
            <w:pPr>
              <w:autoSpaceDE w:val="0"/>
              <w:autoSpaceDN w:val="0"/>
              <w:adjustRightInd w:val="0"/>
              <w:rPr>
                <w:rFonts w:ascii="Arial" w:eastAsia="HG丸ｺﾞｼｯｸM-PRO" w:hAnsi="Arial" w:cs="Arial"/>
                <w:kern w:val="0"/>
                <w:sz w:val="20"/>
                <w:szCs w:val="20"/>
              </w:rPr>
            </w:pPr>
            <w:r w:rsidRPr="008D720D">
              <w:rPr>
                <w:rFonts w:ascii="Arial" w:eastAsia="HG丸ｺﾞｼｯｸM-PRO" w:hAnsi="Arial" w:cs="Arial"/>
                <w:kern w:val="0"/>
                <w:sz w:val="20"/>
                <w:szCs w:val="20"/>
              </w:rPr>
              <w:t>学校名</w:t>
            </w:r>
          </w:p>
          <w:p w:rsidR="008D720D" w:rsidRPr="008D720D" w:rsidRDefault="00CD4428" w:rsidP="00CD4428">
            <w:pPr>
              <w:autoSpaceDE w:val="0"/>
              <w:autoSpaceDN w:val="0"/>
              <w:adjustRightInd w:val="0"/>
              <w:rPr>
                <w:rFonts w:ascii="Arial" w:eastAsia="HG丸ｺﾞｼｯｸM-PRO" w:hAnsi="Arial" w:cs="Arial"/>
                <w:kern w:val="0"/>
                <w:sz w:val="20"/>
                <w:szCs w:val="20"/>
              </w:rPr>
            </w:pPr>
            <w:r w:rsidRPr="00CD4428">
              <w:rPr>
                <w:rFonts w:ascii="Arial" w:eastAsia="HG丸ｺﾞｼｯｸM-PRO" w:hAnsi="Arial" w:cs="Arial"/>
                <w:kern w:val="0"/>
                <w:sz w:val="14"/>
                <w:szCs w:val="14"/>
              </w:rPr>
              <w:t>School Name</w:t>
            </w:r>
          </w:p>
        </w:tc>
        <w:tc>
          <w:tcPr>
            <w:tcW w:w="2268" w:type="dxa"/>
            <w:tcBorders>
              <w:left w:val="single" w:sz="4" w:space="0" w:color="auto"/>
              <w:bottom w:val="single" w:sz="4" w:space="0" w:color="auto"/>
            </w:tcBorders>
            <w:vAlign w:val="center"/>
          </w:tcPr>
          <w:p w:rsidR="008D720D" w:rsidRPr="007C5047" w:rsidRDefault="001E4AEF" w:rsidP="004B7244">
            <w:pPr>
              <w:wordWrap w:val="0"/>
              <w:autoSpaceDE w:val="0"/>
              <w:autoSpaceDN w:val="0"/>
              <w:adjustRightInd w:val="0"/>
              <w:spacing w:line="245" w:lineRule="atLeast"/>
              <w:jc w:val="left"/>
              <w:rPr>
                <w:rFonts w:ascii="Arial" w:eastAsia="HG丸ｺﾞｼｯｸM-PRO" w:hAnsi="Arial" w:cs="Arial"/>
                <w:spacing w:val="-2"/>
                <w:kern w:val="0"/>
                <w:sz w:val="16"/>
                <w:szCs w:val="16"/>
              </w:rPr>
            </w:pPr>
            <w:sdt>
              <w:sdtPr>
                <w:rPr>
                  <w:rFonts w:ascii="Times New Roman"/>
                  <w:sz w:val="20"/>
                  <w:szCs w:val="20"/>
                </w:rPr>
                <w:alias w:val="Enter here"/>
                <w:tag w:val="Enter here"/>
                <w:id w:val="610797007"/>
                <w:placeholder>
                  <w:docPart w:val="D15ADC818FAA482B952E9D3DA11549E1"/>
                </w:placeholder>
                <w:showingPlcHdr/>
                <w:text/>
              </w:sdtPr>
              <w:sdtEndPr/>
              <w:sdtContent>
                <w:r w:rsidRPr="007C5047">
                  <w:rPr>
                    <w:rFonts w:ascii="Arial" w:eastAsia="HG丸ｺﾞｼｯｸM-PRO" w:hAnsi="Arial" w:cs="Arial"/>
                    <w:color w:val="808080"/>
                    <w:spacing w:val="-2"/>
                    <w:kern w:val="0"/>
                    <w:sz w:val="16"/>
                    <w:szCs w:val="16"/>
                  </w:rPr>
                  <w:t xml:space="preserve">                 </w:t>
                </w:r>
                <w:r w:rsidRPr="007C5047">
                  <w:rPr>
                    <w:rFonts w:ascii="Arial" w:eastAsia="HG丸ｺﾞｼｯｸM-PRO" w:hAnsi="Arial" w:cs="Arial"/>
                    <w:spacing w:val="-2"/>
                    <w:kern w:val="0"/>
                    <w:sz w:val="16"/>
                    <w:szCs w:val="16"/>
                  </w:rPr>
                  <w:t xml:space="preserve">    </w:t>
                </w:r>
              </w:sdtContent>
            </w:sdt>
          </w:p>
        </w:tc>
        <w:tc>
          <w:tcPr>
            <w:tcW w:w="1134" w:type="dxa"/>
            <w:vMerge w:val="restart"/>
            <w:tcBorders>
              <w:left w:val="single" w:sz="4" w:space="0" w:color="auto"/>
            </w:tcBorders>
            <w:vAlign w:val="center"/>
          </w:tcPr>
          <w:p w:rsidR="008D720D" w:rsidRPr="008D720D" w:rsidRDefault="001E4AEF" w:rsidP="00CD4428">
            <w:pPr>
              <w:autoSpaceDE w:val="0"/>
              <w:autoSpaceDN w:val="0"/>
              <w:adjustRightInd w:val="0"/>
              <w:ind w:right="400" w:firstLineChars="50" w:firstLine="100"/>
              <w:jc w:val="center"/>
              <w:rPr>
                <w:rFonts w:ascii="Arial" w:eastAsia="HG丸ｺﾞｼｯｸM-PRO" w:hAnsi="Arial" w:cs="Arial"/>
                <w:kern w:val="0"/>
                <w:sz w:val="20"/>
                <w:szCs w:val="20"/>
              </w:rPr>
            </w:pPr>
            <w:sdt>
              <w:sdtPr>
                <w:rPr>
                  <w:rFonts w:ascii="Arial" w:eastAsia="HG丸ｺﾞｼｯｸM-PRO" w:hAnsi="Arial" w:cs="Arial"/>
                  <w:kern w:val="0"/>
                  <w:sz w:val="20"/>
                  <w:szCs w:val="20"/>
                </w:rPr>
                <w:alias w:val="Select"/>
                <w:tag w:val="Select"/>
                <w:id w:val="1595901778"/>
                <w:placeholder>
                  <w:docPart w:val="D360791C19CD4D0593AFD26C33087B9C"/>
                </w:placeholder>
                <w:showingPlcHdr/>
                <w:dropDownList>
                  <w:listItem w:value="Select"/>
                  <w:listItem w:displayText="1" w:value="1"/>
                  <w:listItem w:displayText="2" w:value="2"/>
                  <w:listItem w:displayText="3" w:value="3"/>
                  <w:listItem w:displayText="4" w:value="4"/>
                  <w:listItem w:displayText="5" w:value="5"/>
                  <w:listItem w:displayText="6" w:value="6"/>
                  <w:listItem w:displayText="7" w:value="7"/>
                  <w:listItem w:displayText="8" w:value="8"/>
                </w:dropDownList>
              </w:sdtPr>
              <w:sdtEndPr/>
              <w:sdtContent>
                <w:r w:rsidRPr="008D720D">
                  <w:rPr>
                    <w:rFonts w:ascii="Arial" w:eastAsia="HG丸ｺﾞｼｯｸM-PRO" w:hAnsi="Arial" w:cs="Arial" w:hint="eastAsia"/>
                    <w:kern w:val="0"/>
                    <w:sz w:val="20"/>
                    <w:szCs w:val="20"/>
                  </w:rPr>
                  <w:t>□</w:t>
                </w:r>
              </w:sdtContent>
            </w:sdt>
            <w:r w:rsidR="008D720D" w:rsidRPr="008D720D">
              <w:rPr>
                <w:rFonts w:ascii="Arial" w:eastAsia="HG丸ｺﾞｼｯｸM-PRO" w:hAnsi="Arial" w:cs="Arial"/>
                <w:kern w:val="0"/>
                <w:sz w:val="20"/>
                <w:szCs w:val="20"/>
              </w:rPr>
              <w:t>年</w:t>
            </w:r>
          </w:p>
          <w:p w:rsidR="008D720D" w:rsidRPr="008D720D" w:rsidRDefault="00CD4428" w:rsidP="00CD4428">
            <w:pPr>
              <w:wordWrap w:val="0"/>
              <w:autoSpaceDE w:val="0"/>
              <w:autoSpaceDN w:val="0"/>
              <w:adjustRightInd w:val="0"/>
              <w:jc w:val="center"/>
              <w:rPr>
                <w:rFonts w:ascii="Arial" w:eastAsia="HG丸ｺﾞｼｯｸM-PRO" w:hAnsi="Arial" w:cs="Arial"/>
                <w:kern w:val="0"/>
                <w:sz w:val="20"/>
                <w:szCs w:val="20"/>
              </w:rPr>
            </w:pPr>
            <w:r w:rsidRPr="00CD4428">
              <w:rPr>
                <w:rFonts w:ascii="Arial" w:eastAsia="HG丸ｺﾞｼｯｸM-PRO" w:hAnsi="Arial" w:cs="Arial"/>
                <w:kern w:val="0"/>
                <w:sz w:val="14"/>
                <w:szCs w:val="14"/>
              </w:rPr>
              <w:t>years</w:t>
            </w:r>
          </w:p>
        </w:tc>
        <w:tc>
          <w:tcPr>
            <w:tcW w:w="850" w:type="dxa"/>
            <w:tcBorders>
              <w:left w:val="single" w:sz="4" w:space="0" w:color="auto"/>
              <w:bottom w:val="single" w:sz="4" w:space="0" w:color="auto"/>
            </w:tcBorders>
            <w:vAlign w:val="center"/>
          </w:tcPr>
          <w:p w:rsidR="00305E26" w:rsidRPr="008D720D" w:rsidRDefault="00305E26" w:rsidP="00613D2F">
            <w:pPr>
              <w:autoSpaceDE w:val="0"/>
              <w:autoSpaceDN w:val="0"/>
              <w:adjustRightInd w:val="0"/>
              <w:jc w:val="center"/>
              <w:rPr>
                <w:rFonts w:ascii="Arial" w:eastAsia="HG丸ｺﾞｼｯｸM-PRO" w:hAnsi="Arial" w:cs="Arial"/>
                <w:kern w:val="0"/>
                <w:sz w:val="20"/>
                <w:szCs w:val="20"/>
              </w:rPr>
            </w:pPr>
            <w:r w:rsidRPr="008D720D">
              <w:rPr>
                <w:rFonts w:ascii="Arial" w:eastAsia="HG丸ｺﾞｼｯｸM-PRO" w:hAnsi="Arial" w:cs="Arial"/>
                <w:kern w:val="0"/>
                <w:sz w:val="20"/>
                <w:szCs w:val="20"/>
              </w:rPr>
              <w:t>入学</w:t>
            </w:r>
          </w:p>
          <w:p w:rsidR="008D720D" w:rsidRPr="00CD4428" w:rsidRDefault="00305E26" w:rsidP="00613D2F">
            <w:pPr>
              <w:autoSpaceDE w:val="0"/>
              <w:autoSpaceDN w:val="0"/>
              <w:adjustRightInd w:val="0"/>
              <w:jc w:val="center"/>
              <w:rPr>
                <w:rFonts w:ascii="Arial" w:eastAsia="HG丸ｺﾞｼｯｸM-PRO" w:hAnsi="Arial" w:cs="Arial"/>
                <w:kern w:val="0"/>
                <w:sz w:val="14"/>
                <w:szCs w:val="14"/>
              </w:rPr>
            </w:pPr>
            <w:r w:rsidRPr="00CD4428">
              <w:rPr>
                <w:rFonts w:ascii="Arial" w:eastAsia="HG丸ｺﾞｼｯｸM-PRO" w:hAnsi="Arial" w:cs="Arial"/>
                <w:kern w:val="0"/>
                <w:sz w:val="14"/>
                <w:szCs w:val="14"/>
              </w:rPr>
              <w:t>enrollment</w:t>
            </w:r>
          </w:p>
        </w:tc>
        <w:tc>
          <w:tcPr>
            <w:tcW w:w="1276" w:type="dxa"/>
            <w:tcBorders>
              <w:left w:val="single" w:sz="4" w:space="0" w:color="auto"/>
              <w:bottom w:val="single" w:sz="4" w:space="0" w:color="auto"/>
            </w:tcBorders>
            <w:vAlign w:val="center"/>
          </w:tcPr>
          <w:p w:rsidR="003B6722" w:rsidRDefault="001E4AEF" w:rsidP="003B6722">
            <w:pPr>
              <w:wordWrap w:val="0"/>
              <w:autoSpaceDE w:val="0"/>
              <w:autoSpaceDN w:val="0"/>
              <w:adjustRightInd w:val="0"/>
              <w:jc w:val="left"/>
              <w:rPr>
                <w:rFonts w:ascii="Arial" w:eastAsia="HG丸ｺﾞｼｯｸM-PRO" w:hAnsi="Arial" w:cs="Arial"/>
                <w:kern w:val="0"/>
                <w:sz w:val="20"/>
                <w:szCs w:val="20"/>
              </w:rPr>
            </w:pPr>
            <w:sdt>
              <w:sdtPr>
                <w:rPr>
                  <w:rFonts w:ascii="Arial" w:eastAsia="HG丸ｺﾞｼｯｸM-PRO" w:hAnsi="Arial" w:cs="Arial"/>
                  <w:szCs w:val="21"/>
                </w:rPr>
                <w:alias w:val="year"/>
                <w:tag w:val="year"/>
                <w:id w:val="-1679500127"/>
                <w:placeholder>
                  <w:docPart w:val="CB49186E8AD6470A9885E4A12FCD9C4C"/>
                </w:placeholder>
                <w:showingPlcHdr/>
                <w:text/>
              </w:sdtPr>
              <w:sdtEndPr/>
              <w:sdtContent>
                <w:r w:rsidRPr="00613D2F">
                  <w:rPr>
                    <w:rFonts w:ascii="Arial" w:eastAsia="HG丸ｺﾞｼｯｸM-PRO" w:hAnsi="Arial" w:cs="Arial"/>
                    <w:sz w:val="20"/>
                    <w:szCs w:val="20"/>
                  </w:rPr>
                  <w:t xml:space="preserve">    </w:t>
                </w:r>
              </w:sdtContent>
            </w:sdt>
            <w:r w:rsidR="003B6722" w:rsidRPr="00613D2F">
              <w:rPr>
                <w:rFonts w:ascii="Arial" w:eastAsia="HG丸ｺﾞｼｯｸM-PRO" w:hAnsi="Arial" w:cs="Arial"/>
                <w:sz w:val="20"/>
                <w:szCs w:val="20"/>
              </w:rPr>
              <w:t>年</w:t>
            </w:r>
            <w:sdt>
              <w:sdtPr>
                <w:rPr>
                  <w:rFonts w:ascii="Arial" w:eastAsia="HG丸ｺﾞｼｯｸM-PRO" w:hAnsi="Arial" w:cs="Arial"/>
                  <w:kern w:val="0"/>
                  <w:sz w:val="20"/>
                  <w:szCs w:val="20"/>
                </w:rPr>
                <w:alias w:val="Select"/>
                <w:tag w:val="Select"/>
                <w:id w:val="1938088010"/>
                <w:placeholder>
                  <w:docPart w:val="61B10F5278BC4140A0EC52BD61B9DE7B"/>
                </w:placeholder>
                <w:showingPlcHdr/>
                <w:dropDownList>
                  <w:listItem w:value="Select"/>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dropDownList>
              </w:sdtPr>
              <w:sdtEndPr/>
              <w:sdtContent>
                <w:r w:rsidRPr="008D720D">
                  <w:rPr>
                    <w:rFonts w:ascii="Arial" w:eastAsia="HG丸ｺﾞｼｯｸM-PRO" w:hAnsi="Arial" w:cs="Arial" w:hint="eastAsia"/>
                    <w:kern w:val="0"/>
                    <w:sz w:val="20"/>
                    <w:szCs w:val="20"/>
                  </w:rPr>
                  <w:t>□</w:t>
                </w:r>
              </w:sdtContent>
            </w:sdt>
            <w:r w:rsidR="003B6722">
              <w:rPr>
                <w:rFonts w:ascii="Arial" w:eastAsia="HG丸ｺﾞｼｯｸM-PRO" w:hAnsi="Arial" w:cs="Arial" w:hint="eastAsia"/>
                <w:kern w:val="0"/>
                <w:sz w:val="20"/>
                <w:szCs w:val="20"/>
              </w:rPr>
              <w:t>月</w:t>
            </w:r>
          </w:p>
          <w:p w:rsidR="008D720D" w:rsidRPr="004B7244" w:rsidRDefault="003B6722" w:rsidP="003B6722">
            <w:pPr>
              <w:wordWrap w:val="0"/>
              <w:autoSpaceDE w:val="0"/>
              <w:autoSpaceDN w:val="0"/>
              <w:adjustRightInd w:val="0"/>
              <w:jc w:val="center"/>
              <w:rPr>
                <w:rFonts w:ascii="Arial" w:eastAsia="HG丸ｺﾞｼｯｸM-PRO" w:hAnsi="Arial" w:cs="Arial"/>
                <w:kern w:val="0"/>
                <w:sz w:val="20"/>
                <w:szCs w:val="20"/>
              </w:rPr>
            </w:pPr>
            <w:r w:rsidRPr="003B6722">
              <w:rPr>
                <w:rFonts w:ascii="Arial" w:eastAsia="HG丸ｺﾞｼｯｸM-PRO" w:hAnsi="Arial" w:cs="Arial"/>
                <w:kern w:val="0"/>
                <w:sz w:val="14"/>
                <w:szCs w:val="14"/>
              </w:rPr>
              <w:t>Y</w:t>
            </w:r>
            <w:r w:rsidRPr="003B6722">
              <w:rPr>
                <w:rFonts w:ascii="Arial" w:eastAsia="HG丸ｺﾞｼｯｸM-PRO" w:hAnsi="Arial" w:cs="Arial" w:hint="eastAsia"/>
                <w:kern w:val="0"/>
                <w:sz w:val="14"/>
                <w:szCs w:val="14"/>
              </w:rPr>
              <w:t>ear</w:t>
            </w:r>
            <w:r>
              <w:rPr>
                <w:rFonts w:ascii="Arial" w:eastAsia="HG丸ｺﾞｼｯｸM-PRO" w:hAnsi="Arial" w:cs="Arial"/>
                <w:kern w:val="0"/>
                <w:sz w:val="14"/>
                <w:szCs w:val="14"/>
              </w:rPr>
              <w:t xml:space="preserve"> </w:t>
            </w:r>
            <w:r w:rsidRPr="003B6722">
              <w:rPr>
                <w:rFonts w:ascii="Arial" w:eastAsia="HG丸ｺﾞｼｯｸM-PRO" w:hAnsi="Arial" w:cs="Arial" w:hint="eastAsia"/>
                <w:kern w:val="0"/>
                <w:sz w:val="14"/>
                <w:szCs w:val="14"/>
              </w:rPr>
              <w:t>/</w:t>
            </w:r>
            <w:r>
              <w:rPr>
                <w:rFonts w:ascii="Arial" w:eastAsia="HG丸ｺﾞｼｯｸM-PRO" w:hAnsi="Arial" w:cs="Arial"/>
                <w:kern w:val="0"/>
                <w:sz w:val="14"/>
                <w:szCs w:val="14"/>
              </w:rPr>
              <w:t xml:space="preserve"> </w:t>
            </w:r>
            <w:r w:rsidRPr="003B6722">
              <w:rPr>
                <w:rFonts w:ascii="Arial" w:eastAsia="HG丸ｺﾞｼｯｸM-PRO" w:hAnsi="Arial" w:cs="Arial"/>
                <w:kern w:val="0"/>
                <w:sz w:val="14"/>
                <w:szCs w:val="14"/>
              </w:rPr>
              <w:t>Month</w:t>
            </w:r>
          </w:p>
        </w:tc>
        <w:tc>
          <w:tcPr>
            <w:tcW w:w="1276" w:type="dxa"/>
            <w:vMerge w:val="restart"/>
            <w:tcBorders>
              <w:left w:val="single" w:sz="4" w:space="0" w:color="auto"/>
            </w:tcBorders>
            <w:vAlign w:val="center"/>
          </w:tcPr>
          <w:p w:rsidR="008D720D" w:rsidRPr="001B2004" w:rsidRDefault="001E4AEF" w:rsidP="004B7244">
            <w:pPr>
              <w:autoSpaceDE w:val="0"/>
              <w:autoSpaceDN w:val="0"/>
              <w:adjustRightInd w:val="0"/>
              <w:jc w:val="left"/>
              <w:rPr>
                <w:rFonts w:ascii="Arial" w:eastAsia="HG丸ｺﾞｼｯｸM-PRO" w:hAnsi="Arial" w:cs="Arial"/>
                <w:kern w:val="0"/>
                <w:sz w:val="16"/>
                <w:szCs w:val="16"/>
              </w:rPr>
            </w:pPr>
            <w:sdt>
              <w:sdtPr>
                <w:rPr>
                  <w:rFonts w:ascii="Arial" w:eastAsia="HG丸ｺﾞｼｯｸM-PRO" w:hAnsi="Arial" w:cs="Arial"/>
                  <w:spacing w:val="-2"/>
                  <w:kern w:val="0"/>
                  <w:sz w:val="16"/>
                  <w:szCs w:val="16"/>
                </w:rPr>
                <w:alias w:val="Enter here"/>
                <w:tag w:val="Enter here"/>
                <w:id w:val="-1519924086"/>
                <w:placeholder>
                  <w:docPart w:val="E8CB38A6234A4095927FD7B7D220A6ED"/>
                </w:placeholder>
                <w:showingPlcHdr/>
                <w:text/>
              </w:sdtPr>
              <w:sdtEndPr/>
              <w:sdtContent>
                <w:r w:rsidR="008D720D" w:rsidRPr="001B2004">
                  <w:rPr>
                    <w:rFonts w:ascii="Arial" w:eastAsia="HG丸ｺﾞｼｯｸM-PRO" w:hAnsi="Arial" w:cs="Arial"/>
                    <w:color w:val="808080"/>
                    <w:spacing w:val="-2"/>
                    <w:kern w:val="0"/>
                    <w:sz w:val="16"/>
                    <w:szCs w:val="16"/>
                  </w:rPr>
                  <w:t xml:space="preserve">   </w:t>
                </w:r>
                <w:r w:rsidR="008D720D" w:rsidRPr="001B2004">
                  <w:rPr>
                    <w:rFonts w:ascii="Arial" w:eastAsia="HG丸ｺﾞｼｯｸM-PRO" w:hAnsi="Arial" w:cs="Arial"/>
                    <w:spacing w:val="-2"/>
                    <w:kern w:val="0"/>
                    <w:sz w:val="16"/>
                    <w:szCs w:val="16"/>
                  </w:rPr>
                  <w:t xml:space="preserve">  </w:t>
                </w:r>
                <w:r w:rsidR="008D720D" w:rsidRPr="001B2004">
                  <w:rPr>
                    <w:rFonts w:ascii="Arial" w:eastAsia="HG丸ｺﾞｼｯｸM-PRO" w:hAnsi="Arial" w:cs="Arial"/>
                    <w:color w:val="808080"/>
                    <w:spacing w:val="-2"/>
                    <w:kern w:val="0"/>
                    <w:sz w:val="16"/>
                    <w:szCs w:val="16"/>
                  </w:rPr>
                  <w:t xml:space="preserve">  </w:t>
                </w:r>
                <w:r w:rsidR="008D720D" w:rsidRPr="001B2004">
                  <w:rPr>
                    <w:rFonts w:ascii="Arial" w:eastAsia="HG丸ｺﾞｼｯｸM-PRO" w:hAnsi="Arial" w:cs="Arial"/>
                    <w:spacing w:val="-2"/>
                    <w:kern w:val="0"/>
                    <w:sz w:val="16"/>
                    <w:szCs w:val="16"/>
                  </w:rPr>
                  <w:t xml:space="preserve">     </w:t>
                </w:r>
              </w:sdtContent>
            </w:sdt>
          </w:p>
        </w:tc>
        <w:tc>
          <w:tcPr>
            <w:tcW w:w="1266" w:type="dxa"/>
            <w:vMerge w:val="restart"/>
            <w:tcBorders>
              <w:left w:val="single" w:sz="4" w:space="0" w:color="auto"/>
              <w:right w:val="single" w:sz="4" w:space="0" w:color="auto"/>
            </w:tcBorders>
            <w:vAlign w:val="center"/>
          </w:tcPr>
          <w:p w:rsidR="008D720D" w:rsidRPr="001B2004" w:rsidRDefault="001E4AEF" w:rsidP="004B7244">
            <w:pPr>
              <w:autoSpaceDE w:val="0"/>
              <w:autoSpaceDN w:val="0"/>
              <w:adjustRightInd w:val="0"/>
              <w:jc w:val="left"/>
              <w:rPr>
                <w:rFonts w:ascii="Arial" w:eastAsia="HG丸ｺﾞｼｯｸM-PRO" w:hAnsi="Arial" w:cs="Arial"/>
                <w:kern w:val="0"/>
                <w:sz w:val="16"/>
                <w:szCs w:val="16"/>
              </w:rPr>
            </w:pPr>
            <w:sdt>
              <w:sdtPr>
                <w:rPr>
                  <w:rFonts w:ascii="Arial" w:eastAsia="HG丸ｺﾞｼｯｸM-PRO" w:hAnsi="Arial" w:cs="Arial"/>
                  <w:spacing w:val="-2"/>
                  <w:kern w:val="0"/>
                  <w:sz w:val="16"/>
                  <w:szCs w:val="16"/>
                </w:rPr>
                <w:alias w:val="Enter here"/>
                <w:tag w:val="Enter here"/>
                <w:id w:val="768360805"/>
                <w:placeholder>
                  <w:docPart w:val="8ADF169F65874DC4B225F120C6E8160F"/>
                </w:placeholder>
                <w:showingPlcHdr/>
                <w:text/>
              </w:sdtPr>
              <w:sdtEndPr/>
              <w:sdtContent>
                <w:r w:rsidR="008D720D" w:rsidRPr="001B2004">
                  <w:rPr>
                    <w:rFonts w:ascii="Arial" w:eastAsia="HG丸ｺﾞｼｯｸM-PRO" w:hAnsi="Arial" w:cs="Arial"/>
                    <w:color w:val="808080"/>
                    <w:spacing w:val="-2"/>
                    <w:kern w:val="0"/>
                    <w:sz w:val="16"/>
                    <w:szCs w:val="16"/>
                  </w:rPr>
                  <w:t xml:space="preserve">   </w:t>
                </w:r>
                <w:r w:rsidR="008D720D" w:rsidRPr="001B2004">
                  <w:rPr>
                    <w:rFonts w:ascii="Arial" w:eastAsia="HG丸ｺﾞｼｯｸM-PRO" w:hAnsi="Arial" w:cs="Arial"/>
                    <w:spacing w:val="-2"/>
                    <w:kern w:val="0"/>
                    <w:sz w:val="16"/>
                    <w:szCs w:val="16"/>
                  </w:rPr>
                  <w:t xml:space="preserve">       </w:t>
                </w:r>
              </w:sdtContent>
            </w:sdt>
          </w:p>
        </w:tc>
      </w:tr>
      <w:tr w:rsidR="00095A54" w:rsidRPr="008D720D" w:rsidTr="00613D2F">
        <w:trPr>
          <w:cantSplit/>
          <w:trHeight w:val="546"/>
        </w:trPr>
        <w:tc>
          <w:tcPr>
            <w:tcW w:w="1305" w:type="dxa"/>
            <w:vMerge/>
            <w:tcBorders>
              <w:left w:val="single" w:sz="4" w:space="0" w:color="auto"/>
              <w:bottom w:val="single" w:sz="4" w:space="0" w:color="auto"/>
            </w:tcBorders>
          </w:tcPr>
          <w:p w:rsidR="00095A54" w:rsidRPr="008D720D" w:rsidRDefault="00095A54" w:rsidP="00095A54">
            <w:pPr>
              <w:wordWrap w:val="0"/>
              <w:autoSpaceDE w:val="0"/>
              <w:autoSpaceDN w:val="0"/>
              <w:adjustRightInd w:val="0"/>
              <w:spacing w:line="245" w:lineRule="atLeast"/>
              <w:jc w:val="left"/>
              <w:rPr>
                <w:rFonts w:ascii="Arial" w:eastAsia="HG丸ｺﾞｼｯｸM-PRO" w:hAnsi="Arial" w:cs="Arial"/>
                <w:kern w:val="0"/>
                <w:sz w:val="20"/>
                <w:szCs w:val="20"/>
              </w:rPr>
            </w:pPr>
          </w:p>
        </w:tc>
        <w:tc>
          <w:tcPr>
            <w:tcW w:w="1134" w:type="dxa"/>
            <w:tcBorders>
              <w:top w:val="single" w:sz="4" w:space="0" w:color="auto"/>
              <w:left w:val="single" w:sz="4" w:space="0" w:color="auto"/>
              <w:bottom w:val="single" w:sz="4" w:space="0" w:color="auto"/>
            </w:tcBorders>
            <w:vAlign w:val="center"/>
          </w:tcPr>
          <w:p w:rsidR="00CD4428" w:rsidRPr="008D720D" w:rsidRDefault="00CD4428" w:rsidP="00CD4428">
            <w:pPr>
              <w:wordWrap w:val="0"/>
              <w:autoSpaceDE w:val="0"/>
              <w:autoSpaceDN w:val="0"/>
              <w:adjustRightInd w:val="0"/>
              <w:rPr>
                <w:rFonts w:ascii="Arial" w:eastAsia="HG丸ｺﾞｼｯｸM-PRO" w:hAnsi="Arial" w:cs="Arial"/>
                <w:kern w:val="0"/>
                <w:sz w:val="20"/>
                <w:szCs w:val="20"/>
              </w:rPr>
            </w:pPr>
            <w:r w:rsidRPr="008D720D">
              <w:rPr>
                <w:rFonts w:ascii="Arial" w:eastAsia="HG丸ｺﾞｼｯｸM-PRO" w:hAnsi="Arial" w:cs="Arial"/>
                <w:kern w:val="0"/>
                <w:sz w:val="20"/>
                <w:szCs w:val="20"/>
              </w:rPr>
              <w:t>所在地</w:t>
            </w:r>
          </w:p>
          <w:p w:rsidR="00095A54" w:rsidRPr="008D720D" w:rsidRDefault="00CD4428" w:rsidP="00CD4428">
            <w:pPr>
              <w:wordWrap w:val="0"/>
              <w:autoSpaceDE w:val="0"/>
              <w:autoSpaceDN w:val="0"/>
              <w:adjustRightInd w:val="0"/>
              <w:rPr>
                <w:rFonts w:ascii="Arial" w:eastAsia="HG丸ｺﾞｼｯｸM-PRO" w:hAnsi="Arial" w:cs="Arial"/>
                <w:kern w:val="0"/>
                <w:sz w:val="20"/>
                <w:szCs w:val="20"/>
              </w:rPr>
            </w:pPr>
            <w:r w:rsidRPr="00CD4428">
              <w:rPr>
                <w:rFonts w:ascii="Arial" w:eastAsia="HG丸ｺﾞｼｯｸM-PRO" w:hAnsi="Arial" w:cs="Arial"/>
                <w:kern w:val="0"/>
                <w:sz w:val="14"/>
                <w:szCs w:val="14"/>
              </w:rPr>
              <w:t>Location</w:t>
            </w:r>
          </w:p>
        </w:tc>
        <w:tc>
          <w:tcPr>
            <w:tcW w:w="2268" w:type="dxa"/>
            <w:tcBorders>
              <w:top w:val="single" w:sz="4" w:space="0" w:color="auto"/>
              <w:left w:val="single" w:sz="4" w:space="0" w:color="auto"/>
              <w:bottom w:val="single" w:sz="4" w:space="0" w:color="auto"/>
            </w:tcBorders>
            <w:vAlign w:val="center"/>
          </w:tcPr>
          <w:p w:rsidR="00095A54" w:rsidRPr="007C5047" w:rsidRDefault="001E4AEF" w:rsidP="004B7244">
            <w:pPr>
              <w:wordWrap w:val="0"/>
              <w:autoSpaceDE w:val="0"/>
              <w:autoSpaceDN w:val="0"/>
              <w:adjustRightInd w:val="0"/>
              <w:spacing w:line="245" w:lineRule="atLeast"/>
              <w:jc w:val="left"/>
              <w:rPr>
                <w:rFonts w:ascii="Arial" w:eastAsia="HG丸ｺﾞｼｯｸM-PRO" w:hAnsi="Arial" w:cs="Arial"/>
                <w:spacing w:val="-2"/>
                <w:kern w:val="0"/>
                <w:sz w:val="16"/>
                <w:szCs w:val="16"/>
              </w:rPr>
            </w:pPr>
            <w:sdt>
              <w:sdtPr>
                <w:rPr>
                  <w:rFonts w:ascii="Times New Roman"/>
                  <w:sz w:val="20"/>
                  <w:szCs w:val="20"/>
                </w:rPr>
                <w:alias w:val="Enter here"/>
                <w:tag w:val="Enter here"/>
                <w:id w:val="-679585633"/>
                <w:placeholder>
                  <w:docPart w:val="6C0FC69CDDBF45568C33D6D724193258"/>
                </w:placeholder>
                <w:showingPlcHdr/>
                <w:text/>
              </w:sdtPr>
              <w:sdtEndPr/>
              <w:sdtContent>
                <w:r w:rsidRPr="007C5047">
                  <w:rPr>
                    <w:rFonts w:ascii="Arial" w:eastAsia="HG丸ｺﾞｼｯｸM-PRO" w:hAnsi="Arial" w:cs="Arial"/>
                    <w:color w:val="808080"/>
                    <w:spacing w:val="-2"/>
                    <w:kern w:val="0"/>
                    <w:sz w:val="16"/>
                    <w:szCs w:val="16"/>
                  </w:rPr>
                  <w:t xml:space="preserve">                 </w:t>
                </w:r>
                <w:r w:rsidRPr="007C5047">
                  <w:rPr>
                    <w:rFonts w:ascii="Arial" w:eastAsia="HG丸ｺﾞｼｯｸM-PRO" w:hAnsi="Arial" w:cs="Arial"/>
                    <w:spacing w:val="-2"/>
                    <w:kern w:val="0"/>
                    <w:sz w:val="16"/>
                    <w:szCs w:val="16"/>
                  </w:rPr>
                  <w:t xml:space="preserve">    </w:t>
                </w:r>
              </w:sdtContent>
            </w:sdt>
          </w:p>
        </w:tc>
        <w:tc>
          <w:tcPr>
            <w:tcW w:w="1134" w:type="dxa"/>
            <w:vMerge/>
            <w:tcBorders>
              <w:left w:val="single" w:sz="4" w:space="0" w:color="auto"/>
              <w:bottom w:val="single" w:sz="4" w:space="0" w:color="auto"/>
            </w:tcBorders>
            <w:vAlign w:val="center"/>
          </w:tcPr>
          <w:p w:rsidR="00095A54" w:rsidRPr="008D720D" w:rsidRDefault="00095A54" w:rsidP="00095A54">
            <w:pPr>
              <w:autoSpaceDE w:val="0"/>
              <w:autoSpaceDN w:val="0"/>
              <w:adjustRightInd w:val="0"/>
              <w:jc w:val="right"/>
              <w:rPr>
                <w:rFonts w:ascii="Arial" w:eastAsia="HG丸ｺﾞｼｯｸM-PRO" w:hAnsi="Arial" w:cs="Arial"/>
                <w:kern w:val="0"/>
                <w:sz w:val="20"/>
                <w:szCs w:val="20"/>
              </w:rPr>
            </w:pPr>
          </w:p>
        </w:tc>
        <w:tc>
          <w:tcPr>
            <w:tcW w:w="850" w:type="dxa"/>
            <w:tcBorders>
              <w:top w:val="single" w:sz="4" w:space="0" w:color="auto"/>
              <w:left w:val="single" w:sz="4" w:space="0" w:color="auto"/>
              <w:bottom w:val="single" w:sz="4" w:space="0" w:color="auto"/>
            </w:tcBorders>
            <w:vAlign w:val="center"/>
          </w:tcPr>
          <w:p w:rsidR="00305E26" w:rsidRPr="008D720D" w:rsidRDefault="00305E26" w:rsidP="00613D2F">
            <w:pPr>
              <w:wordWrap w:val="0"/>
              <w:autoSpaceDE w:val="0"/>
              <w:autoSpaceDN w:val="0"/>
              <w:adjustRightInd w:val="0"/>
              <w:jc w:val="center"/>
              <w:rPr>
                <w:rFonts w:ascii="Arial" w:eastAsia="HG丸ｺﾞｼｯｸM-PRO" w:hAnsi="Arial" w:cs="Arial"/>
                <w:kern w:val="0"/>
                <w:sz w:val="20"/>
                <w:szCs w:val="20"/>
              </w:rPr>
            </w:pPr>
            <w:r w:rsidRPr="008D720D">
              <w:rPr>
                <w:rFonts w:ascii="Arial" w:eastAsia="HG丸ｺﾞｼｯｸM-PRO" w:hAnsi="Arial" w:cs="Arial"/>
                <w:kern w:val="0"/>
                <w:sz w:val="20"/>
                <w:szCs w:val="20"/>
              </w:rPr>
              <w:t>卒業</w:t>
            </w:r>
          </w:p>
          <w:p w:rsidR="00095A54" w:rsidRPr="00CD4428" w:rsidRDefault="00305E26" w:rsidP="00613D2F">
            <w:pPr>
              <w:wordWrap w:val="0"/>
              <w:autoSpaceDE w:val="0"/>
              <w:autoSpaceDN w:val="0"/>
              <w:adjustRightInd w:val="0"/>
              <w:jc w:val="center"/>
              <w:rPr>
                <w:rFonts w:ascii="Arial" w:eastAsia="HG丸ｺﾞｼｯｸM-PRO" w:hAnsi="Arial" w:cs="Arial"/>
                <w:kern w:val="0"/>
                <w:sz w:val="14"/>
                <w:szCs w:val="14"/>
              </w:rPr>
            </w:pPr>
            <w:r w:rsidRPr="00CD4428">
              <w:rPr>
                <w:rFonts w:ascii="Arial" w:eastAsia="HG丸ｺﾞｼｯｸM-PRO" w:hAnsi="Arial" w:cs="Arial"/>
                <w:spacing w:val="6"/>
                <w:kern w:val="0"/>
                <w:sz w:val="14"/>
                <w:szCs w:val="14"/>
              </w:rPr>
              <w:t>graduation</w:t>
            </w:r>
          </w:p>
        </w:tc>
        <w:tc>
          <w:tcPr>
            <w:tcW w:w="1276" w:type="dxa"/>
            <w:tcBorders>
              <w:top w:val="single" w:sz="4" w:space="0" w:color="auto"/>
              <w:left w:val="single" w:sz="4" w:space="0" w:color="auto"/>
              <w:bottom w:val="single" w:sz="4" w:space="0" w:color="auto"/>
            </w:tcBorders>
            <w:vAlign w:val="center"/>
          </w:tcPr>
          <w:p w:rsidR="003B6722" w:rsidRDefault="001E4AEF" w:rsidP="003B6722">
            <w:pPr>
              <w:wordWrap w:val="0"/>
              <w:autoSpaceDE w:val="0"/>
              <w:autoSpaceDN w:val="0"/>
              <w:adjustRightInd w:val="0"/>
              <w:jc w:val="left"/>
              <w:rPr>
                <w:rFonts w:ascii="Arial" w:eastAsia="HG丸ｺﾞｼｯｸM-PRO" w:hAnsi="Arial" w:cs="Arial"/>
                <w:kern w:val="0"/>
                <w:sz w:val="20"/>
                <w:szCs w:val="20"/>
              </w:rPr>
            </w:pPr>
            <w:sdt>
              <w:sdtPr>
                <w:rPr>
                  <w:rFonts w:ascii="Arial" w:eastAsia="HG丸ｺﾞｼｯｸM-PRO" w:hAnsi="Arial" w:cs="Arial"/>
                  <w:sz w:val="20"/>
                  <w:szCs w:val="20"/>
                </w:rPr>
                <w:alias w:val="year"/>
                <w:tag w:val="year"/>
                <w:id w:val="-1729753647"/>
                <w:placeholder>
                  <w:docPart w:val="67E7D290E0F543BCBF98886B06304610"/>
                </w:placeholder>
                <w:showingPlcHdr/>
                <w:text/>
              </w:sdtPr>
              <w:sdtEndPr/>
              <w:sdtContent>
                <w:r w:rsidRPr="00613D2F">
                  <w:rPr>
                    <w:rFonts w:ascii="Arial" w:eastAsia="HG丸ｺﾞｼｯｸM-PRO" w:hAnsi="Arial" w:cs="Arial"/>
                    <w:sz w:val="20"/>
                    <w:szCs w:val="20"/>
                  </w:rPr>
                  <w:t xml:space="preserve">    </w:t>
                </w:r>
              </w:sdtContent>
            </w:sdt>
            <w:r w:rsidR="003B6722" w:rsidRPr="00613D2F">
              <w:rPr>
                <w:rFonts w:ascii="Arial" w:eastAsia="HG丸ｺﾞｼｯｸM-PRO" w:hAnsi="Arial" w:cs="Arial"/>
                <w:sz w:val="20"/>
                <w:szCs w:val="20"/>
              </w:rPr>
              <w:t>年</w:t>
            </w:r>
            <w:sdt>
              <w:sdtPr>
                <w:rPr>
                  <w:rFonts w:ascii="Arial" w:eastAsia="HG丸ｺﾞｼｯｸM-PRO" w:hAnsi="Arial" w:cs="Arial"/>
                  <w:kern w:val="0"/>
                  <w:sz w:val="20"/>
                  <w:szCs w:val="20"/>
                </w:rPr>
                <w:alias w:val="Select"/>
                <w:tag w:val="Select"/>
                <w:id w:val="1611857212"/>
                <w:placeholder>
                  <w:docPart w:val="3DE5E179D1BC462A947F59949D0D5DCA"/>
                </w:placeholder>
                <w:showingPlcHdr/>
                <w:dropDownList>
                  <w:listItem w:value="Select"/>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dropDownList>
              </w:sdtPr>
              <w:sdtEndPr/>
              <w:sdtContent>
                <w:r w:rsidRPr="008D720D">
                  <w:rPr>
                    <w:rFonts w:ascii="Arial" w:eastAsia="HG丸ｺﾞｼｯｸM-PRO" w:hAnsi="Arial" w:cs="Arial" w:hint="eastAsia"/>
                    <w:kern w:val="0"/>
                    <w:sz w:val="20"/>
                    <w:szCs w:val="20"/>
                  </w:rPr>
                  <w:t>□</w:t>
                </w:r>
              </w:sdtContent>
            </w:sdt>
            <w:r w:rsidR="003B6722">
              <w:rPr>
                <w:rFonts w:ascii="Arial" w:eastAsia="HG丸ｺﾞｼｯｸM-PRO" w:hAnsi="Arial" w:cs="Arial" w:hint="eastAsia"/>
                <w:kern w:val="0"/>
                <w:sz w:val="20"/>
                <w:szCs w:val="20"/>
              </w:rPr>
              <w:t>月</w:t>
            </w:r>
          </w:p>
          <w:p w:rsidR="00095A54" w:rsidRPr="004B7244" w:rsidRDefault="003B6722" w:rsidP="003B6722">
            <w:pPr>
              <w:wordWrap w:val="0"/>
              <w:autoSpaceDE w:val="0"/>
              <w:autoSpaceDN w:val="0"/>
              <w:adjustRightInd w:val="0"/>
              <w:jc w:val="center"/>
              <w:rPr>
                <w:rFonts w:ascii="Arial" w:eastAsia="HG丸ｺﾞｼｯｸM-PRO" w:hAnsi="Arial" w:cs="Arial"/>
                <w:kern w:val="0"/>
                <w:sz w:val="20"/>
                <w:szCs w:val="20"/>
              </w:rPr>
            </w:pPr>
            <w:r w:rsidRPr="003B6722">
              <w:rPr>
                <w:rFonts w:ascii="Arial" w:eastAsia="HG丸ｺﾞｼｯｸM-PRO" w:hAnsi="Arial" w:cs="Arial"/>
                <w:kern w:val="0"/>
                <w:sz w:val="14"/>
                <w:szCs w:val="14"/>
              </w:rPr>
              <w:t>Y</w:t>
            </w:r>
            <w:r w:rsidRPr="003B6722">
              <w:rPr>
                <w:rFonts w:ascii="Arial" w:eastAsia="HG丸ｺﾞｼｯｸM-PRO" w:hAnsi="Arial" w:cs="Arial" w:hint="eastAsia"/>
                <w:kern w:val="0"/>
                <w:sz w:val="14"/>
                <w:szCs w:val="14"/>
              </w:rPr>
              <w:t>ear</w:t>
            </w:r>
            <w:r>
              <w:rPr>
                <w:rFonts w:ascii="Arial" w:eastAsia="HG丸ｺﾞｼｯｸM-PRO" w:hAnsi="Arial" w:cs="Arial"/>
                <w:kern w:val="0"/>
                <w:sz w:val="14"/>
                <w:szCs w:val="14"/>
              </w:rPr>
              <w:t xml:space="preserve"> </w:t>
            </w:r>
            <w:r w:rsidRPr="003B6722">
              <w:rPr>
                <w:rFonts w:ascii="Arial" w:eastAsia="HG丸ｺﾞｼｯｸM-PRO" w:hAnsi="Arial" w:cs="Arial" w:hint="eastAsia"/>
                <w:kern w:val="0"/>
                <w:sz w:val="14"/>
                <w:szCs w:val="14"/>
              </w:rPr>
              <w:t>/</w:t>
            </w:r>
            <w:r>
              <w:rPr>
                <w:rFonts w:ascii="Arial" w:eastAsia="HG丸ｺﾞｼｯｸM-PRO" w:hAnsi="Arial" w:cs="Arial"/>
                <w:kern w:val="0"/>
                <w:sz w:val="14"/>
                <w:szCs w:val="14"/>
              </w:rPr>
              <w:t xml:space="preserve"> </w:t>
            </w:r>
            <w:r w:rsidRPr="003B6722">
              <w:rPr>
                <w:rFonts w:ascii="Arial" w:eastAsia="HG丸ｺﾞｼｯｸM-PRO" w:hAnsi="Arial" w:cs="Arial"/>
                <w:kern w:val="0"/>
                <w:sz w:val="14"/>
                <w:szCs w:val="14"/>
              </w:rPr>
              <w:t>Month</w:t>
            </w:r>
          </w:p>
        </w:tc>
        <w:tc>
          <w:tcPr>
            <w:tcW w:w="1276" w:type="dxa"/>
            <w:vMerge/>
            <w:tcBorders>
              <w:left w:val="single" w:sz="4" w:space="0" w:color="auto"/>
              <w:bottom w:val="single" w:sz="4" w:space="0" w:color="auto"/>
            </w:tcBorders>
            <w:vAlign w:val="center"/>
          </w:tcPr>
          <w:p w:rsidR="00095A54" w:rsidRPr="001B2004" w:rsidRDefault="00095A54" w:rsidP="004B7244">
            <w:pPr>
              <w:autoSpaceDE w:val="0"/>
              <w:autoSpaceDN w:val="0"/>
              <w:adjustRightInd w:val="0"/>
              <w:jc w:val="left"/>
              <w:rPr>
                <w:rFonts w:ascii="Arial" w:eastAsia="HG丸ｺﾞｼｯｸM-PRO" w:hAnsi="Arial" w:cs="Arial"/>
                <w:spacing w:val="-2"/>
                <w:kern w:val="0"/>
                <w:sz w:val="16"/>
                <w:szCs w:val="16"/>
              </w:rPr>
            </w:pPr>
          </w:p>
        </w:tc>
        <w:tc>
          <w:tcPr>
            <w:tcW w:w="1266" w:type="dxa"/>
            <w:vMerge/>
            <w:tcBorders>
              <w:left w:val="single" w:sz="4" w:space="0" w:color="auto"/>
              <w:bottom w:val="single" w:sz="4" w:space="0" w:color="auto"/>
              <w:right w:val="single" w:sz="4" w:space="0" w:color="auto"/>
            </w:tcBorders>
            <w:vAlign w:val="center"/>
          </w:tcPr>
          <w:p w:rsidR="00095A54" w:rsidRPr="001B2004" w:rsidRDefault="00095A54" w:rsidP="004B7244">
            <w:pPr>
              <w:autoSpaceDE w:val="0"/>
              <w:autoSpaceDN w:val="0"/>
              <w:adjustRightInd w:val="0"/>
              <w:jc w:val="left"/>
              <w:rPr>
                <w:rFonts w:ascii="Arial" w:eastAsia="HG丸ｺﾞｼｯｸM-PRO" w:hAnsi="Arial" w:cs="Arial"/>
                <w:spacing w:val="-2"/>
                <w:kern w:val="0"/>
                <w:sz w:val="16"/>
                <w:szCs w:val="16"/>
              </w:rPr>
            </w:pPr>
          </w:p>
        </w:tc>
      </w:tr>
      <w:tr w:rsidR="008D720D" w:rsidRPr="008D720D" w:rsidTr="00C04E73">
        <w:trPr>
          <w:cantSplit/>
          <w:trHeight w:val="544"/>
        </w:trPr>
        <w:tc>
          <w:tcPr>
            <w:tcW w:w="1305" w:type="dxa"/>
            <w:vMerge w:val="restart"/>
            <w:tcBorders>
              <w:left w:val="single" w:sz="4" w:space="0" w:color="auto"/>
            </w:tcBorders>
            <w:vAlign w:val="center"/>
          </w:tcPr>
          <w:p w:rsidR="008D720D" w:rsidRPr="008D720D" w:rsidRDefault="008D720D" w:rsidP="008D720D">
            <w:pPr>
              <w:autoSpaceDE w:val="0"/>
              <w:autoSpaceDN w:val="0"/>
              <w:adjustRightInd w:val="0"/>
              <w:jc w:val="left"/>
              <w:rPr>
                <w:rFonts w:ascii="Arial" w:eastAsia="HG丸ｺﾞｼｯｸM-PRO" w:hAnsi="Arial" w:cs="Arial"/>
                <w:kern w:val="0"/>
                <w:sz w:val="20"/>
                <w:szCs w:val="20"/>
              </w:rPr>
            </w:pPr>
            <w:r w:rsidRPr="008D720D">
              <w:rPr>
                <w:rFonts w:ascii="Arial" w:eastAsia="HG丸ｺﾞｼｯｸM-PRO" w:hAnsi="Arial" w:cs="Arial"/>
                <w:kern w:val="0"/>
                <w:sz w:val="20"/>
                <w:szCs w:val="20"/>
              </w:rPr>
              <w:t>大学</w:t>
            </w:r>
          </w:p>
          <w:p w:rsidR="008D720D" w:rsidRPr="00613D2F" w:rsidRDefault="008D720D" w:rsidP="008D720D">
            <w:pPr>
              <w:autoSpaceDE w:val="0"/>
              <w:autoSpaceDN w:val="0"/>
              <w:adjustRightInd w:val="0"/>
              <w:jc w:val="left"/>
              <w:rPr>
                <w:rFonts w:ascii="Arial" w:eastAsia="HG丸ｺﾞｼｯｸM-PRO" w:hAnsi="Arial" w:cs="Arial"/>
                <w:kern w:val="0"/>
                <w:sz w:val="14"/>
                <w:szCs w:val="14"/>
              </w:rPr>
            </w:pPr>
            <w:r w:rsidRPr="00613D2F">
              <w:rPr>
                <w:rFonts w:ascii="Arial" w:eastAsia="HG丸ｺﾞｼｯｸM-PRO" w:hAnsi="Arial" w:cs="Arial"/>
                <w:spacing w:val="6"/>
                <w:kern w:val="0"/>
                <w:sz w:val="14"/>
                <w:szCs w:val="14"/>
              </w:rPr>
              <w:t>Undergraduate Level</w:t>
            </w:r>
          </w:p>
        </w:tc>
        <w:tc>
          <w:tcPr>
            <w:tcW w:w="1134" w:type="dxa"/>
            <w:tcBorders>
              <w:left w:val="single" w:sz="4" w:space="0" w:color="auto"/>
              <w:bottom w:val="single" w:sz="4" w:space="0" w:color="auto"/>
            </w:tcBorders>
            <w:vAlign w:val="center"/>
          </w:tcPr>
          <w:p w:rsidR="00CD4428" w:rsidRPr="008D720D" w:rsidRDefault="00CD4428" w:rsidP="00CD4428">
            <w:pPr>
              <w:autoSpaceDE w:val="0"/>
              <w:autoSpaceDN w:val="0"/>
              <w:adjustRightInd w:val="0"/>
              <w:rPr>
                <w:rFonts w:ascii="Arial" w:eastAsia="HG丸ｺﾞｼｯｸM-PRO" w:hAnsi="Arial" w:cs="Arial"/>
                <w:kern w:val="0"/>
                <w:sz w:val="20"/>
                <w:szCs w:val="20"/>
              </w:rPr>
            </w:pPr>
            <w:r w:rsidRPr="008D720D">
              <w:rPr>
                <w:rFonts w:ascii="Arial" w:eastAsia="HG丸ｺﾞｼｯｸM-PRO" w:hAnsi="Arial" w:cs="Arial"/>
                <w:kern w:val="0"/>
                <w:sz w:val="20"/>
                <w:szCs w:val="20"/>
              </w:rPr>
              <w:t>学校名</w:t>
            </w:r>
          </w:p>
          <w:p w:rsidR="008D720D" w:rsidRPr="008D720D" w:rsidRDefault="00CD4428" w:rsidP="00CD4428">
            <w:pPr>
              <w:autoSpaceDE w:val="0"/>
              <w:autoSpaceDN w:val="0"/>
              <w:adjustRightInd w:val="0"/>
              <w:rPr>
                <w:rFonts w:ascii="Arial" w:eastAsia="HG丸ｺﾞｼｯｸM-PRO" w:hAnsi="Arial" w:cs="Arial"/>
                <w:kern w:val="0"/>
                <w:sz w:val="20"/>
                <w:szCs w:val="20"/>
              </w:rPr>
            </w:pPr>
            <w:r w:rsidRPr="00CD4428">
              <w:rPr>
                <w:rFonts w:ascii="Arial" w:eastAsia="HG丸ｺﾞｼｯｸM-PRO" w:hAnsi="Arial" w:cs="Arial"/>
                <w:kern w:val="0"/>
                <w:sz w:val="14"/>
                <w:szCs w:val="14"/>
              </w:rPr>
              <w:t>School Name</w:t>
            </w:r>
          </w:p>
        </w:tc>
        <w:tc>
          <w:tcPr>
            <w:tcW w:w="2268" w:type="dxa"/>
            <w:tcBorders>
              <w:left w:val="single" w:sz="4" w:space="0" w:color="auto"/>
              <w:bottom w:val="single" w:sz="4" w:space="0" w:color="auto"/>
            </w:tcBorders>
            <w:vAlign w:val="center"/>
          </w:tcPr>
          <w:p w:rsidR="008D720D" w:rsidRPr="007C5047" w:rsidRDefault="001E4AEF" w:rsidP="004B7244">
            <w:pPr>
              <w:wordWrap w:val="0"/>
              <w:autoSpaceDE w:val="0"/>
              <w:autoSpaceDN w:val="0"/>
              <w:adjustRightInd w:val="0"/>
              <w:spacing w:line="245" w:lineRule="atLeast"/>
              <w:jc w:val="left"/>
              <w:rPr>
                <w:rFonts w:ascii="Arial" w:eastAsia="HG丸ｺﾞｼｯｸM-PRO" w:hAnsi="Arial" w:cs="Arial"/>
                <w:spacing w:val="-2"/>
                <w:kern w:val="0"/>
                <w:sz w:val="16"/>
                <w:szCs w:val="16"/>
              </w:rPr>
            </w:pPr>
            <w:sdt>
              <w:sdtPr>
                <w:rPr>
                  <w:rFonts w:ascii="Times New Roman"/>
                  <w:sz w:val="20"/>
                  <w:szCs w:val="20"/>
                </w:rPr>
                <w:alias w:val="Enter here"/>
                <w:tag w:val="Enter here"/>
                <w:id w:val="1812671177"/>
                <w:placeholder>
                  <w:docPart w:val="44C0B5EA84094F20878CBAB07C410FF2"/>
                </w:placeholder>
                <w:showingPlcHdr/>
                <w:text/>
              </w:sdtPr>
              <w:sdtEndPr/>
              <w:sdtContent>
                <w:r w:rsidRPr="007C5047">
                  <w:rPr>
                    <w:rFonts w:ascii="Arial" w:eastAsia="HG丸ｺﾞｼｯｸM-PRO" w:hAnsi="Arial" w:cs="Arial"/>
                    <w:color w:val="808080"/>
                    <w:spacing w:val="-2"/>
                    <w:kern w:val="0"/>
                    <w:sz w:val="16"/>
                    <w:szCs w:val="16"/>
                  </w:rPr>
                  <w:t xml:space="preserve">                 </w:t>
                </w:r>
                <w:r w:rsidRPr="007C5047">
                  <w:rPr>
                    <w:rFonts w:ascii="Arial" w:eastAsia="HG丸ｺﾞｼｯｸM-PRO" w:hAnsi="Arial" w:cs="Arial"/>
                    <w:spacing w:val="-2"/>
                    <w:kern w:val="0"/>
                    <w:sz w:val="16"/>
                    <w:szCs w:val="16"/>
                  </w:rPr>
                  <w:t xml:space="preserve">    </w:t>
                </w:r>
              </w:sdtContent>
            </w:sdt>
          </w:p>
        </w:tc>
        <w:tc>
          <w:tcPr>
            <w:tcW w:w="1134" w:type="dxa"/>
            <w:vMerge w:val="restart"/>
            <w:tcBorders>
              <w:left w:val="single" w:sz="4" w:space="0" w:color="auto"/>
            </w:tcBorders>
            <w:vAlign w:val="center"/>
          </w:tcPr>
          <w:p w:rsidR="008D720D" w:rsidRPr="008D720D" w:rsidRDefault="001E4AEF" w:rsidP="00CD4428">
            <w:pPr>
              <w:autoSpaceDE w:val="0"/>
              <w:autoSpaceDN w:val="0"/>
              <w:adjustRightInd w:val="0"/>
              <w:ind w:right="400" w:firstLineChars="50" w:firstLine="100"/>
              <w:jc w:val="center"/>
              <w:rPr>
                <w:rFonts w:ascii="Arial" w:eastAsia="HG丸ｺﾞｼｯｸM-PRO" w:hAnsi="Arial" w:cs="Arial"/>
                <w:kern w:val="0"/>
                <w:sz w:val="20"/>
                <w:szCs w:val="20"/>
              </w:rPr>
            </w:pPr>
            <w:sdt>
              <w:sdtPr>
                <w:rPr>
                  <w:rFonts w:ascii="Arial" w:eastAsia="HG丸ｺﾞｼｯｸM-PRO" w:hAnsi="Arial" w:cs="Arial"/>
                  <w:kern w:val="0"/>
                  <w:sz w:val="20"/>
                  <w:szCs w:val="20"/>
                </w:rPr>
                <w:alias w:val="Select"/>
                <w:tag w:val="Select"/>
                <w:id w:val="1798794367"/>
                <w:placeholder>
                  <w:docPart w:val="71AD0A428F524741A55DE7EE578299D9"/>
                </w:placeholder>
                <w:showingPlcHdr/>
                <w:dropDownList>
                  <w:listItem w:value="Select"/>
                  <w:listItem w:displayText="1" w:value="1"/>
                  <w:listItem w:displayText="2" w:value="2"/>
                  <w:listItem w:displayText="3" w:value="3"/>
                  <w:listItem w:displayText="4" w:value="4"/>
                  <w:listItem w:displayText="5" w:value="5"/>
                  <w:listItem w:displayText="6" w:value="6"/>
                  <w:listItem w:displayText="7" w:value="7"/>
                  <w:listItem w:displayText="8" w:value="8"/>
                </w:dropDownList>
              </w:sdtPr>
              <w:sdtEndPr/>
              <w:sdtContent>
                <w:r w:rsidRPr="008D720D">
                  <w:rPr>
                    <w:rFonts w:ascii="Arial" w:eastAsia="HG丸ｺﾞｼｯｸM-PRO" w:hAnsi="Arial" w:cs="Arial" w:hint="eastAsia"/>
                    <w:kern w:val="0"/>
                    <w:sz w:val="20"/>
                    <w:szCs w:val="20"/>
                  </w:rPr>
                  <w:t>□</w:t>
                </w:r>
              </w:sdtContent>
            </w:sdt>
            <w:r w:rsidR="008D720D" w:rsidRPr="008D720D">
              <w:rPr>
                <w:rFonts w:ascii="Arial" w:eastAsia="HG丸ｺﾞｼｯｸM-PRO" w:hAnsi="Arial" w:cs="Arial"/>
                <w:kern w:val="0"/>
                <w:sz w:val="20"/>
                <w:szCs w:val="20"/>
              </w:rPr>
              <w:t>年</w:t>
            </w:r>
          </w:p>
          <w:p w:rsidR="008D720D" w:rsidRPr="008D720D" w:rsidRDefault="00CD4428" w:rsidP="00CD4428">
            <w:pPr>
              <w:wordWrap w:val="0"/>
              <w:autoSpaceDE w:val="0"/>
              <w:autoSpaceDN w:val="0"/>
              <w:adjustRightInd w:val="0"/>
              <w:jc w:val="center"/>
              <w:rPr>
                <w:rFonts w:ascii="Arial" w:eastAsia="HG丸ｺﾞｼｯｸM-PRO" w:hAnsi="Arial" w:cs="Arial"/>
                <w:kern w:val="0"/>
                <w:sz w:val="20"/>
                <w:szCs w:val="20"/>
              </w:rPr>
            </w:pPr>
            <w:r w:rsidRPr="00CD4428">
              <w:rPr>
                <w:rFonts w:ascii="Arial" w:eastAsia="HG丸ｺﾞｼｯｸM-PRO" w:hAnsi="Arial" w:cs="Arial"/>
                <w:kern w:val="0"/>
                <w:sz w:val="14"/>
                <w:szCs w:val="14"/>
              </w:rPr>
              <w:t>years</w:t>
            </w:r>
          </w:p>
        </w:tc>
        <w:tc>
          <w:tcPr>
            <w:tcW w:w="850" w:type="dxa"/>
            <w:vMerge w:val="restart"/>
            <w:tcBorders>
              <w:left w:val="single" w:sz="4" w:space="0" w:color="auto"/>
            </w:tcBorders>
            <w:vAlign w:val="center"/>
          </w:tcPr>
          <w:p w:rsidR="00305E26" w:rsidRPr="008D720D" w:rsidRDefault="00305E26" w:rsidP="00613D2F">
            <w:pPr>
              <w:autoSpaceDE w:val="0"/>
              <w:autoSpaceDN w:val="0"/>
              <w:adjustRightInd w:val="0"/>
              <w:jc w:val="center"/>
              <w:rPr>
                <w:rFonts w:ascii="Arial" w:eastAsia="HG丸ｺﾞｼｯｸM-PRO" w:hAnsi="Arial" w:cs="Arial"/>
                <w:kern w:val="0"/>
                <w:sz w:val="20"/>
                <w:szCs w:val="20"/>
              </w:rPr>
            </w:pPr>
            <w:r w:rsidRPr="008D720D">
              <w:rPr>
                <w:rFonts w:ascii="Arial" w:eastAsia="HG丸ｺﾞｼｯｸM-PRO" w:hAnsi="Arial" w:cs="Arial"/>
                <w:kern w:val="0"/>
                <w:sz w:val="20"/>
                <w:szCs w:val="20"/>
              </w:rPr>
              <w:t>入学</w:t>
            </w:r>
          </w:p>
          <w:p w:rsidR="008D720D" w:rsidRPr="00CD4428" w:rsidRDefault="00305E26" w:rsidP="00613D2F">
            <w:pPr>
              <w:autoSpaceDE w:val="0"/>
              <w:autoSpaceDN w:val="0"/>
              <w:adjustRightInd w:val="0"/>
              <w:jc w:val="center"/>
              <w:rPr>
                <w:rFonts w:ascii="Arial" w:eastAsia="HG丸ｺﾞｼｯｸM-PRO" w:hAnsi="Arial" w:cs="Arial"/>
                <w:kern w:val="0"/>
                <w:sz w:val="14"/>
                <w:szCs w:val="14"/>
              </w:rPr>
            </w:pPr>
            <w:r w:rsidRPr="00CD4428">
              <w:rPr>
                <w:rFonts w:ascii="Arial" w:eastAsia="HG丸ｺﾞｼｯｸM-PRO" w:hAnsi="Arial" w:cs="Arial"/>
                <w:kern w:val="0"/>
                <w:sz w:val="14"/>
                <w:szCs w:val="14"/>
              </w:rPr>
              <w:t>enrollment</w:t>
            </w:r>
          </w:p>
        </w:tc>
        <w:tc>
          <w:tcPr>
            <w:tcW w:w="1276" w:type="dxa"/>
            <w:vMerge w:val="restart"/>
            <w:tcBorders>
              <w:left w:val="single" w:sz="4" w:space="0" w:color="auto"/>
            </w:tcBorders>
            <w:vAlign w:val="center"/>
          </w:tcPr>
          <w:p w:rsidR="003B6722" w:rsidRDefault="001E4AEF" w:rsidP="003B6722">
            <w:pPr>
              <w:wordWrap w:val="0"/>
              <w:autoSpaceDE w:val="0"/>
              <w:autoSpaceDN w:val="0"/>
              <w:adjustRightInd w:val="0"/>
              <w:jc w:val="left"/>
              <w:rPr>
                <w:rFonts w:ascii="Arial" w:eastAsia="HG丸ｺﾞｼｯｸM-PRO" w:hAnsi="Arial" w:cs="Arial"/>
                <w:kern w:val="0"/>
                <w:sz w:val="20"/>
                <w:szCs w:val="20"/>
              </w:rPr>
            </w:pPr>
            <w:sdt>
              <w:sdtPr>
                <w:rPr>
                  <w:rFonts w:ascii="Arial" w:eastAsia="HG丸ｺﾞｼｯｸM-PRO" w:hAnsi="Arial" w:cs="Arial"/>
                  <w:szCs w:val="21"/>
                </w:rPr>
                <w:alias w:val="year"/>
                <w:tag w:val="year"/>
                <w:id w:val="1066927507"/>
                <w:placeholder>
                  <w:docPart w:val="7390EFD3273D443EB4FDCBD1E0387878"/>
                </w:placeholder>
                <w:showingPlcHdr/>
                <w:text/>
              </w:sdtPr>
              <w:sdtEndPr/>
              <w:sdtContent>
                <w:r w:rsidRPr="00613D2F">
                  <w:rPr>
                    <w:rFonts w:ascii="Arial" w:eastAsia="HG丸ｺﾞｼｯｸM-PRO" w:hAnsi="Arial" w:cs="Arial"/>
                    <w:sz w:val="20"/>
                    <w:szCs w:val="20"/>
                  </w:rPr>
                  <w:t xml:space="preserve">    </w:t>
                </w:r>
              </w:sdtContent>
            </w:sdt>
            <w:r w:rsidR="003B6722" w:rsidRPr="00613D2F">
              <w:rPr>
                <w:rFonts w:ascii="Arial" w:eastAsia="HG丸ｺﾞｼｯｸM-PRO" w:hAnsi="Arial" w:cs="Arial"/>
                <w:sz w:val="20"/>
                <w:szCs w:val="20"/>
              </w:rPr>
              <w:t>年</w:t>
            </w:r>
            <w:sdt>
              <w:sdtPr>
                <w:rPr>
                  <w:rFonts w:ascii="Arial" w:eastAsia="HG丸ｺﾞｼｯｸM-PRO" w:hAnsi="Arial" w:cs="Arial"/>
                  <w:kern w:val="0"/>
                  <w:sz w:val="20"/>
                  <w:szCs w:val="20"/>
                </w:rPr>
                <w:alias w:val="Select"/>
                <w:tag w:val="Select"/>
                <w:id w:val="617800979"/>
                <w:placeholder>
                  <w:docPart w:val="DF0C42BB81834137A33F50C00C2FD7A4"/>
                </w:placeholder>
                <w:showingPlcHdr/>
                <w:dropDownList>
                  <w:listItem w:value="Select"/>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dropDownList>
              </w:sdtPr>
              <w:sdtEndPr/>
              <w:sdtContent>
                <w:r w:rsidRPr="008D720D">
                  <w:rPr>
                    <w:rFonts w:ascii="Arial" w:eastAsia="HG丸ｺﾞｼｯｸM-PRO" w:hAnsi="Arial" w:cs="Arial" w:hint="eastAsia"/>
                    <w:kern w:val="0"/>
                    <w:sz w:val="20"/>
                    <w:szCs w:val="20"/>
                  </w:rPr>
                  <w:t>□</w:t>
                </w:r>
              </w:sdtContent>
            </w:sdt>
            <w:r w:rsidR="003B6722">
              <w:rPr>
                <w:rFonts w:ascii="Arial" w:eastAsia="HG丸ｺﾞｼｯｸM-PRO" w:hAnsi="Arial" w:cs="Arial" w:hint="eastAsia"/>
                <w:kern w:val="0"/>
                <w:sz w:val="20"/>
                <w:szCs w:val="20"/>
              </w:rPr>
              <w:t>月</w:t>
            </w:r>
          </w:p>
          <w:p w:rsidR="008D720D" w:rsidRPr="004B7244" w:rsidRDefault="003B6722" w:rsidP="003B6722">
            <w:pPr>
              <w:wordWrap w:val="0"/>
              <w:autoSpaceDE w:val="0"/>
              <w:autoSpaceDN w:val="0"/>
              <w:adjustRightInd w:val="0"/>
              <w:jc w:val="center"/>
              <w:rPr>
                <w:rFonts w:ascii="Arial" w:eastAsia="HG丸ｺﾞｼｯｸM-PRO" w:hAnsi="Arial" w:cs="Arial"/>
                <w:kern w:val="0"/>
                <w:sz w:val="20"/>
                <w:szCs w:val="20"/>
              </w:rPr>
            </w:pPr>
            <w:r w:rsidRPr="003B6722">
              <w:rPr>
                <w:rFonts w:ascii="Arial" w:eastAsia="HG丸ｺﾞｼｯｸM-PRO" w:hAnsi="Arial" w:cs="Arial"/>
                <w:kern w:val="0"/>
                <w:sz w:val="14"/>
                <w:szCs w:val="14"/>
              </w:rPr>
              <w:t>Y</w:t>
            </w:r>
            <w:r w:rsidRPr="003B6722">
              <w:rPr>
                <w:rFonts w:ascii="Arial" w:eastAsia="HG丸ｺﾞｼｯｸM-PRO" w:hAnsi="Arial" w:cs="Arial" w:hint="eastAsia"/>
                <w:kern w:val="0"/>
                <w:sz w:val="14"/>
                <w:szCs w:val="14"/>
              </w:rPr>
              <w:t>ear</w:t>
            </w:r>
            <w:r>
              <w:rPr>
                <w:rFonts w:ascii="Arial" w:eastAsia="HG丸ｺﾞｼｯｸM-PRO" w:hAnsi="Arial" w:cs="Arial"/>
                <w:kern w:val="0"/>
                <w:sz w:val="14"/>
                <w:szCs w:val="14"/>
              </w:rPr>
              <w:t xml:space="preserve"> </w:t>
            </w:r>
            <w:r w:rsidRPr="003B6722">
              <w:rPr>
                <w:rFonts w:ascii="Arial" w:eastAsia="HG丸ｺﾞｼｯｸM-PRO" w:hAnsi="Arial" w:cs="Arial" w:hint="eastAsia"/>
                <w:kern w:val="0"/>
                <w:sz w:val="14"/>
                <w:szCs w:val="14"/>
              </w:rPr>
              <w:t>/</w:t>
            </w:r>
            <w:r>
              <w:rPr>
                <w:rFonts w:ascii="Arial" w:eastAsia="HG丸ｺﾞｼｯｸM-PRO" w:hAnsi="Arial" w:cs="Arial"/>
                <w:kern w:val="0"/>
                <w:sz w:val="14"/>
                <w:szCs w:val="14"/>
              </w:rPr>
              <w:t xml:space="preserve"> </w:t>
            </w:r>
            <w:r w:rsidRPr="003B6722">
              <w:rPr>
                <w:rFonts w:ascii="Arial" w:eastAsia="HG丸ｺﾞｼｯｸM-PRO" w:hAnsi="Arial" w:cs="Arial"/>
                <w:kern w:val="0"/>
                <w:sz w:val="14"/>
                <w:szCs w:val="14"/>
              </w:rPr>
              <w:t>Month</w:t>
            </w:r>
          </w:p>
        </w:tc>
        <w:tc>
          <w:tcPr>
            <w:tcW w:w="1276" w:type="dxa"/>
            <w:vMerge w:val="restart"/>
            <w:tcBorders>
              <w:left w:val="single" w:sz="4" w:space="0" w:color="auto"/>
            </w:tcBorders>
            <w:vAlign w:val="center"/>
          </w:tcPr>
          <w:p w:rsidR="008D720D" w:rsidRPr="001B2004" w:rsidRDefault="001E4AEF" w:rsidP="004B7244">
            <w:pPr>
              <w:autoSpaceDE w:val="0"/>
              <w:autoSpaceDN w:val="0"/>
              <w:adjustRightInd w:val="0"/>
              <w:jc w:val="left"/>
              <w:rPr>
                <w:rFonts w:ascii="Arial" w:eastAsia="HG丸ｺﾞｼｯｸM-PRO" w:hAnsi="Arial" w:cs="Arial"/>
                <w:kern w:val="0"/>
                <w:sz w:val="16"/>
                <w:szCs w:val="16"/>
              </w:rPr>
            </w:pPr>
            <w:sdt>
              <w:sdtPr>
                <w:rPr>
                  <w:rFonts w:ascii="Arial" w:eastAsia="HG丸ｺﾞｼｯｸM-PRO" w:hAnsi="Arial" w:cs="Arial"/>
                  <w:spacing w:val="-2"/>
                  <w:kern w:val="0"/>
                  <w:sz w:val="16"/>
                  <w:szCs w:val="16"/>
                </w:rPr>
                <w:alias w:val="Enter here"/>
                <w:tag w:val="Enter here"/>
                <w:id w:val="-1387561816"/>
                <w:placeholder>
                  <w:docPart w:val="5842B11ABD134EE7865F087C864B045E"/>
                </w:placeholder>
                <w:showingPlcHdr/>
                <w:text/>
              </w:sdtPr>
              <w:sdtEndPr/>
              <w:sdtContent>
                <w:r w:rsidR="008D720D" w:rsidRPr="001B2004">
                  <w:rPr>
                    <w:rFonts w:ascii="Arial" w:eastAsia="HG丸ｺﾞｼｯｸM-PRO" w:hAnsi="Arial" w:cs="Arial"/>
                    <w:color w:val="808080"/>
                    <w:spacing w:val="-2"/>
                    <w:kern w:val="0"/>
                    <w:sz w:val="16"/>
                    <w:szCs w:val="16"/>
                  </w:rPr>
                  <w:t xml:space="preserve">   </w:t>
                </w:r>
                <w:r w:rsidR="008D720D" w:rsidRPr="001B2004">
                  <w:rPr>
                    <w:rFonts w:ascii="Arial" w:eastAsia="HG丸ｺﾞｼｯｸM-PRO" w:hAnsi="Arial" w:cs="Arial"/>
                    <w:spacing w:val="-2"/>
                    <w:kern w:val="0"/>
                    <w:sz w:val="16"/>
                    <w:szCs w:val="16"/>
                  </w:rPr>
                  <w:t xml:space="preserve">  </w:t>
                </w:r>
                <w:r w:rsidR="008D720D" w:rsidRPr="001B2004">
                  <w:rPr>
                    <w:rFonts w:ascii="Arial" w:eastAsia="HG丸ｺﾞｼｯｸM-PRO" w:hAnsi="Arial" w:cs="Arial"/>
                    <w:color w:val="808080"/>
                    <w:spacing w:val="-2"/>
                    <w:kern w:val="0"/>
                    <w:sz w:val="16"/>
                    <w:szCs w:val="16"/>
                  </w:rPr>
                  <w:t xml:space="preserve">  </w:t>
                </w:r>
                <w:r w:rsidR="008D720D" w:rsidRPr="001B2004">
                  <w:rPr>
                    <w:rFonts w:ascii="Arial" w:eastAsia="HG丸ｺﾞｼｯｸM-PRO" w:hAnsi="Arial" w:cs="Arial"/>
                    <w:spacing w:val="-2"/>
                    <w:kern w:val="0"/>
                    <w:sz w:val="16"/>
                    <w:szCs w:val="16"/>
                  </w:rPr>
                  <w:t xml:space="preserve">     </w:t>
                </w:r>
              </w:sdtContent>
            </w:sdt>
          </w:p>
        </w:tc>
        <w:tc>
          <w:tcPr>
            <w:tcW w:w="1266" w:type="dxa"/>
            <w:vMerge w:val="restart"/>
            <w:tcBorders>
              <w:left w:val="single" w:sz="4" w:space="0" w:color="auto"/>
              <w:right w:val="single" w:sz="4" w:space="0" w:color="auto"/>
            </w:tcBorders>
            <w:vAlign w:val="center"/>
          </w:tcPr>
          <w:p w:rsidR="008D720D" w:rsidRPr="001B2004" w:rsidRDefault="001E4AEF" w:rsidP="004B7244">
            <w:pPr>
              <w:autoSpaceDE w:val="0"/>
              <w:autoSpaceDN w:val="0"/>
              <w:adjustRightInd w:val="0"/>
              <w:jc w:val="left"/>
              <w:rPr>
                <w:rFonts w:ascii="Arial" w:eastAsia="HG丸ｺﾞｼｯｸM-PRO" w:hAnsi="Arial" w:cs="Arial"/>
                <w:kern w:val="0"/>
                <w:sz w:val="16"/>
                <w:szCs w:val="16"/>
              </w:rPr>
            </w:pPr>
            <w:sdt>
              <w:sdtPr>
                <w:rPr>
                  <w:rFonts w:ascii="Arial" w:eastAsia="HG丸ｺﾞｼｯｸM-PRO" w:hAnsi="Arial" w:cs="Arial"/>
                  <w:spacing w:val="-2"/>
                  <w:kern w:val="0"/>
                  <w:sz w:val="16"/>
                  <w:szCs w:val="16"/>
                </w:rPr>
                <w:alias w:val="Enter here"/>
                <w:tag w:val="Enter here"/>
                <w:id w:val="321935187"/>
                <w:placeholder>
                  <w:docPart w:val="50DA357B99634DBCB07409B1097AB73B"/>
                </w:placeholder>
                <w:showingPlcHdr/>
                <w:text/>
              </w:sdtPr>
              <w:sdtEndPr/>
              <w:sdtContent>
                <w:r w:rsidR="008D720D" w:rsidRPr="001B2004">
                  <w:rPr>
                    <w:rFonts w:ascii="Arial" w:eastAsia="HG丸ｺﾞｼｯｸM-PRO" w:hAnsi="Arial" w:cs="Arial"/>
                    <w:color w:val="808080"/>
                    <w:spacing w:val="-2"/>
                    <w:kern w:val="0"/>
                    <w:sz w:val="16"/>
                    <w:szCs w:val="16"/>
                  </w:rPr>
                  <w:t xml:space="preserve">   </w:t>
                </w:r>
                <w:r w:rsidR="008D720D" w:rsidRPr="001B2004">
                  <w:rPr>
                    <w:rFonts w:ascii="Arial" w:eastAsia="HG丸ｺﾞｼｯｸM-PRO" w:hAnsi="Arial" w:cs="Arial"/>
                    <w:spacing w:val="-2"/>
                    <w:kern w:val="0"/>
                    <w:sz w:val="16"/>
                    <w:szCs w:val="16"/>
                  </w:rPr>
                  <w:t xml:space="preserve">       </w:t>
                </w:r>
              </w:sdtContent>
            </w:sdt>
          </w:p>
        </w:tc>
      </w:tr>
      <w:tr w:rsidR="008D720D" w:rsidRPr="008D720D" w:rsidTr="00C04E73">
        <w:trPr>
          <w:cantSplit/>
          <w:trHeight w:val="340"/>
        </w:trPr>
        <w:tc>
          <w:tcPr>
            <w:tcW w:w="1305" w:type="dxa"/>
            <w:vMerge/>
            <w:tcBorders>
              <w:left w:val="single" w:sz="4" w:space="0" w:color="auto"/>
            </w:tcBorders>
            <w:vAlign w:val="center"/>
          </w:tcPr>
          <w:p w:rsidR="008D720D" w:rsidRPr="008D720D" w:rsidRDefault="008D720D" w:rsidP="008D720D">
            <w:pPr>
              <w:autoSpaceDE w:val="0"/>
              <w:autoSpaceDN w:val="0"/>
              <w:adjustRightInd w:val="0"/>
              <w:jc w:val="left"/>
              <w:rPr>
                <w:rFonts w:ascii="Arial" w:eastAsia="HG丸ｺﾞｼｯｸM-PRO" w:hAnsi="Arial" w:cs="Arial"/>
                <w:kern w:val="0"/>
                <w:sz w:val="20"/>
                <w:szCs w:val="20"/>
              </w:rPr>
            </w:pPr>
          </w:p>
        </w:tc>
        <w:tc>
          <w:tcPr>
            <w:tcW w:w="1134" w:type="dxa"/>
            <w:vMerge w:val="restart"/>
            <w:tcBorders>
              <w:top w:val="single" w:sz="4" w:space="0" w:color="auto"/>
              <w:left w:val="single" w:sz="4" w:space="0" w:color="auto"/>
            </w:tcBorders>
            <w:vAlign w:val="center"/>
          </w:tcPr>
          <w:p w:rsidR="008D720D" w:rsidRPr="008D720D" w:rsidRDefault="008D720D" w:rsidP="008D720D">
            <w:pPr>
              <w:autoSpaceDE w:val="0"/>
              <w:autoSpaceDN w:val="0"/>
              <w:adjustRightInd w:val="0"/>
              <w:rPr>
                <w:rFonts w:ascii="Arial" w:eastAsia="HG丸ｺﾞｼｯｸM-PRO" w:hAnsi="Arial" w:cs="Arial"/>
                <w:kern w:val="0"/>
                <w:sz w:val="20"/>
                <w:szCs w:val="20"/>
              </w:rPr>
            </w:pPr>
            <w:r w:rsidRPr="008D720D">
              <w:rPr>
                <w:rFonts w:ascii="Arial" w:eastAsia="HG丸ｺﾞｼｯｸM-PRO" w:hAnsi="Arial" w:cs="Arial"/>
                <w:kern w:val="0"/>
                <w:sz w:val="20"/>
                <w:szCs w:val="20"/>
              </w:rPr>
              <w:t>学部名</w:t>
            </w:r>
          </w:p>
          <w:p w:rsidR="008D720D" w:rsidRPr="00CD4428" w:rsidRDefault="00CD4428" w:rsidP="008D720D">
            <w:pPr>
              <w:wordWrap w:val="0"/>
              <w:autoSpaceDE w:val="0"/>
              <w:autoSpaceDN w:val="0"/>
              <w:adjustRightInd w:val="0"/>
              <w:rPr>
                <w:rFonts w:ascii="Arial" w:eastAsia="HG丸ｺﾞｼｯｸM-PRO" w:hAnsi="Arial" w:cs="Arial"/>
                <w:kern w:val="0"/>
                <w:sz w:val="14"/>
                <w:szCs w:val="14"/>
              </w:rPr>
            </w:pPr>
            <w:r w:rsidRPr="00CD4428">
              <w:rPr>
                <w:rFonts w:ascii="Arial" w:eastAsia="HG丸ｺﾞｼｯｸM-PRO" w:hAnsi="Arial" w:cs="Arial"/>
                <w:kern w:val="0"/>
                <w:sz w:val="14"/>
                <w:szCs w:val="14"/>
              </w:rPr>
              <w:t>Faculty Name</w:t>
            </w:r>
          </w:p>
        </w:tc>
        <w:tc>
          <w:tcPr>
            <w:tcW w:w="2268" w:type="dxa"/>
            <w:vMerge w:val="restart"/>
            <w:tcBorders>
              <w:top w:val="single" w:sz="4" w:space="0" w:color="auto"/>
              <w:left w:val="single" w:sz="4" w:space="0" w:color="auto"/>
            </w:tcBorders>
            <w:vAlign w:val="center"/>
          </w:tcPr>
          <w:p w:rsidR="008D720D" w:rsidRPr="007C5047" w:rsidRDefault="001E4AEF" w:rsidP="004B7244">
            <w:pPr>
              <w:wordWrap w:val="0"/>
              <w:autoSpaceDE w:val="0"/>
              <w:autoSpaceDN w:val="0"/>
              <w:adjustRightInd w:val="0"/>
              <w:spacing w:line="245" w:lineRule="atLeast"/>
              <w:jc w:val="left"/>
              <w:rPr>
                <w:rFonts w:ascii="Arial" w:eastAsia="HG丸ｺﾞｼｯｸM-PRO" w:hAnsi="Arial" w:cs="Arial"/>
                <w:spacing w:val="-2"/>
                <w:kern w:val="0"/>
                <w:sz w:val="16"/>
                <w:szCs w:val="16"/>
              </w:rPr>
            </w:pPr>
            <w:sdt>
              <w:sdtPr>
                <w:rPr>
                  <w:rFonts w:ascii="Times New Roman" w:eastAsia="Arial MT" w:hAnsi="Arial MT" w:cs="Arial MT"/>
                  <w:sz w:val="20"/>
                  <w:szCs w:val="20"/>
                  <w:lang w:eastAsia="en-US"/>
                  <w14:ligatures w14:val="standardContextual"/>
                </w:rPr>
                <w:alias w:val="Enter here"/>
                <w:tag w:val="Enter here"/>
                <w:id w:val="-2033719868"/>
                <w:placeholder>
                  <w:docPart w:val="CFA33D99522A44EAB242A12908655453"/>
                </w:placeholder>
                <w:showingPlcHdr/>
                <w:text/>
              </w:sdtPr>
              <w:sdtEndPr/>
              <w:sdtContent>
                <w:r w:rsidRPr="007C5047">
                  <w:rPr>
                    <w:rFonts w:ascii="Arial" w:eastAsia="HG丸ｺﾞｼｯｸM-PRO" w:hAnsi="Arial" w:cs="Arial"/>
                    <w:color w:val="808080"/>
                    <w:spacing w:val="-2"/>
                    <w:kern w:val="0"/>
                    <w:sz w:val="16"/>
                    <w:szCs w:val="16"/>
                  </w:rPr>
                  <w:t xml:space="preserve">                 </w:t>
                </w:r>
                <w:r w:rsidRPr="007C5047">
                  <w:rPr>
                    <w:rFonts w:ascii="Arial" w:eastAsia="HG丸ｺﾞｼｯｸM-PRO" w:hAnsi="Arial" w:cs="Arial"/>
                    <w:spacing w:val="-2"/>
                    <w:kern w:val="0"/>
                    <w:sz w:val="16"/>
                    <w:szCs w:val="16"/>
                  </w:rPr>
                  <w:t xml:space="preserve">    </w:t>
                </w:r>
              </w:sdtContent>
            </w:sdt>
          </w:p>
        </w:tc>
        <w:tc>
          <w:tcPr>
            <w:tcW w:w="1134" w:type="dxa"/>
            <w:vMerge/>
            <w:tcBorders>
              <w:left w:val="single" w:sz="4" w:space="0" w:color="auto"/>
            </w:tcBorders>
            <w:vAlign w:val="center"/>
          </w:tcPr>
          <w:p w:rsidR="008D720D" w:rsidRPr="008D720D" w:rsidRDefault="008D720D" w:rsidP="008D720D">
            <w:pPr>
              <w:autoSpaceDE w:val="0"/>
              <w:autoSpaceDN w:val="0"/>
              <w:adjustRightInd w:val="0"/>
              <w:jc w:val="right"/>
              <w:rPr>
                <w:rFonts w:ascii="Arial" w:eastAsia="HG丸ｺﾞｼｯｸM-PRO" w:hAnsi="Arial" w:cs="Arial"/>
                <w:kern w:val="0"/>
                <w:sz w:val="20"/>
                <w:szCs w:val="20"/>
              </w:rPr>
            </w:pPr>
          </w:p>
        </w:tc>
        <w:tc>
          <w:tcPr>
            <w:tcW w:w="850" w:type="dxa"/>
            <w:vMerge/>
            <w:tcBorders>
              <w:left w:val="single" w:sz="4" w:space="0" w:color="auto"/>
              <w:bottom w:val="single" w:sz="4" w:space="0" w:color="auto"/>
            </w:tcBorders>
            <w:vAlign w:val="center"/>
          </w:tcPr>
          <w:p w:rsidR="008D720D" w:rsidRPr="008D720D" w:rsidRDefault="008D720D" w:rsidP="00613D2F">
            <w:pPr>
              <w:wordWrap w:val="0"/>
              <w:autoSpaceDE w:val="0"/>
              <w:autoSpaceDN w:val="0"/>
              <w:adjustRightInd w:val="0"/>
              <w:spacing w:line="245" w:lineRule="atLeast"/>
              <w:jc w:val="center"/>
              <w:rPr>
                <w:rFonts w:ascii="Arial" w:eastAsia="HG丸ｺﾞｼｯｸM-PRO" w:hAnsi="Arial" w:cs="Arial"/>
                <w:kern w:val="0"/>
                <w:sz w:val="20"/>
                <w:szCs w:val="20"/>
              </w:rPr>
            </w:pPr>
          </w:p>
        </w:tc>
        <w:tc>
          <w:tcPr>
            <w:tcW w:w="1276" w:type="dxa"/>
            <w:vMerge/>
            <w:tcBorders>
              <w:left w:val="single" w:sz="4" w:space="0" w:color="auto"/>
              <w:bottom w:val="single" w:sz="4" w:space="0" w:color="auto"/>
            </w:tcBorders>
            <w:vAlign w:val="center"/>
          </w:tcPr>
          <w:p w:rsidR="008D720D" w:rsidRPr="004B7244" w:rsidRDefault="008D720D" w:rsidP="004B7244">
            <w:pPr>
              <w:wordWrap w:val="0"/>
              <w:autoSpaceDE w:val="0"/>
              <w:autoSpaceDN w:val="0"/>
              <w:adjustRightInd w:val="0"/>
              <w:jc w:val="left"/>
              <w:rPr>
                <w:rFonts w:ascii="Arial" w:eastAsia="HG丸ｺﾞｼｯｸM-PRO" w:hAnsi="Arial" w:cs="Arial"/>
                <w:kern w:val="0"/>
                <w:sz w:val="20"/>
                <w:szCs w:val="20"/>
              </w:rPr>
            </w:pPr>
          </w:p>
        </w:tc>
        <w:tc>
          <w:tcPr>
            <w:tcW w:w="1276" w:type="dxa"/>
            <w:vMerge/>
            <w:tcBorders>
              <w:left w:val="single" w:sz="4" w:space="0" w:color="auto"/>
            </w:tcBorders>
            <w:vAlign w:val="center"/>
          </w:tcPr>
          <w:p w:rsidR="008D720D" w:rsidRPr="001B2004" w:rsidRDefault="008D720D" w:rsidP="004B7244">
            <w:pPr>
              <w:autoSpaceDE w:val="0"/>
              <w:autoSpaceDN w:val="0"/>
              <w:adjustRightInd w:val="0"/>
              <w:jc w:val="left"/>
              <w:rPr>
                <w:rFonts w:ascii="Arial" w:eastAsia="HG丸ｺﾞｼｯｸM-PRO" w:hAnsi="Arial" w:cs="Arial"/>
                <w:spacing w:val="-2"/>
                <w:kern w:val="0"/>
                <w:sz w:val="16"/>
                <w:szCs w:val="16"/>
              </w:rPr>
            </w:pPr>
          </w:p>
        </w:tc>
        <w:tc>
          <w:tcPr>
            <w:tcW w:w="1266" w:type="dxa"/>
            <w:vMerge/>
            <w:tcBorders>
              <w:left w:val="single" w:sz="4" w:space="0" w:color="auto"/>
              <w:right w:val="single" w:sz="4" w:space="0" w:color="auto"/>
            </w:tcBorders>
            <w:vAlign w:val="center"/>
          </w:tcPr>
          <w:p w:rsidR="008D720D" w:rsidRPr="001B2004" w:rsidRDefault="008D720D" w:rsidP="004B7244">
            <w:pPr>
              <w:autoSpaceDE w:val="0"/>
              <w:autoSpaceDN w:val="0"/>
              <w:adjustRightInd w:val="0"/>
              <w:jc w:val="left"/>
              <w:rPr>
                <w:rFonts w:ascii="Arial" w:eastAsia="HG丸ｺﾞｼｯｸM-PRO" w:hAnsi="Arial" w:cs="Arial"/>
                <w:spacing w:val="-2"/>
                <w:kern w:val="0"/>
                <w:sz w:val="16"/>
                <w:szCs w:val="16"/>
              </w:rPr>
            </w:pPr>
          </w:p>
        </w:tc>
      </w:tr>
      <w:tr w:rsidR="008D720D" w:rsidRPr="008D720D" w:rsidTr="00613D2F">
        <w:trPr>
          <w:cantSplit/>
          <w:trHeight w:val="230"/>
        </w:trPr>
        <w:tc>
          <w:tcPr>
            <w:tcW w:w="1305" w:type="dxa"/>
            <w:vMerge/>
            <w:tcBorders>
              <w:left w:val="single" w:sz="4" w:space="0" w:color="auto"/>
            </w:tcBorders>
            <w:vAlign w:val="center"/>
          </w:tcPr>
          <w:p w:rsidR="008D720D" w:rsidRPr="008D720D" w:rsidRDefault="008D720D" w:rsidP="008D720D">
            <w:pPr>
              <w:autoSpaceDE w:val="0"/>
              <w:autoSpaceDN w:val="0"/>
              <w:adjustRightInd w:val="0"/>
              <w:jc w:val="left"/>
              <w:rPr>
                <w:rFonts w:ascii="Arial" w:eastAsia="HG丸ｺﾞｼｯｸM-PRO" w:hAnsi="Arial" w:cs="Arial"/>
                <w:kern w:val="0"/>
                <w:sz w:val="20"/>
                <w:szCs w:val="20"/>
              </w:rPr>
            </w:pPr>
          </w:p>
        </w:tc>
        <w:tc>
          <w:tcPr>
            <w:tcW w:w="1134" w:type="dxa"/>
            <w:vMerge/>
            <w:tcBorders>
              <w:left w:val="single" w:sz="4" w:space="0" w:color="auto"/>
              <w:bottom w:val="single" w:sz="4" w:space="0" w:color="auto"/>
            </w:tcBorders>
            <w:vAlign w:val="center"/>
          </w:tcPr>
          <w:p w:rsidR="008D720D" w:rsidRPr="008D720D" w:rsidRDefault="008D720D" w:rsidP="008D720D">
            <w:pPr>
              <w:autoSpaceDE w:val="0"/>
              <w:autoSpaceDN w:val="0"/>
              <w:adjustRightInd w:val="0"/>
              <w:rPr>
                <w:rFonts w:ascii="Arial" w:eastAsia="HG丸ｺﾞｼｯｸM-PRO" w:hAnsi="Arial" w:cs="Arial"/>
                <w:kern w:val="0"/>
                <w:sz w:val="20"/>
                <w:szCs w:val="20"/>
              </w:rPr>
            </w:pPr>
          </w:p>
        </w:tc>
        <w:tc>
          <w:tcPr>
            <w:tcW w:w="2268" w:type="dxa"/>
            <w:vMerge/>
            <w:tcBorders>
              <w:left w:val="single" w:sz="4" w:space="0" w:color="auto"/>
              <w:bottom w:val="single" w:sz="4" w:space="0" w:color="auto"/>
            </w:tcBorders>
            <w:vAlign w:val="center"/>
          </w:tcPr>
          <w:p w:rsidR="008D720D" w:rsidRPr="007C5047" w:rsidRDefault="008D720D" w:rsidP="004B7244">
            <w:pPr>
              <w:wordWrap w:val="0"/>
              <w:autoSpaceDE w:val="0"/>
              <w:autoSpaceDN w:val="0"/>
              <w:adjustRightInd w:val="0"/>
              <w:spacing w:line="245" w:lineRule="atLeast"/>
              <w:jc w:val="left"/>
              <w:rPr>
                <w:rFonts w:ascii="Arial" w:eastAsia="HG丸ｺﾞｼｯｸM-PRO" w:hAnsi="Arial" w:cs="Arial"/>
                <w:spacing w:val="-2"/>
                <w:kern w:val="0"/>
                <w:sz w:val="16"/>
                <w:szCs w:val="16"/>
              </w:rPr>
            </w:pPr>
          </w:p>
        </w:tc>
        <w:tc>
          <w:tcPr>
            <w:tcW w:w="1134" w:type="dxa"/>
            <w:vMerge/>
            <w:tcBorders>
              <w:left w:val="single" w:sz="4" w:space="0" w:color="auto"/>
            </w:tcBorders>
            <w:vAlign w:val="center"/>
          </w:tcPr>
          <w:p w:rsidR="008D720D" w:rsidRPr="008D720D" w:rsidRDefault="008D720D" w:rsidP="008D720D">
            <w:pPr>
              <w:autoSpaceDE w:val="0"/>
              <w:autoSpaceDN w:val="0"/>
              <w:adjustRightInd w:val="0"/>
              <w:jc w:val="right"/>
              <w:rPr>
                <w:rFonts w:ascii="Arial" w:eastAsia="HG丸ｺﾞｼｯｸM-PRO" w:hAnsi="Arial" w:cs="Arial"/>
                <w:kern w:val="0"/>
                <w:sz w:val="20"/>
                <w:szCs w:val="20"/>
              </w:rPr>
            </w:pPr>
          </w:p>
        </w:tc>
        <w:tc>
          <w:tcPr>
            <w:tcW w:w="850" w:type="dxa"/>
            <w:vMerge w:val="restart"/>
            <w:tcBorders>
              <w:top w:val="single" w:sz="4" w:space="0" w:color="auto"/>
              <w:left w:val="single" w:sz="4" w:space="0" w:color="auto"/>
            </w:tcBorders>
            <w:vAlign w:val="center"/>
          </w:tcPr>
          <w:p w:rsidR="00305E26" w:rsidRPr="008D720D" w:rsidRDefault="00305E26" w:rsidP="00613D2F">
            <w:pPr>
              <w:wordWrap w:val="0"/>
              <w:autoSpaceDE w:val="0"/>
              <w:autoSpaceDN w:val="0"/>
              <w:adjustRightInd w:val="0"/>
              <w:jc w:val="center"/>
              <w:rPr>
                <w:rFonts w:ascii="Arial" w:eastAsia="HG丸ｺﾞｼｯｸM-PRO" w:hAnsi="Arial" w:cs="Arial"/>
                <w:kern w:val="0"/>
                <w:sz w:val="20"/>
                <w:szCs w:val="20"/>
              </w:rPr>
            </w:pPr>
            <w:r w:rsidRPr="008D720D">
              <w:rPr>
                <w:rFonts w:ascii="Arial" w:eastAsia="HG丸ｺﾞｼｯｸM-PRO" w:hAnsi="Arial" w:cs="Arial"/>
                <w:kern w:val="0"/>
                <w:sz w:val="20"/>
                <w:szCs w:val="20"/>
              </w:rPr>
              <w:t>卒業</w:t>
            </w:r>
          </w:p>
          <w:p w:rsidR="008D720D" w:rsidRPr="00CD4428" w:rsidRDefault="00305E26" w:rsidP="00613D2F">
            <w:pPr>
              <w:wordWrap w:val="0"/>
              <w:autoSpaceDE w:val="0"/>
              <w:autoSpaceDN w:val="0"/>
              <w:adjustRightInd w:val="0"/>
              <w:jc w:val="center"/>
              <w:rPr>
                <w:rFonts w:ascii="Arial" w:eastAsia="HG丸ｺﾞｼｯｸM-PRO" w:hAnsi="Arial" w:cs="Arial"/>
                <w:kern w:val="0"/>
                <w:sz w:val="14"/>
                <w:szCs w:val="14"/>
              </w:rPr>
            </w:pPr>
            <w:r w:rsidRPr="00CD4428">
              <w:rPr>
                <w:rFonts w:ascii="Arial" w:eastAsia="HG丸ｺﾞｼｯｸM-PRO" w:hAnsi="Arial" w:cs="Arial"/>
                <w:spacing w:val="6"/>
                <w:kern w:val="0"/>
                <w:sz w:val="14"/>
                <w:szCs w:val="14"/>
              </w:rPr>
              <w:t>graduation</w:t>
            </w:r>
          </w:p>
        </w:tc>
        <w:tc>
          <w:tcPr>
            <w:tcW w:w="1276" w:type="dxa"/>
            <w:vMerge w:val="restart"/>
            <w:tcBorders>
              <w:top w:val="single" w:sz="4" w:space="0" w:color="auto"/>
              <w:left w:val="single" w:sz="4" w:space="0" w:color="auto"/>
            </w:tcBorders>
            <w:vAlign w:val="center"/>
          </w:tcPr>
          <w:p w:rsidR="003B6722" w:rsidRDefault="001E4AEF" w:rsidP="003B6722">
            <w:pPr>
              <w:wordWrap w:val="0"/>
              <w:autoSpaceDE w:val="0"/>
              <w:autoSpaceDN w:val="0"/>
              <w:adjustRightInd w:val="0"/>
              <w:jc w:val="left"/>
              <w:rPr>
                <w:rFonts w:ascii="Arial" w:eastAsia="HG丸ｺﾞｼｯｸM-PRO" w:hAnsi="Arial" w:cs="Arial"/>
                <w:kern w:val="0"/>
                <w:sz w:val="20"/>
                <w:szCs w:val="20"/>
              </w:rPr>
            </w:pPr>
            <w:sdt>
              <w:sdtPr>
                <w:rPr>
                  <w:rFonts w:ascii="Arial" w:eastAsia="HG丸ｺﾞｼｯｸM-PRO" w:hAnsi="Arial" w:cs="Arial"/>
                  <w:szCs w:val="21"/>
                </w:rPr>
                <w:alias w:val="year"/>
                <w:tag w:val="year"/>
                <w:id w:val="1739751199"/>
                <w:placeholder>
                  <w:docPart w:val="9BAE721E03D74C86A26E32EB49CC70A2"/>
                </w:placeholder>
                <w:showingPlcHdr/>
                <w:text/>
              </w:sdtPr>
              <w:sdtEndPr/>
              <w:sdtContent>
                <w:r w:rsidRPr="00613D2F">
                  <w:rPr>
                    <w:rFonts w:ascii="Arial" w:eastAsia="HG丸ｺﾞｼｯｸM-PRO" w:hAnsi="Arial" w:cs="Arial"/>
                    <w:sz w:val="20"/>
                    <w:szCs w:val="20"/>
                  </w:rPr>
                  <w:t xml:space="preserve">    </w:t>
                </w:r>
              </w:sdtContent>
            </w:sdt>
            <w:r w:rsidR="003B6722" w:rsidRPr="00613D2F">
              <w:rPr>
                <w:rFonts w:ascii="Arial" w:eastAsia="HG丸ｺﾞｼｯｸM-PRO" w:hAnsi="Arial" w:cs="Arial"/>
                <w:sz w:val="20"/>
                <w:szCs w:val="20"/>
              </w:rPr>
              <w:t>年</w:t>
            </w:r>
            <w:sdt>
              <w:sdtPr>
                <w:rPr>
                  <w:rFonts w:ascii="Arial" w:eastAsia="HG丸ｺﾞｼｯｸM-PRO" w:hAnsi="Arial" w:cs="Arial"/>
                  <w:kern w:val="0"/>
                  <w:sz w:val="20"/>
                  <w:szCs w:val="20"/>
                </w:rPr>
                <w:alias w:val="Select"/>
                <w:tag w:val="Select"/>
                <w:id w:val="760337798"/>
                <w:placeholder>
                  <w:docPart w:val="97F834F178FB4F798EA4BF7CEC5E1F2A"/>
                </w:placeholder>
                <w:showingPlcHdr/>
                <w:dropDownList>
                  <w:listItem w:value="Select"/>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dropDownList>
              </w:sdtPr>
              <w:sdtEndPr/>
              <w:sdtContent>
                <w:r w:rsidRPr="008D720D">
                  <w:rPr>
                    <w:rFonts w:ascii="Arial" w:eastAsia="HG丸ｺﾞｼｯｸM-PRO" w:hAnsi="Arial" w:cs="Arial" w:hint="eastAsia"/>
                    <w:kern w:val="0"/>
                    <w:sz w:val="20"/>
                    <w:szCs w:val="20"/>
                  </w:rPr>
                  <w:t>□</w:t>
                </w:r>
              </w:sdtContent>
            </w:sdt>
            <w:r w:rsidR="003B6722">
              <w:rPr>
                <w:rFonts w:ascii="Arial" w:eastAsia="HG丸ｺﾞｼｯｸM-PRO" w:hAnsi="Arial" w:cs="Arial" w:hint="eastAsia"/>
                <w:kern w:val="0"/>
                <w:sz w:val="20"/>
                <w:szCs w:val="20"/>
              </w:rPr>
              <w:t>月</w:t>
            </w:r>
          </w:p>
          <w:p w:rsidR="008D720D" w:rsidRDefault="003B6722" w:rsidP="003B6722">
            <w:pPr>
              <w:wordWrap w:val="0"/>
              <w:autoSpaceDE w:val="0"/>
              <w:autoSpaceDN w:val="0"/>
              <w:adjustRightInd w:val="0"/>
              <w:jc w:val="center"/>
              <w:rPr>
                <w:rFonts w:ascii="Arial" w:eastAsia="HG丸ｺﾞｼｯｸM-PRO" w:hAnsi="Arial" w:cs="Arial"/>
                <w:kern w:val="0"/>
                <w:sz w:val="14"/>
                <w:szCs w:val="14"/>
              </w:rPr>
            </w:pPr>
            <w:r w:rsidRPr="003B6722">
              <w:rPr>
                <w:rFonts w:ascii="Arial" w:eastAsia="HG丸ｺﾞｼｯｸM-PRO" w:hAnsi="Arial" w:cs="Arial"/>
                <w:kern w:val="0"/>
                <w:sz w:val="14"/>
                <w:szCs w:val="14"/>
              </w:rPr>
              <w:t>Y</w:t>
            </w:r>
            <w:r w:rsidRPr="003B6722">
              <w:rPr>
                <w:rFonts w:ascii="Arial" w:eastAsia="HG丸ｺﾞｼｯｸM-PRO" w:hAnsi="Arial" w:cs="Arial" w:hint="eastAsia"/>
                <w:kern w:val="0"/>
                <w:sz w:val="14"/>
                <w:szCs w:val="14"/>
              </w:rPr>
              <w:t>ear</w:t>
            </w:r>
            <w:r>
              <w:rPr>
                <w:rFonts w:ascii="Arial" w:eastAsia="HG丸ｺﾞｼｯｸM-PRO" w:hAnsi="Arial" w:cs="Arial"/>
                <w:kern w:val="0"/>
                <w:sz w:val="14"/>
                <w:szCs w:val="14"/>
              </w:rPr>
              <w:t xml:space="preserve"> </w:t>
            </w:r>
            <w:r w:rsidRPr="003B6722">
              <w:rPr>
                <w:rFonts w:ascii="Arial" w:eastAsia="HG丸ｺﾞｼｯｸM-PRO" w:hAnsi="Arial" w:cs="Arial" w:hint="eastAsia"/>
                <w:kern w:val="0"/>
                <w:sz w:val="14"/>
                <w:szCs w:val="14"/>
              </w:rPr>
              <w:t>/</w:t>
            </w:r>
            <w:r>
              <w:rPr>
                <w:rFonts w:ascii="Arial" w:eastAsia="HG丸ｺﾞｼｯｸM-PRO" w:hAnsi="Arial" w:cs="Arial"/>
                <w:kern w:val="0"/>
                <w:sz w:val="14"/>
                <w:szCs w:val="14"/>
              </w:rPr>
              <w:t xml:space="preserve"> </w:t>
            </w:r>
            <w:r w:rsidRPr="003B6722">
              <w:rPr>
                <w:rFonts w:ascii="Arial" w:eastAsia="HG丸ｺﾞｼｯｸM-PRO" w:hAnsi="Arial" w:cs="Arial"/>
                <w:kern w:val="0"/>
                <w:sz w:val="14"/>
                <w:szCs w:val="14"/>
              </w:rPr>
              <w:t>Month</w:t>
            </w:r>
          </w:p>
          <w:p w:rsidR="003B6722" w:rsidRPr="003B6722" w:rsidRDefault="001E4AEF" w:rsidP="003B6722">
            <w:pPr>
              <w:pStyle w:val="a3"/>
              <w:spacing w:line="240" w:lineRule="auto"/>
              <w:rPr>
                <w:rFonts w:ascii="HG丸ｺﾞｼｯｸM-PRO" w:eastAsia="HG丸ｺﾞｼｯｸM-PRO" w:hAnsi="HG丸ｺﾞｼｯｸM-PRO" w:cs="Arial"/>
                <w:sz w:val="20"/>
                <w:szCs w:val="20"/>
              </w:rPr>
            </w:pPr>
            <w:sdt>
              <w:sdtPr>
                <w:rPr>
                  <w:rFonts w:ascii="Arial" w:eastAsia="HG丸ｺﾞｼｯｸM-PRO" w:hAnsi="Arial" w:cs="Arial" w:hint="eastAsia"/>
                  <w:sz w:val="21"/>
                  <w:szCs w:val="21"/>
                </w:rPr>
                <w:id w:val="2109692099"/>
                <w14:checkbox>
                  <w14:checked w14:val="0"/>
                  <w14:checkedState w14:val="2611" w14:font="ＭＳ ゴシック"/>
                  <w14:uncheckedState w14:val="2610" w14:font="ＭＳ ゴシック"/>
                </w14:checkbox>
              </w:sdtPr>
              <w:sdtEndPr/>
              <w:sdtContent>
                <w:r>
                  <w:rPr>
                    <w:rFonts w:ascii="ＭＳ ゴシック" w:eastAsia="ＭＳ ゴシック" w:hAnsi="ＭＳ ゴシック" w:cs="Arial" w:hint="eastAsia"/>
                    <w:sz w:val="21"/>
                    <w:szCs w:val="21"/>
                  </w:rPr>
                  <w:t>☐</w:t>
                </w:r>
              </w:sdtContent>
            </w:sdt>
            <w:r w:rsidR="003B6722" w:rsidRPr="003B6722">
              <w:rPr>
                <w:rFonts w:ascii="HG丸ｺﾞｼｯｸM-PRO" w:eastAsia="HG丸ｺﾞｼｯｸM-PRO" w:hAnsi="HG丸ｺﾞｼｯｸM-PRO" w:cs="Arial" w:hint="eastAsia"/>
                <w:sz w:val="16"/>
                <w:szCs w:val="16"/>
              </w:rPr>
              <w:t>予定</w:t>
            </w:r>
            <w:r w:rsidR="003B6722" w:rsidRPr="003B6722">
              <w:rPr>
                <w:rFonts w:ascii="Arial" w:eastAsia="HG丸ｺﾞｼｯｸM-PRO" w:hAnsi="Arial" w:cs="Arial"/>
                <w:sz w:val="14"/>
                <w:szCs w:val="14"/>
              </w:rPr>
              <w:t>expected</w:t>
            </w:r>
          </w:p>
        </w:tc>
        <w:tc>
          <w:tcPr>
            <w:tcW w:w="1276" w:type="dxa"/>
            <w:vMerge/>
            <w:tcBorders>
              <w:left w:val="single" w:sz="4" w:space="0" w:color="auto"/>
            </w:tcBorders>
            <w:vAlign w:val="center"/>
          </w:tcPr>
          <w:p w:rsidR="008D720D" w:rsidRPr="001B2004" w:rsidRDefault="008D720D" w:rsidP="004B7244">
            <w:pPr>
              <w:autoSpaceDE w:val="0"/>
              <w:autoSpaceDN w:val="0"/>
              <w:adjustRightInd w:val="0"/>
              <w:jc w:val="left"/>
              <w:rPr>
                <w:rFonts w:ascii="Arial" w:eastAsia="HG丸ｺﾞｼｯｸM-PRO" w:hAnsi="Arial" w:cs="Arial"/>
                <w:spacing w:val="-2"/>
                <w:kern w:val="0"/>
                <w:sz w:val="16"/>
                <w:szCs w:val="16"/>
              </w:rPr>
            </w:pPr>
          </w:p>
        </w:tc>
        <w:tc>
          <w:tcPr>
            <w:tcW w:w="1266" w:type="dxa"/>
            <w:vMerge/>
            <w:tcBorders>
              <w:left w:val="single" w:sz="4" w:space="0" w:color="auto"/>
              <w:right w:val="single" w:sz="4" w:space="0" w:color="auto"/>
            </w:tcBorders>
            <w:vAlign w:val="center"/>
          </w:tcPr>
          <w:p w:rsidR="008D720D" w:rsidRPr="001B2004" w:rsidRDefault="008D720D" w:rsidP="004B7244">
            <w:pPr>
              <w:autoSpaceDE w:val="0"/>
              <w:autoSpaceDN w:val="0"/>
              <w:adjustRightInd w:val="0"/>
              <w:jc w:val="left"/>
              <w:rPr>
                <w:rFonts w:ascii="Arial" w:eastAsia="HG丸ｺﾞｼｯｸM-PRO" w:hAnsi="Arial" w:cs="Arial"/>
                <w:spacing w:val="-2"/>
                <w:kern w:val="0"/>
                <w:sz w:val="16"/>
                <w:szCs w:val="16"/>
              </w:rPr>
            </w:pPr>
          </w:p>
        </w:tc>
      </w:tr>
      <w:tr w:rsidR="008D720D" w:rsidRPr="008D720D" w:rsidTr="00C04E73">
        <w:trPr>
          <w:cantSplit/>
          <w:trHeight w:val="544"/>
        </w:trPr>
        <w:tc>
          <w:tcPr>
            <w:tcW w:w="1305" w:type="dxa"/>
            <w:vMerge/>
            <w:tcBorders>
              <w:left w:val="single" w:sz="4" w:space="0" w:color="auto"/>
              <w:bottom w:val="single" w:sz="4" w:space="0" w:color="auto"/>
            </w:tcBorders>
            <w:vAlign w:val="center"/>
          </w:tcPr>
          <w:p w:rsidR="008D720D" w:rsidRPr="008D720D" w:rsidRDefault="008D720D" w:rsidP="008D720D">
            <w:pPr>
              <w:autoSpaceDE w:val="0"/>
              <w:autoSpaceDN w:val="0"/>
              <w:adjustRightInd w:val="0"/>
              <w:jc w:val="left"/>
              <w:rPr>
                <w:rFonts w:ascii="Arial" w:eastAsia="HG丸ｺﾞｼｯｸM-PRO" w:hAnsi="Arial" w:cs="Arial"/>
                <w:kern w:val="0"/>
                <w:sz w:val="20"/>
                <w:szCs w:val="20"/>
              </w:rPr>
            </w:pPr>
          </w:p>
        </w:tc>
        <w:tc>
          <w:tcPr>
            <w:tcW w:w="1134" w:type="dxa"/>
            <w:tcBorders>
              <w:top w:val="single" w:sz="4" w:space="0" w:color="auto"/>
              <w:left w:val="single" w:sz="4" w:space="0" w:color="auto"/>
              <w:bottom w:val="single" w:sz="4" w:space="0" w:color="auto"/>
            </w:tcBorders>
            <w:vAlign w:val="center"/>
          </w:tcPr>
          <w:p w:rsidR="00CD4428" w:rsidRPr="008D720D" w:rsidRDefault="00CD4428" w:rsidP="00CD4428">
            <w:pPr>
              <w:wordWrap w:val="0"/>
              <w:autoSpaceDE w:val="0"/>
              <w:autoSpaceDN w:val="0"/>
              <w:adjustRightInd w:val="0"/>
              <w:rPr>
                <w:rFonts w:ascii="Arial" w:eastAsia="HG丸ｺﾞｼｯｸM-PRO" w:hAnsi="Arial" w:cs="Arial"/>
                <w:kern w:val="0"/>
                <w:sz w:val="20"/>
                <w:szCs w:val="20"/>
              </w:rPr>
            </w:pPr>
            <w:r w:rsidRPr="008D720D">
              <w:rPr>
                <w:rFonts w:ascii="Arial" w:eastAsia="HG丸ｺﾞｼｯｸM-PRO" w:hAnsi="Arial" w:cs="Arial"/>
                <w:kern w:val="0"/>
                <w:sz w:val="20"/>
                <w:szCs w:val="20"/>
              </w:rPr>
              <w:t>所在地</w:t>
            </w:r>
          </w:p>
          <w:p w:rsidR="008D720D" w:rsidRPr="008D720D" w:rsidRDefault="00CD4428" w:rsidP="00CD4428">
            <w:pPr>
              <w:wordWrap w:val="0"/>
              <w:autoSpaceDE w:val="0"/>
              <w:autoSpaceDN w:val="0"/>
              <w:adjustRightInd w:val="0"/>
              <w:rPr>
                <w:rFonts w:ascii="Arial" w:eastAsia="HG丸ｺﾞｼｯｸM-PRO" w:hAnsi="Arial" w:cs="Arial"/>
                <w:kern w:val="0"/>
                <w:sz w:val="20"/>
                <w:szCs w:val="20"/>
              </w:rPr>
            </w:pPr>
            <w:r w:rsidRPr="00CD4428">
              <w:rPr>
                <w:rFonts w:ascii="Arial" w:eastAsia="HG丸ｺﾞｼｯｸM-PRO" w:hAnsi="Arial" w:cs="Arial"/>
                <w:kern w:val="0"/>
                <w:sz w:val="14"/>
                <w:szCs w:val="14"/>
              </w:rPr>
              <w:t>Location</w:t>
            </w:r>
          </w:p>
        </w:tc>
        <w:tc>
          <w:tcPr>
            <w:tcW w:w="2268" w:type="dxa"/>
            <w:tcBorders>
              <w:top w:val="single" w:sz="4" w:space="0" w:color="auto"/>
              <w:left w:val="single" w:sz="4" w:space="0" w:color="auto"/>
              <w:bottom w:val="single" w:sz="4" w:space="0" w:color="auto"/>
            </w:tcBorders>
            <w:vAlign w:val="center"/>
          </w:tcPr>
          <w:p w:rsidR="008D720D" w:rsidRPr="007C5047" w:rsidRDefault="001E4AEF" w:rsidP="004B7244">
            <w:pPr>
              <w:wordWrap w:val="0"/>
              <w:autoSpaceDE w:val="0"/>
              <w:autoSpaceDN w:val="0"/>
              <w:adjustRightInd w:val="0"/>
              <w:spacing w:line="245" w:lineRule="atLeast"/>
              <w:jc w:val="left"/>
              <w:rPr>
                <w:rFonts w:ascii="Arial" w:eastAsia="HG丸ｺﾞｼｯｸM-PRO" w:hAnsi="Arial" w:cs="Arial"/>
                <w:spacing w:val="-2"/>
                <w:kern w:val="0"/>
                <w:sz w:val="16"/>
                <w:szCs w:val="16"/>
              </w:rPr>
            </w:pPr>
            <w:sdt>
              <w:sdtPr>
                <w:rPr>
                  <w:rFonts w:ascii="Times New Roman"/>
                  <w:sz w:val="20"/>
                  <w:szCs w:val="20"/>
                </w:rPr>
                <w:alias w:val="Enter here"/>
                <w:tag w:val="Enter here"/>
                <w:id w:val="-147977448"/>
                <w:placeholder>
                  <w:docPart w:val="19B350B3AB1448C1BF64DEBC4DDC3577"/>
                </w:placeholder>
                <w:showingPlcHdr/>
                <w:text/>
              </w:sdtPr>
              <w:sdtEndPr/>
              <w:sdtContent>
                <w:r w:rsidRPr="007C5047">
                  <w:rPr>
                    <w:rFonts w:ascii="Arial" w:eastAsia="HG丸ｺﾞｼｯｸM-PRO" w:hAnsi="Arial" w:cs="Arial"/>
                    <w:color w:val="808080"/>
                    <w:spacing w:val="-2"/>
                    <w:kern w:val="0"/>
                    <w:sz w:val="16"/>
                    <w:szCs w:val="16"/>
                  </w:rPr>
                  <w:t xml:space="preserve">                 </w:t>
                </w:r>
                <w:r w:rsidRPr="007C5047">
                  <w:rPr>
                    <w:rFonts w:ascii="Arial" w:eastAsia="HG丸ｺﾞｼｯｸM-PRO" w:hAnsi="Arial" w:cs="Arial"/>
                    <w:spacing w:val="-2"/>
                    <w:kern w:val="0"/>
                    <w:sz w:val="16"/>
                    <w:szCs w:val="16"/>
                  </w:rPr>
                  <w:t xml:space="preserve">    </w:t>
                </w:r>
              </w:sdtContent>
            </w:sdt>
          </w:p>
        </w:tc>
        <w:tc>
          <w:tcPr>
            <w:tcW w:w="1134" w:type="dxa"/>
            <w:vMerge/>
            <w:tcBorders>
              <w:left w:val="single" w:sz="4" w:space="0" w:color="auto"/>
              <w:bottom w:val="single" w:sz="4" w:space="0" w:color="auto"/>
            </w:tcBorders>
            <w:vAlign w:val="center"/>
          </w:tcPr>
          <w:p w:rsidR="008D720D" w:rsidRPr="008D720D" w:rsidRDefault="008D720D" w:rsidP="008D720D">
            <w:pPr>
              <w:autoSpaceDE w:val="0"/>
              <w:autoSpaceDN w:val="0"/>
              <w:adjustRightInd w:val="0"/>
              <w:jc w:val="right"/>
              <w:rPr>
                <w:rFonts w:ascii="Arial" w:eastAsia="HG丸ｺﾞｼｯｸM-PRO" w:hAnsi="Arial" w:cs="Arial"/>
                <w:kern w:val="0"/>
                <w:sz w:val="20"/>
                <w:szCs w:val="20"/>
              </w:rPr>
            </w:pPr>
          </w:p>
        </w:tc>
        <w:tc>
          <w:tcPr>
            <w:tcW w:w="850" w:type="dxa"/>
            <w:vMerge/>
            <w:tcBorders>
              <w:left w:val="single" w:sz="4" w:space="0" w:color="auto"/>
              <w:bottom w:val="single" w:sz="4" w:space="0" w:color="auto"/>
            </w:tcBorders>
            <w:vAlign w:val="center"/>
          </w:tcPr>
          <w:p w:rsidR="008D720D" w:rsidRPr="008D720D" w:rsidRDefault="008D720D" w:rsidP="00613D2F">
            <w:pPr>
              <w:wordWrap w:val="0"/>
              <w:autoSpaceDE w:val="0"/>
              <w:autoSpaceDN w:val="0"/>
              <w:adjustRightInd w:val="0"/>
              <w:spacing w:line="245" w:lineRule="atLeast"/>
              <w:jc w:val="center"/>
              <w:rPr>
                <w:rFonts w:ascii="Arial" w:eastAsia="HG丸ｺﾞｼｯｸM-PRO" w:hAnsi="Arial" w:cs="Arial"/>
                <w:kern w:val="0"/>
                <w:sz w:val="20"/>
                <w:szCs w:val="20"/>
              </w:rPr>
            </w:pPr>
          </w:p>
        </w:tc>
        <w:tc>
          <w:tcPr>
            <w:tcW w:w="1276" w:type="dxa"/>
            <w:vMerge/>
            <w:tcBorders>
              <w:left w:val="single" w:sz="4" w:space="0" w:color="auto"/>
              <w:bottom w:val="single" w:sz="4" w:space="0" w:color="auto"/>
            </w:tcBorders>
            <w:vAlign w:val="center"/>
          </w:tcPr>
          <w:p w:rsidR="008D720D" w:rsidRPr="004B7244" w:rsidRDefault="008D720D" w:rsidP="004B7244">
            <w:pPr>
              <w:wordWrap w:val="0"/>
              <w:autoSpaceDE w:val="0"/>
              <w:autoSpaceDN w:val="0"/>
              <w:adjustRightInd w:val="0"/>
              <w:jc w:val="left"/>
              <w:rPr>
                <w:rFonts w:ascii="Arial" w:eastAsia="HG丸ｺﾞｼｯｸM-PRO" w:hAnsi="Arial" w:cs="Arial"/>
                <w:kern w:val="0"/>
                <w:sz w:val="20"/>
                <w:szCs w:val="20"/>
              </w:rPr>
            </w:pPr>
          </w:p>
        </w:tc>
        <w:tc>
          <w:tcPr>
            <w:tcW w:w="1276" w:type="dxa"/>
            <w:vMerge/>
            <w:tcBorders>
              <w:left w:val="single" w:sz="4" w:space="0" w:color="auto"/>
              <w:bottom w:val="single" w:sz="4" w:space="0" w:color="auto"/>
            </w:tcBorders>
            <w:vAlign w:val="center"/>
          </w:tcPr>
          <w:p w:rsidR="008D720D" w:rsidRPr="001B2004" w:rsidRDefault="008D720D" w:rsidP="004B7244">
            <w:pPr>
              <w:autoSpaceDE w:val="0"/>
              <w:autoSpaceDN w:val="0"/>
              <w:adjustRightInd w:val="0"/>
              <w:jc w:val="left"/>
              <w:rPr>
                <w:rFonts w:ascii="Arial" w:eastAsia="HG丸ｺﾞｼｯｸM-PRO" w:hAnsi="Arial" w:cs="Arial"/>
                <w:spacing w:val="-2"/>
                <w:kern w:val="0"/>
                <w:sz w:val="16"/>
                <w:szCs w:val="16"/>
              </w:rPr>
            </w:pPr>
          </w:p>
        </w:tc>
        <w:tc>
          <w:tcPr>
            <w:tcW w:w="1266" w:type="dxa"/>
            <w:vMerge/>
            <w:tcBorders>
              <w:left w:val="single" w:sz="4" w:space="0" w:color="auto"/>
              <w:bottom w:val="single" w:sz="4" w:space="0" w:color="auto"/>
              <w:right w:val="single" w:sz="4" w:space="0" w:color="auto"/>
            </w:tcBorders>
            <w:vAlign w:val="center"/>
          </w:tcPr>
          <w:p w:rsidR="008D720D" w:rsidRPr="001B2004" w:rsidRDefault="008D720D" w:rsidP="004B7244">
            <w:pPr>
              <w:autoSpaceDE w:val="0"/>
              <w:autoSpaceDN w:val="0"/>
              <w:adjustRightInd w:val="0"/>
              <w:jc w:val="left"/>
              <w:rPr>
                <w:rFonts w:ascii="Arial" w:eastAsia="HG丸ｺﾞｼｯｸM-PRO" w:hAnsi="Arial" w:cs="Arial"/>
                <w:spacing w:val="-2"/>
                <w:kern w:val="0"/>
                <w:sz w:val="16"/>
                <w:szCs w:val="16"/>
              </w:rPr>
            </w:pPr>
          </w:p>
        </w:tc>
      </w:tr>
      <w:tr w:rsidR="008D720D" w:rsidRPr="008D720D" w:rsidTr="00C04E73">
        <w:trPr>
          <w:cantSplit/>
          <w:trHeight w:val="544"/>
        </w:trPr>
        <w:tc>
          <w:tcPr>
            <w:tcW w:w="1305" w:type="dxa"/>
            <w:vMerge w:val="restart"/>
            <w:tcBorders>
              <w:top w:val="single" w:sz="4" w:space="0" w:color="auto"/>
              <w:left w:val="single" w:sz="4" w:space="0" w:color="auto"/>
            </w:tcBorders>
            <w:vAlign w:val="center"/>
          </w:tcPr>
          <w:p w:rsidR="008D720D" w:rsidRPr="008D720D" w:rsidRDefault="008D720D" w:rsidP="008D720D">
            <w:pPr>
              <w:autoSpaceDE w:val="0"/>
              <w:autoSpaceDN w:val="0"/>
              <w:adjustRightInd w:val="0"/>
              <w:rPr>
                <w:rFonts w:ascii="Arial" w:eastAsia="HG丸ｺﾞｼｯｸM-PRO" w:hAnsi="Arial" w:cs="Arial"/>
                <w:kern w:val="0"/>
                <w:sz w:val="20"/>
                <w:szCs w:val="20"/>
              </w:rPr>
            </w:pPr>
            <w:r w:rsidRPr="008D720D">
              <w:rPr>
                <w:rFonts w:ascii="Arial" w:eastAsia="HG丸ｺﾞｼｯｸM-PRO" w:hAnsi="Arial" w:cs="Arial"/>
                <w:kern w:val="0"/>
                <w:sz w:val="20"/>
                <w:szCs w:val="20"/>
              </w:rPr>
              <w:t>大学院</w:t>
            </w:r>
          </w:p>
          <w:p w:rsidR="008D720D" w:rsidRPr="00613D2F" w:rsidRDefault="008D720D" w:rsidP="00613D2F">
            <w:pPr>
              <w:autoSpaceDE w:val="0"/>
              <w:autoSpaceDN w:val="0"/>
              <w:adjustRightInd w:val="0"/>
              <w:rPr>
                <w:rFonts w:ascii="Arial" w:eastAsia="HG丸ｺﾞｼｯｸM-PRO" w:hAnsi="Arial" w:cs="Arial"/>
                <w:kern w:val="0"/>
                <w:sz w:val="14"/>
                <w:szCs w:val="14"/>
              </w:rPr>
            </w:pPr>
            <w:r w:rsidRPr="00613D2F">
              <w:rPr>
                <w:rFonts w:ascii="Arial" w:eastAsia="HG丸ｺﾞｼｯｸM-PRO" w:hAnsi="Arial" w:cs="Arial"/>
                <w:spacing w:val="12"/>
                <w:kern w:val="0"/>
                <w:sz w:val="14"/>
                <w:szCs w:val="14"/>
              </w:rPr>
              <w:t>Graduate Level</w:t>
            </w:r>
          </w:p>
        </w:tc>
        <w:tc>
          <w:tcPr>
            <w:tcW w:w="1134" w:type="dxa"/>
            <w:tcBorders>
              <w:top w:val="single" w:sz="4" w:space="0" w:color="auto"/>
              <w:left w:val="single" w:sz="4" w:space="0" w:color="auto"/>
              <w:bottom w:val="single" w:sz="4" w:space="0" w:color="auto"/>
            </w:tcBorders>
            <w:vAlign w:val="center"/>
          </w:tcPr>
          <w:p w:rsidR="00CD4428" w:rsidRPr="008D720D" w:rsidRDefault="00CD4428" w:rsidP="00CD4428">
            <w:pPr>
              <w:autoSpaceDE w:val="0"/>
              <w:autoSpaceDN w:val="0"/>
              <w:adjustRightInd w:val="0"/>
              <w:rPr>
                <w:rFonts w:ascii="Arial" w:eastAsia="HG丸ｺﾞｼｯｸM-PRO" w:hAnsi="Arial" w:cs="Arial"/>
                <w:kern w:val="0"/>
                <w:sz w:val="20"/>
                <w:szCs w:val="20"/>
              </w:rPr>
            </w:pPr>
            <w:r w:rsidRPr="008D720D">
              <w:rPr>
                <w:rFonts w:ascii="Arial" w:eastAsia="HG丸ｺﾞｼｯｸM-PRO" w:hAnsi="Arial" w:cs="Arial"/>
                <w:kern w:val="0"/>
                <w:sz w:val="20"/>
                <w:szCs w:val="20"/>
              </w:rPr>
              <w:t>学校名</w:t>
            </w:r>
          </w:p>
          <w:p w:rsidR="008D720D" w:rsidRPr="008D720D" w:rsidRDefault="00CD4428" w:rsidP="00CD4428">
            <w:pPr>
              <w:autoSpaceDE w:val="0"/>
              <w:autoSpaceDN w:val="0"/>
              <w:adjustRightInd w:val="0"/>
              <w:rPr>
                <w:rFonts w:ascii="Arial" w:eastAsia="HG丸ｺﾞｼｯｸM-PRO" w:hAnsi="Arial" w:cs="Arial"/>
                <w:kern w:val="0"/>
                <w:sz w:val="20"/>
                <w:szCs w:val="20"/>
              </w:rPr>
            </w:pPr>
            <w:r w:rsidRPr="00CD4428">
              <w:rPr>
                <w:rFonts w:ascii="Arial" w:eastAsia="HG丸ｺﾞｼｯｸM-PRO" w:hAnsi="Arial" w:cs="Arial"/>
                <w:kern w:val="0"/>
                <w:sz w:val="14"/>
                <w:szCs w:val="14"/>
              </w:rPr>
              <w:t>School Name</w:t>
            </w:r>
          </w:p>
        </w:tc>
        <w:tc>
          <w:tcPr>
            <w:tcW w:w="2268" w:type="dxa"/>
            <w:tcBorders>
              <w:top w:val="single" w:sz="4" w:space="0" w:color="auto"/>
              <w:left w:val="single" w:sz="4" w:space="0" w:color="auto"/>
              <w:bottom w:val="single" w:sz="4" w:space="0" w:color="auto"/>
            </w:tcBorders>
            <w:vAlign w:val="center"/>
          </w:tcPr>
          <w:p w:rsidR="008D720D" w:rsidRPr="007C5047" w:rsidRDefault="001E4AEF" w:rsidP="004B7244">
            <w:pPr>
              <w:wordWrap w:val="0"/>
              <w:autoSpaceDE w:val="0"/>
              <w:autoSpaceDN w:val="0"/>
              <w:adjustRightInd w:val="0"/>
              <w:spacing w:line="245" w:lineRule="atLeast"/>
              <w:jc w:val="left"/>
              <w:rPr>
                <w:rFonts w:ascii="Arial" w:eastAsia="HG丸ｺﾞｼｯｸM-PRO" w:hAnsi="Arial" w:cs="Arial"/>
                <w:spacing w:val="-2"/>
                <w:kern w:val="0"/>
                <w:sz w:val="16"/>
                <w:szCs w:val="16"/>
              </w:rPr>
            </w:pPr>
            <w:sdt>
              <w:sdtPr>
                <w:rPr>
                  <w:rFonts w:ascii="Arial" w:eastAsia="HG丸ｺﾞｼｯｸM-PRO" w:hAnsi="Arial" w:cs="Arial"/>
                  <w:spacing w:val="-2"/>
                  <w:kern w:val="0"/>
                  <w:sz w:val="16"/>
                  <w:szCs w:val="16"/>
                </w:rPr>
                <w:alias w:val="Enter here"/>
                <w:tag w:val="Enter here"/>
                <w:id w:val="-239337884"/>
                <w:placeholder>
                  <w:docPart w:val="20E64B9420B540159D929C8D518B7709"/>
                </w:placeholder>
                <w:showingPlcHdr/>
                <w:text/>
              </w:sdtPr>
              <w:sdtEndPr/>
              <w:sdtContent>
                <w:r w:rsidR="008D720D" w:rsidRPr="007C5047">
                  <w:rPr>
                    <w:rFonts w:ascii="Arial" w:eastAsia="HG丸ｺﾞｼｯｸM-PRO" w:hAnsi="Arial" w:cs="Arial"/>
                    <w:color w:val="808080"/>
                    <w:spacing w:val="-2"/>
                    <w:kern w:val="0"/>
                    <w:sz w:val="16"/>
                    <w:szCs w:val="16"/>
                  </w:rPr>
                  <w:t xml:space="preserve">                 </w:t>
                </w:r>
                <w:r w:rsidR="008D720D" w:rsidRPr="007C5047">
                  <w:rPr>
                    <w:rFonts w:ascii="Arial" w:eastAsia="HG丸ｺﾞｼｯｸM-PRO" w:hAnsi="Arial" w:cs="Arial"/>
                    <w:spacing w:val="-2"/>
                    <w:kern w:val="0"/>
                    <w:sz w:val="16"/>
                    <w:szCs w:val="16"/>
                  </w:rPr>
                  <w:t xml:space="preserve">    </w:t>
                </w:r>
              </w:sdtContent>
            </w:sdt>
          </w:p>
        </w:tc>
        <w:tc>
          <w:tcPr>
            <w:tcW w:w="1134" w:type="dxa"/>
            <w:vMerge w:val="restart"/>
            <w:tcBorders>
              <w:top w:val="single" w:sz="4" w:space="0" w:color="auto"/>
              <w:left w:val="single" w:sz="4" w:space="0" w:color="auto"/>
            </w:tcBorders>
            <w:vAlign w:val="center"/>
          </w:tcPr>
          <w:p w:rsidR="008D720D" w:rsidRPr="008D720D" w:rsidRDefault="001E4AEF" w:rsidP="00CD4428">
            <w:pPr>
              <w:autoSpaceDE w:val="0"/>
              <w:autoSpaceDN w:val="0"/>
              <w:adjustRightInd w:val="0"/>
              <w:ind w:right="400" w:firstLineChars="50" w:firstLine="100"/>
              <w:jc w:val="center"/>
              <w:rPr>
                <w:rFonts w:ascii="Arial" w:eastAsia="HG丸ｺﾞｼｯｸM-PRO" w:hAnsi="Arial" w:cs="Arial"/>
                <w:kern w:val="0"/>
                <w:sz w:val="20"/>
                <w:szCs w:val="20"/>
              </w:rPr>
            </w:pPr>
            <w:sdt>
              <w:sdtPr>
                <w:rPr>
                  <w:rFonts w:ascii="Arial" w:eastAsia="HG丸ｺﾞｼｯｸM-PRO" w:hAnsi="Arial" w:cs="Arial"/>
                  <w:kern w:val="0"/>
                  <w:sz w:val="20"/>
                  <w:szCs w:val="20"/>
                </w:rPr>
                <w:alias w:val="Select"/>
                <w:tag w:val="Select"/>
                <w:id w:val="-423576856"/>
                <w:placeholder>
                  <w:docPart w:val="EEF4B8F4A14E4DE5A54D5DF4D199BB81"/>
                </w:placeholder>
                <w:showingPlcHdr/>
                <w:dropDownList>
                  <w:listItem w:value="Select"/>
                  <w:listItem w:displayText="1" w:value="1"/>
                  <w:listItem w:displayText="2" w:value="2"/>
                  <w:listItem w:displayText="3" w:value="3"/>
                  <w:listItem w:displayText="4" w:value="4"/>
                  <w:listItem w:displayText="5" w:value="5"/>
                  <w:listItem w:displayText="6" w:value="6"/>
                  <w:listItem w:displayText="7" w:value="7"/>
                  <w:listItem w:displayText="8" w:value="8"/>
                </w:dropDownList>
              </w:sdtPr>
              <w:sdtEndPr/>
              <w:sdtContent>
                <w:r w:rsidR="008D720D" w:rsidRPr="008D720D">
                  <w:rPr>
                    <w:rFonts w:ascii="Arial" w:eastAsia="HG丸ｺﾞｼｯｸM-PRO" w:hAnsi="Arial" w:cs="Arial" w:hint="eastAsia"/>
                    <w:kern w:val="0"/>
                    <w:sz w:val="20"/>
                    <w:szCs w:val="20"/>
                  </w:rPr>
                  <w:t>□</w:t>
                </w:r>
              </w:sdtContent>
            </w:sdt>
            <w:r w:rsidR="008D720D" w:rsidRPr="008D720D">
              <w:rPr>
                <w:rFonts w:ascii="Arial" w:eastAsia="HG丸ｺﾞｼｯｸM-PRO" w:hAnsi="Arial" w:cs="Arial"/>
                <w:kern w:val="0"/>
                <w:sz w:val="20"/>
                <w:szCs w:val="20"/>
              </w:rPr>
              <w:t>年</w:t>
            </w:r>
          </w:p>
          <w:p w:rsidR="008D720D" w:rsidRPr="008D720D" w:rsidRDefault="00CD4428" w:rsidP="00CD4428">
            <w:pPr>
              <w:wordWrap w:val="0"/>
              <w:autoSpaceDE w:val="0"/>
              <w:autoSpaceDN w:val="0"/>
              <w:adjustRightInd w:val="0"/>
              <w:jc w:val="center"/>
              <w:rPr>
                <w:rFonts w:ascii="Arial" w:eastAsia="HG丸ｺﾞｼｯｸM-PRO" w:hAnsi="Arial" w:cs="Arial"/>
                <w:kern w:val="0"/>
                <w:sz w:val="20"/>
                <w:szCs w:val="20"/>
              </w:rPr>
            </w:pPr>
            <w:r w:rsidRPr="00CD4428">
              <w:rPr>
                <w:rFonts w:ascii="Arial" w:eastAsia="HG丸ｺﾞｼｯｸM-PRO" w:hAnsi="Arial" w:cs="Arial"/>
                <w:kern w:val="0"/>
                <w:sz w:val="14"/>
                <w:szCs w:val="14"/>
              </w:rPr>
              <w:t>years</w:t>
            </w:r>
          </w:p>
        </w:tc>
        <w:tc>
          <w:tcPr>
            <w:tcW w:w="850" w:type="dxa"/>
            <w:vMerge w:val="restart"/>
            <w:tcBorders>
              <w:top w:val="single" w:sz="4" w:space="0" w:color="auto"/>
              <w:left w:val="single" w:sz="4" w:space="0" w:color="auto"/>
            </w:tcBorders>
            <w:vAlign w:val="center"/>
          </w:tcPr>
          <w:p w:rsidR="00305E26" w:rsidRPr="008D720D" w:rsidRDefault="00305E26" w:rsidP="00613D2F">
            <w:pPr>
              <w:autoSpaceDE w:val="0"/>
              <w:autoSpaceDN w:val="0"/>
              <w:adjustRightInd w:val="0"/>
              <w:jc w:val="center"/>
              <w:rPr>
                <w:rFonts w:ascii="Arial" w:eastAsia="HG丸ｺﾞｼｯｸM-PRO" w:hAnsi="Arial" w:cs="Arial"/>
                <w:kern w:val="0"/>
                <w:sz w:val="20"/>
                <w:szCs w:val="20"/>
              </w:rPr>
            </w:pPr>
            <w:r w:rsidRPr="008D720D">
              <w:rPr>
                <w:rFonts w:ascii="Arial" w:eastAsia="HG丸ｺﾞｼｯｸM-PRO" w:hAnsi="Arial" w:cs="Arial"/>
                <w:kern w:val="0"/>
                <w:sz w:val="20"/>
                <w:szCs w:val="20"/>
              </w:rPr>
              <w:t>入学</w:t>
            </w:r>
          </w:p>
          <w:p w:rsidR="008D720D" w:rsidRPr="00CD4428" w:rsidRDefault="00305E26" w:rsidP="00613D2F">
            <w:pPr>
              <w:autoSpaceDE w:val="0"/>
              <w:autoSpaceDN w:val="0"/>
              <w:adjustRightInd w:val="0"/>
              <w:jc w:val="center"/>
              <w:rPr>
                <w:rFonts w:ascii="Arial" w:eastAsia="HG丸ｺﾞｼｯｸM-PRO" w:hAnsi="Arial" w:cs="Arial"/>
                <w:kern w:val="0"/>
                <w:sz w:val="14"/>
                <w:szCs w:val="14"/>
              </w:rPr>
            </w:pPr>
            <w:r w:rsidRPr="00CD4428">
              <w:rPr>
                <w:rFonts w:ascii="Arial" w:eastAsia="HG丸ｺﾞｼｯｸM-PRO" w:hAnsi="Arial" w:cs="Arial"/>
                <w:kern w:val="0"/>
                <w:sz w:val="14"/>
                <w:szCs w:val="14"/>
              </w:rPr>
              <w:t>enrollment</w:t>
            </w:r>
          </w:p>
        </w:tc>
        <w:tc>
          <w:tcPr>
            <w:tcW w:w="1276" w:type="dxa"/>
            <w:vMerge w:val="restart"/>
            <w:tcBorders>
              <w:top w:val="single" w:sz="4" w:space="0" w:color="auto"/>
              <w:left w:val="single" w:sz="4" w:space="0" w:color="auto"/>
            </w:tcBorders>
            <w:vAlign w:val="center"/>
          </w:tcPr>
          <w:p w:rsidR="003B6722" w:rsidRDefault="001E4AEF" w:rsidP="003B6722">
            <w:pPr>
              <w:wordWrap w:val="0"/>
              <w:autoSpaceDE w:val="0"/>
              <w:autoSpaceDN w:val="0"/>
              <w:adjustRightInd w:val="0"/>
              <w:jc w:val="left"/>
              <w:rPr>
                <w:rFonts w:ascii="Arial" w:eastAsia="HG丸ｺﾞｼｯｸM-PRO" w:hAnsi="Arial" w:cs="Arial"/>
                <w:kern w:val="0"/>
                <w:sz w:val="20"/>
                <w:szCs w:val="20"/>
              </w:rPr>
            </w:pPr>
            <w:sdt>
              <w:sdtPr>
                <w:rPr>
                  <w:rFonts w:ascii="Arial" w:eastAsia="HG丸ｺﾞｼｯｸM-PRO" w:hAnsi="Arial" w:cs="Arial"/>
                  <w:szCs w:val="21"/>
                </w:rPr>
                <w:alias w:val="year"/>
                <w:tag w:val="year"/>
                <w:id w:val="1940948381"/>
                <w:placeholder>
                  <w:docPart w:val="34B4128D8519460F9FA5213C05DEA4E1"/>
                </w:placeholder>
                <w:showingPlcHdr/>
                <w:text/>
              </w:sdtPr>
              <w:sdtEndPr/>
              <w:sdtContent>
                <w:r w:rsidR="003B6722" w:rsidRPr="00613D2F">
                  <w:rPr>
                    <w:rFonts w:ascii="Arial" w:eastAsia="HG丸ｺﾞｼｯｸM-PRO" w:hAnsi="Arial" w:cs="Arial"/>
                    <w:sz w:val="20"/>
                    <w:szCs w:val="20"/>
                  </w:rPr>
                  <w:t xml:space="preserve">    </w:t>
                </w:r>
              </w:sdtContent>
            </w:sdt>
            <w:r w:rsidR="003B6722" w:rsidRPr="00613D2F">
              <w:rPr>
                <w:rFonts w:ascii="Arial" w:eastAsia="HG丸ｺﾞｼｯｸM-PRO" w:hAnsi="Arial" w:cs="Arial"/>
                <w:sz w:val="20"/>
                <w:szCs w:val="20"/>
              </w:rPr>
              <w:t>年</w:t>
            </w:r>
            <w:sdt>
              <w:sdtPr>
                <w:rPr>
                  <w:rFonts w:ascii="Arial" w:eastAsia="HG丸ｺﾞｼｯｸM-PRO" w:hAnsi="Arial" w:cs="Arial"/>
                  <w:kern w:val="0"/>
                  <w:sz w:val="20"/>
                  <w:szCs w:val="20"/>
                </w:rPr>
                <w:alias w:val="Select"/>
                <w:tag w:val="Select"/>
                <w:id w:val="814231152"/>
                <w:placeholder>
                  <w:docPart w:val="2F56B17389EE49309276BC151C59033C"/>
                </w:placeholder>
                <w:showingPlcHdr/>
                <w:dropDownList>
                  <w:listItem w:value="Select"/>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dropDownList>
              </w:sdtPr>
              <w:sdtEndPr/>
              <w:sdtContent>
                <w:r w:rsidR="003B6722" w:rsidRPr="008D720D">
                  <w:rPr>
                    <w:rFonts w:ascii="Arial" w:eastAsia="HG丸ｺﾞｼｯｸM-PRO" w:hAnsi="Arial" w:cs="Arial" w:hint="eastAsia"/>
                    <w:kern w:val="0"/>
                    <w:sz w:val="20"/>
                    <w:szCs w:val="20"/>
                  </w:rPr>
                  <w:t>□</w:t>
                </w:r>
              </w:sdtContent>
            </w:sdt>
            <w:r w:rsidR="003B6722">
              <w:rPr>
                <w:rFonts w:ascii="Arial" w:eastAsia="HG丸ｺﾞｼｯｸM-PRO" w:hAnsi="Arial" w:cs="Arial" w:hint="eastAsia"/>
                <w:kern w:val="0"/>
                <w:sz w:val="20"/>
                <w:szCs w:val="20"/>
              </w:rPr>
              <w:t>月</w:t>
            </w:r>
          </w:p>
          <w:p w:rsidR="008D720D" w:rsidRPr="004B7244" w:rsidRDefault="003B6722" w:rsidP="003B6722">
            <w:pPr>
              <w:wordWrap w:val="0"/>
              <w:autoSpaceDE w:val="0"/>
              <w:autoSpaceDN w:val="0"/>
              <w:adjustRightInd w:val="0"/>
              <w:jc w:val="center"/>
              <w:rPr>
                <w:rFonts w:ascii="Arial" w:eastAsia="HG丸ｺﾞｼｯｸM-PRO" w:hAnsi="Arial" w:cs="Arial"/>
                <w:kern w:val="0"/>
                <w:sz w:val="20"/>
                <w:szCs w:val="20"/>
              </w:rPr>
            </w:pPr>
            <w:r w:rsidRPr="003B6722">
              <w:rPr>
                <w:rFonts w:ascii="Arial" w:eastAsia="HG丸ｺﾞｼｯｸM-PRO" w:hAnsi="Arial" w:cs="Arial"/>
                <w:kern w:val="0"/>
                <w:sz w:val="14"/>
                <w:szCs w:val="14"/>
              </w:rPr>
              <w:t>Y</w:t>
            </w:r>
            <w:r w:rsidRPr="003B6722">
              <w:rPr>
                <w:rFonts w:ascii="Arial" w:eastAsia="HG丸ｺﾞｼｯｸM-PRO" w:hAnsi="Arial" w:cs="Arial" w:hint="eastAsia"/>
                <w:kern w:val="0"/>
                <w:sz w:val="14"/>
                <w:szCs w:val="14"/>
              </w:rPr>
              <w:t>ear</w:t>
            </w:r>
            <w:r>
              <w:rPr>
                <w:rFonts w:ascii="Arial" w:eastAsia="HG丸ｺﾞｼｯｸM-PRO" w:hAnsi="Arial" w:cs="Arial"/>
                <w:kern w:val="0"/>
                <w:sz w:val="14"/>
                <w:szCs w:val="14"/>
              </w:rPr>
              <w:t xml:space="preserve"> </w:t>
            </w:r>
            <w:r w:rsidRPr="003B6722">
              <w:rPr>
                <w:rFonts w:ascii="Arial" w:eastAsia="HG丸ｺﾞｼｯｸM-PRO" w:hAnsi="Arial" w:cs="Arial" w:hint="eastAsia"/>
                <w:kern w:val="0"/>
                <w:sz w:val="14"/>
                <w:szCs w:val="14"/>
              </w:rPr>
              <w:t>/</w:t>
            </w:r>
            <w:r>
              <w:rPr>
                <w:rFonts w:ascii="Arial" w:eastAsia="HG丸ｺﾞｼｯｸM-PRO" w:hAnsi="Arial" w:cs="Arial"/>
                <w:kern w:val="0"/>
                <w:sz w:val="14"/>
                <w:szCs w:val="14"/>
              </w:rPr>
              <w:t xml:space="preserve"> </w:t>
            </w:r>
            <w:r w:rsidRPr="003B6722">
              <w:rPr>
                <w:rFonts w:ascii="Arial" w:eastAsia="HG丸ｺﾞｼｯｸM-PRO" w:hAnsi="Arial" w:cs="Arial"/>
                <w:kern w:val="0"/>
                <w:sz w:val="14"/>
                <w:szCs w:val="14"/>
              </w:rPr>
              <w:t>Month</w:t>
            </w:r>
          </w:p>
        </w:tc>
        <w:tc>
          <w:tcPr>
            <w:tcW w:w="1276" w:type="dxa"/>
            <w:vMerge w:val="restart"/>
            <w:tcBorders>
              <w:top w:val="single" w:sz="4" w:space="0" w:color="auto"/>
              <w:left w:val="single" w:sz="4" w:space="0" w:color="auto"/>
            </w:tcBorders>
            <w:vAlign w:val="center"/>
          </w:tcPr>
          <w:p w:rsidR="008D720D" w:rsidRPr="001B2004" w:rsidRDefault="001E4AEF" w:rsidP="004B7244">
            <w:pPr>
              <w:autoSpaceDE w:val="0"/>
              <w:autoSpaceDN w:val="0"/>
              <w:adjustRightInd w:val="0"/>
              <w:jc w:val="left"/>
              <w:rPr>
                <w:rFonts w:ascii="Arial" w:eastAsia="HG丸ｺﾞｼｯｸM-PRO" w:hAnsi="Arial" w:cs="Arial"/>
                <w:kern w:val="0"/>
                <w:sz w:val="16"/>
                <w:szCs w:val="16"/>
              </w:rPr>
            </w:pPr>
            <w:sdt>
              <w:sdtPr>
                <w:rPr>
                  <w:rFonts w:ascii="Arial" w:eastAsia="HG丸ｺﾞｼｯｸM-PRO" w:hAnsi="Arial" w:cs="Arial"/>
                  <w:spacing w:val="-2"/>
                  <w:kern w:val="0"/>
                  <w:sz w:val="16"/>
                  <w:szCs w:val="16"/>
                </w:rPr>
                <w:alias w:val="Enter here"/>
                <w:tag w:val="Enter here"/>
                <w:id w:val="-1932813212"/>
                <w:placeholder>
                  <w:docPart w:val="2B35DBE535A54E13A97A663E6A51721E"/>
                </w:placeholder>
                <w:showingPlcHdr/>
                <w:text/>
              </w:sdtPr>
              <w:sdtEndPr/>
              <w:sdtContent>
                <w:r w:rsidR="008D720D" w:rsidRPr="001B2004">
                  <w:rPr>
                    <w:rFonts w:ascii="Arial" w:eastAsia="HG丸ｺﾞｼｯｸM-PRO" w:hAnsi="Arial" w:cs="Arial"/>
                    <w:color w:val="808080"/>
                    <w:spacing w:val="-2"/>
                    <w:kern w:val="0"/>
                    <w:sz w:val="16"/>
                    <w:szCs w:val="16"/>
                  </w:rPr>
                  <w:t xml:space="preserve">   </w:t>
                </w:r>
                <w:r w:rsidR="008D720D" w:rsidRPr="001B2004">
                  <w:rPr>
                    <w:rFonts w:ascii="Arial" w:eastAsia="HG丸ｺﾞｼｯｸM-PRO" w:hAnsi="Arial" w:cs="Arial"/>
                    <w:spacing w:val="-2"/>
                    <w:kern w:val="0"/>
                    <w:sz w:val="16"/>
                    <w:szCs w:val="16"/>
                  </w:rPr>
                  <w:t xml:space="preserve">  </w:t>
                </w:r>
                <w:r w:rsidR="008D720D" w:rsidRPr="001B2004">
                  <w:rPr>
                    <w:rFonts w:ascii="Arial" w:eastAsia="HG丸ｺﾞｼｯｸM-PRO" w:hAnsi="Arial" w:cs="Arial"/>
                    <w:color w:val="808080"/>
                    <w:spacing w:val="-2"/>
                    <w:kern w:val="0"/>
                    <w:sz w:val="16"/>
                    <w:szCs w:val="16"/>
                  </w:rPr>
                  <w:t xml:space="preserve">  </w:t>
                </w:r>
                <w:r w:rsidR="008D720D" w:rsidRPr="001B2004">
                  <w:rPr>
                    <w:rFonts w:ascii="Arial" w:eastAsia="HG丸ｺﾞｼｯｸM-PRO" w:hAnsi="Arial" w:cs="Arial"/>
                    <w:spacing w:val="-2"/>
                    <w:kern w:val="0"/>
                    <w:sz w:val="16"/>
                    <w:szCs w:val="16"/>
                  </w:rPr>
                  <w:t xml:space="preserve">     </w:t>
                </w:r>
              </w:sdtContent>
            </w:sdt>
          </w:p>
        </w:tc>
        <w:tc>
          <w:tcPr>
            <w:tcW w:w="1266" w:type="dxa"/>
            <w:vMerge w:val="restart"/>
            <w:tcBorders>
              <w:top w:val="single" w:sz="4" w:space="0" w:color="auto"/>
              <w:left w:val="single" w:sz="4" w:space="0" w:color="auto"/>
              <w:right w:val="single" w:sz="4" w:space="0" w:color="auto"/>
            </w:tcBorders>
            <w:vAlign w:val="center"/>
          </w:tcPr>
          <w:p w:rsidR="008D720D" w:rsidRPr="001B2004" w:rsidRDefault="001E4AEF" w:rsidP="004B7244">
            <w:pPr>
              <w:autoSpaceDE w:val="0"/>
              <w:autoSpaceDN w:val="0"/>
              <w:adjustRightInd w:val="0"/>
              <w:jc w:val="left"/>
              <w:rPr>
                <w:rFonts w:ascii="Arial" w:eastAsia="HG丸ｺﾞｼｯｸM-PRO" w:hAnsi="Arial" w:cs="Arial"/>
                <w:kern w:val="0"/>
                <w:sz w:val="16"/>
                <w:szCs w:val="16"/>
              </w:rPr>
            </w:pPr>
            <w:sdt>
              <w:sdtPr>
                <w:rPr>
                  <w:rFonts w:ascii="Arial" w:eastAsia="HG丸ｺﾞｼｯｸM-PRO" w:hAnsi="Arial" w:cs="Arial"/>
                  <w:spacing w:val="-2"/>
                  <w:kern w:val="0"/>
                  <w:sz w:val="16"/>
                  <w:szCs w:val="16"/>
                </w:rPr>
                <w:alias w:val="Enter here"/>
                <w:tag w:val="Enter here"/>
                <w:id w:val="-1080908908"/>
                <w:placeholder>
                  <w:docPart w:val="ADC60FDEF71E4905BA5EE55EDEC0B092"/>
                </w:placeholder>
                <w:showingPlcHdr/>
                <w:text/>
              </w:sdtPr>
              <w:sdtEndPr/>
              <w:sdtContent>
                <w:r w:rsidR="008D720D" w:rsidRPr="001B2004">
                  <w:rPr>
                    <w:rFonts w:ascii="Arial" w:eastAsia="HG丸ｺﾞｼｯｸM-PRO" w:hAnsi="Arial" w:cs="Arial"/>
                    <w:color w:val="808080"/>
                    <w:spacing w:val="-2"/>
                    <w:kern w:val="0"/>
                    <w:sz w:val="16"/>
                    <w:szCs w:val="16"/>
                  </w:rPr>
                  <w:t xml:space="preserve">   </w:t>
                </w:r>
                <w:r w:rsidR="008D720D" w:rsidRPr="001B2004">
                  <w:rPr>
                    <w:rFonts w:ascii="Arial" w:eastAsia="HG丸ｺﾞｼｯｸM-PRO" w:hAnsi="Arial" w:cs="Arial"/>
                    <w:spacing w:val="-2"/>
                    <w:kern w:val="0"/>
                    <w:sz w:val="16"/>
                    <w:szCs w:val="16"/>
                  </w:rPr>
                  <w:t xml:space="preserve">       </w:t>
                </w:r>
              </w:sdtContent>
            </w:sdt>
          </w:p>
        </w:tc>
      </w:tr>
      <w:tr w:rsidR="008D720D" w:rsidRPr="008D720D" w:rsidTr="00C04E73">
        <w:trPr>
          <w:cantSplit/>
          <w:trHeight w:val="340"/>
        </w:trPr>
        <w:tc>
          <w:tcPr>
            <w:tcW w:w="1305" w:type="dxa"/>
            <w:vMerge/>
            <w:tcBorders>
              <w:left w:val="single" w:sz="4" w:space="0" w:color="auto"/>
            </w:tcBorders>
            <w:vAlign w:val="center"/>
          </w:tcPr>
          <w:p w:rsidR="008D720D" w:rsidRPr="008D720D" w:rsidRDefault="008D720D" w:rsidP="008D720D">
            <w:pPr>
              <w:autoSpaceDE w:val="0"/>
              <w:autoSpaceDN w:val="0"/>
              <w:adjustRightInd w:val="0"/>
              <w:rPr>
                <w:rFonts w:ascii="Arial" w:eastAsia="HG丸ｺﾞｼｯｸM-PRO" w:hAnsi="Arial" w:cs="Arial"/>
                <w:kern w:val="0"/>
                <w:sz w:val="20"/>
                <w:szCs w:val="20"/>
              </w:rPr>
            </w:pPr>
          </w:p>
        </w:tc>
        <w:tc>
          <w:tcPr>
            <w:tcW w:w="1134" w:type="dxa"/>
            <w:vMerge w:val="restart"/>
            <w:tcBorders>
              <w:top w:val="single" w:sz="4" w:space="0" w:color="auto"/>
              <w:left w:val="single" w:sz="4" w:space="0" w:color="auto"/>
            </w:tcBorders>
            <w:vAlign w:val="center"/>
          </w:tcPr>
          <w:p w:rsidR="008D720D" w:rsidRPr="008D720D" w:rsidRDefault="008D720D" w:rsidP="008D720D">
            <w:pPr>
              <w:autoSpaceDE w:val="0"/>
              <w:autoSpaceDN w:val="0"/>
              <w:adjustRightInd w:val="0"/>
              <w:rPr>
                <w:rFonts w:ascii="Arial" w:eastAsia="HG丸ｺﾞｼｯｸM-PRO" w:hAnsi="Arial" w:cs="Arial"/>
                <w:kern w:val="0"/>
                <w:sz w:val="20"/>
                <w:szCs w:val="20"/>
              </w:rPr>
            </w:pPr>
            <w:r w:rsidRPr="008D720D">
              <w:rPr>
                <w:rFonts w:ascii="Arial" w:eastAsia="HG丸ｺﾞｼｯｸM-PRO" w:hAnsi="Arial" w:cs="Arial"/>
                <w:kern w:val="0"/>
                <w:sz w:val="20"/>
                <w:szCs w:val="20"/>
              </w:rPr>
              <w:t>研究科名</w:t>
            </w:r>
          </w:p>
          <w:p w:rsidR="008D720D" w:rsidRPr="00CD4428" w:rsidRDefault="00CD4428" w:rsidP="008D720D">
            <w:pPr>
              <w:autoSpaceDE w:val="0"/>
              <w:autoSpaceDN w:val="0"/>
              <w:adjustRightInd w:val="0"/>
              <w:rPr>
                <w:rFonts w:ascii="Arial" w:eastAsia="HG丸ｺﾞｼｯｸM-PRO" w:hAnsi="Arial" w:cs="Arial"/>
                <w:kern w:val="0"/>
                <w:sz w:val="14"/>
                <w:szCs w:val="14"/>
              </w:rPr>
            </w:pPr>
            <w:r w:rsidRPr="00CD4428">
              <w:rPr>
                <w:rFonts w:ascii="Arial" w:eastAsia="HG丸ｺﾞｼｯｸM-PRO" w:hAnsi="Arial" w:cs="Arial"/>
                <w:kern w:val="0"/>
                <w:sz w:val="14"/>
                <w:szCs w:val="14"/>
              </w:rPr>
              <w:t>Graduate School Name</w:t>
            </w:r>
          </w:p>
        </w:tc>
        <w:tc>
          <w:tcPr>
            <w:tcW w:w="2268" w:type="dxa"/>
            <w:vMerge w:val="restart"/>
            <w:tcBorders>
              <w:top w:val="single" w:sz="4" w:space="0" w:color="auto"/>
              <w:left w:val="single" w:sz="4" w:space="0" w:color="auto"/>
            </w:tcBorders>
            <w:vAlign w:val="center"/>
          </w:tcPr>
          <w:p w:rsidR="008D720D" w:rsidRPr="007C5047" w:rsidRDefault="001E4AEF" w:rsidP="004B7244">
            <w:pPr>
              <w:wordWrap w:val="0"/>
              <w:autoSpaceDE w:val="0"/>
              <w:autoSpaceDN w:val="0"/>
              <w:adjustRightInd w:val="0"/>
              <w:spacing w:line="245" w:lineRule="atLeast"/>
              <w:jc w:val="left"/>
              <w:rPr>
                <w:rFonts w:ascii="Arial" w:eastAsia="HG丸ｺﾞｼｯｸM-PRO" w:hAnsi="Arial" w:cs="Arial"/>
                <w:spacing w:val="-2"/>
                <w:kern w:val="0"/>
                <w:sz w:val="16"/>
                <w:szCs w:val="16"/>
              </w:rPr>
            </w:pPr>
            <w:sdt>
              <w:sdtPr>
                <w:rPr>
                  <w:rFonts w:ascii="Arial" w:eastAsia="HG丸ｺﾞｼｯｸM-PRO" w:hAnsi="Arial" w:cs="Arial"/>
                  <w:spacing w:val="-2"/>
                  <w:kern w:val="0"/>
                  <w:sz w:val="16"/>
                  <w:szCs w:val="16"/>
                </w:rPr>
                <w:alias w:val="Enter here"/>
                <w:tag w:val="Enter here"/>
                <w:id w:val="1223177482"/>
                <w:placeholder>
                  <w:docPart w:val="B0375A4864644C57B7D0705890C0A5CD"/>
                </w:placeholder>
                <w:showingPlcHdr/>
                <w:text/>
              </w:sdtPr>
              <w:sdtEndPr/>
              <w:sdtContent>
                <w:r w:rsidR="008D720D" w:rsidRPr="007C5047">
                  <w:rPr>
                    <w:rFonts w:ascii="Arial" w:eastAsia="HG丸ｺﾞｼｯｸM-PRO" w:hAnsi="Arial" w:cs="Arial"/>
                    <w:color w:val="808080"/>
                    <w:spacing w:val="-2"/>
                    <w:kern w:val="0"/>
                    <w:sz w:val="16"/>
                    <w:szCs w:val="16"/>
                  </w:rPr>
                  <w:t xml:space="preserve">                 </w:t>
                </w:r>
                <w:r w:rsidR="008D720D" w:rsidRPr="007C5047">
                  <w:rPr>
                    <w:rFonts w:ascii="Arial" w:eastAsia="HG丸ｺﾞｼｯｸM-PRO" w:hAnsi="Arial" w:cs="Arial"/>
                    <w:spacing w:val="-2"/>
                    <w:kern w:val="0"/>
                    <w:sz w:val="16"/>
                    <w:szCs w:val="16"/>
                  </w:rPr>
                  <w:t xml:space="preserve">    </w:t>
                </w:r>
              </w:sdtContent>
            </w:sdt>
          </w:p>
        </w:tc>
        <w:tc>
          <w:tcPr>
            <w:tcW w:w="1134" w:type="dxa"/>
            <w:vMerge/>
            <w:tcBorders>
              <w:left w:val="single" w:sz="4" w:space="0" w:color="auto"/>
            </w:tcBorders>
            <w:vAlign w:val="center"/>
          </w:tcPr>
          <w:p w:rsidR="008D720D" w:rsidRPr="008D720D" w:rsidRDefault="008D720D" w:rsidP="008D720D">
            <w:pPr>
              <w:autoSpaceDE w:val="0"/>
              <w:autoSpaceDN w:val="0"/>
              <w:adjustRightInd w:val="0"/>
              <w:jc w:val="right"/>
              <w:rPr>
                <w:rFonts w:ascii="Arial" w:eastAsia="HG丸ｺﾞｼｯｸM-PRO" w:hAnsi="Arial" w:cs="Arial"/>
                <w:kern w:val="0"/>
                <w:sz w:val="20"/>
                <w:szCs w:val="20"/>
              </w:rPr>
            </w:pPr>
          </w:p>
        </w:tc>
        <w:tc>
          <w:tcPr>
            <w:tcW w:w="850" w:type="dxa"/>
            <w:vMerge/>
            <w:tcBorders>
              <w:left w:val="single" w:sz="4" w:space="0" w:color="auto"/>
              <w:bottom w:val="single" w:sz="4" w:space="0" w:color="auto"/>
            </w:tcBorders>
            <w:vAlign w:val="center"/>
          </w:tcPr>
          <w:p w:rsidR="008D720D" w:rsidRPr="008D720D" w:rsidRDefault="008D720D" w:rsidP="00613D2F">
            <w:pPr>
              <w:wordWrap w:val="0"/>
              <w:autoSpaceDE w:val="0"/>
              <w:autoSpaceDN w:val="0"/>
              <w:adjustRightInd w:val="0"/>
              <w:jc w:val="center"/>
              <w:rPr>
                <w:rFonts w:ascii="Arial" w:eastAsia="HG丸ｺﾞｼｯｸM-PRO" w:hAnsi="Arial" w:cs="Arial"/>
                <w:kern w:val="0"/>
                <w:sz w:val="20"/>
                <w:szCs w:val="20"/>
              </w:rPr>
            </w:pPr>
          </w:p>
        </w:tc>
        <w:tc>
          <w:tcPr>
            <w:tcW w:w="1276" w:type="dxa"/>
            <w:vMerge/>
            <w:tcBorders>
              <w:left w:val="single" w:sz="4" w:space="0" w:color="auto"/>
              <w:bottom w:val="single" w:sz="4" w:space="0" w:color="auto"/>
            </w:tcBorders>
            <w:vAlign w:val="center"/>
          </w:tcPr>
          <w:p w:rsidR="008D720D" w:rsidRPr="008D720D" w:rsidRDefault="008D720D" w:rsidP="004B7244">
            <w:pPr>
              <w:autoSpaceDE w:val="0"/>
              <w:autoSpaceDN w:val="0"/>
              <w:adjustRightInd w:val="0"/>
              <w:jc w:val="left"/>
              <w:rPr>
                <w:rFonts w:ascii="Arial" w:eastAsia="HG丸ｺﾞｼｯｸM-PRO" w:hAnsi="Arial" w:cs="Arial"/>
                <w:kern w:val="0"/>
                <w:sz w:val="20"/>
                <w:szCs w:val="20"/>
              </w:rPr>
            </w:pPr>
          </w:p>
        </w:tc>
        <w:tc>
          <w:tcPr>
            <w:tcW w:w="1276" w:type="dxa"/>
            <w:vMerge/>
            <w:tcBorders>
              <w:left w:val="single" w:sz="4" w:space="0" w:color="auto"/>
            </w:tcBorders>
            <w:vAlign w:val="center"/>
          </w:tcPr>
          <w:p w:rsidR="008D720D" w:rsidRPr="008D720D" w:rsidRDefault="008D720D" w:rsidP="008D720D">
            <w:pPr>
              <w:autoSpaceDE w:val="0"/>
              <w:autoSpaceDN w:val="0"/>
              <w:adjustRightInd w:val="0"/>
              <w:rPr>
                <w:rFonts w:ascii="Arial" w:eastAsia="HG丸ｺﾞｼｯｸM-PRO" w:hAnsi="Arial" w:cs="Arial"/>
                <w:spacing w:val="-2"/>
                <w:kern w:val="0"/>
                <w:sz w:val="20"/>
                <w:szCs w:val="20"/>
              </w:rPr>
            </w:pPr>
          </w:p>
        </w:tc>
        <w:tc>
          <w:tcPr>
            <w:tcW w:w="1266" w:type="dxa"/>
            <w:vMerge/>
            <w:tcBorders>
              <w:left w:val="single" w:sz="4" w:space="0" w:color="auto"/>
              <w:right w:val="single" w:sz="4" w:space="0" w:color="auto"/>
            </w:tcBorders>
            <w:vAlign w:val="center"/>
          </w:tcPr>
          <w:p w:rsidR="008D720D" w:rsidRPr="008D720D" w:rsidRDefault="008D720D" w:rsidP="008D720D">
            <w:pPr>
              <w:autoSpaceDE w:val="0"/>
              <w:autoSpaceDN w:val="0"/>
              <w:adjustRightInd w:val="0"/>
              <w:rPr>
                <w:rFonts w:ascii="Arial" w:eastAsia="HG丸ｺﾞｼｯｸM-PRO" w:hAnsi="Arial" w:cs="Arial"/>
                <w:spacing w:val="-2"/>
                <w:kern w:val="0"/>
                <w:sz w:val="20"/>
                <w:szCs w:val="20"/>
              </w:rPr>
            </w:pPr>
          </w:p>
        </w:tc>
      </w:tr>
      <w:tr w:rsidR="005B20E6" w:rsidRPr="008D720D" w:rsidTr="003B6722">
        <w:trPr>
          <w:cantSplit/>
          <w:trHeight w:val="230"/>
        </w:trPr>
        <w:tc>
          <w:tcPr>
            <w:tcW w:w="1305" w:type="dxa"/>
            <w:vMerge/>
            <w:tcBorders>
              <w:left w:val="single" w:sz="4" w:space="0" w:color="auto"/>
            </w:tcBorders>
            <w:vAlign w:val="center"/>
          </w:tcPr>
          <w:p w:rsidR="005B20E6" w:rsidRPr="008D720D" w:rsidRDefault="005B20E6" w:rsidP="005B20E6">
            <w:pPr>
              <w:autoSpaceDE w:val="0"/>
              <w:autoSpaceDN w:val="0"/>
              <w:adjustRightInd w:val="0"/>
              <w:rPr>
                <w:rFonts w:ascii="Arial" w:eastAsia="HG丸ｺﾞｼｯｸM-PRO" w:hAnsi="Arial" w:cs="Arial"/>
                <w:kern w:val="0"/>
                <w:sz w:val="20"/>
                <w:szCs w:val="20"/>
              </w:rPr>
            </w:pPr>
          </w:p>
        </w:tc>
        <w:tc>
          <w:tcPr>
            <w:tcW w:w="1134" w:type="dxa"/>
            <w:vMerge/>
            <w:tcBorders>
              <w:left w:val="single" w:sz="4" w:space="0" w:color="auto"/>
              <w:bottom w:val="single" w:sz="4" w:space="0" w:color="auto"/>
            </w:tcBorders>
            <w:vAlign w:val="center"/>
          </w:tcPr>
          <w:p w:rsidR="005B20E6" w:rsidRPr="008D720D" w:rsidRDefault="005B20E6" w:rsidP="005B20E6">
            <w:pPr>
              <w:autoSpaceDE w:val="0"/>
              <w:autoSpaceDN w:val="0"/>
              <w:adjustRightInd w:val="0"/>
              <w:rPr>
                <w:rFonts w:ascii="Arial" w:eastAsia="HG丸ｺﾞｼｯｸM-PRO" w:hAnsi="Arial" w:cs="Arial"/>
                <w:kern w:val="0"/>
                <w:sz w:val="20"/>
                <w:szCs w:val="20"/>
              </w:rPr>
            </w:pPr>
          </w:p>
        </w:tc>
        <w:tc>
          <w:tcPr>
            <w:tcW w:w="2268" w:type="dxa"/>
            <w:vMerge/>
            <w:tcBorders>
              <w:left w:val="single" w:sz="4" w:space="0" w:color="auto"/>
              <w:bottom w:val="single" w:sz="4" w:space="0" w:color="auto"/>
            </w:tcBorders>
            <w:vAlign w:val="center"/>
          </w:tcPr>
          <w:p w:rsidR="005B20E6" w:rsidRPr="007C5047" w:rsidRDefault="005B20E6" w:rsidP="004B7244">
            <w:pPr>
              <w:wordWrap w:val="0"/>
              <w:autoSpaceDE w:val="0"/>
              <w:autoSpaceDN w:val="0"/>
              <w:adjustRightInd w:val="0"/>
              <w:spacing w:line="245" w:lineRule="atLeast"/>
              <w:jc w:val="left"/>
              <w:rPr>
                <w:rFonts w:ascii="Arial" w:eastAsia="HG丸ｺﾞｼｯｸM-PRO" w:hAnsi="Arial" w:cs="Arial"/>
                <w:spacing w:val="-2"/>
                <w:kern w:val="0"/>
                <w:sz w:val="16"/>
                <w:szCs w:val="16"/>
              </w:rPr>
            </w:pPr>
          </w:p>
        </w:tc>
        <w:tc>
          <w:tcPr>
            <w:tcW w:w="1134" w:type="dxa"/>
            <w:vMerge/>
            <w:tcBorders>
              <w:left w:val="single" w:sz="4" w:space="0" w:color="auto"/>
            </w:tcBorders>
            <w:vAlign w:val="center"/>
          </w:tcPr>
          <w:p w:rsidR="005B20E6" w:rsidRPr="008D720D" w:rsidRDefault="005B20E6" w:rsidP="005B20E6">
            <w:pPr>
              <w:autoSpaceDE w:val="0"/>
              <w:autoSpaceDN w:val="0"/>
              <w:adjustRightInd w:val="0"/>
              <w:jc w:val="right"/>
              <w:rPr>
                <w:rFonts w:ascii="Arial" w:eastAsia="HG丸ｺﾞｼｯｸM-PRO" w:hAnsi="Arial" w:cs="Arial"/>
                <w:kern w:val="0"/>
                <w:sz w:val="20"/>
                <w:szCs w:val="20"/>
              </w:rPr>
            </w:pPr>
          </w:p>
        </w:tc>
        <w:tc>
          <w:tcPr>
            <w:tcW w:w="850" w:type="dxa"/>
            <w:vMerge w:val="restart"/>
            <w:tcBorders>
              <w:top w:val="single" w:sz="4" w:space="0" w:color="auto"/>
              <w:left w:val="single" w:sz="4" w:space="0" w:color="auto"/>
            </w:tcBorders>
            <w:vAlign w:val="center"/>
          </w:tcPr>
          <w:p w:rsidR="00305E26" w:rsidRPr="008D720D" w:rsidRDefault="00305E26" w:rsidP="00613D2F">
            <w:pPr>
              <w:wordWrap w:val="0"/>
              <w:autoSpaceDE w:val="0"/>
              <w:autoSpaceDN w:val="0"/>
              <w:adjustRightInd w:val="0"/>
              <w:jc w:val="center"/>
              <w:rPr>
                <w:rFonts w:ascii="Arial" w:eastAsia="HG丸ｺﾞｼｯｸM-PRO" w:hAnsi="Arial" w:cs="Arial"/>
                <w:kern w:val="0"/>
                <w:sz w:val="20"/>
                <w:szCs w:val="20"/>
              </w:rPr>
            </w:pPr>
            <w:r w:rsidRPr="008D720D">
              <w:rPr>
                <w:rFonts w:ascii="Arial" w:eastAsia="HG丸ｺﾞｼｯｸM-PRO" w:hAnsi="Arial" w:cs="Arial"/>
                <w:kern w:val="0"/>
                <w:sz w:val="20"/>
                <w:szCs w:val="20"/>
              </w:rPr>
              <w:t>卒業</w:t>
            </w:r>
          </w:p>
          <w:p w:rsidR="005B20E6" w:rsidRPr="00CD4428" w:rsidRDefault="00305E26" w:rsidP="00613D2F">
            <w:pPr>
              <w:wordWrap w:val="0"/>
              <w:autoSpaceDE w:val="0"/>
              <w:autoSpaceDN w:val="0"/>
              <w:adjustRightInd w:val="0"/>
              <w:jc w:val="center"/>
              <w:rPr>
                <w:rFonts w:ascii="Arial" w:eastAsia="HG丸ｺﾞｼｯｸM-PRO" w:hAnsi="Arial" w:cs="Arial"/>
                <w:kern w:val="0"/>
                <w:sz w:val="14"/>
                <w:szCs w:val="14"/>
              </w:rPr>
            </w:pPr>
            <w:r w:rsidRPr="00CD4428">
              <w:rPr>
                <w:rFonts w:ascii="Arial" w:eastAsia="HG丸ｺﾞｼｯｸM-PRO" w:hAnsi="Arial" w:cs="Arial"/>
                <w:spacing w:val="6"/>
                <w:kern w:val="0"/>
                <w:sz w:val="14"/>
                <w:szCs w:val="14"/>
              </w:rPr>
              <w:t>graduation</w:t>
            </w:r>
          </w:p>
        </w:tc>
        <w:tc>
          <w:tcPr>
            <w:tcW w:w="1276" w:type="dxa"/>
            <w:vMerge w:val="restart"/>
            <w:tcBorders>
              <w:top w:val="single" w:sz="4" w:space="0" w:color="auto"/>
              <w:left w:val="single" w:sz="4" w:space="0" w:color="auto"/>
            </w:tcBorders>
            <w:vAlign w:val="center"/>
          </w:tcPr>
          <w:p w:rsidR="003B6722" w:rsidRDefault="001E4AEF" w:rsidP="003B6722">
            <w:pPr>
              <w:wordWrap w:val="0"/>
              <w:autoSpaceDE w:val="0"/>
              <w:autoSpaceDN w:val="0"/>
              <w:adjustRightInd w:val="0"/>
              <w:jc w:val="left"/>
              <w:rPr>
                <w:rFonts w:ascii="Arial" w:eastAsia="HG丸ｺﾞｼｯｸM-PRO" w:hAnsi="Arial" w:cs="Arial"/>
                <w:kern w:val="0"/>
                <w:sz w:val="20"/>
                <w:szCs w:val="20"/>
              </w:rPr>
            </w:pPr>
            <w:sdt>
              <w:sdtPr>
                <w:rPr>
                  <w:rFonts w:ascii="Arial" w:eastAsia="HG丸ｺﾞｼｯｸM-PRO" w:hAnsi="Arial" w:cs="Arial"/>
                  <w:szCs w:val="21"/>
                </w:rPr>
                <w:alias w:val="year"/>
                <w:tag w:val="year"/>
                <w:id w:val="1916745318"/>
                <w:placeholder>
                  <w:docPart w:val="6B1DA8C8218142F6B49E8896D3CE4C6E"/>
                </w:placeholder>
                <w:showingPlcHdr/>
                <w:text/>
              </w:sdtPr>
              <w:sdtEndPr/>
              <w:sdtContent>
                <w:r w:rsidR="003B6722" w:rsidRPr="00613D2F">
                  <w:rPr>
                    <w:rFonts w:ascii="Arial" w:eastAsia="HG丸ｺﾞｼｯｸM-PRO" w:hAnsi="Arial" w:cs="Arial"/>
                    <w:sz w:val="20"/>
                    <w:szCs w:val="20"/>
                  </w:rPr>
                  <w:t xml:space="preserve">    </w:t>
                </w:r>
              </w:sdtContent>
            </w:sdt>
            <w:r w:rsidR="003B6722" w:rsidRPr="00613D2F">
              <w:rPr>
                <w:rFonts w:ascii="Arial" w:eastAsia="HG丸ｺﾞｼｯｸM-PRO" w:hAnsi="Arial" w:cs="Arial"/>
                <w:sz w:val="20"/>
                <w:szCs w:val="20"/>
              </w:rPr>
              <w:t>年</w:t>
            </w:r>
            <w:sdt>
              <w:sdtPr>
                <w:rPr>
                  <w:rFonts w:ascii="Arial" w:eastAsia="HG丸ｺﾞｼｯｸM-PRO" w:hAnsi="Arial" w:cs="Arial"/>
                  <w:kern w:val="0"/>
                  <w:sz w:val="20"/>
                  <w:szCs w:val="20"/>
                </w:rPr>
                <w:alias w:val="Select"/>
                <w:tag w:val="Select"/>
                <w:id w:val="677856516"/>
                <w:placeholder>
                  <w:docPart w:val="D85CC419B9D84EB499A09D82FAE96AE0"/>
                </w:placeholder>
                <w:showingPlcHdr/>
                <w:dropDownList>
                  <w:listItem w:value="Select"/>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dropDownList>
              </w:sdtPr>
              <w:sdtEndPr/>
              <w:sdtContent>
                <w:r w:rsidR="003B6722" w:rsidRPr="008D720D">
                  <w:rPr>
                    <w:rFonts w:ascii="Arial" w:eastAsia="HG丸ｺﾞｼｯｸM-PRO" w:hAnsi="Arial" w:cs="Arial" w:hint="eastAsia"/>
                    <w:kern w:val="0"/>
                    <w:sz w:val="20"/>
                    <w:szCs w:val="20"/>
                  </w:rPr>
                  <w:t>□</w:t>
                </w:r>
              </w:sdtContent>
            </w:sdt>
            <w:r w:rsidR="003B6722">
              <w:rPr>
                <w:rFonts w:ascii="Arial" w:eastAsia="HG丸ｺﾞｼｯｸM-PRO" w:hAnsi="Arial" w:cs="Arial" w:hint="eastAsia"/>
                <w:kern w:val="0"/>
                <w:sz w:val="20"/>
                <w:szCs w:val="20"/>
              </w:rPr>
              <w:t>月</w:t>
            </w:r>
          </w:p>
          <w:p w:rsidR="005B20E6" w:rsidRDefault="003B6722" w:rsidP="003B6722">
            <w:pPr>
              <w:wordWrap w:val="0"/>
              <w:autoSpaceDE w:val="0"/>
              <w:autoSpaceDN w:val="0"/>
              <w:adjustRightInd w:val="0"/>
              <w:jc w:val="center"/>
              <w:rPr>
                <w:rFonts w:ascii="Arial" w:eastAsia="HG丸ｺﾞｼｯｸM-PRO" w:hAnsi="Arial" w:cs="Arial"/>
                <w:kern w:val="0"/>
                <w:sz w:val="14"/>
                <w:szCs w:val="14"/>
              </w:rPr>
            </w:pPr>
            <w:r w:rsidRPr="003B6722">
              <w:rPr>
                <w:rFonts w:ascii="Arial" w:eastAsia="HG丸ｺﾞｼｯｸM-PRO" w:hAnsi="Arial" w:cs="Arial"/>
                <w:kern w:val="0"/>
                <w:sz w:val="14"/>
                <w:szCs w:val="14"/>
              </w:rPr>
              <w:t>Y</w:t>
            </w:r>
            <w:r w:rsidRPr="003B6722">
              <w:rPr>
                <w:rFonts w:ascii="Arial" w:eastAsia="HG丸ｺﾞｼｯｸM-PRO" w:hAnsi="Arial" w:cs="Arial" w:hint="eastAsia"/>
                <w:kern w:val="0"/>
                <w:sz w:val="14"/>
                <w:szCs w:val="14"/>
              </w:rPr>
              <w:t>ear</w:t>
            </w:r>
            <w:r>
              <w:rPr>
                <w:rFonts w:ascii="Arial" w:eastAsia="HG丸ｺﾞｼｯｸM-PRO" w:hAnsi="Arial" w:cs="Arial"/>
                <w:kern w:val="0"/>
                <w:sz w:val="14"/>
                <w:szCs w:val="14"/>
              </w:rPr>
              <w:t xml:space="preserve"> </w:t>
            </w:r>
            <w:r w:rsidRPr="003B6722">
              <w:rPr>
                <w:rFonts w:ascii="Arial" w:eastAsia="HG丸ｺﾞｼｯｸM-PRO" w:hAnsi="Arial" w:cs="Arial" w:hint="eastAsia"/>
                <w:kern w:val="0"/>
                <w:sz w:val="14"/>
                <w:szCs w:val="14"/>
              </w:rPr>
              <w:t>/</w:t>
            </w:r>
            <w:r>
              <w:rPr>
                <w:rFonts w:ascii="Arial" w:eastAsia="HG丸ｺﾞｼｯｸM-PRO" w:hAnsi="Arial" w:cs="Arial"/>
                <w:kern w:val="0"/>
                <w:sz w:val="14"/>
                <w:szCs w:val="14"/>
              </w:rPr>
              <w:t xml:space="preserve"> </w:t>
            </w:r>
            <w:r w:rsidRPr="003B6722">
              <w:rPr>
                <w:rFonts w:ascii="Arial" w:eastAsia="HG丸ｺﾞｼｯｸM-PRO" w:hAnsi="Arial" w:cs="Arial"/>
                <w:kern w:val="0"/>
                <w:sz w:val="14"/>
                <w:szCs w:val="14"/>
              </w:rPr>
              <w:t>Month</w:t>
            </w:r>
          </w:p>
          <w:p w:rsidR="003B6722" w:rsidRPr="008D720D" w:rsidRDefault="001E4AEF" w:rsidP="003B6722">
            <w:pPr>
              <w:wordWrap w:val="0"/>
              <w:autoSpaceDE w:val="0"/>
              <w:autoSpaceDN w:val="0"/>
              <w:adjustRightInd w:val="0"/>
              <w:jc w:val="center"/>
              <w:rPr>
                <w:rFonts w:ascii="Arial" w:eastAsia="HG丸ｺﾞｼｯｸM-PRO" w:hAnsi="Arial" w:cs="Arial"/>
                <w:kern w:val="0"/>
                <w:sz w:val="20"/>
                <w:szCs w:val="20"/>
              </w:rPr>
            </w:pPr>
            <w:sdt>
              <w:sdtPr>
                <w:rPr>
                  <w:rFonts w:ascii="Arial" w:eastAsia="HG丸ｺﾞｼｯｸM-PRO" w:hAnsi="Arial" w:cs="Arial" w:hint="eastAsia"/>
                  <w:szCs w:val="21"/>
                </w:rPr>
                <w:id w:val="599921938"/>
                <w14:checkbox>
                  <w14:checked w14:val="0"/>
                  <w14:checkedState w14:val="2611" w14:font="ＭＳ ゴシック"/>
                  <w14:uncheckedState w14:val="2610" w14:font="ＭＳ ゴシック"/>
                </w14:checkbox>
              </w:sdtPr>
              <w:sdtEndPr/>
              <w:sdtContent>
                <w:r w:rsidR="003B6722">
                  <w:rPr>
                    <w:rFonts w:ascii="ＭＳ ゴシック" w:eastAsia="ＭＳ ゴシック" w:hAnsi="ＭＳ ゴシック" w:cs="Arial" w:hint="eastAsia"/>
                    <w:szCs w:val="21"/>
                  </w:rPr>
                  <w:t>☐</w:t>
                </w:r>
              </w:sdtContent>
            </w:sdt>
            <w:r w:rsidR="003B6722" w:rsidRPr="003B6722">
              <w:rPr>
                <w:rFonts w:ascii="HG丸ｺﾞｼｯｸM-PRO" w:eastAsia="HG丸ｺﾞｼｯｸM-PRO" w:hAnsi="HG丸ｺﾞｼｯｸM-PRO" w:cs="Arial" w:hint="eastAsia"/>
                <w:sz w:val="16"/>
                <w:szCs w:val="16"/>
              </w:rPr>
              <w:t>予定</w:t>
            </w:r>
            <w:r w:rsidR="003B6722" w:rsidRPr="003B6722">
              <w:rPr>
                <w:rFonts w:ascii="Arial" w:eastAsia="HG丸ｺﾞｼｯｸM-PRO" w:hAnsi="Arial" w:cs="Arial"/>
                <w:sz w:val="14"/>
                <w:szCs w:val="14"/>
              </w:rPr>
              <w:t>expected</w:t>
            </w:r>
          </w:p>
        </w:tc>
        <w:tc>
          <w:tcPr>
            <w:tcW w:w="1276" w:type="dxa"/>
            <w:vMerge/>
            <w:tcBorders>
              <w:left w:val="single" w:sz="4" w:space="0" w:color="auto"/>
            </w:tcBorders>
            <w:vAlign w:val="center"/>
          </w:tcPr>
          <w:p w:rsidR="005B20E6" w:rsidRPr="008D720D" w:rsidRDefault="005B20E6" w:rsidP="005B20E6">
            <w:pPr>
              <w:autoSpaceDE w:val="0"/>
              <w:autoSpaceDN w:val="0"/>
              <w:adjustRightInd w:val="0"/>
              <w:rPr>
                <w:rFonts w:ascii="Arial" w:eastAsia="HG丸ｺﾞｼｯｸM-PRO" w:hAnsi="Arial" w:cs="Arial"/>
                <w:spacing w:val="-2"/>
                <w:kern w:val="0"/>
                <w:sz w:val="20"/>
                <w:szCs w:val="20"/>
              </w:rPr>
            </w:pPr>
          </w:p>
        </w:tc>
        <w:tc>
          <w:tcPr>
            <w:tcW w:w="1266" w:type="dxa"/>
            <w:vMerge/>
            <w:tcBorders>
              <w:left w:val="single" w:sz="4" w:space="0" w:color="auto"/>
              <w:right w:val="single" w:sz="4" w:space="0" w:color="auto"/>
            </w:tcBorders>
            <w:vAlign w:val="center"/>
          </w:tcPr>
          <w:p w:rsidR="005B20E6" w:rsidRPr="008D720D" w:rsidRDefault="005B20E6" w:rsidP="005B20E6">
            <w:pPr>
              <w:autoSpaceDE w:val="0"/>
              <w:autoSpaceDN w:val="0"/>
              <w:adjustRightInd w:val="0"/>
              <w:rPr>
                <w:rFonts w:ascii="Arial" w:eastAsia="HG丸ｺﾞｼｯｸM-PRO" w:hAnsi="Arial" w:cs="Arial"/>
                <w:spacing w:val="-2"/>
                <w:kern w:val="0"/>
                <w:sz w:val="20"/>
                <w:szCs w:val="20"/>
              </w:rPr>
            </w:pPr>
          </w:p>
        </w:tc>
      </w:tr>
      <w:tr w:rsidR="008D720D" w:rsidRPr="008D720D" w:rsidTr="00C04E73">
        <w:trPr>
          <w:cantSplit/>
          <w:trHeight w:val="544"/>
        </w:trPr>
        <w:tc>
          <w:tcPr>
            <w:tcW w:w="1305" w:type="dxa"/>
            <w:vMerge/>
            <w:tcBorders>
              <w:left w:val="single" w:sz="4" w:space="0" w:color="auto"/>
              <w:bottom w:val="single" w:sz="4" w:space="0" w:color="auto"/>
            </w:tcBorders>
            <w:vAlign w:val="center"/>
          </w:tcPr>
          <w:p w:rsidR="008D720D" w:rsidRPr="008D720D" w:rsidRDefault="008D720D" w:rsidP="008D720D">
            <w:pPr>
              <w:autoSpaceDE w:val="0"/>
              <w:autoSpaceDN w:val="0"/>
              <w:adjustRightInd w:val="0"/>
              <w:rPr>
                <w:rFonts w:ascii="Arial" w:eastAsia="HG丸ｺﾞｼｯｸM-PRO" w:hAnsi="Arial" w:cs="Arial"/>
                <w:kern w:val="0"/>
                <w:sz w:val="20"/>
                <w:szCs w:val="20"/>
              </w:rPr>
            </w:pPr>
          </w:p>
        </w:tc>
        <w:tc>
          <w:tcPr>
            <w:tcW w:w="1134" w:type="dxa"/>
            <w:tcBorders>
              <w:top w:val="single" w:sz="4" w:space="0" w:color="auto"/>
              <w:left w:val="single" w:sz="4" w:space="0" w:color="auto"/>
              <w:bottom w:val="single" w:sz="4" w:space="0" w:color="auto"/>
            </w:tcBorders>
            <w:vAlign w:val="center"/>
          </w:tcPr>
          <w:p w:rsidR="00CD4428" w:rsidRPr="008D720D" w:rsidRDefault="00CD4428" w:rsidP="00CD4428">
            <w:pPr>
              <w:wordWrap w:val="0"/>
              <w:autoSpaceDE w:val="0"/>
              <w:autoSpaceDN w:val="0"/>
              <w:adjustRightInd w:val="0"/>
              <w:rPr>
                <w:rFonts w:ascii="Arial" w:eastAsia="HG丸ｺﾞｼｯｸM-PRO" w:hAnsi="Arial" w:cs="Arial"/>
                <w:kern w:val="0"/>
                <w:sz w:val="20"/>
                <w:szCs w:val="20"/>
              </w:rPr>
            </w:pPr>
            <w:r w:rsidRPr="008D720D">
              <w:rPr>
                <w:rFonts w:ascii="Arial" w:eastAsia="HG丸ｺﾞｼｯｸM-PRO" w:hAnsi="Arial" w:cs="Arial"/>
                <w:kern w:val="0"/>
                <w:sz w:val="20"/>
                <w:szCs w:val="20"/>
              </w:rPr>
              <w:t>所在地</w:t>
            </w:r>
          </w:p>
          <w:p w:rsidR="008D720D" w:rsidRPr="008D720D" w:rsidRDefault="00CD4428" w:rsidP="00CD4428">
            <w:pPr>
              <w:wordWrap w:val="0"/>
              <w:autoSpaceDE w:val="0"/>
              <w:autoSpaceDN w:val="0"/>
              <w:adjustRightInd w:val="0"/>
              <w:rPr>
                <w:rFonts w:ascii="Arial" w:eastAsia="HG丸ｺﾞｼｯｸM-PRO" w:hAnsi="Arial" w:cs="Arial"/>
                <w:spacing w:val="-2"/>
                <w:kern w:val="0"/>
                <w:sz w:val="20"/>
                <w:szCs w:val="20"/>
              </w:rPr>
            </w:pPr>
            <w:r w:rsidRPr="00CD4428">
              <w:rPr>
                <w:rFonts w:ascii="Arial" w:eastAsia="HG丸ｺﾞｼｯｸM-PRO" w:hAnsi="Arial" w:cs="Arial"/>
                <w:kern w:val="0"/>
                <w:sz w:val="14"/>
                <w:szCs w:val="14"/>
              </w:rPr>
              <w:t>Location</w:t>
            </w:r>
          </w:p>
        </w:tc>
        <w:tc>
          <w:tcPr>
            <w:tcW w:w="2268" w:type="dxa"/>
            <w:tcBorders>
              <w:top w:val="single" w:sz="4" w:space="0" w:color="auto"/>
              <w:left w:val="single" w:sz="4" w:space="0" w:color="auto"/>
              <w:bottom w:val="single" w:sz="4" w:space="0" w:color="auto"/>
            </w:tcBorders>
            <w:vAlign w:val="center"/>
          </w:tcPr>
          <w:p w:rsidR="008D720D" w:rsidRPr="007C5047" w:rsidRDefault="001E4AEF" w:rsidP="004B7244">
            <w:pPr>
              <w:wordWrap w:val="0"/>
              <w:autoSpaceDE w:val="0"/>
              <w:autoSpaceDN w:val="0"/>
              <w:adjustRightInd w:val="0"/>
              <w:spacing w:line="245" w:lineRule="atLeast"/>
              <w:jc w:val="left"/>
              <w:rPr>
                <w:rFonts w:ascii="Arial" w:eastAsia="HG丸ｺﾞｼｯｸM-PRO" w:hAnsi="Arial" w:cs="Arial"/>
                <w:spacing w:val="-2"/>
                <w:kern w:val="0"/>
                <w:sz w:val="16"/>
                <w:szCs w:val="16"/>
              </w:rPr>
            </w:pPr>
            <w:sdt>
              <w:sdtPr>
                <w:rPr>
                  <w:rFonts w:ascii="Arial" w:eastAsia="HG丸ｺﾞｼｯｸM-PRO" w:hAnsi="Arial" w:cs="Arial"/>
                  <w:spacing w:val="-2"/>
                  <w:kern w:val="0"/>
                  <w:sz w:val="16"/>
                  <w:szCs w:val="16"/>
                </w:rPr>
                <w:alias w:val="Enter here"/>
                <w:tag w:val="Enter here"/>
                <w:id w:val="-1177423125"/>
                <w:placeholder>
                  <w:docPart w:val="69279D948F124B979FFC9616CC5FE64A"/>
                </w:placeholder>
                <w:showingPlcHdr/>
                <w:text/>
              </w:sdtPr>
              <w:sdtEndPr/>
              <w:sdtContent>
                <w:r w:rsidR="008D720D" w:rsidRPr="007C5047">
                  <w:rPr>
                    <w:rFonts w:ascii="Arial" w:eastAsia="HG丸ｺﾞｼｯｸM-PRO" w:hAnsi="Arial" w:cs="Arial"/>
                    <w:color w:val="808080"/>
                    <w:spacing w:val="-2"/>
                    <w:kern w:val="0"/>
                    <w:sz w:val="16"/>
                    <w:szCs w:val="16"/>
                  </w:rPr>
                  <w:t xml:space="preserve">                 </w:t>
                </w:r>
                <w:r w:rsidR="008D720D" w:rsidRPr="007C5047">
                  <w:rPr>
                    <w:rFonts w:ascii="Arial" w:eastAsia="HG丸ｺﾞｼｯｸM-PRO" w:hAnsi="Arial" w:cs="Arial"/>
                    <w:spacing w:val="-2"/>
                    <w:kern w:val="0"/>
                    <w:sz w:val="16"/>
                    <w:szCs w:val="16"/>
                  </w:rPr>
                  <w:t xml:space="preserve">    </w:t>
                </w:r>
              </w:sdtContent>
            </w:sdt>
          </w:p>
        </w:tc>
        <w:tc>
          <w:tcPr>
            <w:tcW w:w="1134" w:type="dxa"/>
            <w:vMerge/>
            <w:tcBorders>
              <w:left w:val="single" w:sz="4" w:space="0" w:color="auto"/>
              <w:bottom w:val="single" w:sz="4" w:space="0" w:color="auto"/>
            </w:tcBorders>
            <w:vAlign w:val="center"/>
          </w:tcPr>
          <w:p w:rsidR="008D720D" w:rsidRPr="008D720D" w:rsidRDefault="008D720D" w:rsidP="008D720D">
            <w:pPr>
              <w:autoSpaceDE w:val="0"/>
              <w:autoSpaceDN w:val="0"/>
              <w:adjustRightInd w:val="0"/>
              <w:jc w:val="right"/>
              <w:rPr>
                <w:rFonts w:ascii="Arial" w:eastAsia="HG丸ｺﾞｼｯｸM-PRO" w:hAnsi="Arial" w:cs="Arial"/>
                <w:kern w:val="0"/>
                <w:sz w:val="20"/>
                <w:szCs w:val="20"/>
              </w:rPr>
            </w:pPr>
          </w:p>
        </w:tc>
        <w:tc>
          <w:tcPr>
            <w:tcW w:w="850" w:type="dxa"/>
            <w:vMerge/>
            <w:tcBorders>
              <w:left w:val="single" w:sz="4" w:space="0" w:color="auto"/>
              <w:bottom w:val="single" w:sz="4" w:space="0" w:color="auto"/>
            </w:tcBorders>
            <w:vAlign w:val="center"/>
          </w:tcPr>
          <w:p w:rsidR="008D720D" w:rsidRPr="008D720D" w:rsidRDefault="008D720D" w:rsidP="008D720D">
            <w:pPr>
              <w:wordWrap w:val="0"/>
              <w:autoSpaceDE w:val="0"/>
              <w:autoSpaceDN w:val="0"/>
              <w:adjustRightInd w:val="0"/>
              <w:rPr>
                <w:rFonts w:ascii="Arial" w:eastAsia="HG丸ｺﾞｼｯｸM-PRO" w:hAnsi="Arial" w:cs="Arial"/>
                <w:kern w:val="0"/>
                <w:sz w:val="20"/>
                <w:szCs w:val="20"/>
              </w:rPr>
            </w:pPr>
          </w:p>
        </w:tc>
        <w:tc>
          <w:tcPr>
            <w:tcW w:w="1276" w:type="dxa"/>
            <w:vMerge/>
            <w:tcBorders>
              <w:left w:val="single" w:sz="4" w:space="0" w:color="auto"/>
              <w:bottom w:val="single" w:sz="4" w:space="0" w:color="auto"/>
            </w:tcBorders>
            <w:vAlign w:val="center"/>
          </w:tcPr>
          <w:p w:rsidR="008D720D" w:rsidRPr="008D720D" w:rsidRDefault="008D720D" w:rsidP="008D720D">
            <w:pPr>
              <w:autoSpaceDE w:val="0"/>
              <w:autoSpaceDN w:val="0"/>
              <w:adjustRightInd w:val="0"/>
              <w:rPr>
                <w:rFonts w:ascii="Arial" w:eastAsia="HG丸ｺﾞｼｯｸM-PRO" w:hAnsi="Arial" w:cs="Arial"/>
                <w:kern w:val="0"/>
                <w:sz w:val="20"/>
                <w:szCs w:val="20"/>
              </w:rPr>
            </w:pPr>
          </w:p>
        </w:tc>
        <w:tc>
          <w:tcPr>
            <w:tcW w:w="1276" w:type="dxa"/>
            <w:vMerge/>
            <w:tcBorders>
              <w:left w:val="single" w:sz="4" w:space="0" w:color="auto"/>
              <w:bottom w:val="single" w:sz="4" w:space="0" w:color="auto"/>
            </w:tcBorders>
            <w:vAlign w:val="center"/>
          </w:tcPr>
          <w:p w:rsidR="008D720D" w:rsidRPr="008D720D" w:rsidRDefault="008D720D" w:rsidP="008D720D">
            <w:pPr>
              <w:autoSpaceDE w:val="0"/>
              <w:autoSpaceDN w:val="0"/>
              <w:adjustRightInd w:val="0"/>
              <w:rPr>
                <w:rFonts w:ascii="Arial" w:eastAsia="HG丸ｺﾞｼｯｸM-PRO" w:hAnsi="Arial" w:cs="Arial"/>
                <w:spacing w:val="-2"/>
                <w:kern w:val="0"/>
                <w:sz w:val="20"/>
                <w:szCs w:val="20"/>
              </w:rPr>
            </w:pPr>
          </w:p>
        </w:tc>
        <w:tc>
          <w:tcPr>
            <w:tcW w:w="1266" w:type="dxa"/>
            <w:vMerge/>
            <w:tcBorders>
              <w:left w:val="single" w:sz="4" w:space="0" w:color="auto"/>
              <w:bottom w:val="single" w:sz="4" w:space="0" w:color="auto"/>
              <w:right w:val="single" w:sz="4" w:space="0" w:color="auto"/>
            </w:tcBorders>
            <w:vAlign w:val="center"/>
          </w:tcPr>
          <w:p w:rsidR="008D720D" w:rsidRPr="008D720D" w:rsidRDefault="008D720D" w:rsidP="008D720D">
            <w:pPr>
              <w:autoSpaceDE w:val="0"/>
              <w:autoSpaceDN w:val="0"/>
              <w:adjustRightInd w:val="0"/>
              <w:rPr>
                <w:rFonts w:ascii="Arial" w:eastAsia="HG丸ｺﾞｼｯｸM-PRO" w:hAnsi="Arial" w:cs="Arial"/>
                <w:spacing w:val="-2"/>
                <w:kern w:val="0"/>
                <w:sz w:val="20"/>
                <w:szCs w:val="20"/>
              </w:rPr>
            </w:pPr>
          </w:p>
        </w:tc>
      </w:tr>
    </w:tbl>
    <w:p w:rsidR="001151E7" w:rsidRPr="001461E2" w:rsidRDefault="001151E7" w:rsidP="001151E7">
      <w:pPr>
        <w:pStyle w:val="aa"/>
        <w:jc w:val="right"/>
        <w:rPr>
          <w:rFonts w:ascii="Arial" w:eastAsia="HG丸ｺﾞｼｯｸM-PRO" w:hAnsi="Arial" w:cs="Arial"/>
          <w:sz w:val="20"/>
          <w:u w:val="single"/>
        </w:rPr>
      </w:pPr>
      <w:r w:rsidRPr="001461E2">
        <w:rPr>
          <w:rFonts w:ascii="Arial" w:eastAsia="HG丸ｺﾞｼｯｸM-PRO" w:hAnsi="Arial" w:cs="Arial"/>
          <w:spacing w:val="-1"/>
          <w:sz w:val="20"/>
        </w:rPr>
        <w:t xml:space="preserve">                                                                                  </w:t>
      </w:r>
      <w:r w:rsidRPr="001461E2">
        <w:rPr>
          <w:rFonts w:ascii="Arial" w:eastAsia="HG丸ｺﾞｼｯｸM-PRO" w:hAnsi="Arial" w:cs="Arial"/>
          <w:sz w:val="20"/>
          <w:u w:val="single"/>
        </w:rPr>
        <w:t>№2</w:t>
      </w:r>
    </w:p>
    <w:p w:rsidR="001151E7" w:rsidRPr="001461E2" w:rsidRDefault="001151E7" w:rsidP="001151E7">
      <w:pPr>
        <w:pStyle w:val="aa"/>
        <w:rPr>
          <w:rFonts w:ascii="Arial" w:eastAsia="HG丸ｺﾞｼｯｸM-PRO" w:hAnsi="Arial" w:cs="Arial"/>
          <w:spacing w:val="2"/>
          <w:sz w:val="20"/>
        </w:rPr>
      </w:pPr>
      <w:r w:rsidRPr="001461E2">
        <w:rPr>
          <w:rFonts w:ascii="Arial" w:eastAsia="HG丸ｺﾞｼｯｸM-PRO" w:hAnsi="Arial" w:cs="Arial"/>
          <w:spacing w:val="2"/>
          <w:sz w:val="20"/>
        </w:rPr>
        <w:t xml:space="preserve">  </w:t>
      </w:r>
      <w:r w:rsidRPr="001461E2">
        <w:rPr>
          <w:rFonts w:ascii="Arial" w:eastAsia="HG丸ｺﾞｼｯｸM-PRO" w:hAnsi="Arial" w:cs="Arial"/>
          <w:spacing w:val="2"/>
          <w:sz w:val="20"/>
        </w:rPr>
        <w:t>職</w:t>
      </w:r>
      <w:r w:rsidRPr="001461E2">
        <w:rPr>
          <w:rFonts w:ascii="Arial" w:eastAsia="HG丸ｺﾞｼｯｸM-PRO" w:hAnsi="Arial" w:cs="Arial"/>
          <w:spacing w:val="2"/>
          <w:sz w:val="20"/>
        </w:rPr>
        <w:t xml:space="preserve">  </w:t>
      </w:r>
      <w:r w:rsidRPr="001461E2">
        <w:rPr>
          <w:rFonts w:ascii="Arial" w:eastAsia="HG丸ｺﾞｼｯｸM-PRO" w:hAnsi="Arial" w:cs="Arial"/>
          <w:spacing w:val="2"/>
          <w:sz w:val="20"/>
        </w:rPr>
        <w:t xml:space="preserve">　</w:t>
      </w:r>
      <w:r w:rsidRPr="001461E2">
        <w:rPr>
          <w:rFonts w:ascii="Arial" w:eastAsia="HG丸ｺﾞｼｯｸM-PRO" w:hAnsi="Arial" w:cs="Arial"/>
          <w:spacing w:val="2"/>
          <w:sz w:val="20"/>
        </w:rPr>
        <w:t xml:space="preserve">  </w:t>
      </w:r>
      <w:r w:rsidRPr="001461E2">
        <w:rPr>
          <w:rFonts w:ascii="Arial" w:eastAsia="HG丸ｺﾞｼｯｸM-PRO" w:hAnsi="Arial" w:cs="Arial"/>
          <w:spacing w:val="2"/>
          <w:sz w:val="20"/>
        </w:rPr>
        <w:t>歴</w:t>
      </w:r>
      <w:r w:rsidRPr="001461E2">
        <w:rPr>
          <w:rFonts w:ascii="Arial" w:eastAsia="HG丸ｺﾞｼｯｸM-PRO" w:hAnsi="Arial" w:cs="Arial"/>
          <w:spacing w:val="2"/>
          <w:sz w:val="20"/>
        </w:rPr>
        <w:t xml:space="preserve"> </w:t>
      </w:r>
      <w:r w:rsidRPr="001461E2">
        <w:rPr>
          <w:rFonts w:ascii="Arial" w:eastAsia="HG丸ｺﾞｼｯｸM-PRO" w:hAnsi="Arial" w:cs="Arial"/>
          <w:spacing w:val="2"/>
          <w:sz w:val="20"/>
        </w:rPr>
        <w:t>（</w:t>
      </w:r>
      <w:r w:rsidRPr="001461E2">
        <w:rPr>
          <w:rFonts w:ascii="Arial" w:eastAsia="HG丸ｺﾞｼｯｸM-PRO" w:hAnsi="Arial" w:cs="Arial"/>
          <w:spacing w:val="2"/>
          <w:sz w:val="20"/>
        </w:rPr>
        <w:t>Employment Record</w:t>
      </w:r>
      <w:r w:rsidRPr="001461E2">
        <w:rPr>
          <w:rFonts w:ascii="Arial" w:eastAsia="HG丸ｺﾞｼｯｸM-PRO" w:hAnsi="Arial" w:cs="Arial"/>
          <w:spacing w:val="2"/>
          <w:sz w:val="20"/>
        </w:rPr>
        <w:t>）</w:t>
      </w:r>
    </w:p>
    <w:tbl>
      <w:tblPr>
        <w:tblW w:w="10378" w:type="dxa"/>
        <w:tblInd w:w="107" w:type="dxa"/>
        <w:tblLayout w:type="fixed"/>
        <w:tblCellMar>
          <w:left w:w="56" w:type="dxa"/>
          <w:right w:w="56" w:type="dxa"/>
        </w:tblCellMar>
        <w:tblLook w:val="0000" w:firstRow="0" w:lastRow="0" w:firstColumn="0" w:lastColumn="0" w:noHBand="0" w:noVBand="0"/>
      </w:tblPr>
      <w:tblGrid>
        <w:gridCol w:w="881"/>
        <w:gridCol w:w="3194"/>
        <w:gridCol w:w="636"/>
        <w:gridCol w:w="1768"/>
        <w:gridCol w:w="1823"/>
        <w:gridCol w:w="2076"/>
      </w:tblGrid>
      <w:tr w:rsidR="001151E7" w:rsidRPr="001461E2" w:rsidTr="00896327">
        <w:trPr>
          <w:trHeight w:val="550"/>
        </w:trPr>
        <w:tc>
          <w:tcPr>
            <w:tcW w:w="4075" w:type="dxa"/>
            <w:gridSpan w:val="2"/>
            <w:tcBorders>
              <w:top w:val="single" w:sz="4" w:space="0" w:color="auto"/>
              <w:left w:val="single" w:sz="4" w:space="0" w:color="auto"/>
              <w:bottom w:val="single" w:sz="4" w:space="0" w:color="auto"/>
            </w:tcBorders>
            <w:vAlign w:val="bottom"/>
          </w:tcPr>
          <w:p w:rsidR="001151E7" w:rsidRPr="001461E2" w:rsidRDefault="001151E7" w:rsidP="001151E7">
            <w:pPr>
              <w:pStyle w:val="aa"/>
              <w:wordWrap/>
              <w:spacing w:line="240" w:lineRule="auto"/>
              <w:jc w:val="center"/>
              <w:rPr>
                <w:rFonts w:ascii="Arial" w:eastAsia="HG丸ｺﾞｼｯｸM-PRO" w:hAnsi="Arial" w:cs="Arial"/>
                <w:spacing w:val="4"/>
                <w:sz w:val="20"/>
              </w:rPr>
            </w:pPr>
            <w:r w:rsidRPr="001461E2">
              <w:rPr>
                <w:rFonts w:ascii="Arial" w:eastAsia="HG丸ｺﾞｼｯｸM-PRO" w:hAnsi="Arial" w:cs="Arial"/>
                <w:spacing w:val="4"/>
                <w:sz w:val="20"/>
              </w:rPr>
              <w:t>勤</w:t>
            </w:r>
            <w:r w:rsidRPr="001461E2">
              <w:rPr>
                <w:rFonts w:ascii="Arial" w:eastAsia="HG丸ｺﾞｼｯｸM-PRO" w:hAnsi="Arial" w:cs="Arial"/>
                <w:spacing w:val="4"/>
                <w:sz w:val="20"/>
              </w:rPr>
              <w:t xml:space="preserve"> </w:t>
            </w:r>
            <w:r w:rsidRPr="001461E2">
              <w:rPr>
                <w:rFonts w:ascii="Arial" w:eastAsia="HG丸ｺﾞｼｯｸM-PRO" w:hAnsi="Arial" w:cs="Arial"/>
                <w:spacing w:val="4"/>
                <w:sz w:val="20"/>
              </w:rPr>
              <w:t>務</w:t>
            </w:r>
            <w:r w:rsidRPr="001461E2">
              <w:rPr>
                <w:rFonts w:ascii="Arial" w:eastAsia="HG丸ｺﾞｼｯｸM-PRO" w:hAnsi="Arial" w:cs="Arial"/>
                <w:spacing w:val="4"/>
                <w:sz w:val="20"/>
              </w:rPr>
              <w:t xml:space="preserve"> </w:t>
            </w:r>
            <w:r w:rsidRPr="001461E2">
              <w:rPr>
                <w:rFonts w:ascii="Arial" w:eastAsia="HG丸ｺﾞｼｯｸM-PRO" w:hAnsi="Arial" w:cs="Arial"/>
                <w:spacing w:val="4"/>
                <w:sz w:val="20"/>
              </w:rPr>
              <w:t>先</w:t>
            </w:r>
            <w:r w:rsidRPr="001461E2">
              <w:rPr>
                <w:rFonts w:ascii="Arial" w:eastAsia="HG丸ｺﾞｼｯｸM-PRO" w:hAnsi="Arial" w:cs="Arial"/>
                <w:spacing w:val="4"/>
                <w:sz w:val="20"/>
              </w:rPr>
              <w:t xml:space="preserve"> </w:t>
            </w:r>
            <w:r w:rsidRPr="001461E2">
              <w:rPr>
                <w:rFonts w:ascii="Arial" w:eastAsia="HG丸ｺﾞｼｯｸM-PRO" w:hAnsi="Arial" w:cs="Arial"/>
                <w:spacing w:val="4"/>
                <w:sz w:val="20"/>
              </w:rPr>
              <w:t>及</w:t>
            </w:r>
            <w:r w:rsidRPr="001461E2">
              <w:rPr>
                <w:rFonts w:ascii="Arial" w:eastAsia="HG丸ｺﾞｼｯｸM-PRO" w:hAnsi="Arial" w:cs="Arial"/>
                <w:spacing w:val="4"/>
                <w:sz w:val="20"/>
              </w:rPr>
              <w:t xml:space="preserve"> </w:t>
            </w:r>
            <w:r w:rsidRPr="001461E2">
              <w:rPr>
                <w:rFonts w:ascii="Arial" w:eastAsia="HG丸ｺﾞｼｯｸM-PRO" w:hAnsi="Arial" w:cs="Arial"/>
                <w:spacing w:val="4"/>
                <w:sz w:val="20"/>
              </w:rPr>
              <w:t>び</w:t>
            </w:r>
            <w:r w:rsidRPr="001461E2">
              <w:rPr>
                <w:rFonts w:ascii="Arial" w:eastAsia="HG丸ｺﾞｼｯｸM-PRO" w:hAnsi="Arial" w:cs="Arial"/>
                <w:spacing w:val="4"/>
                <w:sz w:val="20"/>
              </w:rPr>
              <w:t xml:space="preserve"> </w:t>
            </w:r>
            <w:r w:rsidRPr="001461E2">
              <w:rPr>
                <w:rFonts w:ascii="Arial" w:eastAsia="HG丸ｺﾞｼｯｸM-PRO" w:hAnsi="Arial" w:cs="Arial"/>
                <w:spacing w:val="4"/>
                <w:sz w:val="20"/>
              </w:rPr>
              <w:t>所</w:t>
            </w:r>
            <w:r w:rsidRPr="001461E2">
              <w:rPr>
                <w:rFonts w:ascii="Arial" w:eastAsia="HG丸ｺﾞｼｯｸM-PRO" w:hAnsi="Arial" w:cs="Arial"/>
                <w:spacing w:val="4"/>
                <w:sz w:val="20"/>
              </w:rPr>
              <w:t xml:space="preserve"> </w:t>
            </w:r>
            <w:r w:rsidRPr="001461E2">
              <w:rPr>
                <w:rFonts w:ascii="Arial" w:eastAsia="HG丸ｺﾞｼｯｸM-PRO" w:hAnsi="Arial" w:cs="Arial"/>
                <w:spacing w:val="4"/>
                <w:sz w:val="20"/>
              </w:rPr>
              <w:t>在</w:t>
            </w:r>
            <w:r w:rsidRPr="001461E2">
              <w:rPr>
                <w:rFonts w:ascii="Arial" w:eastAsia="HG丸ｺﾞｼｯｸM-PRO" w:hAnsi="Arial" w:cs="Arial"/>
                <w:spacing w:val="4"/>
                <w:sz w:val="20"/>
              </w:rPr>
              <w:t xml:space="preserve"> </w:t>
            </w:r>
            <w:r w:rsidRPr="001461E2">
              <w:rPr>
                <w:rFonts w:ascii="Arial" w:eastAsia="HG丸ｺﾞｼｯｸM-PRO" w:hAnsi="Arial" w:cs="Arial"/>
                <w:spacing w:val="4"/>
                <w:sz w:val="20"/>
              </w:rPr>
              <w:t>地</w:t>
            </w:r>
          </w:p>
          <w:p w:rsidR="001151E7" w:rsidRPr="001461E2" w:rsidRDefault="001151E7" w:rsidP="001151E7">
            <w:pPr>
              <w:pStyle w:val="aa"/>
              <w:jc w:val="center"/>
              <w:rPr>
                <w:rFonts w:ascii="Arial" w:eastAsia="HG丸ｺﾞｼｯｸM-PRO" w:hAnsi="Arial" w:cs="Arial"/>
                <w:spacing w:val="4"/>
                <w:sz w:val="20"/>
              </w:rPr>
            </w:pPr>
            <w:r w:rsidRPr="001461E2">
              <w:rPr>
                <w:rFonts w:ascii="Arial" w:eastAsia="HG丸ｺﾞｼｯｸM-PRO" w:hAnsi="Arial" w:cs="Arial"/>
                <w:spacing w:val="4"/>
                <w:sz w:val="20"/>
              </w:rPr>
              <w:t>(Name and Address of Organization)</w:t>
            </w:r>
          </w:p>
        </w:tc>
        <w:tc>
          <w:tcPr>
            <w:tcW w:w="2404" w:type="dxa"/>
            <w:gridSpan w:val="2"/>
            <w:tcBorders>
              <w:top w:val="single" w:sz="4" w:space="0" w:color="auto"/>
              <w:left w:val="single" w:sz="4" w:space="0" w:color="auto"/>
              <w:bottom w:val="single" w:sz="4" w:space="0" w:color="auto"/>
            </w:tcBorders>
            <w:vAlign w:val="bottom"/>
          </w:tcPr>
          <w:p w:rsidR="001151E7" w:rsidRPr="001461E2" w:rsidRDefault="001151E7" w:rsidP="001151E7">
            <w:pPr>
              <w:pStyle w:val="aa"/>
              <w:wordWrap/>
              <w:spacing w:line="240" w:lineRule="auto"/>
              <w:jc w:val="center"/>
              <w:rPr>
                <w:rFonts w:ascii="Arial" w:eastAsia="HG丸ｺﾞｼｯｸM-PRO" w:hAnsi="Arial" w:cs="Arial"/>
                <w:spacing w:val="4"/>
                <w:sz w:val="20"/>
              </w:rPr>
            </w:pPr>
            <w:r w:rsidRPr="001461E2">
              <w:rPr>
                <w:rFonts w:ascii="Arial" w:eastAsia="HG丸ｺﾞｼｯｸM-PRO" w:hAnsi="Arial" w:cs="Arial"/>
                <w:spacing w:val="4"/>
                <w:sz w:val="20"/>
              </w:rPr>
              <w:t>勤</w:t>
            </w:r>
            <w:r w:rsidRPr="001461E2">
              <w:rPr>
                <w:rFonts w:ascii="Arial" w:eastAsia="HG丸ｺﾞｼｯｸM-PRO" w:hAnsi="Arial" w:cs="Arial"/>
                <w:spacing w:val="4"/>
                <w:sz w:val="20"/>
              </w:rPr>
              <w:t xml:space="preserve"> </w:t>
            </w:r>
            <w:r w:rsidRPr="001461E2">
              <w:rPr>
                <w:rFonts w:ascii="Arial" w:eastAsia="HG丸ｺﾞｼｯｸM-PRO" w:hAnsi="Arial" w:cs="Arial"/>
                <w:spacing w:val="4"/>
                <w:sz w:val="20"/>
              </w:rPr>
              <w:t>務</w:t>
            </w:r>
            <w:r w:rsidRPr="001461E2">
              <w:rPr>
                <w:rFonts w:ascii="Arial" w:eastAsia="HG丸ｺﾞｼｯｸM-PRO" w:hAnsi="Arial" w:cs="Arial"/>
                <w:spacing w:val="4"/>
                <w:sz w:val="20"/>
              </w:rPr>
              <w:t xml:space="preserve"> </w:t>
            </w:r>
            <w:r w:rsidRPr="001461E2">
              <w:rPr>
                <w:rFonts w:ascii="Arial" w:eastAsia="HG丸ｺﾞｼｯｸM-PRO" w:hAnsi="Arial" w:cs="Arial"/>
                <w:spacing w:val="4"/>
                <w:sz w:val="20"/>
              </w:rPr>
              <w:t>期</w:t>
            </w:r>
            <w:r w:rsidRPr="001461E2">
              <w:rPr>
                <w:rFonts w:ascii="Arial" w:eastAsia="HG丸ｺﾞｼｯｸM-PRO" w:hAnsi="Arial" w:cs="Arial"/>
                <w:spacing w:val="4"/>
                <w:sz w:val="20"/>
              </w:rPr>
              <w:t xml:space="preserve"> </w:t>
            </w:r>
            <w:r w:rsidRPr="001461E2">
              <w:rPr>
                <w:rFonts w:ascii="Arial" w:eastAsia="HG丸ｺﾞｼｯｸM-PRO" w:hAnsi="Arial" w:cs="Arial"/>
                <w:spacing w:val="4"/>
                <w:sz w:val="20"/>
              </w:rPr>
              <w:t>間</w:t>
            </w:r>
          </w:p>
          <w:p w:rsidR="001151E7" w:rsidRPr="001461E2" w:rsidRDefault="001151E7" w:rsidP="001151E7">
            <w:pPr>
              <w:pStyle w:val="aa"/>
              <w:rPr>
                <w:rFonts w:ascii="Arial" w:eastAsia="HG丸ｺﾞｼｯｸM-PRO" w:hAnsi="Arial" w:cs="Arial"/>
                <w:spacing w:val="0"/>
                <w:sz w:val="20"/>
              </w:rPr>
            </w:pPr>
            <w:r w:rsidRPr="001461E2">
              <w:rPr>
                <w:rFonts w:ascii="Arial" w:eastAsia="HG丸ｺﾞｼｯｸM-PRO" w:hAnsi="Arial" w:cs="Arial"/>
                <w:spacing w:val="0"/>
                <w:sz w:val="20"/>
              </w:rPr>
              <w:t>(Period of Employment)</w:t>
            </w:r>
          </w:p>
        </w:tc>
        <w:tc>
          <w:tcPr>
            <w:tcW w:w="1823" w:type="dxa"/>
            <w:tcBorders>
              <w:top w:val="single" w:sz="4" w:space="0" w:color="auto"/>
              <w:left w:val="single" w:sz="4" w:space="0" w:color="auto"/>
              <w:bottom w:val="single" w:sz="4" w:space="0" w:color="auto"/>
            </w:tcBorders>
            <w:vAlign w:val="bottom"/>
          </w:tcPr>
          <w:p w:rsidR="001151E7" w:rsidRPr="001461E2" w:rsidRDefault="001151E7" w:rsidP="001151E7">
            <w:pPr>
              <w:pStyle w:val="aa"/>
              <w:wordWrap/>
              <w:spacing w:line="240" w:lineRule="auto"/>
              <w:jc w:val="center"/>
              <w:rPr>
                <w:rFonts w:ascii="Arial" w:eastAsia="HG丸ｺﾞｼｯｸM-PRO" w:hAnsi="Arial" w:cs="Arial"/>
                <w:spacing w:val="4"/>
                <w:sz w:val="20"/>
              </w:rPr>
            </w:pPr>
            <w:r w:rsidRPr="001461E2">
              <w:rPr>
                <w:rFonts w:ascii="Arial" w:eastAsia="HG丸ｺﾞｼｯｸM-PRO" w:hAnsi="Arial" w:cs="Arial"/>
                <w:spacing w:val="4"/>
                <w:sz w:val="20"/>
              </w:rPr>
              <w:t>役</w:t>
            </w:r>
            <w:r w:rsidRPr="001461E2">
              <w:rPr>
                <w:rFonts w:ascii="Arial" w:eastAsia="HG丸ｺﾞｼｯｸM-PRO" w:hAnsi="Arial" w:cs="Arial"/>
                <w:spacing w:val="4"/>
                <w:sz w:val="20"/>
              </w:rPr>
              <w:t xml:space="preserve"> </w:t>
            </w:r>
            <w:r w:rsidRPr="001461E2">
              <w:rPr>
                <w:rFonts w:ascii="Arial" w:eastAsia="HG丸ｺﾞｼｯｸM-PRO" w:hAnsi="Arial" w:cs="Arial"/>
                <w:spacing w:val="4"/>
                <w:sz w:val="20"/>
              </w:rPr>
              <w:t>職</w:t>
            </w:r>
            <w:r w:rsidRPr="001461E2">
              <w:rPr>
                <w:rFonts w:ascii="Arial" w:eastAsia="HG丸ｺﾞｼｯｸM-PRO" w:hAnsi="Arial" w:cs="Arial"/>
                <w:spacing w:val="4"/>
                <w:sz w:val="20"/>
              </w:rPr>
              <w:t xml:space="preserve"> </w:t>
            </w:r>
            <w:r w:rsidRPr="001461E2">
              <w:rPr>
                <w:rFonts w:ascii="Arial" w:eastAsia="HG丸ｺﾞｼｯｸM-PRO" w:hAnsi="Arial" w:cs="Arial"/>
                <w:spacing w:val="4"/>
                <w:sz w:val="20"/>
              </w:rPr>
              <w:t>名</w:t>
            </w:r>
          </w:p>
          <w:p w:rsidR="001151E7" w:rsidRPr="001461E2" w:rsidRDefault="001151E7" w:rsidP="001151E7">
            <w:pPr>
              <w:pStyle w:val="aa"/>
              <w:jc w:val="center"/>
              <w:rPr>
                <w:rFonts w:ascii="Arial" w:eastAsia="HG丸ｺﾞｼｯｸM-PRO" w:hAnsi="Arial" w:cs="Arial"/>
                <w:spacing w:val="4"/>
                <w:sz w:val="20"/>
              </w:rPr>
            </w:pPr>
            <w:r w:rsidRPr="001461E2">
              <w:rPr>
                <w:rFonts w:ascii="Arial" w:eastAsia="HG丸ｺﾞｼｯｸM-PRO" w:hAnsi="Arial" w:cs="Arial"/>
                <w:spacing w:val="4"/>
                <w:sz w:val="20"/>
              </w:rPr>
              <w:t>(Position)</w:t>
            </w:r>
          </w:p>
        </w:tc>
        <w:tc>
          <w:tcPr>
            <w:tcW w:w="2076" w:type="dxa"/>
            <w:tcBorders>
              <w:top w:val="single" w:sz="4" w:space="0" w:color="auto"/>
              <w:left w:val="single" w:sz="4" w:space="0" w:color="auto"/>
              <w:bottom w:val="single" w:sz="4" w:space="0" w:color="auto"/>
              <w:right w:val="single" w:sz="4" w:space="0" w:color="auto"/>
            </w:tcBorders>
            <w:vAlign w:val="bottom"/>
          </w:tcPr>
          <w:p w:rsidR="001151E7" w:rsidRPr="001461E2" w:rsidRDefault="001151E7" w:rsidP="001151E7">
            <w:pPr>
              <w:pStyle w:val="aa"/>
              <w:wordWrap/>
              <w:spacing w:line="240" w:lineRule="auto"/>
              <w:jc w:val="center"/>
              <w:rPr>
                <w:rFonts w:ascii="Arial" w:eastAsia="HG丸ｺﾞｼｯｸM-PRO" w:hAnsi="Arial" w:cs="Arial"/>
                <w:spacing w:val="4"/>
                <w:sz w:val="20"/>
              </w:rPr>
            </w:pPr>
            <w:r w:rsidRPr="001461E2">
              <w:rPr>
                <w:rFonts w:ascii="Arial" w:eastAsia="HG丸ｺﾞｼｯｸM-PRO" w:hAnsi="Arial" w:cs="Arial"/>
                <w:spacing w:val="4"/>
                <w:sz w:val="20"/>
              </w:rPr>
              <w:t>勤</w:t>
            </w:r>
            <w:r w:rsidRPr="001461E2">
              <w:rPr>
                <w:rFonts w:ascii="Arial" w:eastAsia="HG丸ｺﾞｼｯｸM-PRO" w:hAnsi="Arial" w:cs="Arial"/>
                <w:spacing w:val="4"/>
                <w:sz w:val="20"/>
              </w:rPr>
              <w:t xml:space="preserve"> </w:t>
            </w:r>
            <w:r w:rsidRPr="001461E2">
              <w:rPr>
                <w:rFonts w:ascii="Arial" w:eastAsia="HG丸ｺﾞｼｯｸM-PRO" w:hAnsi="Arial" w:cs="Arial"/>
                <w:spacing w:val="4"/>
                <w:sz w:val="20"/>
              </w:rPr>
              <w:t>務</w:t>
            </w:r>
            <w:r w:rsidRPr="001461E2">
              <w:rPr>
                <w:rFonts w:ascii="Arial" w:eastAsia="HG丸ｺﾞｼｯｸM-PRO" w:hAnsi="Arial" w:cs="Arial"/>
                <w:spacing w:val="4"/>
                <w:sz w:val="20"/>
              </w:rPr>
              <w:t xml:space="preserve"> </w:t>
            </w:r>
            <w:r w:rsidRPr="001461E2">
              <w:rPr>
                <w:rFonts w:ascii="Arial" w:eastAsia="HG丸ｺﾞｼｯｸM-PRO" w:hAnsi="Arial" w:cs="Arial"/>
                <w:spacing w:val="4"/>
                <w:sz w:val="20"/>
              </w:rPr>
              <w:t>内</w:t>
            </w:r>
            <w:r w:rsidRPr="001461E2">
              <w:rPr>
                <w:rFonts w:ascii="Arial" w:eastAsia="HG丸ｺﾞｼｯｸM-PRO" w:hAnsi="Arial" w:cs="Arial"/>
                <w:spacing w:val="4"/>
                <w:sz w:val="20"/>
              </w:rPr>
              <w:t xml:space="preserve"> </w:t>
            </w:r>
            <w:r w:rsidRPr="001461E2">
              <w:rPr>
                <w:rFonts w:ascii="Arial" w:eastAsia="HG丸ｺﾞｼｯｸM-PRO" w:hAnsi="Arial" w:cs="Arial"/>
                <w:spacing w:val="4"/>
                <w:sz w:val="20"/>
              </w:rPr>
              <w:t>容</w:t>
            </w:r>
          </w:p>
          <w:p w:rsidR="001151E7" w:rsidRPr="001461E2" w:rsidRDefault="001151E7" w:rsidP="001151E7">
            <w:pPr>
              <w:pStyle w:val="aa"/>
              <w:jc w:val="center"/>
              <w:rPr>
                <w:rFonts w:ascii="Arial" w:eastAsia="HG丸ｺﾞｼｯｸM-PRO" w:hAnsi="Arial" w:cs="Arial"/>
                <w:spacing w:val="4"/>
                <w:sz w:val="20"/>
              </w:rPr>
            </w:pPr>
            <w:r w:rsidRPr="001461E2">
              <w:rPr>
                <w:rFonts w:ascii="Arial" w:eastAsia="HG丸ｺﾞｼｯｸM-PRO" w:hAnsi="Arial" w:cs="Arial"/>
                <w:spacing w:val="4"/>
                <w:sz w:val="20"/>
              </w:rPr>
              <w:t>(Type of Work)</w:t>
            </w:r>
          </w:p>
        </w:tc>
      </w:tr>
      <w:tr w:rsidR="00896327" w:rsidRPr="001461E2" w:rsidTr="00896327">
        <w:trPr>
          <w:trHeight w:val="480"/>
        </w:trPr>
        <w:tc>
          <w:tcPr>
            <w:tcW w:w="881" w:type="dxa"/>
            <w:tcBorders>
              <w:left w:val="single" w:sz="4" w:space="0" w:color="auto"/>
              <w:bottom w:val="single" w:sz="4" w:space="0" w:color="auto"/>
            </w:tcBorders>
            <w:vAlign w:val="center"/>
          </w:tcPr>
          <w:p w:rsidR="00896327" w:rsidRDefault="00896327" w:rsidP="00896327">
            <w:pPr>
              <w:pStyle w:val="aa"/>
              <w:wordWrap/>
              <w:spacing w:line="240" w:lineRule="auto"/>
              <w:rPr>
                <w:rFonts w:ascii="Arial" w:eastAsia="HG丸ｺﾞｼｯｸM-PRO" w:hAnsi="Arial" w:cs="Arial"/>
                <w:sz w:val="18"/>
              </w:rPr>
            </w:pPr>
            <w:r w:rsidRPr="001461E2">
              <w:rPr>
                <w:rFonts w:ascii="Arial" w:eastAsia="HG丸ｺﾞｼｯｸM-PRO" w:hAnsi="Arial" w:cs="Arial"/>
                <w:spacing w:val="-4"/>
                <w:sz w:val="20"/>
              </w:rPr>
              <w:t>勤務先</w:t>
            </w:r>
            <w:r w:rsidRPr="0019610A">
              <w:rPr>
                <w:rFonts w:ascii="Arial" w:eastAsia="HG丸ｺﾞｼｯｸM-PRO" w:hAnsi="Arial" w:cs="Arial" w:hint="eastAsia"/>
                <w:spacing w:val="-4"/>
                <w:sz w:val="18"/>
              </w:rPr>
              <w:t xml:space="preserve"> </w:t>
            </w:r>
          </w:p>
          <w:p w:rsidR="00896327" w:rsidRPr="0019610A" w:rsidRDefault="00896327" w:rsidP="00896327">
            <w:pPr>
              <w:pStyle w:val="aa"/>
              <w:wordWrap/>
              <w:spacing w:line="240" w:lineRule="auto"/>
              <w:rPr>
                <w:rFonts w:ascii="Arial" w:eastAsia="HG丸ｺﾞｼｯｸM-PRO" w:hAnsi="Arial" w:cs="Arial"/>
                <w:spacing w:val="-4"/>
                <w:sz w:val="16"/>
              </w:rPr>
            </w:pPr>
            <w:r w:rsidRPr="0019610A">
              <w:rPr>
                <w:rFonts w:ascii="Arial" w:eastAsia="HG丸ｺﾞｼｯｸM-PRO" w:hAnsi="Arial" w:cs="Arial"/>
                <w:spacing w:val="-4"/>
                <w:sz w:val="16"/>
              </w:rPr>
              <w:t>(Name)</w:t>
            </w:r>
          </w:p>
        </w:tc>
        <w:sdt>
          <w:sdtPr>
            <w:rPr>
              <w:rFonts w:ascii="Arial" w:eastAsia="HG丸ｺﾞｼｯｸM-PRO" w:hAnsi="Arial" w:cs="Arial"/>
              <w:spacing w:val="-4"/>
              <w:sz w:val="20"/>
            </w:rPr>
            <w:alias w:val="Enter here"/>
            <w:tag w:val="Enter here"/>
            <w:id w:val="-1026255840"/>
            <w:placeholder>
              <w:docPart w:val="E193E645A624424BA7C50ABF4176213F"/>
            </w:placeholder>
            <w:showingPlcHdr/>
            <w:text/>
          </w:sdtPr>
          <w:sdtEndPr/>
          <w:sdtContent>
            <w:tc>
              <w:tcPr>
                <w:tcW w:w="3194" w:type="dxa"/>
                <w:tcBorders>
                  <w:left w:val="single" w:sz="4" w:space="0" w:color="auto"/>
                  <w:bottom w:val="single" w:sz="4" w:space="0" w:color="auto"/>
                </w:tcBorders>
                <w:vAlign w:val="center"/>
              </w:tcPr>
              <w:p w:rsidR="00896327" w:rsidRPr="00EC4E07" w:rsidRDefault="001B2004" w:rsidP="001B2004">
                <w:pPr>
                  <w:pStyle w:val="aa"/>
                  <w:wordWrap/>
                  <w:spacing w:line="240" w:lineRule="auto"/>
                  <w:rPr>
                    <w:rFonts w:ascii="Arial" w:eastAsia="HG丸ｺﾞｼｯｸM-PRO" w:hAnsi="Arial" w:cs="Arial"/>
                    <w:spacing w:val="-4"/>
                    <w:sz w:val="20"/>
                  </w:rPr>
                </w:pPr>
                <w:r>
                  <w:rPr>
                    <w:rFonts w:ascii="Arial" w:eastAsia="HG丸ｺﾞｼｯｸM-PRO" w:hAnsi="Arial" w:cs="Arial"/>
                    <w:spacing w:val="-4"/>
                    <w:sz w:val="20"/>
                  </w:rPr>
                  <w:t xml:space="preserve">                               </w:t>
                </w:r>
              </w:p>
            </w:tc>
          </w:sdtContent>
        </w:sdt>
        <w:tc>
          <w:tcPr>
            <w:tcW w:w="636" w:type="dxa"/>
            <w:tcBorders>
              <w:left w:val="single" w:sz="4" w:space="0" w:color="auto"/>
              <w:bottom w:val="single" w:sz="4" w:space="0" w:color="auto"/>
            </w:tcBorders>
            <w:vAlign w:val="center"/>
          </w:tcPr>
          <w:p w:rsidR="00896327" w:rsidRPr="001461E2" w:rsidRDefault="00896327" w:rsidP="00896327">
            <w:pPr>
              <w:pStyle w:val="aa"/>
              <w:wordWrap/>
              <w:spacing w:line="240" w:lineRule="auto"/>
              <w:rPr>
                <w:rFonts w:ascii="Arial" w:eastAsia="HG丸ｺﾞｼｯｸM-PRO" w:hAnsi="Arial" w:cs="Arial"/>
                <w:spacing w:val="-4"/>
                <w:sz w:val="20"/>
              </w:rPr>
            </w:pPr>
            <w:r w:rsidRPr="001461E2">
              <w:rPr>
                <w:rFonts w:ascii="Arial" w:eastAsia="HG丸ｺﾞｼｯｸM-PRO" w:hAnsi="Arial" w:cs="Arial"/>
                <w:spacing w:val="-4"/>
                <w:sz w:val="20"/>
              </w:rPr>
              <w:t>就職</w:t>
            </w:r>
            <w:r>
              <w:rPr>
                <w:rFonts w:ascii="Arial" w:eastAsia="HG丸ｺﾞｼｯｸM-PRO" w:hAnsi="Arial" w:cs="Arial" w:hint="eastAsia"/>
                <w:spacing w:val="-4"/>
                <w:sz w:val="20"/>
              </w:rPr>
              <w:t xml:space="preserve"> </w:t>
            </w:r>
          </w:p>
          <w:p w:rsidR="00896327" w:rsidRPr="001461E2" w:rsidRDefault="00896327" w:rsidP="00896327">
            <w:pPr>
              <w:pStyle w:val="aa"/>
              <w:spacing w:line="240" w:lineRule="auto"/>
              <w:rPr>
                <w:rFonts w:ascii="Arial" w:eastAsia="HG丸ｺﾞｼｯｸM-PRO" w:hAnsi="Arial" w:cs="Arial"/>
                <w:spacing w:val="0"/>
                <w:sz w:val="20"/>
              </w:rPr>
            </w:pPr>
            <w:r w:rsidRPr="0019610A">
              <w:rPr>
                <w:rFonts w:ascii="Arial" w:eastAsia="HG丸ｺﾞｼｯｸM-PRO" w:hAnsi="Arial" w:cs="Arial"/>
                <w:spacing w:val="-4"/>
                <w:sz w:val="16"/>
              </w:rPr>
              <w:t>(From)</w:t>
            </w:r>
          </w:p>
        </w:tc>
        <w:tc>
          <w:tcPr>
            <w:tcW w:w="1768" w:type="dxa"/>
            <w:tcBorders>
              <w:left w:val="single" w:sz="4" w:space="0" w:color="auto"/>
              <w:bottom w:val="single" w:sz="4" w:space="0" w:color="auto"/>
            </w:tcBorders>
            <w:vAlign w:val="center"/>
          </w:tcPr>
          <w:p w:rsidR="00896327" w:rsidRPr="00EC4E07" w:rsidRDefault="001E4AEF" w:rsidP="00EC4E07">
            <w:pPr>
              <w:pStyle w:val="aa"/>
              <w:jc w:val="left"/>
              <w:rPr>
                <w:rFonts w:ascii="Arial" w:eastAsia="HG丸ｺﾞｼｯｸM-PRO" w:hAnsi="Arial" w:cs="Arial"/>
                <w:spacing w:val="0"/>
                <w:sz w:val="20"/>
              </w:rPr>
            </w:pPr>
            <w:sdt>
              <w:sdtPr>
                <w:rPr>
                  <w:rFonts w:ascii="Arial" w:eastAsia="HG丸ｺﾞｼｯｸM-PRO" w:hAnsi="Arial" w:cs="Arial"/>
                  <w:sz w:val="20"/>
                </w:rPr>
                <w:alias w:val="year/month"/>
                <w:tag w:val="year/month"/>
                <w:id w:val="2063678716"/>
                <w:placeholder>
                  <w:docPart w:val="5F2D70C59A2649E7A42106FE6D3D7571"/>
                </w:placeholder>
                <w:showingPlcHdr/>
                <w:text/>
              </w:sdtPr>
              <w:sdtEndPr/>
              <w:sdtContent>
                <w:r w:rsidR="00896327" w:rsidRPr="00EC4E07">
                  <w:rPr>
                    <w:rFonts w:ascii="Arial" w:eastAsia="HG丸ｺﾞｼｯｸM-PRO" w:hAnsi="Arial" w:cs="Arial"/>
                    <w:sz w:val="20"/>
                  </w:rPr>
                  <w:t xml:space="preserve">               </w:t>
                </w:r>
              </w:sdtContent>
            </w:sdt>
          </w:p>
        </w:tc>
        <w:tc>
          <w:tcPr>
            <w:tcW w:w="1823" w:type="dxa"/>
            <w:vMerge w:val="restart"/>
            <w:tcBorders>
              <w:left w:val="single" w:sz="4" w:space="0" w:color="auto"/>
            </w:tcBorders>
            <w:vAlign w:val="center"/>
          </w:tcPr>
          <w:p w:rsidR="00896327" w:rsidRPr="00EC4E07" w:rsidRDefault="001E4AEF" w:rsidP="00EC4E07">
            <w:pPr>
              <w:wordWrap w:val="0"/>
              <w:autoSpaceDE w:val="0"/>
              <w:autoSpaceDN w:val="0"/>
              <w:adjustRightInd w:val="0"/>
              <w:spacing w:line="245" w:lineRule="atLeast"/>
              <w:jc w:val="left"/>
              <w:rPr>
                <w:rFonts w:ascii="Arial" w:eastAsia="HG丸ｺﾞｼｯｸM-PRO" w:hAnsi="Arial" w:cs="Arial"/>
                <w:spacing w:val="-2"/>
                <w:kern w:val="0"/>
                <w:sz w:val="20"/>
                <w:szCs w:val="20"/>
              </w:rPr>
            </w:pPr>
            <w:sdt>
              <w:sdtPr>
                <w:rPr>
                  <w:rFonts w:ascii="Arial" w:eastAsia="HG丸ｺﾞｼｯｸM-PRO" w:hAnsi="Arial" w:cs="Arial"/>
                  <w:spacing w:val="-2"/>
                  <w:kern w:val="0"/>
                  <w:sz w:val="16"/>
                  <w:szCs w:val="16"/>
                </w:rPr>
                <w:alias w:val="Enter here"/>
                <w:tag w:val="Enter here"/>
                <w:id w:val="-954243976"/>
                <w:placeholder>
                  <w:docPart w:val="2AE554BB52484B409E3EEB5F704A554C"/>
                </w:placeholder>
                <w:showingPlcHdr/>
                <w:text/>
              </w:sdtPr>
              <w:sdtEndPr>
                <w:rPr>
                  <w:sz w:val="20"/>
                  <w:szCs w:val="20"/>
                </w:rPr>
              </w:sdtEndPr>
              <w:sdtContent>
                <w:r w:rsidR="00896327" w:rsidRPr="00EC4E07">
                  <w:rPr>
                    <w:rFonts w:ascii="Arial" w:eastAsia="HG丸ｺﾞｼｯｸM-PRO" w:hAnsi="Arial" w:cs="Arial"/>
                    <w:color w:val="808080"/>
                    <w:spacing w:val="-2"/>
                    <w:kern w:val="0"/>
                    <w:szCs w:val="20"/>
                  </w:rPr>
                  <w:t xml:space="preserve">          </w:t>
                </w:r>
                <w:r w:rsidR="00896327" w:rsidRPr="00EC4E07">
                  <w:rPr>
                    <w:rFonts w:ascii="Arial" w:eastAsia="HG丸ｺﾞｼｯｸM-PRO" w:hAnsi="Arial" w:cs="Arial"/>
                    <w:spacing w:val="-2"/>
                    <w:kern w:val="0"/>
                    <w:sz w:val="16"/>
                    <w:szCs w:val="16"/>
                  </w:rPr>
                  <w:t xml:space="preserve">　　</w:t>
                </w:r>
                <w:r w:rsidR="00896327" w:rsidRPr="00EC4E07">
                  <w:rPr>
                    <w:rFonts w:ascii="Arial" w:eastAsia="HG丸ｺﾞｼｯｸM-PRO" w:hAnsi="Arial" w:cs="Arial"/>
                    <w:spacing w:val="-2"/>
                    <w:kern w:val="0"/>
                    <w:sz w:val="20"/>
                    <w:szCs w:val="20"/>
                  </w:rPr>
                  <w:t xml:space="preserve"> </w:t>
                </w:r>
              </w:sdtContent>
            </w:sdt>
          </w:p>
        </w:tc>
        <w:tc>
          <w:tcPr>
            <w:tcW w:w="2076" w:type="dxa"/>
            <w:vMerge w:val="restart"/>
            <w:tcBorders>
              <w:left w:val="single" w:sz="4" w:space="0" w:color="auto"/>
              <w:right w:val="single" w:sz="4" w:space="0" w:color="auto"/>
            </w:tcBorders>
            <w:vAlign w:val="center"/>
          </w:tcPr>
          <w:p w:rsidR="00896327" w:rsidRPr="00EC4E07" w:rsidRDefault="001E4AEF" w:rsidP="00EC4E07">
            <w:pPr>
              <w:wordWrap w:val="0"/>
              <w:autoSpaceDE w:val="0"/>
              <w:autoSpaceDN w:val="0"/>
              <w:adjustRightInd w:val="0"/>
              <w:spacing w:line="245" w:lineRule="atLeast"/>
              <w:jc w:val="left"/>
              <w:rPr>
                <w:rFonts w:ascii="Arial" w:eastAsia="HG丸ｺﾞｼｯｸM-PRO" w:hAnsi="Arial" w:cs="Arial"/>
                <w:spacing w:val="-2"/>
                <w:kern w:val="0"/>
                <w:sz w:val="20"/>
                <w:szCs w:val="20"/>
              </w:rPr>
            </w:pPr>
            <w:sdt>
              <w:sdtPr>
                <w:rPr>
                  <w:rFonts w:ascii="Arial" w:eastAsia="HG丸ｺﾞｼｯｸM-PRO" w:hAnsi="Arial" w:cs="Arial"/>
                  <w:spacing w:val="-2"/>
                  <w:kern w:val="0"/>
                  <w:sz w:val="16"/>
                  <w:szCs w:val="16"/>
                </w:rPr>
                <w:alias w:val="Enter here"/>
                <w:tag w:val="Enter here"/>
                <w:id w:val="-1132403484"/>
                <w:placeholder>
                  <w:docPart w:val="538BEB48CD6C410FAF1CE8AA20AE5E5C"/>
                </w:placeholder>
                <w:showingPlcHdr/>
                <w:text/>
              </w:sdtPr>
              <w:sdtEndPr>
                <w:rPr>
                  <w:sz w:val="20"/>
                  <w:szCs w:val="20"/>
                </w:rPr>
              </w:sdtEndPr>
              <w:sdtContent>
                <w:r w:rsidR="00896327" w:rsidRPr="00EC4E07">
                  <w:rPr>
                    <w:rFonts w:ascii="Arial" w:eastAsia="HG丸ｺﾞｼｯｸM-PRO" w:hAnsi="Arial" w:cs="Arial"/>
                    <w:color w:val="808080"/>
                    <w:spacing w:val="-2"/>
                    <w:kern w:val="0"/>
                    <w:szCs w:val="20"/>
                  </w:rPr>
                  <w:t xml:space="preserve">   </w:t>
                </w:r>
                <w:r w:rsidR="0007479B" w:rsidRPr="00EC4E07">
                  <w:rPr>
                    <w:rFonts w:ascii="Arial" w:eastAsia="HG丸ｺﾞｼｯｸM-PRO" w:hAnsi="Arial" w:cs="Arial"/>
                    <w:color w:val="808080"/>
                    <w:spacing w:val="-2"/>
                    <w:kern w:val="0"/>
                    <w:szCs w:val="20"/>
                  </w:rPr>
                  <w:t xml:space="preserve">　</w:t>
                </w:r>
                <w:r w:rsidR="00896327" w:rsidRPr="00EC4E07">
                  <w:rPr>
                    <w:rFonts w:ascii="Arial" w:eastAsia="HG丸ｺﾞｼｯｸM-PRO" w:hAnsi="Arial" w:cs="Arial"/>
                    <w:color w:val="808080"/>
                    <w:spacing w:val="-2"/>
                    <w:kern w:val="0"/>
                    <w:szCs w:val="20"/>
                  </w:rPr>
                  <w:t xml:space="preserve">       </w:t>
                </w:r>
                <w:r w:rsidR="00896327" w:rsidRPr="00EC4E07">
                  <w:rPr>
                    <w:rFonts w:ascii="Arial" w:eastAsia="HG丸ｺﾞｼｯｸM-PRO" w:hAnsi="Arial" w:cs="Arial"/>
                    <w:spacing w:val="-2"/>
                    <w:kern w:val="0"/>
                    <w:sz w:val="16"/>
                    <w:szCs w:val="16"/>
                  </w:rPr>
                  <w:t xml:space="preserve">　　</w:t>
                </w:r>
                <w:r w:rsidR="00896327" w:rsidRPr="00EC4E07">
                  <w:rPr>
                    <w:rFonts w:ascii="Arial" w:eastAsia="HG丸ｺﾞｼｯｸM-PRO" w:hAnsi="Arial" w:cs="Arial"/>
                    <w:spacing w:val="-2"/>
                    <w:kern w:val="0"/>
                    <w:sz w:val="20"/>
                    <w:szCs w:val="20"/>
                  </w:rPr>
                  <w:t xml:space="preserve"> </w:t>
                </w:r>
              </w:sdtContent>
            </w:sdt>
          </w:p>
        </w:tc>
      </w:tr>
      <w:tr w:rsidR="001B2004" w:rsidRPr="001461E2" w:rsidTr="00896327">
        <w:trPr>
          <w:trHeight w:val="504"/>
        </w:trPr>
        <w:tc>
          <w:tcPr>
            <w:tcW w:w="881" w:type="dxa"/>
            <w:tcBorders>
              <w:top w:val="single" w:sz="4" w:space="0" w:color="auto"/>
              <w:left w:val="single" w:sz="4" w:space="0" w:color="auto"/>
              <w:bottom w:val="single" w:sz="4" w:space="0" w:color="auto"/>
            </w:tcBorders>
            <w:vAlign w:val="center"/>
          </w:tcPr>
          <w:p w:rsidR="001B2004" w:rsidRPr="001461E2" w:rsidRDefault="001B2004" w:rsidP="001B2004">
            <w:pPr>
              <w:pStyle w:val="aa"/>
              <w:wordWrap/>
              <w:spacing w:line="240" w:lineRule="auto"/>
              <w:rPr>
                <w:rFonts w:ascii="Arial" w:eastAsia="HG丸ｺﾞｼｯｸM-PRO" w:hAnsi="Arial" w:cs="Arial"/>
                <w:spacing w:val="-4"/>
                <w:sz w:val="20"/>
              </w:rPr>
            </w:pPr>
            <w:r w:rsidRPr="001461E2">
              <w:rPr>
                <w:rFonts w:ascii="Arial" w:eastAsia="HG丸ｺﾞｼｯｸM-PRO" w:hAnsi="Arial" w:cs="Arial"/>
                <w:spacing w:val="-4"/>
                <w:sz w:val="20"/>
              </w:rPr>
              <w:t>所在地</w:t>
            </w:r>
            <w:r>
              <w:rPr>
                <w:rFonts w:ascii="Arial" w:eastAsia="HG丸ｺﾞｼｯｸM-PRO" w:hAnsi="Arial" w:cs="Arial" w:hint="eastAsia"/>
                <w:spacing w:val="-4"/>
                <w:sz w:val="20"/>
              </w:rPr>
              <w:t xml:space="preserve"> </w:t>
            </w:r>
          </w:p>
          <w:p w:rsidR="001B2004" w:rsidRPr="001461E2" w:rsidRDefault="001B2004" w:rsidP="001B2004">
            <w:pPr>
              <w:pStyle w:val="aa"/>
              <w:rPr>
                <w:rFonts w:ascii="Arial" w:eastAsia="HG丸ｺﾞｼｯｸM-PRO" w:hAnsi="Arial" w:cs="Arial"/>
                <w:spacing w:val="-4"/>
                <w:sz w:val="20"/>
              </w:rPr>
            </w:pPr>
            <w:r w:rsidRPr="0019610A">
              <w:rPr>
                <w:rFonts w:ascii="Arial" w:eastAsia="HG丸ｺﾞｼｯｸM-PRO" w:hAnsi="Arial" w:cs="Arial"/>
                <w:spacing w:val="-4"/>
                <w:sz w:val="16"/>
              </w:rPr>
              <w:t>(Location)</w:t>
            </w:r>
          </w:p>
        </w:tc>
        <w:sdt>
          <w:sdtPr>
            <w:rPr>
              <w:rFonts w:ascii="Arial" w:eastAsia="HG丸ｺﾞｼｯｸM-PRO" w:hAnsi="Arial" w:cs="Arial"/>
              <w:spacing w:val="-4"/>
              <w:sz w:val="20"/>
            </w:rPr>
            <w:alias w:val="Enter here"/>
            <w:tag w:val="Enter here"/>
            <w:id w:val="-224220360"/>
            <w:placeholder>
              <w:docPart w:val="78FA875AF8F9407EB52004EB0A259CAD"/>
            </w:placeholder>
            <w:showingPlcHdr/>
            <w:text/>
          </w:sdtPr>
          <w:sdtEndPr/>
          <w:sdtContent>
            <w:tc>
              <w:tcPr>
                <w:tcW w:w="3194" w:type="dxa"/>
                <w:tcBorders>
                  <w:top w:val="single" w:sz="4" w:space="0" w:color="auto"/>
                  <w:left w:val="single" w:sz="4" w:space="0" w:color="auto"/>
                  <w:bottom w:val="single" w:sz="4" w:space="0" w:color="auto"/>
                </w:tcBorders>
                <w:vAlign w:val="center"/>
              </w:tcPr>
              <w:p w:rsidR="001B2004" w:rsidRPr="00EC4E07" w:rsidRDefault="001B2004" w:rsidP="001B2004">
                <w:pPr>
                  <w:pStyle w:val="aa"/>
                  <w:wordWrap/>
                  <w:spacing w:line="240" w:lineRule="auto"/>
                  <w:rPr>
                    <w:rFonts w:ascii="Arial" w:eastAsia="HG丸ｺﾞｼｯｸM-PRO" w:hAnsi="Arial" w:cs="Arial"/>
                    <w:spacing w:val="-4"/>
                    <w:sz w:val="20"/>
                  </w:rPr>
                </w:pPr>
                <w:r>
                  <w:rPr>
                    <w:rFonts w:ascii="Arial" w:eastAsia="HG丸ｺﾞｼｯｸM-PRO" w:hAnsi="Arial" w:cs="Arial"/>
                    <w:spacing w:val="-4"/>
                    <w:sz w:val="20"/>
                  </w:rPr>
                  <w:t xml:space="preserve">                               </w:t>
                </w:r>
              </w:p>
            </w:tc>
          </w:sdtContent>
        </w:sdt>
        <w:tc>
          <w:tcPr>
            <w:tcW w:w="636" w:type="dxa"/>
            <w:tcBorders>
              <w:top w:val="single" w:sz="4" w:space="0" w:color="auto"/>
              <w:left w:val="single" w:sz="4" w:space="0" w:color="auto"/>
              <w:bottom w:val="single" w:sz="4" w:space="0" w:color="auto"/>
            </w:tcBorders>
            <w:vAlign w:val="center"/>
          </w:tcPr>
          <w:p w:rsidR="001B2004" w:rsidRPr="001461E2" w:rsidRDefault="001B2004" w:rsidP="001B2004">
            <w:pPr>
              <w:pStyle w:val="aa"/>
              <w:wordWrap/>
              <w:spacing w:line="240" w:lineRule="auto"/>
              <w:rPr>
                <w:rFonts w:ascii="Arial" w:eastAsia="HG丸ｺﾞｼｯｸM-PRO" w:hAnsi="Arial" w:cs="Arial"/>
                <w:spacing w:val="-4"/>
                <w:sz w:val="20"/>
              </w:rPr>
            </w:pPr>
            <w:r w:rsidRPr="001461E2">
              <w:rPr>
                <w:rFonts w:ascii="Arial" w:eastAsia="HG丸ｺﾞｼｯｸM-PRO" w:hAnsi="Arial" w:cs="Arial"/>
                <w:spacing w:val="-4"/>
                <w:sz w:val="20"/>
              </w:rPr>
              <w:t>退職</w:t>
            </w:r>
          </w:p>
          <w:p w:rsidR="001B2004" w:rsidRPr="001461E2" w:rsidRDefault="001B2004" w:rsidP="001B2004">
            <w:pPr>
              <w:pStyle w:val="aa"/>
              <w:rPr>
                <w:rFonts w:ascii="Arial" w:eastAsia="HG丸ｺﾞｼｯｸM-PRO" w:hAnsi="Arial" w:cs="Arial"/>
                <w:spacing w:val="-4"/>
                <w:sz w:val="20"/>
              </w:rPr>
            </w:pPr>
            <w:r w:rsidRPr="0019610A">
              <w:rPr>
                <w:rFonts w:ascii="Arial" w:eastAsia="HG丸ｺﾞｼｯｸM-PRO" w:hAnsi="Arial" w:cs="Arial"/>
                <w:spacing w:val="-4"/>
                <w:sz w:val="16"/>
              </w:rPr>
              <w:t>(To)</w:t>
            </w:r>
          </w:p>
        </w:tc>
        <w:tc>
          <w:tcPr>
            <w:tcW w:w="1768" w:type="dxa"/>
            <w:tcBorders>
              <w:top w:val="single" w:sz="4" w:space="0" w:color="auto"/>
              <w:left w:val="single" w:sz="4" w:space="0" w:color="auto"/>
              <w:bottom w:val="single" w:sz="4" w:space="0" w:color="auto"/>
            </w:tcBorders>
            <w:vAlign w:val="center"/>
          </w:tcPr>
          <w:p w:rsidR="001B2004" w:rsidRPr="00EC4E07" w:rsidRDefault="001E4AEF" w:rsidP="001B2004">
            <w:pPr>
              <w:pStyle w:val="aa"/>
              <w:wordWrap/>
              <w:spacing w:line="240" w:lineRule="auto"/>
              <w:jc w:val="left"/>
              <w:rPr>
                <w:rFonts w:ascii="Arial" w:eastAsia="HG丸ｺﾞｼｯｸM-PRO" w:hAnsi="Arial" w:cs="Arial"/>
                <w:spacing w:val="-4"/>
                <w:sz w:val="20"/>
              </w:rPr>
            </w:pPr>
            <w:sdt>
              <w:sdtPr>
                <w:rPr>
                  <w:rFonts w:ascii="Arial" w:eastAsia="HG丸ｺﾞｼｯｸM-PRO" w:hAnsi="Arial" w:cs="Arial"/>
                  <w:sz w:val="20"/>
                </w:rPr>
                <w:alias w:val="year/month"/>
                <w:tag w:val="year/month"/>
                <w:id w:val="-1605259852"/>
                <w:placeholder>
                  <w:docPart w:val="180F7CFD19BA43E29B9459452A7BC06B"/>
                </w:placeholder>
                <w:showingPlcHdr/>
                <w:text/>
              </w:sdtPr>
              <w:sdtEndPr/>
              <w:sdtContent>
                <w:r w:rsidR="001B2004" w:rsidRPr="00EC4E07">
                  <w:rPr>
                    <w:rFonts w:ascii="Arial" w:eastAsia="HG丸ｺﾞｼｯｸM-PRO" w:hAnsi="Arial" w:cs="Arial"/>
                    <w:sz w:val="20"/>
                  </w:rPr>
                  <w:t xml:space="preserve">               </w:t>
                </w:r>
              </w:sdtContent>
            </w:sdt>
          </w:p>
        </w:tc>
        <w:tc>
          <w:tcPr>
            <w:tcW w:w="1823" w:type="dxa"/>
            <w:vMerge/>
            <w:tcBorders>
              <w:left w:val="single" w:sz="4" w:space="0" w:color="auto"/>
              <w:bottom w:val="single" w:sz="4" w:space="0" w:color="auto"/>
            </w:tcBorders>
            <w:vAlign w:val="center"/>
          </w:tcPr>
          <w:p w:rsidR="001B2004" w:rsidRPr="00EC4E07" w:rsidRDefault="001B2004" w:rsidP="001B2004">
            <w:pPr>
              <w:pStyle w:val="aa"/>
              <w:wordWrap/>
              <w:spacing w:line="240" w:lineRule="auto"/>
              <w:jc w:val="left"/>
              <w:rPr>
                <w:rFonts w:ascii="Arial" w:eastAsia="HG丸ｺﾞｼｯｸM-PRO" w:hAnsi="Arial" w:cs="Arial"/>
                <w:sz w:val="20"/>
              </w:rPr>
            </w:pPr>
          </w:p>
        </w:tc>
        <w:tc>
          <w:tcPr>
            <w:tcW w:w="2076" w:type="dxa"/>
            <w:vMerge/>
            <w:tcBorders>
              <w:left w:val="single" w:sz="4" w:space="0" w:color="auto"/>
              <w:bottom w:val="single" w:sz="4" w:space="0" w:color="auto"/>
              <w:right w:val="single" w:sz="4" w:space="0" w:color="auto"/>
            </w:tcBorders>
            <w:vAlign w:val="center"/>
          </w:tcPr>
          <w:p w:rsidR="001B2004" w:rsidRPr="00EC4E07" w:rsidRDefault="001B2004" w:rsidP="001B2004">
            <w:pPr>
              <w:pStyle w:val="aa"/>
              <w:wordWrap/>
              <w:spacing w:line="240" w:lineRule="auto"/>
              <w:jc w:val="left"/>
              <w:rPr>
                <w:rFonts w:ascii="Arial" w:eastAsia="HG丸ｺﾞｼｯｸM-PRO" w:hAnsi="Arial" w:cs="Arial"/>
                <w:sz w:val="20"/>
              </w:rPr>
            </w:pPr>
          </w:p>
        </w:tc>
      </w:tr>
      <w:tr w:rsidR="001B2004" w:rsidRPr="001461E2" w:rsidTr="00896327">
        <w:trPr>
          <w:trHeight w:val="354"/>
        </w:trPr>
        <w:tc>
          <w:tcPr>
            <w:tcW w:w="881" w:type="dxa"/>
            <w:tcBorders>
              <w:left w:val="single" w:sz="4" w:space="0" w:color="auto"/>
              <w:bottom w:val="single" w:sz="4" w:space="0" w:color="auto"/>
            </w:tcBorders>
            <w:vAlign w:val="center"/>
          </w:tcPr>
          <w:p w:rsidR="001B2004" w:rsidRDefault="001B2004" w:rsidP="001B2004">
            <w:pPr>
              <w:pStyle w:val="aa"/>
              <w:wordWrap/>
              <w:spacing w:line="240" w:lineRule="auto"/>
              <w:rPr>
                <w:rFonts w:ascii="Arial" w:eastAsia="HG丸ｺﾞｼｯｸM-PRO" w:hAnsi="Arial" w:cs="Arial"/>
                <w:sz w:val="18"/>
              </w:rPr>
            </w:pPr>
            <w:r w:rsidRPr="001461E2">
              <w:rPr>
                <w:rFonts w:ascii="Arial" w:eastAsia="HG丸ｺﾞｼｯｸM-PRO" w:hAnsi="Arial" w:cs="Arial"/>
                <w:spacing w:val="-4"/>
                <w:sz w:val="20"/>
              </w:rPr>
              <w:t>勤務先</w:t>
            </w:r>
            <w:r w:rsidRPr="0019610A">
              <w:rPr>
                <w:rFonts w:ascii="Arial" w:eastAsia="HG丸ｺﾞｼｯｸM-PRO" w:hAnsi="Arial" w:cs="Arial" w:hint="eastAsia"/>
                <w:spacing w:val="-4"/>
                <w:sz w:val="18"/>
              </w:rPr>
              <w:t xml:space="preserve"> </w:t>
            </w:r>
          </w:p>
          <w:p w:rsidR="001B2004" w:rsidRPr="0019610A" w:rsidRDefault="001B2004" w:rsidP="001B2004">
            <w:pPr>
              <w:pStyle w:val="aa"/>
              <w:wordWrap/>
              <w:spacing w:line="240" w:lineRule="auto"/>
              <w:rPr>
                <w:rFonts w:ascii="Arial" w:eastAsia="HG丸ｺﾞｼｯｸM-PRO" w:hAnsi="Arial" w:cs="Arial"/>
                <w:spacing w:val="-4"/>
                <w:sz w:val="16"/>
              </w:rPr>
            </w:pPr>
            <w:r w:rsidRPr="0019610A">
              <w:rPr>
                <w:rFonts w:ascii="Arial" w:eastAsia="HG丸ｺﾞｼｯｸM-PRO" w:hAnsi="Arial" w:cs="Arial"/>
                <w:spacing w:val="-4"/>
                <w:sz w:val="16"/>
              </w:rPr>
              <w:t>(Name)</w:t>
            </w:r>
          </w:p>
        </w:tc>
        <w:sdt>
          <w:sdtPr>
            <w:rPr>
              <w:rFonts w:ascii="Arial" w:eastAsia="HG丸ｺﾞｼｯｸM-PRO" w:hAnsi="Arial" w:cs="Arial"/>
              <w:spacing w:val="-4"/>
              <w:sz w:val="20"/>
            </w:rPr>
            <w:alias w:val="Enter here"/>
            <w:tag w:val="Enter here"/>
            <w:id w:val="99232417"/>
            <w:placeholder>
              <w:docPart w:val="B5F4D69D25F44D03AFE5362971714C85"/>
            </w:placeholder>
            <w:showingPlcHdr/>
            <w:text/>
          </w:sdtPr>
          <w:sdtEndPr/>
          <w:sdtContent>
            <w:tc>
              <w:tcPr>
                <w:tcW w:w="3194" w:type="dxa"/>
                <w:tcBorders>
                  <w:left w:val="single" w:sz="4" w:space="0" w:color="auto"/>
                  <w:bottom w:val="single" w:sz="4" w:space="0" w:color="auto"/>
                </w:tcBorders>
                <w:vAlign w:val="center"/>
              </w:tcPr>
              <w:p w:rsidR="001B2004" w:rsidRPr="00EC4E07" w:rsidRDefault="001B2004" w:rsidP="001B2004">
                <w:pPr>
                  <w:pStyle w:val="aa"/>
                  <w:wordWrap/>
                  <w:spacing w:line="240" w:lineRule="auto"/>
                  <w:rPr>
                    <w:rFonts w:ascii="Arial" w:eastAsia="HG丸ｺﾞｼｯｸM-PRO" w:hAnsi="Arial" w:cs="Arial"/>
                    <w:spacing w:val="-4"/>
                    <w:sz w:val="20"/>
                  </w:rPr>
                </w:pPr>
                <w:r>
                  <w:rPr>
                    <w:rFonts w:ascii="Arial" w:eastAsia="HG丸ｺﾞｼｯｸM-PRO" w:hAnsi="Arial" w:cs="Arial"/>
                    <w:spacing w:val="-4"/>
                    <w:sz w:val="20"/>
                  </w:rPr>
                  <w:t xml:space="preserve">                               </w:t>
                </w:r>
              </w:p>
            </w:tc>
          </w:sdtContent>
        </w:sdt>
        <w:tc>
          <w:tcPr>
            <w:tcW w:w="636" w:type="dxa"/>
            <w:tcBorders>
              <w:left w:val="single" w:sz="4" w:space="0" w:color="auto"/>
              <w:bottom w:val="single" w:sz="4" w:space="0" w:color="auto"/>
            </w:tcBorders>
            <w:vAlign w:val="center"/>
          </w:tcPr>
          <w:p w:rsidR="001B2004" w:rsidRPr="001461E2" w:rsidRDefault="001B2004" w:rsidP="001B2004">
            <w:pPr>
              <w:pStyle w:val="aa"/>
              <w:wordWrap/>
              <w:spacing w:line="240" w:lineRule="auto"/>
              <w:rPr>
                <w:rFonts w:ascii="Arial" w:eastAsia="HG丸ｺﾞｼｯｸM-PRO" w:hAnsi="Arial" w:cs="Arial"/>
                <w:spacing w:val="-4"/>
                <w:sz w:val="20"/>
              </w:rPr>
            </w:pPr>
            <w:r w:rsidRPr="001461E2">
              <w:rPr>
                <w:rFonts w:ascii="Arial" w:eastAsia="HG丸ｺﾞｼｯｸM-PRO" w:hAnsi="Arial" w:cs="Arial"/>
                <w:spacing w:val="-4"/>
                <w:sz w:val="20"/>
              </w:rPr>
              <w:t>就職</w:t>
            </w:r>
            <w:r>
              <w:rPr>
                <w:rFonts w:ascii="Arial" w:eastAsia="HG丸ｺﾞｼｯｸM-PRO" w:hAnsi="Arial" w:cs="Arial" w:hint="eastAsia"/>
                <w:spacing w:val="-4"/>
                <w:sz w:val="20"/>
              </w:rPr>
              <w:t xml:space="preserve"> </w:t>
            </w:r>
          </w:p>
          <w:p w:rsidR="001B2004" w:rsidRPr="001461E2" w:rsidRDefault="001B2004" w:rsidP="001B2004">
            <w:pPr>
              <w:pStyle w:val="aa"/>
              <w:spacing w:line="240" w:lineRule="auto"/>
              <w:rPr>
                <w:rFonts w:ascii="Arial" w:eastAsia="HG丸ｺﾞｼｯｸM-PRO" w:hAnsi="Arial" w:cs="Arial"/>
                <w:spacing w:val="0"/>
                <w:sz w:val="20"/>
              </w:rPr>
            </w:pPr>
            <w:r w:rsidRPr="0019610A">
              <w:rPr>
                <w:rFonts w:ascii="Arial" w:eastAsia="HG丸ｺﾞｼｯｸM-PRO" w:hAnsi="Arial" w:cs="Arial"/>
                <w:spacing w:val="-4"/>
                <w:sz w:val="16"/>
              </w:rPr>
              <w:t>(From)</w:t>
            </w:r>
          </w:p>
        </w:tc>
        <w:tc>
          <w:tcPr>
            <w:tcW w:w="1768" w:type="dxa"/>
            <w:tcBorders>
              <w:left w:val="single" w:sz="4" w:space="0" w:color="auto"/>
              <w:bottom w:val="single" w:sz="4" w:space="0" w:color="auto"/>
            </w:tcBorders>
            <w:vAlign w:val="center"/>
          </w:tcPr>
          <w:p w:rsidR="001B2004" w:rsidRPr="00EC4E07" w:rsidRDefault="001E4AEF" w:rsidP="001B2004">
            <w:pPr>
              <w:pStyle w:val="aa"/>
              <w:jc w:val="left"/>
              <w:rPr>
                <w:rFonts w:ascii="Arial" w:eastAsia="HG丸ｺﾞｼｯｸM-PRO" w:hAnsi="Arial" w:cs="Arial"/>
                <w:spacing w:val="0"/>
                <w:sz w:val="20"/>
              </w:rPr>
            </w:pPr>
            <w:sdt>
              <w:sdtPr>
                <w:rPr>
                  <w:rFonts w:ascii="Arial" w:eastAsia="HG丸ｺﾞｼｯｸM-PRO" w:hAnsi="Arial" w:cs="Arial"/>
                  <w:sz w:val="20"/>
                </w:rPr>
                <w:alias w:val="year/month"/>
                <w:tag w:val="year/month"/>
                <w:id w:val="654579651"/>
                <w:placeholder>
                  <w:docPart w:val="60737084A0014D9A842CF98887A5E99E"/>
                </w:placeholder>
                <w:showingPlcHdr/>
                <w:text/>
              </w:sdtPr>
              <w:sdtEndPr/>
              <w:sdtContent>
                <w:r w:rsidR="001B2004" w:rsidRPr="00EC4E07">
                  <w:rPr>
                    <w:rFonts w:ascii="Arial" w:eastAsia="HG丸ｺﾞｼｯｸM-PRO" w:hAnsi="Arial" w:cs="Arial"/>
                    <w:sz w:val="20"/>
                  </w:rPr>
                  <w:t xml:space="preserve">               </w:t>
                </w:r>
              </w:sdtContent>
            </w:sdt>
          </w:p>
        </w:tc>
        <w:tc>
          <w:tcPr>
            <w:tcW w:w="1823" w:type="dxa"/>
            <w:vMerge w:val="restart"/>
            <w:tcBorders>
              <w:left w:val="single" w:sz="4" w:space="0" w:color="auto"/>
            </w:tcBorders>
            <w:vAlign w:val="center"/>
          </w:tcPr>
          <w:p w:rsidR="001B2004" w:rsidRPr="00EC4E07" w:rsidRDefault="001E4AEF" w:rsidP="001B2004">
            <w:pPr>
              <w:wordWrap w:val="0"/>
              <w:autoSpaceDE w:val="0"/>
              <w:autoSpaceDN w:val="0"/>
              <w:adjustRightInd w:val="0"/>
              <w:spacing w:line="245" w:lineRule="atLeast"/>
              <w:jc w:val="left"/>
              <w:rPr>
                <w:rFonts w:ascii="Arial" w:eastAsia="HG丸ｺﾞｼｯｸM-PRO" w:hAnsi="Arial" w:cs="Arial"/>
                <w:spacing w:val="-2"/>
                <w:kern w:val="0"/>
                <w:sz w:val="20"/>
                <w:szCs w:val="20"/>
              </w:rPr>
            </w:pPr>
            <w:sdt>
              <w:sdtPr>
                <w:rPr>
                  <w:rFonts w:ascii="Arial" w:eastAsia="HG丸ｺﾞｼｯｸM-PRO" w:hAnsi="Arial" w:cs="Arial"/>
                  <w:spacing w:val="-2"/>
                  <w:kern w:val="0"/>
                  <w:sz w:val="16"/>
                  <w:szCs w:val="16"/>
                </w:rPr>
                <w:alias w:val="Enter here"/>
                <w:tag w:val="Enter here"/>
                <w:id w:val="-495494830"/>
                <w:placeholder>
                  <w:docPart w:val="CBBCE5C5CFDC4C29A32FF94F4F3F4111"/>
                </w:placeholder>
                <w:showingPlcHdr/>
                <w:text/>
              </w:sdtPr>
              <w:sdtEndPr>
                <w:rPr>
                  <w:sz w:val="20"/>
                  <w:szCs w:val="20"/>
                </w:rPr>
              </w:sdtEndPr>
              <w:sdtContent>
                <w:r w:rsidR="001B2004" w:rsidRPr="00EC4E07">
                  <w:rPr>
                    <w:rFonts w:ascii="Arial" w:eastAsia="HG丸ｺﾞｼｯｸM-PRO" w:hAnsi="Arial" w:cs="Arial"/>
                    <w:color w:val="808080"/>
                    <w:spacing w:val="-2"/>
                    <w:kern w:val="0"/>
                    <w:szCs w:val="20"/>
                  </w:rPr>
                  <w:t xml:space="preserve">          </w:t>
                </w:r>
                <w:r w:rsidR="001B2004" w:rsidRPr="00EC4E07">
                  <w:rPr>
                    <w:rFonts w:ascii="Arial" w:eastAsia="HG丸ｺﾞｼｯｸM-PRO" w:hAnsi="Arial" w:cs="Arial"/>
                    <w:spacing w:val="-2"/>
                    <w:kern w:val="0"/>
                    <w:sz w:val="16"/>
                    <w:szCs w:val="16"/>
                  </w:rPr>
                  <w:t xml:space="preserve">　　</w:t>
                </w:r>
                <w:r w:rsidR="001B2004" w:rsidRPr="00EC4E07">
                  <w:rPr>
                    <w:rFonts w:ascii="Arial" w:eastAsia="HG丸ｺﾞｼｯｸM-PRO" w:hAnsi="Arial" w:cs="Arial"/>
                    <w:spacing w:val="-2"/>
                    <w:kern w:val="0"/>
                    <w:sz w:val="20"/>
                    <w:szCs w:val="20"/>
                  </w:rPr>
                  <w:t xml:space="preserve"> </w:t>
                </w:r>
              </w:sdtContent>
            </w:sdt>
          </w:p>
        </w:tc>
        <w:tc>
          <w:tcPr>
            <w:tcW w:w="2076" w:type="dxa"/>
            <w:vMerge w:val="restart"/>
            <w:tcBorders>
              <w:left w:val="single" w:sz="4" w:space="0" w:color="auto"/>
              <w:right w:val="single" w:sz="4" w:space="0" w:color="auto"/>
            </w:tcBorders>
            <w:vAlign w:val="center"/>
          </w:tcPr>
          <w:p w:rsidR="001B2004" w:rsidRPr="00EC4E07" w:rsidRDefault="001E4AEF" w:rsidP="001B2004">
            <w:pPr>
              <w:wordWrap w:val="0"/>
              <w:autoSpaceDE w:val="0"/>
              <w:autoSpaceDN w:val="0"/>
              <w:adjustRightInd w:val="0"/>
              <w:spacing w:line="245" w:lineRule="atLeast"/>
              <w:jc w:val="left"/>
              <w:rPr>
                <w:rFonts w:ascii="Arial" w:eastAsia="HG丸ｺﾞｼｯｸM-PRO" w:hAnsi="Arial" w:cs="Arial"/>
                <w:spacing w:val="-2"/>
                <w:kern w:val="0"/>
                <w:sz w:val="20"/>
                <w:szCs w:val="20"/>
              </w:rPr>
            </w:pPr>
            <w:sdt>
              <w:sdtPr>
                <w:rPr>
                  <w:rFonts w:ascii="Arial" w:eastAsia="HG丸ｺﾞｼｯｸM-PRO" w:hAnsi="Arial" w:cs="Arial"/>
                  <w:spacing w:val="-2"/>
                  <w:kern w:val="0"/>
                  <w:sz w:val="16"/>
                  <w:szCs w:val="16"/>
                </w:rPr>
                <w:alias w:val="Enter here"/>
                <w:tag w:val="Enter here"/>
                <w:id w:val="-556241961"/>
                <w:placeholder>
                  <w:docPart w:val="3A90F11447994B7785FC93138DC4CEE8"/>
                </w:placeholder>
                <w:showingPlcHdr/>
                <w:text/>
              </w:sdtPr>
              <w:sdtEndPr>
                <w:rPr>
                  <w:sz w:val="20"/>
                  <w:szCs w:val="20"/>
                </w:rPr>
              </w:sdtEndPr>
              <w:sdtContent>
                <w:r w:rsidR="001B2004" w:rsidRPr="00EC4E07">
                  <w:rPr>
                    <w:rFonts w:ascii="Arial" w:eastAsia="HG丸ｺﾞｼｯｸM-PRO" w:hAnsi="Arial" w:cs="Arial"/>
                    <w:color w:val="808080"/>
                    <w:spacing w:val="-2"/>
                    <w:kern w:val="0"/>
                    <w:szCs w:val="20"/>
                  </w:rPr>
                  <w:t xml:space="preserve">   </w:t>
                </w:r>
                <w:r w:rsidR="001B2004" w:rsidRPr="00EC4E07">
                  <w:rPr>
                    <w:rFonts w:ascii="Arial" w:eastAsia="HG丸ｺﾞｼｯｸM-PRO" w:hAnsi="Arial" w:cs="Arial"/>
                    <w:color w:val="808080"/>
                    <w:spacing w:val="-2"/>
                    <w:kern w:val="0"/>
                    <w:szCs w:val="20"/>
                  </w:rPr>
                  <w:t xml:space="preserve">　</w:t>
                </w:r>
                <w:r w:rsidR="001B2004" w:rsidRPr="00EC4E07">
                  <w:rPr>
                    <w:rFonts w:ascii="Arial" w:eastAsia="HG丸ｺﾞｼｯｸM-PRO" w:hAnsi="Arial" w:cs="Arial"/>
                    <w:color w:val="808080"/>
                    <w:spacing w:val="-2"/>
                    <w:kern w:val="0"/>
                    <w:szCs w:val="20"/>
                  </w:rPr>
                  <w:t xml:space="preserve">       </w:t>
                </w:r>
                <w:r w:rsidR="001B2004" w:rsidRPr="00EC4E07">
                  <w:rPr>
                    <w:rFonts w:ascii="Arial" w:eastAsia="HG丸ｺﾞｼｯｸM-PRO" w:hAnsi="Arial" w:cs="Arial"/>
                    <w:spacing w:val="-2"/>
                    <w:kern w:val="0"/>
                    <w:sz w:val="16"/>
                    <w:szCs w:val="16"/>
                  </w:rPr>
                  <w:t xml:space="preserve">　　</w:t>
                </w:r>
                <w:r w:rsidR="001B2004" w:rsidRPr="00EC4E07">
                  <w:rPr>
                    <w:rFonts w:ascii="Arial" w:eastAsia="HG丸ｺﾞｼｯｸM-PRO" w:hAnsi="Arial" w:cs="Arial"/>
                    <w:spacing w:val="-2"/>
                    <w:kern w:val="0"/>
                    <w:sz w:val="20"/>
                    <w:szCs w:val="20"/>
                  </w:rPr>
                  <w:t xml:space="preserve"> </w:t>
                </w:r>
              </w:sdtContent>
            </w:sdt>
          </w:p>
        </w:tc>
      </w:tr>
      <w:tr w:rsidR="001B2004" w:rsidRPr="001461E2" w:rsidTr="00896327">
        <w:trPr>
          <w:trHeight w:val="474"/>
        </w:trPr>
        <w:tc>
          <w:tcPr>
            <w:tcW w:w="881" w:type="dxa"/>
            <w:tcBorders>
              <w:top w:val="single" w:sz="4" w:space="0" w:color="auto"/>
              <w:left w:val="single" w:sz="4" w:space="0" w:color="auto"/>
              <w:bottom w:val="single" w:sz="4" w:space="0" w:color="auto"/>
            </w:tcBorders>
            <w:vAlign w:val="center"/>
          </w:tcPr>
          <w:p w:rsidR="001B2004" w:rsidRPr="001461E2" w:rsidRDefault="001B2004" w:rsidP="001B2004">
            <w:pPr>
              <w:pStyle w:val="aa"/>
              <w:wordWrap/>
              <w:spacing w:line="240" w:lineRule="auto"/>
              <w:rPr>
                <w:rFonts w:ascii="Arial" w:eastAsia="HG丸ｺﾞｼｯｸM-PRO" w:hAnsi="Arial" w:cs="Arial"/>
                <w:spacing w:val="-4"/>
                <w:sz w:val="20"/>
              </w:rPr>
            </w:pPr>
            <w:r w:rsidRPr="001461E2">
              <w:rPr>
                <w:rFonts w:ascii="Arial" w:eastAsia="HG丸ｺﾞｼｯｸM-PRO" w:hAnsi="Arial" w:cs="Arial"/>
                <w:spacing w:val="-4"/>
                <w:sz w:val="20"/>
              </w:rPr>
              <w:t>所在地</w:t>
            </w:r>
            <w:r>
              <w:rPr>
                <w:rFonts w:ascii="Arial" w:eastAsia="HG丸ｺﾞｼｯｸM-PRO" w:hAnsi="Arial" w:cs="Arial" w:hint="eastAsia"/>
                <w:spacing w:val="-4"/>
                <w:sz w:val="20"/>
              </w:rPr>
              <w:t xml:space="preserve"> </w:t>
            </w:r>
          </w:p>
          <w:p w:rsidR="001B2004" w:rsidRPr="001461E2" w:rsidRDefault="001B2004" w:rsidP="001B2004">
            <w:pPr>
              <w:pStyle w:val="aa"/>
              <w:rPr>
                <w:rFonts w:ascii="Arial" w:eastAsia="HG丸ｺﾞｼｯｸM-PRO" w:hAnsi="Arial" w:cs="Arial"/>
                <w:spacing w:val="-4"/>
                <w:sz w:val="20"/>
              </w:rPr>
            </w:pPr>
            <w:r w:rsidRPr="0019610A">
              <w:rPr>
                <w:rFonts w:ascii="Arial" w:eastAsia="HG丸ｺﾞｼｯｸM-PRO" w:hAnsi="Arial" w:cs="Arial"/>
                <w:spacing w:val="-4"/>
                <w:sz w:val="16"/>
              </w:rPr>
              <w:t>(Location)</w:t>
            </w:r>
          </w:p>
        </w:tc>
        <w:sdt>
          <w:sdtPr>
            <w:rPr>
              <w:rFonts w:ascii="Arial" w:eastAsia="HG丸ｺﾞｼｯｸM-PRO" w:hAnsi="Arial" w:cs="Arial"/>
              <w:spacing w:val="-4"/>
              <w:sz w:val="20"/>
            </w:rPr>
            <w:alias w:val="Enter here"/>
            <w:tag w:val="Enter here"/>
            <w:id w:val="218941574"/>
            <w:placeholder>
              <w:docPart w:val="B3D71BFCFECE44E4B05073A534A069C9"/>
            </w:placeholder>
            <w:showingPlcHdr/>
            <w:text/>
          </w:sdtPr>
          <w:sdtEndPr/>
          <w:sdtContent>
            <w:tc>
              <w:tcPr>
                <w:tcW w:w="3194" w:type="dxa"/>
                <w:tcBorders>
                  <w:top w:val="single" w:sz="4" w:space="0" w:color="auto"/>
                  <w:left w:val="single" w:sz="4" w:space="0" w:color="auto"/>
                  <w:bottom w:val="single" w:sz="4" w:space="0" w:color="auto"/>
                </w:tcBorders>
                <w:vAlign w:val="center"/>
              </w:tcPr>
              <w:p w:rsidR="001B2004" w:rsidRPr="00EC4E07" w:rsidRDefault="001B2004" w:rsidP="001B2004">
                <w:pPr>
                  <w:pStyle w:val="aa"/>
                  <w:wordWrap/>
                  <w:spacing w:line="240" w:lineRule="auto"/>
                  <w:rPr>
                    <w:rFonts w:ascii="Arial" w:eastAsia="HG丸ｺﾞｼｯｸM-PRO" w:hAnsi="Arial" w:cs="Arial"/>
                    <w:spacing w:val="-4"/>
                    <w:sz w:val="20"/>
                  </w:rPr>
                </w:pPr>
                <w:r>
                  <w:rPr>
                    <w:rFonts w:ascii="Arial" w:eastAsia="HG丸ｺﾞｼｯｸM-PRO" w:hAnsi="Arial" w:cs="Arial"/>
                    <w:spacing w:val="-4"/>
                    <w:sz w:val="20"/>
                  </w:rPr>
                  <w:t xml:space="preserve">                               </w:t>
                </w:r>
              </w:p>
            </w:tc>
          </w:sdtContent>
        </w:sdt>
        <w:tc>
          <w:tcPr>
            <w:tcW w:w="636" w:type="dxa"/>
            <w:tcBorders>
              <w:top w:val="single" w:sz="4" w:space="0" w:color="auto"/>
              <w:left w:val="single" w:sz="4" w:space="0" w:color="auto"/>
              <w:bottom w:val="single" w:sz="4" w:space="0" w:color="auto"/>
            </w:tcBorders>
            <w:vAlign w:val="center"/>
          </w:tcPr>
          <w:p w:rsidR="001B2004" w:rsidRPr="001461E2" w:rsidRDefault="001B2004" w:rsidP="001B2004">
            <w:pPr>
              <w:pStyle w:val="aa"/>
              <w:wordWrap/>
              <w:spacing w:line="240" w:lineRule="auto"/>
              <w:rPr>
                <w:rFonts w:ascii="Arial" w:eastAsia="HG丸ｺﾞｼｯｸM-PRO" w:hAnsi="Arial" w:cs="Arial"/>
                <w:spacing w:val="-4"/>
                <w:sz w:val="20"/>
              </w:rPr>
            </w:pPr>
            <w:r w:rsidRPr="001461E2">
              <w:rPr>
                <w:rFonts w:ascii="Arial" w:eastAsia="HG丸ｺﾞｼｯｸM-PRO" w:hAnsi="Arial" w:cs="Arial"/>
                <w:spacing w:val="-4"/>
                <w:sz w:val="20"/>
              </w:rPr>
              <w:t>退職</w:t>
            </w:r>
          </w:p>
          <w:p w:rsidR="001B2004" w:rsidRPr="001461E2" w:rsidRDefault="001B2004" w:rsidP="001B2004">
            <w:pPr>
              <w:pStyle w:val="aa"/>
              <w:rPr>
                <w:rFonts w:ascii="Arial" w:eastAsia="HG丸ｺﾞｼｯｸM-PRO" w:hAnsi="Arial" w:cs="Arial"/>
                <w:spacing w:val="-4"/>
                <w:sz w:val="20"/>
              </w:rPr>
            </w:pPr>
            <w:r w:rsidRPr="0019610A">
              <w:rPr>
                <w:rFonts w:ascii="Arial" w:eastAsia="HG丸ｺﾞｼｯｸM-PRO" w:hAnsi="Arial" w:cs="Arial"/>
                <w:spacing w:val="-4"/>
                <w:sz w:val="16"/>
              </w:rPr>
              <w:t>(To)</w:t>
            </w:r>
          </w:p>
        </w:tc>
        <w:tc>
          <w:tcPr>
            <w:tcW w:w="1768" w:type="dxa"/>
            <w:tcBorders>
              <w:top w:val="single" w:sz="4" w:space="0" w:color="auto"/>
              <w:left w:val="single" w:sz="4" w:space="0" w:color="auto"/>
              <w:bottom w:val="single" w:sz="4" w:space="0" w:color="auto"/>
            </w:tcBorders>
            <w:vAlign w:val="center"/>
          </w:tcPr>
          <w:p w:rsidR="001B2004" w:rsidRPr="001461E2" w:rsidRDefault="001E4AEF" w:rsidP="001B2004">
            <w:pPr>
              <w:pStyle w:val="aa"/>
              <w:wordWrap/>
              <w:spacing w:line="240" w:lineRule="auto"/>
              <w:jc w:val="left"/>
              <w:rPr>
                <w:rFonts w:ascii="Arial" w:eastAsia="HG丸ｺﾞｼｯｸM-PRO" w:hAnsi="Arial" w:cs="Arial"/>
                <w:spacing w:val="-4"/>
                <w:sz w:val="20"/>
              </w:rPr>
            </w:pPr>
            <w:sdt>
              <w:sdtPr>
                <w:rPr>
                  <w:rFonts w:ascii="Arial" w:eastAsia="HG丸ｺﾞｼｯｸM-PRO" w:hAnsi="Arial" w:cs="Arial"/>
                  <w:sz w:val="20"/>
                </w:rPr>
                <w:alias w:val="year/month"/>
                <w:tag w:val="year/month"/>
                <w:id w:val="1487203426"/>
                <w:placeholder>
                  <w:docPart w:val="4065385253EB45158FFE62263AC26AA8"/>
                </w:placeholder>
                <w:showingPlcHdr/>
                <w:text/>
              </w:sdtPr>
              <w:sdtEndPr/>
              <w:sdtContent>
                <w:r w:rsidR="001B2004" w:rsidRPr="00EC4E07">
                  <w:rPr>
                    <w:rFonts w:ascii="Arial" w:eastAsia="HG丸ｺﾞｼｯｸM-PRO" w:hAnsi="Arial" w:cs="Arial"/>
                    <w:sz w:val="20"/>
                  </w:rPr>
                  <w:t xml:space="preserve">               </w:t>
                </w:r>
              </w:sdtContent>
            </w:sdt>
          </w:p>
        </w:tc>
        <w:tc>
          <w:tcPr>
            <w:tcW w:w="1823" w:type="dxa"/>
            <w:vMerge/>
            <w:tcBorders>
              <w:left w:val="single" w:sz="4" w:space="0" w:color="auto"/>
              <w:bottom w:val="single" w:sz="4" w:space="0" w:color="auto"/>
            </w:tcBorders>
            <w:vAlign w:val="center"/>
          </w:tcPr>
          <w:p w:rsidR="001B2004" w:rsidRDefault="001B2004" w:rsidP="001B2004">
            <w:pPr>
              <w:pStyle w:val="aa"/>
              <w:wordWrap/>
              <w:spacing w:line="240" w:lineRule="auto"/>
              <w:rPr>
                <w:rFonts w:ascii="Arial" w:eastAsia="HG丸ｺﾞｼｯｸM-PRO" w:hAnsi="Arial" w:cs="Arial"/>
                <w:sz w:val="20"/>
              </w:rPr>
            </w:pPr>
          </w:p>
        </w:tc>
        <w:tc>
          <w:tcPr>
            <w:tcW w:w="2076" w:type="dxa"/>
            <w:vMerge/>
            <w:tcBorders>
              <w:left w:val="single" w:sz="4" w:space="0" w:color="auto"/>
              <w:bottom w:val="single" w:sz="4" w:space="0" w:color="auto"/>
              <w:right w:val="single" w:sz="4" w:space="0" w:color="auto"/>
            </w:tcBorders>
            <w:vAlign w:val="center"/>
          </w:tcPr>
          <w:p w:rsidR="001B2004" w:rsidRDefault="001B2004" w:rsidP="001B2004">
            <w:pPr>
              <w:pStyle w:val="aa"/>
              <w:wordWrap/>
              <w:spacing w:line="240" w:lineRule="auto"/>
              <w:rPr>
                <w:rFonts w:ascii="Arial" w:eastAsia="HG丸ｺﾞｼｯｸM-PRO" w:hAnsi="Arial" w:cs="Arial"/>
                <w:sz w:val="20"/>
              </w:rPr>
            </w:pPr>
          </w:p>
        </w:tc>
      </w:tr>
    </w:tbl>
    <w:p w:rsidR="001151E7" w:rsidRPr="001461E2" w:rsidRDefault="001151E7" w:rsidP="001151E7">
      <w:pPr>
        <w:pStyle w:val="aa"/>
        <w:spacing w:line="100" w:lineRule="atLeast"/>
        <w:rPr>
          <w:rFonts w:ascii="Arial" w:eastAsia="HG丸ｺﾞｼｯｸM-PRO" w:hAnsi="Arial" w:cs="Arial"/>
          <w:sz w:val="20"/>
        </w:rPr>
      </w:pPr>
      <w:r w:rsidRPr="001461E2">
        <w:rPr>
          <w:rFonts w:ascii="Arial" w:eastAsia="HG丸ｺﾞｼｯｸM-PRO" w:hAnsi="Arial" w:cs="Arial"/>
          <w:sz w:val="20"/>
        </w:rPr>
        <w:t>・入隊経験がある場合は、職歴に記入してください。</w:t>
      </w:r>
    </w:p>
    <w:p w:rsidR="001151E7" w:rsidRDefault="001151E7" w:rsidP="001151E7">
      <w:pPr>
        <w:pStyle w:val="aa"/>
        <w:spacing w:line="100" w:lineRule="atLeast"/>
        <w:ind w:firstLineChars="100" w:firstLine="196"/>
        <w:rPr>
          <w:rFonts w:ascii="Arial" w:eastAsia="HG丸ｺﾞｼｯｸM-PRO" w:hAnsi="Arial" w:cs="Arial"/>
          <w:sz w:val="20"/>
        </w:rPr>
      </w:pPr>
      <w:r>
        <w:rPr>
          <w:rFonts w:ascii="Arial" w:eastAsia="HG丸ｺﾞｼｯｸM-PRO" w:hAnsi="Arial" w:cs="Arial" w:hint="eastAsia"/>
          <w:sz w:val="20"/>
        </w:rPr>
        <w:t>(</w:t>
      </w:r>
      <w:r w:rsidRPr="001461E2">
        <w:rPr>
          <w:rFonts w:ascii="Arial" w:eastAsia="HG丸ｺﾞｼｯｸM-PRO" w:hAnsi="Arial" w:cs="Arial"/>
          <w:sz w:val="20"/>
        </w:rPr>
        <w:t>Please include any military service in your employment record.</w:t>
      </w:r>
      <w:r>
        <w:rPr>
          <w:rFonts w:ascii="Arial" w:eastAsia="HG丸ｺﾞｼｯｸM-PRO" w:hAnsi="Arial" w:cs="Arial"/>
          <w:sz w:val="20"/>
        </w:rPr>
        <w:t>)</w:t>
      </w:r>
    </w:p>
    <w:p w:rsidR="001151E7" w:rsidRDefault="001151E7" w:rsidP="001151E7">
      <w:pPr>
        <w:pStyle w:val="aa"/>
        <w:spacing w:line="100" w:lineRule="atLeast"/>
        <w:ind w:firstLineChars="100" w:firstLine="196"/>
        <w:rPr>
          <w:rFonts w:ascii="Arial" w:eastAsia="HG丸ｺﾞｼｯｸM-PRO" w:hAnsi="Arial" w:cs="Arial"/>
          <w:sz w:val="20"/>
        </w:rPr>
      </w:pPr>
    </w:p>
    <w:tbl>
      <w:tblPr>
        <w:tblpPr w:leftFromText="142" w:rightFromText="142" w:vertAnchor="text" w:horzAnchor="margin" w:tblpX="137" w:tblpY="319"/>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4536"/>
        <w:gridCol w:w="1559"/>
        <w:gridCol w:w="2268"/>
      </w:tblGrid>
      <w:tr w:rsidR="0007479B" w:rsidRPr="001461E2" w:rsidTr="00FD0D3D">
        <w:trPr>
          <w:trHeight w:val="693"/>
        </w:trPr>
        <w:tc>
          <w:tcPr>
            <w:tcW w:w="1980" w:type="dxa"/>
            <w:vAlign w:val="center"/>
          </w:tcPr>
          <w:p w:rsidR="0007479B" w:rsidRPr="009A70F3" w:rsidRDefault="0007479B" w:rsidP="0007479B">
            <w:pPr>
              <w:pStyle w:val="a3"/>
              <w:spacing w:line="240" w:lineRule="auto"/>
              <w:rPr>
                <w:rFonts w:ascii="Arial" w:eastAsia="HG丸ｺﾞｼｯｸM-PRO" w:hAnsi="Arial" w:cs="Arial"/>
                <w:sz w:val="20"/>
                <w:szCs w:val="20"/>
              </w:rPr>
            </w:pPr>
            <w:r w:rsidRPr="009A70F3">
              <w:rPr>
                <w:rFonts w:ascii="Arial" w:eastAsia="HG丸ｺﾞｼｯｸM-PRO" w:hAnsi="Arial" w:cs="Arial"/>
                <w:sz w:val="20"/>
                <w:szCs w:val="20"/>
              </w:rPr>
              <w:t>氏　名</w:t>
            </w:r>
            <w:r w:rsidRPr="009A70F3">
              <w:rPr>
                <w:rFonts w:ascii="Arial" w:eastAsia="HG丸ｺﾞｼｯｸM-PRO" w:hAnsi="Arial" w:cs="Arial"/>
                <w:sz w:val="20"/>
                <w:szCs w:val="20"/>
              </w:rPr>
              <w:t xml:space="preserve"> </w:t>
            </w:r>
          </w:p>
          <w:p w:rsidR="0007479B" w:rsidRPr="009A70F3" w:rsidRDefault="0007479B" w:rsidP="0007479B">
            <w:pPr>
              <w:pStyle w:val="a3"/>
              <w:spacing w:line="240" w:lineRule="auto"/>
              <w:rPr>
                <w:rFonts w:ascii="Arial" w:eastAsia="HG丸ｺﾞｼｯｸM-PRO" w:hAnsi="Arial" w:cs="Arial"/>
                <w:sz w:val="20"/>
                <w:szCs w:val="20"/>
              </w:rPr>
            </w:pPr>
            <w:r w:rsidRPr="004C68FC">
              <w:rPr>
                <w:rFonts w:ascii="Arial" w:eastAsia="HG丸ｺﾞｼｯｸM-PRO" w:hAnsi="Arial" w:cs="Arial"/>
                <w:sz w:val="16"/>
                <w:szCs w:val="20"/>
              </w:rPr>
              <w:t>(Name)</w:t>
            </w:r>
          </w:p>
        </w:tc>
        <w:tc>
          <w:tcPr>
            <w:tcW w:w="4536" w:type="dxa"/>
            <w:vAlign w:val="center"/>
          </w:tcPr>
          <w:p w:rsidR="0007479B" w:rsidRPr="00EC4E07" w:rsidRDefault="001E4AEF" w:rsidP="001E4AEF">
            <w:pPr>
              <w:pStyle w:val="a3"/>
              <w:spacing w:line="240" w:lineRule="auto"/>
              <w:rPr>
                <w:rFonts w:ascii="Arial" w:eastAsia="HG丸ｺﾞｼｯｸM-PRO" w:hAnsi="Arial" w:cs="Arial"/>
                <w:sz w:val="20"/>
                <w:szCs w:val="20"/>
              </w:rPr>
            </w:pPr>
            <w:sdt>
              <w:sdtPr>
                <w:rPr>
                  <w:rFonts w:ascii="ＭＳ ゴシック" w:eastAsia="ＭＳ ゴシック" w:hAnsi="ＭＳ ゴシック" w:cs="ＭＳ ゴシック"/>
                  <w:sz w:val="20"/>
                  <w:szCs w:val="20"/>
                </w:rPr>
                <w:alias w:val="Enter here"/>
                <w:tag w:val="Enter here"/>
                <w:id w:val="-186682595"/>
                <w:placeholder>
                  <w:docPart w:val="DB87C26A1EBF4B7A9C5C602D137B7FE9"/>
                </w:placeholder>
                <w:showingPlcHdr/>
                <w:text/>
              </w:sdtPr>
              <w:sdtEndPr/>
              <w:sdtContent>
                <w:r w:rsidRPr="00EC4E07">
                  <w:rPr>
                    <w:rStyle w:val="ab"/>
                    <w:rFonts w:ascii="Arial" w:eastAsia="HG丸ｺﾞｼｯｸM-PRO" w:hAnsi="Arial" w:cs="Arial"/>
                  </w:rPr>
                  <w:t xml:space="preserve">            </w:t>
                </w:r>
                <w:r w:rsidRPr="00EC4E07">
                  <w:rPr>
                    <w:rStyle w:val="ab"/>
                    <w:rFonts w:ascii="Arial" w:eastAsia="HG丸ｺﾞｼｯｸM-PRO" w:hAnsi="Arial" w:cs="Arial"/>
                  </w:rPr>
                  <w:t xml:space="preserve">　　　　　　　</w:t>
                </w:r>
                <w:r w:rsidRPr="00EC4E07">
                  <w:rPr>
                    <w:rStyle w:val="ab"/>
                    <w:rFonts w:ascii="Arial" w:eastAsia="HG丸ｺﾞｼｯｸM-PRO" w:hAnsi="Arial" w:cs="Arial"/>
                  </w:rPr>
                  <w:t xml:space="preserve">      </w:t>
                </w:r>
              </w:sdtContent>
            </w:sdt>
          </w:p>
        </w:tc>
        <w:tc>
          <w:tcPr>
            <w:tcW w:w="1559" w:type="dxa"/>
            <w:vAlign w:val="center"/>
          </w:tcPr>
          <w:p w:rsidR="0007479B" w:rsidRPr="00FD0D3D" w:rsidRDefault="0007479B" w:rsidP="0007479B">
            <w:pPr>
              <w:pStyle w:val="a3"/>
              <w:spacing w:line="240" w:lineRule="auto"/>
              <w:rPr>
                <w:rFonts w:ascii="Arial" w:eastAsia="HG丸ｺﾞｼｯｸM-PRO" w:hAnsi="Arial" w:cs="Arial"/>
                <w:sz w:val="20"/>
                <w:szCs w:val="20"/>
              </w:rPr>
            </w:pPr>
            <w:r w:rsidRPr="00FD0D3D">
              <w:rPr>
                <w:rFonts w:ascii="Arial" w:eastAsia="HG丸ｺﾞｼｯｸM-PRO" w:hAnsi="Arial" w:cs="Arial"/>
                <w:sz w:val="20"/>
                <w:szCs w:val="20"/>
              </w:rPr>
              <w:t>続</w:t>
            </w:r>
            <w:r w:rsidR="00FD0D3D" w:rsidRPr="00FD0D3D">
              <w:rPr>
                <w:rFonts w:ascii="Arial" w:eastAsia="HG丸ｺﾞｼｯｸM-PRO" w:hAnsi="Arial" w:cs="Arial" w:hint="eastAsia"/>
                <w:sz w:val="20"/>
                <w:szCs w:val="20"/>
              </w:rPr>
              <w:t xml:space="preserve">　</w:t>
            </w:r>
            <w:r w:rsidRPr="00FD0D3D">
              <w:rPr>
                <w:rFonts w:ascii="Arial" w:eastAsia="HG丸ｺﾞｼｯｸM-PRO" w:hAnsi="Arial" w:cs="Arial"/>
                <w:sz w:val="20"/>
                <w:szCs w:val="20"/>
              </w:rPr>
              <w:t>柄</w:t>
            </w:r>
          </w:p>
          <w:p w:rsidR="0007479B" w:rsidRPr="001461E2" w:rsidRDefault="0007479B" w:rsidP="0007479B">
            <w:pPr>
              <w:pStyle w:val="a3"/>
              <w:spacing w:line="240" w:lineRule="auto"/>
              <w:rPr>
                <w:rFonts w:ascii="Arial" w:eastAsia="HG丸ｺﾞｼｯｸM-PRO" w:hAnsi="Arial" w:cs="Arial"/>
              </w:rPr>
            </w:pPr>
            <w:r>
              <w:rPr>
                <w:rFonts w:ascii="Arial" w:eastAsia="HG丸ｺﾞｼｯｸM-PRO" w:hAnsi="Arial" w:cs="Arial"/>
                <w:spacing w:val="-8"/>
                <w:sz w:val="16"/>
                <w:szCs w:val="16"/>
              </w:rPr>
              <w:t>(</w:t>
            </w:r>
            <w:r w:rsidRPr="001461E2">
              <w:rPr>
                <w:rFonts w:ascii="Arial" w:eastAsia="HG丸ｺﾞｼｯｸM-PRO" w:hAnsi="Arial" w:cs="Arial"/>
                <w:spacing w:val="-8"/>
                <w:sz w:val="16"/>
                <w:szCs w:val="16"/>
              </w:rPr>
              <w:t xml:space="preserve">Relationship </w:t>
            </w:r>
            <w:r>
              <w:rPr>
                <w:rFonts w:ascii="Arial" w:eastAsia="HG丸ｺﾞｼｯｸM-PRO" w:hAnsi="Arial" w:cs="Arial" w:hint="eastAsia"/>
                <w:spacing w:val="-8"/>
                <w:sz w:val="16"/>
                <w:szCs w:val="16"/>
              </w:rPr>
              <w:t>to self)</w:t>
            </w:r>
          </w:p>
        </w:tc>
        <w:tc>
          <w:tcPr>
            <w:tcW w:w="2268" w:type="dxa"/>
            <w:vAlign w:val="center"/>
          </w:tcPr>
          <w:p w:rsidR="0007479B" w:rsidRPr="00EC4E07" w:rsidRDefault="001E4AEF" w:rsidP="001E4AEF">
            <w:pPr>
              <w:pStyle w:val="a3"/>
              <w:spacing w:line="240" w:lineRule="auto"/>
              <w:rPr>
                <w:rFonts w:ascii="Arial" w:eastAsia="HG丸ｺﾞｼｯｸM-PRO" w:hAnsi="Arial" w:cs="Arial"/>
                <w:sz w:val="20"/>
                <w:szCs w:val="20"/>
              </w:rPr>
            </w:pPr>
            <w:sdt>
              <w:sdtPr>
                <w:rPr>
                  <w:rFonts w:ascii="ＭＳ ゴシック" w:eastAsia="ＭＳ ゴシック" w:hAnsi="ＭＳ ゴシック" w:cs="ＭＳ ゴシック"/>
                  <w:sz w:val="20"/>
                  <w:szCs w:val="20"/>
                  <w:lang w:eastAsia="en-US"/>
                </w:rPr>
                <w:alias w:val="Enter here"/>
                <w:tag w:val="Enter here"/>
                <w:id w:val="1372653428"/>
                <w:placeholder>
                  <w:docPart w:val="216DE483DFB94BE3AA3B9157569B096E"/>
                </w:placeholder>
                <w:showingPlcHdr/>
                <w:text/>
              </w:sdtPr>
              <w:sdtEndPr/>
              <w:sdtContent>
                <w:r w:rsidRPr="00EC4E07">
                  <w:rPr>
                    <w:rStyle w:val="ab"/>
                    <w:rFonts w:ascii="Arial" w:eastAsia="HG丸ｺﾞｼｯｸM-PRO" w:hAnsi="Arial" w:cs="Arial"/>
                  </w:rPr>
                  <w:t xml:space="preserve">   </w:t>
                </w:r>
                <w:r w:rsidRPr="00EC4E07">
                  <w:rPr>
                    <w:rStyle w:val="ab"/>
                    <w:rFonts w:ascii="Arial" w:eastAsia="HG丸ｺﾞｼｯｸM-PRO" w:hAnsi="Arial" w:cs="Arial"/>
                  </w:rPr>
                  <w:t xml:space="preserve">　</w:t>
                </w:r>
                <w:r w:rsidRPr="00EC4E07">
                  <w:rPr>
                    <w:rStyle w:val="ab"/>
                    <w:rFonts w:ascii="Arial" w:eastAsia="HG丸ｺﾞｼｯｸM-PRO" w:hAnsi="Arial" w:cs="Arial"/>
                  </w:rPr>
                  <w:t xml:space="preserve">        </w:t>
                </w:r>
              </w:sdtContent>
            </w:sdt>
          </w:p>
        </w:tc>
      </w:tr>
      <w:tr w:rsidR="0007479B" w:rsidRPr="001461E2" w:rsidTr="00FD0D3D">
        <w:trPr>
          <w:trHeight w:val="703"/>
        </w:trPr>
        <w:tc>
          <w:tcPr>
            <w:tcW w:w="1980" w:type="dxa"/>
            <w:vAlign w:val="center"/>
          </w:tcPr>
          <w:p w:rsidR="0007479B" w:rsidRPr="009A70F3" w:rsidRDefault="0007479B" w:rsidP="0007479B">
            <w:pPr>
              <w:pStyle w:val="a3"/>
              <w:spacing w:line="240" w:lineRule="auto"/>
              <w:rPr>
                <w:rFonts w:ascii="Arial" w:eastAsia="HG丸ｺﾞｼｯｸM-PRO" w:hAnsi="Arial" w:cs="Arial"/>
                <w:sz w:val="20"/>
                <w:szCs w:val="20"/>
              </w:rPr>
            </w:pPr>
            <w:r w:rsidRPr="009A70F3">
              <w:rPr>
                <w:rFonts w:ascii="Arial" w:eastAsia="HG丸ｺﾞｼｯｸM-PRO" w:hAnsi="Arial" w:cs="Arial"/>
                <w:sz w:val="20"/>
                <w:szCs w:val="20"/>
              </w:rPr>
              <w:t>住　所</w:t>
            </w:r>
          </w:p>
          <w:p w:rsidR="0007479B" w:rsidRPr="009A70F3" w:rsidRDefault="00C04E73" w:rsidP="0007479B">
            <w:pPr>
              <w:pStyle w:val="a3"/>
              <w:spacing w:line="240" w:lineRule="auto"/>
              <w:rPr>
                <w:rFonts w:ascii="Arial" w:eastAsia="HG丸ｺﾞｼｯｸM-PRO" w:hAnsi="Arial" w:cs="Arial"/>
                <w:sz w:val="20"/>
                <w:szCs w:val="20"/>
              </w:rPr>
            </w:pPr>
            <w:r>
              <w:rPr>
                <w:rFonts w:ascii="Arial" w:eastAsia="HG丸ｺﾞｼｯｸM-PRO" w:hAnsi="Arial" w:cs="Arial"/>
                <w:sz w:val="16"/>
                <w:szCs w:val="20"/>
              </w:rPr>
              <w:t>(Home</w:t>
            </w:r>
            <w:r w:rsidR="0007479B" w:rsidRPr="004C68FC">
              <w:rPr>
                <w:rFonts w:ascii="Arial" w:eastAsia="HG丸ｺﾞｼｯｸM-PRO" w:hAnsi="Arial" w:cs="Arial"/>
                <w:sz w:val="16"/>
                <w:szCs w:val="20"/>
              </w:rPr>
              <w:t xml:space="preserve"> Address)</w:t>
            </w:r>
          </w:p>
        </w:tc>
        <w:tc>
          <w:tcPr>
            <w:tcW w:w="4536" w:type="dxa"/>
            <w:vAlign w:val="center"/>
          </w:tcPr>
          <w:p w:rsidR="0007479B" w:rsidRPr="00EC4E07" w:rsidRDefault="001E4AEF" w:rsidP="001E4AEF">
            <w:pPr>
              <w:pStyle w:val="a3"/>
              <w:spacing w:line="240" w:lineRule="auto"/>
              <w:rPr>
                <w:rFonts w:ascii="Arial" w:eastAsia="HG丸ｺﾞｼｯｸM-PRO" w:hAnsi="Arial" w:cs="Arial"/>
                <w:sz w:val="20"/>
                <w:szCs w:val="20"/>
              </w:rPr>
            </w:pPr>
            <w:sdt>
              <w:sdtPr>
                <w:rPr>
                  <w:rFonts w:ascii="Times New Roman" w:eastAsia="Arial MT" w:hAnsi="Arial MT" w:cs="Arial MT"/>
                  <w:sz w:val="20"/>
                  <w:szCs w:val="20"/>
                  <w:lang w:eastAsia="en-US"/>
                  <w14:ligatures w14:val="standardContextual"/>
                </w:rPr>
                <w:alias w:val="Enter here"/>
                <w:tag w:val="Enter here"/>
                <w:id w:val="-975826079"/>
                <w:placeholder>
                  <w:docPart w:val="55E1C0E89CFC4E71A3F2974BFB862843"/>
                </w:placeholder>
                <w:showingPlcHdr/>
                <w:text/>
              </w:sdtPr>
              <w:sdtEndPr/>
              <w:sdtContent>
                <w:r w:rsidRPr="00EC4E07">
                  <w:rPr>
                    <w:rStyle w:val="ab"/>
                    <w:rFonts w:ascii="Arial" w:eastAsia="HG丸ｺﾞｼｯｸM-PRO" w:hAnsi="Arial" w:cs="Arial"/>
                  </w:rPr>
                  <w:t xml:space="preserve">            </w:t>
                </w:r>
                <w:r w:rsidRPr="00EC4E07">
                  <w:rPr>
                    <w:rStyle w:val="ab"/>
                    <w:rFonts w:ascii="Arial" w:eastAsia="HG丸ｺﾞｼｯｸM-PRO" w:hAnsi="Arial" w:cs="Arial"/>
                  </w:rPr>
                  <w:t xml:space="preserve">　　　　　　　</w:t>
                </w:r>
                <w:r w:rsidRPr="00EC4E07">
                  <w:rPr>
                    <w:rStyle w:val="ab"/>
                    <w:rFonts w:ascii="Arial" w:eastAsia="HG丸ｺﾞｼｯｸM-PRO" w:hAnsi="Arial" w:cs="Arial"/>
                  </w:rPr>
                  <w:t xml:space="preserve">      </w:t>
                </w:r>
              </w:sdtContent>
            </w:sdt>
          </w:p>
        </w:tc>
        <w:tc>
          <w:tcPr>
            <w:tcW w:w="1559" w:type="dxa"/>
            <w:vAlign w:val="center"/>
          </w:tcPr>
          <w:p w:rsidR="0007479B" w:rsidRPr="00FD0D3D" w:rsidRDefault="0007479B" w:rsidP="0007479B">
            <w:pPr>
              <w:pStyle w:val="a3"/>
              <w:spacing w:line="240" w:lineRule="auto"/>
              <w:rPr>
                <w:rFonts w:ascii="Arial" w:eastAsia="HG丸ｺﾞｼｯｸM-PRO" w:hAnsi="Arial" w:cs="Arial"/>
                <w:sz w:val="20"/>
                <w:szCs w:val="20"/>
              </w:rPr>
            </w:pPr>
            <w:r w:rsidRPr="00FD0D3D">
              <w:rPr>
                <w:rFonts w:ascii="Arial" w:eastAsia="HG丸ｺﾞｼｯｸM-PRO" w:hAnsi="Arial" w:cs="Arial"/>
                <w:sz w:val="20"/>
                <w:szCs w:val="20"/>
              </w:rPr>
              <w:t>電話番号</w:t>
            </w:r>
          </w:p>
          <w:p w:rsidR="0007479B" w:rsidRPr="001461E2" w:rsidRDefault="0007479B" w:rsidP="0007479B">
            <w:pPr>
              <w:pStyle w:val="a3"/>
              <w:spacing w:line="240" w:lineRule="auto"/>
              <w:rPr>
                <w:rFonts w:ascii="Arial" w:eastAsia="HG丸ｺﾞｼｯｸM-PRO" w:hAnsi="Arial" w:cs="Arial"/>
              </w:rPr>
            </w:pPr>
            <w:r>
              <w:rPr>
                <w:rFonts w:ascii="Arial" w:eastAsia="HG丸ｺﾞｼｯｸM-PRO" w:hAnsi="Arial" w:cs="Arial"/>
                <w:sz w:val="16"/>
                <w:szCs w:val="18"/>
              </w:rPr>
              <w:t>(</w:t>
            </w:r>
            <w:r w:rsidRPr="001461E2">
              <w:rPr>
                <w:rFonts w:ascii="Arial" w:eastAsia="HG丸ｺﾞｼｯｸM-PRO" w:hAnsi="Arial" w:cs="Arial"/>
                <w:sz w:val="16"/>
                <w:szCs w:val="18"/>
              </w:rPr>
              <w:t>Phone number</w:t>
            </w:r>
            <w:r>
              <w:rPr>
                <w:rFonts w:ascii="Arial" w:eastAsia="HG丸ｺﾞｼｯｸM-PRO" w:hAnsi="Arial" w:cs="Arial"/>
                <w:sz w:val="16"/>
                <w:szCs w:val="18"/>
              </w:rPr>
              <w:t>)</w:t>
            </w:r>
          </w:p>
        </w:tc>
        <w:tc>
          <w:tcPr>
            <w:tcW w:w="2268" w:type="dxa"/>
            <w:vAlign w:val="center"/>
          </w:tcPr>
          <w:p w:rsidR="0007479B" w:rsidRPr="00EC4E07" w:rsidRDefault="001E4AEF" w:rsidP="001E4AEF">
            <w:pPr>
              <w:pStyle w:val="a3"/>
              <w:spacing w:line="240" w:lineRule="auto"/>
              <w:rPr>
                <w:rFonts w:ascii="Arial" w:eastAsia="HG丸ｺﾞｼｯｸM-PRO" w:hAnsi="Arial" w:cs="Arial"/>
                <w:sz w:val="20"/>
                <w:szCs w:val="20"/>
              </w:rPr>
            </w:pPr>
            <w:sdt>
              <w:sdtPr>
                <w:rPr>
                  <w:rFonts w:ascii="Times New Roman"/>
                  <w:sz w:val="20"/>
                  <w:szCs w:val="20"/>
                </w:rPr>
                <w:alias w:val="Enter here"/>
                <w:tag w:val="Enter here"/>
                <w:id w:val="209397858"/>
                <w:placeholder>
                  <w:docPart w:val="C962DA0DA26C4F2B9D2EAAD83CBE3A8B"/>
                </w:placeholder>
                <w:showingPlcHdr/>
                <w:text/>
              </w:sdtPr>
              <w:sdtEndPr/>
              <w:sdtContent>
                <w:r w:rsidRPr="00EC4E07">
                  <w:rPr>
                    <w:rStyle w:val="ab"/>
                    <w:rFonts w:ascii="Arial" w:eastAsia="HG丸ｺﾞｼｯｸM-PRO" w:hAnsi="Arial" w:cs="Arial"/>
                  </w:rPr>
                  <w:t xml:space="preserve">   </w:t>
                </w:r>
                <w:r w:rsidRPr="00EC4E07">
                  <w:rPr>
                    <w:rStyle w:val="ab"/>
                    <w:rFonts w:ascii="Arial" w:eastAsia="HG丸ｺﾞｼｯｸM-PRO" w:hAnsi="Arial" w:cs="Arial"/>
                  </w:rPr>
                  <w:t xml:space="preserve">　</w:t>
                </w:r>
                <w:r w:rsidRPr="00EC4E07">
                  <w:rPr>
                    <w:rStyle w:val="ab"/>
                    <w:rFonts w:ascii="Arial" w:eastAsia="HG丸ｺﾞｼｯｸM-PRO" w:hAnsi="Arial" w:cs="Arial"/>
                  </w:rPr>
                  <w:t xml:space="preserve">        </w:t>
                </w:r>
              </w:sdtContent>
            </w:sdt>
          </w:p>
        </w:tc>
      </w:tr>
    </w:tbl>
    <w:p w:rsidR="001151E7" w:rsidRPr="001332F2" w:rsidRDefault="005377F1" w:rsidP="001151E7">
      <w:pPr>
        <w:pStyle w:val="a3"/>
        <w:spacing w:line="240" w:lineRule="auto"/>
        <w:ind w:firstLineChars="100" w:firstLine="200"/>
        <w:rPr>
          <w:rFonts w:ascii="HG丸ｺﾞｼｯｸM-PRO" w:eastAsia="HG丸ｺﾞｼｯｸM-PRO" w:hAnsi="HG丸ｺﾞｼｯｸM-PRO" w:cs="Arial"/>
          <w:sz w:val="20"/>
          <w:szCs w:val="20"/>
        </w:rPr>
      </w:pPr>
      <w:r w:rsidRPr="005377F1">
        <w:rPr>
          <w:rFonts w:ascii="HG丸ｺﾞｼｯｸM-PRO" w:eastAsia="HG丸ｺﾞｼｯｸM-PRO" w:hAnsi="HG丸ｺﾞｼｯｸM-PRO" w:cs="Arial" w:hint="eastAsia"/>
          <w:sz w:val="20"/>
          <w:szCs w:val="20"/>
        </w:rPr>
        <w:t>緊急時に連絡する家族の代表者</w:t>
      </w:r>
      <w:r w:rsidR="001151E7" w:rsidRPr="001332F2">
        <w:rPr>
          <w:rFonts w:ascii="HG丸ｺﾞｼｯｸM-PRO" w:eastAsia="HG丸ｺﾞｼｯｸM-PRO" w:hAnsi="HG丸ｺﾞｼｯｸM-PRO" w:cs="Arial" w:hint="eastAsia"/>
          <w:sz w:val="20"/>
          <w:szCs w:val="20"/>
        </w:rPr>
        <w:t xml:space="preserve">　</w:t>
      </w:r>
      <w:r>
        <w:rPr>
          <w:rFonts w:ascii="Arial" w:eastAsia="HG丸ｺﾞｼｯｸM-PRO" w:hAnsi="Arial" w:cs="Arial"/>
          <w:sz w:val="20"/>
          <w:szCs w:val="20"/>
        </w:rPr>
        <w:t>(</w:t>
      </w:r>
      <w:r w:rsidRPr="005377F1">
        <w:rPr>
          <w:rFonts w:ascii="Arial" w:eastAsia="HG丸ｺﾞｼｯｸM-PRO" w:hAnsi="Arial" w:cs="Arial"/>
          <w:sz w:val="20"/>
          <w:szCs w:val="20"/>
        </w:rPr>
        <w:t>A representative of the family to be contacted in case of emergency</w:t>
      </w:r>
      <w:r w:rsidR="001151E7" w:rsidRPr="001332F2">
        <w:rPr>
          <w:rFonts w:ascii="Arial" w:eastAsia="HG丸ｺﾞｼｯｸM-PRO" w:hAnsi="Arial" w:cs="Arial"/>
          <w:sz w:val="20"/>
          <w:szCs w:val="20"/>
        </w:rPr>
        <w:t xml:space="preserve">) </w:t>
      </w:r>
    </w:p>
    <w:p w:rsidR="001151E7" w:rsidRPr="001461E2" w:rsidRDefault="001151E7" w:rsidP="001151E7">
      <w:pPr>
        <w:pStyle w:val="aa"/>
        <w:spacing w:line="100" w:lineRule="atLeast"/>
        <w:rPr>
          <w:rFonts w:ascii="Arial" w:eastAsia="HG丸ｺﾞｼｯｸM-PRO" w:hAnsi="Arial" w:cs="Arial"/>
          <w:spacing w:val="2"/>
          <w:sz w:val="20"/>
        </w:rPr>
      </w:pPr>
    </w:p>
    <w:p w:rsidR="00C41D1F" w:rsidRPr="001461E2" w:rsidRDefault="00C41D1F" w:rsidP="00C41D1F">
      <w:pPr>
        <w:pStyle w:val="aa"/>
        <w:rPr>
          <w:rFonts w:ascii="Arial" w:eastAsia="HG丸ｺﾞｼｯｸM-PRO" w:hAnsi="Arial" w:cs="Arial"/>
          <w:spacing w:val="2"/>
          <w:sz w:val="20"/>
        </w:rPr>
      </w:pPr>
      <w:r w:rsidRPr="001461E2">
        <w:rPr>
          <w:rFonts w:ascii="Arial" w:eastAsia="HG丸ｺﾞｼｯｸM-PRO" w:hAnsi="Arial" w:cs="Arial"/>
          <w:spacing w:val="2"/>
          <w:sz w:val="20"/>
        </w:rPr>
        <w:t xml:space="preserve">　家庭状況</w:t>
      </w:r>
      <w:r w:rsidRPr="001461E2">
        <w:rPr>
          <w:rFonts w:ascii="Arial" w:eastAsia="HG丸ｺﾞｼｯｸM-PRO" w:hAnsi="Arial" w:cs="Arial"/>
          <w:spacing w:val="2"/>
          <w:sz w:val="20"/>
        </w:rPr>
        <w:t xml:space="preserve">  (Family)</w:t>
      </w:r>
    </w:p>
    <w:tbl>
      <w:tblPr>
        <w:tblW w:w="10378" w:type="dxa"/>
        <w:tblInd w:w="107" w:type="dxa"/>
        <w:tblLayout w:type="fixed"/>
        <w:tblCellMar>
          <w:left w:w="56" w:type="dxa"/>
          <w:right w:w="56" w:type="dxa"/>
        </w:tblCellMar>
        <w:tblLook w:val="0000" w:firstRow="0" w:lastRow="0" w:firstColumn="0" w:lastColumn="0" w:noHBand="0" w:noVBand="0"/>
      </w:tblPr>
      <w:tblGrid>
        <w:gridCol w:w="2015"/>
        <w:gridCol w:w="1045"/>
        <w:gridCol w:w="1836"/>
        <w:gridCol w:w="1632"/>
        <w:gridCol w:w="3850"/>
      </w:tblGrid>
      <w:tr w:rsidR="00C41D1F" w:rsidRPr="001461E2" w:rsidTr="00D50CDA">
        <w:trPr>
          <w:trHeight w:val="355"/>
        </w:trPr>
        <w:tc>
          <w:tcPr>
            <w:tcW w:w="2015" w:type="dxa"/>
            <w:tcBorders>
              <w:top w:val="single" w:sz="4" w:space="0" w:color="auto"/>
              <w:left w:val="single" w:sz="4" w:space="0" w:color="auto"/>
              <w:bottom w:val="single" w:sz="4" w:space="0" w:color="auto"/>
            </w:tcBorders>
            <w:vAlign w:val="center"/>
          </w:tcPr>
          <w:p w:rsidR="00C41D1F" w:rsidRPr="001461E2" w:rsidRDefault="00C41D1F" w:rsidP="00414479">
            <w:pPr>
              <w:pStyle w:val="aa"/>
              <w:wordWrap/>
              <w:spacing w:line="240" w:lineRule="auto"/>
              <w:jc w:val="center"/>
              <w:rPr>
                <w:rFonts w:ascii="Arial" w:eastAsia="HG丸ｺﾞｼｯｸM-PRO" w:hAnsi="Arial" w:cs="Arial"/>
                <w:spacing w:val="-4"/>
                <w:sz w:val="20"/>
              </w:rPr>
            </w:pPr>
            <w:r w:rsidRPr="001461E2">
              <w:rPr>
                <w:rFonts w:ascii="Arial" w:eastAsia="HG丸ｺﾞｼｯｸM-PRO" w:hAnsi="Arial" w:cs="Arial"/>
                <w:spacing w:val="-4"/>
                <w:sz w:val="20"/>
              </w:rPr>
              <w:t>氏</w:t>
            </w:r>
            <w:r w:rsidRPr="001461E2">
              <w:rPr>
                <w:rFonts w:ascii="Arial" w:eastAsia="HG丸ｺﾞｼｯｸM-PRO" w:hAnsi="Arial" w:cs="Arial"/>
                <w:sz w:val="20"/>
              </w:rPr>
              <w:t xml:space="preserve">   </w:t>
            </w:r>
            <w:r w:rsidRPr="001461E2">
              <w:rPr>
                <w:rFonts w:ascii="Arial" w:eastAsia="HG丸ｺﾞｼｯｸM-PRO" w:hAnsi="Arial" w:cs="Arial"/>
                <w:spacing w:val="-4"/>
                <w:sz w:val="20"/>
              </w:rPr>
              <w:t>名</w:t>
            </w:r>
          </w:p>
          <w:p w:rsidR="00C41D1F" w:rsidRPr="001461E2" w:rsidRDefault="00F57FD4" w:rsidP="00F57FD4">
            <w:pPr>
              <w:pStyle w:val="aa"/>
              <w:jc w:val="center"/>
              <w:rPr>
                <w:rFonts w:ascii="Arial" w:eastAsia="HG丸ｺﾞｼｯｸM-PRO" w:hAnsi="Arial" w:cs="Arial"/>
                <w:spacing w:val="0"/>
                <w:sz w:val="20"/>
              </w:rPr>
            </w:pPr>
            <w:r w:rsidRPr="001461E2">
              <w:rPr>
                <w:rFonts w:ascii="Arial" w:eastAsia="HG丸ｺﾞｼｯｸM-PRO" w:hAnsi="Arial" w:cs="Arial"/>
                <w:spacing w:val="-4"/>
                <w:sz w:val="20"/>
              </w:rPr>
              <w:t>(</w:t>
            </w:r>
            <w:r w:rsidR="00C41D1F" w:rsidRPr="001461E2">
              <w:rPr>
                <w:rFonts w:ascii="Arial" w:eastAsia="HG丸ｺﾞｼｯｸM-PRO" w:hAnsi="Arial" w:cs="Arial"/>
                <w:spacing w:val="-4"/>
                <w:sz w:val="20"/>
              </w:rPr>
              <w:t>Name</w:t>
            </w:r>
            <w:r w:rsidRPr="001461E2">
              <w:rPr>
                <w:rFonts w:ascii="Arial" w:eastAsia="HG丸ｺﾞｼｯｸM-PRO" w:hAnsi="Arial" w:cs="Arial"/>
                <w:spacing w:val="-4"/>
                <w:sz w:val="20"/>
              </w:rPr>
              <w:t>)</w:t>
            </w:r>
          </w:p>
        </w:tc>
        <w:tc>
          <w:tcPr>
            <w:tcW w:w="1045" w:type="dxa"/>
            <w:tcBorders>
              <w:top w:val="single" w:sz="4" w:space="0" w:color="auto"/>
              <w:left w:val="single" w:sz="4" w:space="0" w:color="auto"/>
              <w:bottom w:val="single" w:sz="4" w:space="0" w:color="auto"/>
            </w:tcBorders>
            <w:vAlign w:val="bottom"/>
          </w:tcPr>
          <w:p w:rsidR="00C41D1F" w:rsidRPr="001461E2" w:rsidRDefault="00C41D1F" w:rsidP="00414479">
            <w:pPr>
              <w:pStyle w:val="aa"/>
              <w:wordWrap/>
              <w:spacing w:line="240" w:lineRule="auto"/>
              <w:jc w:val="center"/>
              <w:rPr>
                <w:rFonts w:ascii="Arial" w:eastAsia="HG丸ｺﾞｼｯｸM-PRO" w:hAnsi="Arial" w:cs="Arial"/>
                <w:spacing w:val="-4"/>
                <w:sz w:val="20"/>
              </w:rPr>
            </w:pPr>
            <w:r w:rsidRPr="001461E2">
              <w:rPr>
                <w:rFonts w:ascii="Arial" w:eastAsia="HG丸ｺﾞｼｯｸM-PRO" w:hAnsi="Arial" w:cs="Arial"/>
                <w:spacing w:val="-4"/>
                <w:sz w:val="20"/>
              </w:rPr>
              <w:t>年</w:t>
            </w:r>
            <w:r w:rsidRPr="001461E2">
              <w:rPr>
                <w:rFonts w:ascii="Arial" w:eastAsia="HG丸ｺﾞｼｯｸM-PRO" w:hAnsi="Arial" w:cs="Arial"/>
                <w:sz w:val="20"/>
              </w:rPr>
              <w:t xml:space="preserve"> </w:t>
            </w:r>
            <w:r w:rsidRPr="001461E2">
              <w:rPr>
                <w:rFonts w:ascii="Arial" w:eastAsia="HG丸ｺﾞｼｯｸM-PRO" w:hAnsi="Arial" w:cs="Arial"/>
                <w:spacing w:val="-4"/>
                <w:sz w:val="20"/>
              </w:rPr>
              <w:t>齢</w:t>
            </w:r>
          </w:p>
          <w:p w:rsidR="00C41D1F" w:rsidRPr="001461E2" w:rsidRDefault="00F57FD4" w:rsidP="00F57FD4">
            <w:pPr>
              <w:pStyle w:val="aa"/>
              <w:jc w:val="center"/>
              <w:rPr>
                <w:rFonts w:ascii="Arial" w:eastAsia="HG丸ｺﾞｼｯｸM-PRO" w:hAnsi="Arial" w:cs="Arial"/>
                <w:spacing w:val="0"/>
                <w:sz w:val="20"/>
              </w:rPr>
            </w:pPr>
            <w:r w:rsidRPr="001461E2">
              <w:rPr>
                <w:rFonts w:ascii="Arial" w:eastAsia="HG丸ｺﾞｼｯｸM-PRO" w:hAnsi="Arial" w:cs="Arial"/>
                <w:spacing w:val="-4"/>
                <w:sz w:val="20"/>
              </w:rPr>
              <w:t>(</w:t>
            </w:r>
            <w:r w:rsidR="00C41D1F" w:rsidRPr="001461E2">
              <w:rPr>
                <w:rFonts w:ascii="Arial" w:eastAsia="HG丸ｺﾞｼｯｸM-PRO" w:hAnsi="Arial" w:cs="Arial"/>
                <w:spacing w:val="-4"/>
                <w:sz w:val="20"/>
              </w:rPr>
              <w:t>Age</w:t>
            </w:r>
            <w:r w:rsidRPr="001461E2">
              <w:rPr>
                <w:rFonts w:ascii="Arial" w:eastAsia="HG丸ｺﾞｼｯｸM-PRO" w:hAnsi="Arial" w:cs="Arial"/>
                <w:spacing w:val="-4"/>
                <w:sz w:val="20"/>
              </w:rPr>
              <w:t>)</w:t>
            </w:r>
          </w:p>
        </w:tc>
        <w:tc>
          <w:tcPr>
            <w:tcW w:w="1836" w:type="dxa"/>
            <w:tcBorders>
              <w:top w:val="single" w:sz="4" w:space="0" w:color="auto"/>
              <w:left w:val="single" w:sz="4" w:space="0" w:color="auto"/>
              <w:bottom w:val="single" w:sz="4" w:space="0" w:color="auto"/>
            </w:tcBorders>
            <w:vAlign w:val="bottom"/>
          </w:tcPr>
          <w:p w:rsidR="00C41D1F" w:rsidRPr="001461E2" w:rsidRDefault="00C41D1F" w:rsidP="00414479">
            <w:pPr>
              <w:pStyle w:val="aa"/>
              <w:wordWrap/>
              <w:spacing w:line="240" w:lineRule="auto"/>
              <w:jc w:val="center"/>
              <w:rPr>
                <w:rFonts w:ascii="Arial" w:eastAsia="HG丸ｺﾞｼｯｸM-PRO" w:hAnsi="Arial" w:cs="Arial"/>
                <w:spacing w:val="-4"/>
                <w:sz w:val="20"/>
              </w:rPr>
            </w:pPr>
            <w:r w:rsidRPr="001461E2">
              <w:rPr>
                <w:rFonts w:ascii="Arial" w:eastAsia="HG丸ｺﾞｼｯｸM-PRO" w:hAnsi="Arial" w:cs="Arial"/>
                <w:spacing w:val="-4"/>
                <w:sz w:val="20"/>
              </w:rPr>
              <w:t>続</w:t>
            </w:r>
            <w:r w:rsidRPr="001461E2">
              <w:rPr>
                <w:rFonts w:ascii="Arial" w:eastAsia="HG丸ｺﾞｼｯｸM-PRO" w:hAnsi="Arial" w:cs="Arial"/>
                <w:sz w:val="20"/>
              </w:rPr>
              <w:t xml:space="preserve"> </w:t>
            </w:r>
            <w:r w:rsidRPr="001461E2">
              <w:rPr>
                <w:rFonts w:ascii="Arial" w:eastAsia="HG丸ｺﾞｼｯｸM-PRO" w:hAnsi="Arial" w:cs="Arial"/>
                <w:spacing w:val="-4"/>
                <w:sz w:val="20"/>
              </w:rPr>
              <w:t>柄</w:t>
            </w:r>
          </w:p>
          <w:p w:rsidR="00C41D1F" w:rsidRPr="001461E2" w:rsidRDefault="00F57FD4" w:rsidP="00F57FD4">
            <w:pPr>
              <w:pStyle w:val="aa"/>
              <w:jc w:val="center"/>
              <w:rPr>
                <w:rFonts w:ascii="Arial" w:eastAsia="HG丸ｺﾞｼｯｸM-PRO" w:hAnsi="Arial" w:cs="Arial"/>
                <w:spacing w:val="-12"/>
                <w:sz w:val="20"/>
              </w:rPr>
            </w:pPr>
            <w:r w:rsidRPr="001461E2">
              <w:rPr>
                <w:rFonts w:ascii="Arial" w:eastAsia="HG丸ｺﾞｼｯｸM-PRO" w:hAnsi="Arial" w:cs="Arial"/>
                <w:spacing w:val="-12"/>
                <w:sz w:val="20"/>
              </w:rPr>
              <w:t>(</w:t>
            </w:r>
            <w:r w:rsidR="00C41D1F" w:rsidRPr="001461E2">
              <w:rPr>
                <w:rFonts w:ascii="Arial" w:eastAsia="HG丸ｺﾞｼｯｸM-PRO" w:hAnsi="Arial" w:cs="Arial"/>
                <w:spacing w:val="-12"/>
                <w:sz w:val="20"/>
              </w:rPr>
              <w:t>Relationship to self</w:t>
            </w:r>
            <w:r w:rsidRPr="001461E2">
              <w:rPr>
                <w:rFonts w:ascii="Arial" w:eastAsia="HG丸ｺﾞｼｯｸM-PRO" w:hAnsi="Arial" w:cs="Arial"/>
                <w:spacing w:val="-12"/>
                <w:sz w:val="20"/>
              </w:rPr>
              <w:t>)</w:t>
            </w:r>
          </w:p>
        </w:tc>
        <w:tc>
          <w:tcPr>
            <w:tcW w:w="1632" w:type="dxa"/>
            <w:tcBorders>
              <w:top w:val="single" w:sz="4" w:space="0" w:color="auto"/>
              <w:left w:val="single" w:sz="4" w:space="0" w:color="auto"/>
              <w:bottom w:val="single" w:sz="4" w:space="0" w:color="auto"/>
            </w:tcBorders>
            <w:vAlign w:val="center"/>
          </w:tcPr>
          <w:p w:rsidR="00C41D1F" w:rsidRPr="001461E2" w:rsidRDefault="00C41D1F" w:rsidP="00414479">
            <w:pPr>
              <w:pStyle w:val="aa"/>
              <w:wordWrap/>
              <w:spacing w:line="240" w:lineRule="auto"/>
              <w:jc w:val="center"/>
              <w:rPr>
                <w:rFonts w:ascii="Arial" w:eastAsia="HG丸ｺﾞｼｯｸM-PRO" w:hAnsi="Arial" w:cs="Arial"/>
                <w:spacing w:val="-4"/>
                <w:sz w:val="20"/>
              </w:rPr>
            </w:pPr>
            <w:r w:rsidRPr="001461E2">
              <w:rPr>
                <w:rFonts w:ascii="Arial" w:eastAsia="HG丸ｺﾞｼｯｸM-PRO" w:hAnsi="Arial" w:cs="Arial"/>
                <w:spacing w:val="-4"/>
                <w:sz w:val="20"/>
              </w:rPr>
              <w:t>職</w:t>
            </w:r>
            <w:r w:rsidRPr="001461E2">
              <w:rPr>
                <w:rFonts w:ascii="Arial" w:eastAsia="HG丸ｺﾞｼｯｸM-PRO" w:hAnsi="Arial" w:cs="Arial"/>
                <w:sz w:val="20"/>
              </w:rPr>
              <w:t xml:space="preserve">  </w:t>
            </w:r>
            <w:r w:rsidRPr="001461E2">
              <w:rPr>
                <w:rFonts w:ascii="Arial" w:eastAsia="HG丸ｺﾞｼｯｸM-PRO" w:hAnsi="Arial" w:cs="Arial"/>
                <w:spacing w:val="-4"/>
                <w:sz w:val="20"/>
              </w:rPr>
              <w:t>業</w:t>
            </w:r>
          </w:p>
          <w:p w:rsidR="00C41D1F" w:rsidRPr="001461E2" w:rsidRDefault="00F57FD4" w:rsidP="00F57FD4">
            <w:pPr>
              <w:pStyle w:val="aa"/>
              <w:jc w:val="center"/>
              <w:rPr>
                <w:rFonts w:ascii="Arial" w:eastAsia="HG丸ｺﾞｼｯｸM-PRO" w:hAnsi="Arial" w:cs="Arial"/>
                <w:spacing w:val="0"/>
                <w:sz w:val="20"/>
              </w:rPr>
            </w:pPr>
            <w:r w:rsidRPr="001461E2">
              <w:rPr>
                <w:rFonts w:ascii="Arial" w:eastAsia="HG丸ｺﾞｼｯｸM-PRO" w:hAnsi="Arial" w:cs="Arial"/>
                <w:spacing w:val="-4"/>
                <w:sz w:val="20"/>
              </w:rPr>
              <w:t>(</w:t>
            </w:r>
            <w:r w:rsidR="00C41D1F" w:rsidRPr="001461E2">
              <w:rPr>
                <w:rFonts w:ascii="Arial" w:eastAsia="HG丸ｺﾞｼｯｸM-PRO" w:hAnsi="Arial" w:cs="Arial"/>
                <w:spacing w:val="-4"/>
                <w:sz w:val="20"/>
              </w:rPr>
              <w:t>Occupation</w:t>
            </w:r>
            <w:r w:rsidRPr="001461E2">
              <w:rPr>
                <w:rFonts w:ascii="Arial" w:eastAsia="HG丸ｺﾞｼｯｸM-PRO" w:hAnsi="Arial" w:cs="Arial"/>
                <w:spacing w:val="-4"/>
                <w:sz w:val="20"/>
              </w:rPr>
              <w:t>)</w:t>
            </w:r>
          </w:p>
        </w:tc>
        <w:tc>
          <w:tcPr>
            <w:tcW w:w="3850" w:type="dxa"/>
            <w:tcBorders>
              <w:top w:val="single" w:sz="4" w:space="0" w:color="auto"/>
              <w:left w:val="single" w:sz="4" w:space="0" w:color="auto"/>
              <w:bottom w:val="single" w:sz="4" w:space="0" w:color="auto"/>
              <w:right w:val="single" w:sz="4" w:space="0" w:color="auto"/>
            </w:tcBorders>
            <w:vAlign w:val="bottom"/>
          </w:tcPr>
          <w:p w:rsidR="00C41D1F" w:rsidRPr="001461E2" w:rsidRDefault="00C41D1F" w:rsidP="00414479">
            <w:pPr>
              <w:pStyle w:val="aa"/>
              <w:wordWrap/>
              <w:spacing w:line="240" w:lineRule="auto"/>
              <w:jc w:val="center"/>
              <w:rPr>
                <w:rFonts w:ascii="Arial" w:eastAsia="HG丸ｺﾞｼｯｸM-PRO" w:hAnsi="Arial" w:cs="Arial"/>
                <w:spacing w:val="-4"/>
                <w:sz w:val="20"/>
              </w:rPr>
            </w:pPr>
            <w:r w:rsidRPr="001461E2">
              <w:rPr>
                <w:rFonts w:ascii="Arial" w:eastAsia="HG丸ｺﾞｼｯｸM-PRO" w:hAnsi="Arial" w:cs="Arial"/>
                <w:spacing w:val="-4"/>
                <w:sz w:val="20"/>
              </w:rPr>
              <w:t>住</w:t>
            </w:r>
            <w:r w:rsidRPr="001461E2">
              <w:rPr>
                <w:rFonts w:ascii="Arial" w:eastAsia="HG丸ｺﾞｼｯｸM-PRO" w:hAnsi="Arial" w:cs="Arial"/>
                <w:sz w:val="20"/>
              </w:rPr>
              <w:t xml:space="preserve"> </w:t>
            </w:r>
            <w:r w:rsidRPr="001461E2">
              <w:rPr>
                <w:rFonts w:ascii="Arial" w:eastAsia="HG丸ｺﾞｼｯｸM-PRO" w:hAnsi="Arial" w:cs="Arial"/>
                <w:spacing w:val="-4"/>
                <w:sz w:val="20"/>
              </w:rPr>
              <w:t>所</w:t>
            </w:r>
          </w:p>
          <w:p w:rsidR="00C41D1F" w:rsidRPr="001461E2" w:rsidRDefault="00F57FD4" w:rsidP="00F57FD4">
            <w:pPr>
              <w:pStyle w:val="aa"/>
              <w:jc w:val="center"/>
              <w:rPr>
                <w:rFonts w:ascii="Arial" w:eastAsia="HG丸ｺﾞｼｯｸM-PRO" w:hAnsi="Arial" w:cs="Arial"/>
                <w:spacing w:val="0"/>
                <w:sz w:val="20"/>
              </w:rPr>
            </w:pPr>
            <w:r w:rsidRPr="001461E2">
              <w:rPr>
                <w:rFonts w:ascii="Arial" w:eastAsia="HG丸ｺﾞｼｯｸM-PRO" w:hAnsi="Arial" w:cs="Arial"/>
                <w:spacing w:val="-4"/>
                <w:sz w:val="20"/>
              </w:rPr>
              <w:t>(</w:t>
            </w:r>
            <w:r w:rsidR="009D3718">
              <w:rPr>
                <w:rFonts w:ascii="Arial" w:eastAsia="HG丸ｺﾞｼｯｸM-PRO" w:hAnsi="Arial" w:cs="Arial"/>
                <w:spacing w:val="-4"/>
                <w:sz w:val="20"/>
              </w:rPr>
              <w:t xml:space="preserve">Home </w:t>
            </w:r>
            <w:r w:rsidR="00C41D1F" w:rsidRPr="001461E2">
              <w:rPr>
                <w:rFonts w:ascii="Arial" w:eastAsia="HG丸ｺﾞｼｯｸM-PRO" w:hAnsi="Arial" w:cs="Arial"/>
                <w:spacing w:val="-4"/>
                <w:sz w:val="20"/>
              </w:rPr>
              <w:t>Address</w:t>
            </w:r>
            <w:r w:rsidRPr="001461E2">
              <w:rPr>
                <w:rFonts w:ascii="Arial" w:eastAsia="HG丸ｺﾞｼｯｸM-PRO" w:hAnsi="Arial" w:cs="Arial"/>
                <w:spacing w:val="-4"/>
                <w:sz w:val="20"/>
              </w:rPr>
              <w:t>)</w:t>
            </w:r>
          </w:p>
        </w:tc>
      </w:tr>
      <w:tr w:rsidR="0044153F" w:rsidRPr="001461E2" w:rsidTr="00D50CDA">
        <w:trPr>
          <w:trHeight w:hRule="exact" w:val="585"/>
        </w:trPr>
        <w:tc>
          <w:tcPr>
            <w:tcW w:w="2015" w:type="dxa"/>
            <w:tcBorders>
              <w:top w:val="single" w:sz="4" w:space="0" w:color="auto"/>
              <w:left w:val="single" w:sz="4" w:space="0" w:color="auto"/>
              <w:bottom w:val="single" w:sz="4" w:space="0" w:color="auto"/>
            </w:tcBorders>
            <w:vAlign w:val="center"/>
          </w:tcPr>
          <w:p w:rsidR="0044153F" w:rsidRPr="00EC4E07" w:rsidRDefault="001E4AEF" w:rsidP="00F42E73">
            <w:pPr>
              <w:pStyle w:val="aa"/>
              <w:wordWrap/>
              <w:spacing w:line="240" w:lineRule="auto"/>
              <w:jc w:val="left"/>
              <w:rPr>
                <w:rFonts w:ascii="Arial" w:eastAsia="HG丸ｺﾞｼｯｸM-PRO" w:hAnsi="Arial" w:cs="Arial"/>
                <w:spacing w:val="0"/>
                <w:sz w:val="20"/>
              </w:rPr>
            </w:pPr>
            <w:sdt>
              <w:sdtPr>
                <w:rPr>
                  <w:rFonts w:ascii="ＭＳ ゴシック" w:eastAsia="ＭＳ ゴシック" w:hAnsi="ＭＳ ゴシック" w:cs="ＭＳ ゴシック"/>
                  <w:spacing w:val="0"/>
                  <w:sz w:val="20"/>
                </w:rPr>
                <w:alias w:val="Enter here"/>
                <w:tag w:val="Enter here"/>
                <w:id w:val="182949665"/>
                <w:placeholder>
                  <w:docPart w:val="3840EFA41FEA455AB69DF126FC1BFBE0"/>
                </w:placeholder>
                <w:showingPlcHdr/>
                <w:text/>
              </w:sdtPr>
              <w:sdtEndPr/>
              <w:sdtContent>
                <w:r w:rsidRPr="00EC4E07">
                  <w:rPr>
                    <w:rStyle w:val="ab"/>
                    <w:rFonts w:ascii="Arial" w:eastAsia="HG丸ｺﾞｼｯｸM-PRO" w:hAnsi="Arial" w:cs="Arial"/>
                  </w:rPr>
                  <w:t xml:space="preserve">   </w:t>
                </w:r>
                <w:r w:rsidRPr="00EC4E07">
                  <w:rPr>
                    <w:rStyle w:val="ab"/>
                    <w:rFonts w:ascii="Arial" w:eastAsia="HG丸ｺﾞｼｯｸM-PRO" w:hAnsi="Arial" w:cs="Arial"/>
                  </w:rPr>
                  <w:t xml:space="preserve">　　　</w:t>
                </w:r>
                <w:r w:rsidRPr="00EC4E07">
                  <w:rPr>
                    <w:rStyle w:val="ab"/>
                    <w:rFonts w:ascii="Arial" w:eastAsia="HG丸ｺﾞｼｯｸM-PRO" w:hAnsi="Arial" w:cs="Arial"/>
                  </w:rPr>
                  <w:t xml:space="preserve">        </w:t>
                </w:r>
              </w:sdtContent>
            </w:sdt>
          </w:p>
        </w:tc>
        <w:sdt>
          <w:sdtPr>
            <w:rPr>
              <w:rFonts w:ascii="Arial" w:eastAsia="HG丸ｺﾞｼｯｸM-PRO" w:hAnsi="Arial" w:cs="Arial"/>
              <w:spacing w:val="0"/>
              <w:sz w:val="20"/>
            </w:rPr>
            <w:alias w:val="Enter here"/>
            <w:tag w:val="Enter here"/>
            <w:id w:val="-1976599360"/>
            <w:placeholder>
              <w:docPart w:val="95A07C30F82E47E787A470159D2077A4"/>
            </w:placeholder>
            <w:showingPlcHdr/>
            <w:text/>
          </w:sdtPr>
          <w:sdtEndPr/>
          <w:sdtContent>
            <w:tc>
              <w:tcPr>
                <w:tcW w:w="1045" w:type="dxa"/>
                <w:tcBorders>
                  <w:top w:val="single" w:sz="4" w:space="0" w:color="auto"/>
                  <w:left w:val="single" w:sz="4" w:space="0" w:color="auto"/>
                  <w:bottom w:val="single" w:sz="4" w:space="0" w:color="auto"/>
                </w:tcBorders>
                <w:vAlign w:val="center"/>
              </w:tcPr>
              <w:p w:rsidR="0044153F" w:rsidRPr="00EC4E07" w:rsidRDefault="001B2004" w:rsidP="001B2004">
                <w:pPr>
                  <w:pStyle w:val="aa"/>
                  <w:wordWrap/>
                  <w:spacing w:line="240" w:lineRule="auto"/>
                  <w:jc w:val="left"/>
                  <w:rPr>
                    <w:rFonts w:ascii="Arial" w:eastAsia="HG丸ｺﾞｼｯｸM-PRO" w:hAnsi="Arial" w:cs="Arial"/>
                    <w:spacing w:val="0"/>
                    <w:sz w:val="20"/>
                  </w:rPr>
                </w:pPr>
                <w:r>
                  <w:rPr>
                    <w:rStyle w:val="ab"/>
                    <w:rFonts w:hint="eastAsia"/>
                  </w:rPr>
                  <w:t xml:space="preserve">      </w:t>
                </w:r>
                <w:r>
                  <w:rPr>
                    <w:rStyle w:val="ab"/>
                  </w:rPr>
                  <w:t xml:space="preserve"> </w:t>
                </w:r>
              </w:p>
            </w:tc>
          </w:sdtContent>
        </w:sdt>
        <w:sdt>
          <w:sdtPr>
            <w:rPr>
              <w:rFonts w:ascii="Arial" w:eastAsia="HG丸ｺﾞｼｯｸM-PRO" w:hAnsi="Arial" w:cs="Arial"/>
              <w:spacing w:val="0"/>
              <w:sz w:val="20"/>
            </w:rPr>
            <w:alias w:val="Enter here"/>
            <w:tag w:val="Enter here"/>
            <w:id w:val="1837498990"/>
            <w:placeholder>
              <w:docPart w:val="C95DB47574CD49129B02C3B644A4B968"/>
            </w:placeholder>
            <w:showingPlcHdr/>
            <w:text/>
          </w:sdtPr>
          <w:sdtEndPr/>
          <w:sdtContent>
            <w:tc>
              <w:tcPr>
                <w:tcW w:w="1836" w:type="dxa"/>
                <w:tcBorders>
                  <w:top w:val="single" w:sz="4" w:space="0" w:color="auto"/>
                  <w:left w:val="single" w:sz="4" w:space="0" w:color="auto"/>
                  <w:bottom w:val="single" w:sz="4" w:space="0" w:color="auto"/>
                </w:tcBorders>
                <w:vAlign w:val="center"/>
              </w:tcPr>
              <w:p w:rsidR="0044153F" w:rsidRPr="00EC4E07" w:rsidRDefault="001B2004" w:rsidP="001B2004">
                <w:pPr>
                  <w:pStyle w:val="aa"/>
                  <w:wordWrap/>
                  <w:spacing w:line="240" w:lineRule="auto"/>
                  <w:jc w:val="left"/>
                  <w:rPr>
                    <w:rFonts w:ascii="Arial" w:eastAsia="HG丸ｺﾞｼｯｸM-PRO" w:hAnsi="Arial" w:cs="Arial"/>
                    <w:spacing w:val="0"/>
                    <w:sz w:val="20"/>
                  </w:rPr>
                </w:pPr>
                <w:r>
                  <w:rPr>
                    <w:rFonts w:ascii="Arial" w:eastAsia="HG丸ｺﾞｼｯｸM-PRO" w:hAnsi="Arial" w:cs="Arial"/>
                    <w:spacing w:val="0"/>
                    <w:sz w:val="20"/>
                  </w:rPr>
                  <w:t xml:space="preserve">              </w:t>
                </w:r>
              </w:p>
            </w:tc>
          </w:sdtContent>
        </w:sdt>
        <w:tc>
          <w:tcPr>
            <w:tcW w:w="1632" w:type="dxa"/>
            <w:tcBorders>
              <w:top w:val="single" w:sz="4" w:space="0" w:color="auto"/>
              <w:left w:val="single" w:sz="4" w:space="0" w:color="auto"/>
              <w:bottom w:val="single" w:sz="4" w:space="0" w:color="auto"/>
            </w:tcBorders>
            <w:vAlign w:val="center"/>
          </w:tcPr>
          <w:p w:rsidR="0044153F" w:rsidRPr="00EC4E07" w:rsidRDefault="001E4AEF" w:rsidP="00EC4E07">
            <w:pPr>
              <w:pStyle w:val="aa"/>
              <w:wordWrap/>
              <w:spacing w:line="240" w:lineRule="auto"/>
              <w:jc w:val="left"/>
              <w:rPr>
                <w:rFonts w:ascii="Arial" w:eastAsia="HG丸ｺﾞｼｯｸM-PRO" w:hAnsi="Arial" w:cs="Arial"/>
                <w:spacing w:val="0"/>
                <w:sz w:val="20"/>
              </w:rPr>
            </w:pPr>
            <w:sdt>
              <w:sdtPr>
                <w:rPr>
                  <w:rFonts w:ascii="Arial" w:eastAsia="HG丸ｺﾞｼｯｸM-PRO" w:hAnsi="Arial" w:cs="Arial"/>
                  <w:sz w:val="20"/>
                </w:rPr>
                <w:alias w:val="Enter here"/>
                <w:tag w:val="Enter here"/>
                <w:id w:val="168837840"/>
                <w:placeholder>
                  <w:docPart w:val="9F67B76FF6A34E999CA256B4247D7BFD"/>
                </w:placeholder>
                <w:showingPlcHdr/>
                <w:text/>
              </w:sdtPr>
              <w:sdtEndPr/>
              <w:sdtContent>
                <w:r w:rsidR="00AF740D" w:rsidRPr="00EC4E07">
                  <w:rPr>
                    <w:rFonts w:ascii="Arial" w:eastAsia="HG丸ｺﾞｼｯｸM-PRO" w:hAnsi="Arial" w:cs="Arial"/>
                    <w:sz w:val="20"/>
                  </w:rPr>
                  <w:t xml:space="preserve">   </w:t>
                </w:r>
                <w:r w:rsidR="00AF740D" w:rsidRPr="00EC4E07">
                  <w:rPr>
                    <w:rFonts w:ascii="Arial" w:eastAsia="HG丸ｺﾞｼｯｸM-PRO" w:hAnsi="Arial" w:cs="Arial"/>
                    <w:sz w:val="20"/>
                  </w:rPr>
                  <w:t xml:space="preserve">　</w:t>
                </w:r>
                <w:r w:rsidR="00AF740D" w:rsidRPr="00EC4E07">
                  <w:rPr>
                    <w:rFonts w:ascii="Arial" w:eastAsia="HG丸ｺﾞｼｯｸM-PRO" w:hAnsi="Arial" w:cs="Arial"/>
                    <w:sz w:val="20"/>
                  </w:rPr>
                  <w:t xml:space="preserve">        </w:t>
                </w:r>
              </w:sdtContent>
            </w:sdt>
          </w:p>
        </w:tc>
        <w:tc>
          <w:tcPr>
            <w:tcW w:w="3850" w:type="dxa"/>
            <w:tcBorders>
              <w:top w:val="single" w:sz="4" w:space="0" w:color="auto"/>
              <w:left w:val="single" w:sz="4" w:space="0" w:color="auto"/>
              <w:bottom w:val="single" w:sz="4" w:space="0" w:color="auto"/>
              <w:right w:val="single" w:sz="4" w:space="0" w:color="auto"/>
            </w:tcBorders>
            <w:vAlign w:val="center"/>
          </w:tcPr>
          <w:p w:rsidR="0044153F" w:rsidRPr="00EC4E07" w:rsidRDefault="001E4AEF" w:rsidP="00CF5551">
            <w:pPr>
              <w:pStyle w:val="aa"/>
              <w:wordWrap/>
              <w:spacing w:line="240" w:lineRule="auto"/>
              <w:jc w:val="left"/>
              <w:rPr>
                <w:rFonts w:ascii="Arial" w:eastAsia="HG丸ｺﾞｼｯｸM-PRO" w:hAnsi="Arial" w:cs="Arial"/>
                <w:spacing w:val="0"/>
                <w:sz w:val="20"/>
              </w:rPr>
            </w:pPr>
            <w:sdt>
              <w:sdtPr>
                <w:rPr>
                  <w:rStyle w:val="7"/>
                </w:rPr>
                <w:alias w:val="Enter here"/>
                <w:tag w:val="Enter here"/>
                <w:id w:val="-783193831"/>
                <w:placeholder>
                  <w:docPart w:val="2B886770F2914CAEAE32EF49B2AA2665"/>
                </w:placeholder>
                <w:showingPlcHdr/>
                <w:text/>
              </w:sdtPr>
              <w:sdtEndPr>
                <w:rPr>
                  <w:rStyle w:val="a0"/>
                  <w:rFonts w:ascii="Times New Roman" w:eastAsia="HG丸ｺﾞｼｯｸM-PRO" w:hAnsi="Times New Roman" w:cs="Times New Roman"/>
                  <w:sz w:val="20"/>
                  <w:szCs w:val="20"/>
                </w:rPr>
              </w:sdtEndPr>
              <w:sdtContent>
                <w:r w:rsidR="00CF5551" w:rsidRPr="00CF5551">
                  <w:rPr>
                    <w:rFonts w:ascii="Arial" w:eastAsia="HG丸ｺﾞｼｯｸM-PRO" w:hAnsi="Arial" w:cs="Arial"/>
                    <w:sz w:val="16"/>
                    <w:szCs w:val="16"/>
                  </w:rPr>
                  <w:t xml:space="preserve">            </w:t>
                </w:r>
                <w:r w:rsidR="00CF5551" w:rsidRPr="00CF5551">
                  <w:rPr>
                    <w:rFonts w:ascii="Arial" w:eastAsia="HG丸ｺﾞｼｯｸM-PRO" w:hAnsi="Arial" w:cs="Arial"/>
                    <w:sz w:val="16"/>
                    <w:szCs w:val="16"/>
                  </w:rPr>
                  <w:t xml:space="preserve">　　　　　　　</w:t>
                </w:r>
                <w:r w:rsidR="00CF5551" w:rsidRPr="00CF5551">
                  <w:rPr>
                    <w:rFonts w:ascii="Arial" w:eastAsia="HG丸ｺﾞｼｯｸM-PRO" w:hAnsi="Arial" w:cs="Arial"/>
                    <w:sz w:val="16"/>
                    <w:szCs w:val="16"/>
                  </w:rPr>
                  <w:t xml:space="preserve">      </w:t>
                </w:r>
              </w:sdtContent>
            </w:sdt>
          </w:p>
        </w:tc>
      </w:tr>
      <w:tr w:rsidR="001B2004" w:rsidRPr="001461E2" w:rsidTr="00D50CDA">
        <w:trPr>
          <w:trHeight w:hRule="exact" w:val="565"/>
        </w:trPr>
        <w:tc>
          <w:tcPr>
            <w:tcW w:w="2015" w:type="dxa"/>
            <w:tcBorders>
              <w:top w:val="single" w:sz="4" w:space="0" w:color="auto"/>
              <w:left w:val="single" w:sz="4" w:space="0" w:color="auto"/>
              <w:bottom w:val="single" w:sz="4" w:space="0" w:color="auto"/>
            </w:tcBorders>
            <w:vAlign w:val="center"/>
          </w:tcPr>
          <w:p w:rsidR="001B2004" w:rsidRPr="00EC4E07" w:rsidRDefault="001E4AEF" w:rsidP="001B2004">
            <w:pPr>
              <w:pStyle w:val="aa"/>
              <w:wordWrap/>
              <w:spacing w:line="240" w:lineRule="auto"/>
              <w:jc w:val="left"/>
              <w:rPr>
                <w:rFonts w:ascii="Arial" w:eastAsia="HG丸ｺﾞｼｯｸM-PRO" w:hAnsi="Arial" w:cs="Arial"/>
                <w:spacing w:val="0"/>
                <w:sz w:val="20"/>
              </w:rPr>
            </w:pPr>
            <w:sdt>
              <w:sdtPr>
                <w:rPr>
                  <w:rFonts w:ascii="ＭＳ ゴシック" w:eastAsia="ＭＳ ゴシック" w:hAnsi="ＭＳ ゴシック" w:cs="ＭＳ ゴシック"/>
                  <w:sz w:val="20"/>
                </w:rPr>
                <w:alias w:val="Enter here"/>
                <w:tag w:val="Enter here"/>
                <w:id w:val="1133525480"/>
                <w:placeholder>
                  <w:docPart w:val="7932140F23E84FA6B789B4A3BFE54E63"/>
                </w:placeholder>
                <w:showingPlcHdr/>
                <w:text/>
              </w:sdtPr>
              <w:sdtEndPr/>
              <w:sdtContent>
                <w:r w:rsidRPr="00EC4E07">
                  <w:rPr>
                    <w:rStyle w:val="ab"/>
                    <w:rFonts w:ascii="Arial" w:eastAsia="HG丸ｺﾞｼｯｸM-PRO" w:hAnsi="Arial" w:cs="Arial"/>
                  </w:rPr>
                  <w:t xml:space="preserve">   </w:t>
                </w:r>
                <w:r w:rsidRPr="00EC4E07">
                  <w:rPr>
                    <w:rStyle w:val="ab"/>
                    <w:rFonts w:ascii="Arial" w:eastAsia="HG丸ｺﾞｼｯｸM-PRO" w:hAnsi="Arial" w:cs="Arial"/>
                  </w:rPr>
                  <w:t xml:space="preserve">　　　</w:t>
                </w:r>
                <w:r w:rsidRPr="00EC4E07">
                  <w:rPr>
                    <w:rStyle w:val="ab"/>
                    <w:rFonts w:ascii="Arial" w:eastAsia="HG丸ｺﾞｼｯｸM-PRO" w:hAnsi="Arial" w:cs="Arial"/>
                  </w:rPr>
                  <w:t xml:space="preserve">        </w:t>
                </w:r>
              </w:sdtContent>
            </w:sdt>
          </w:p>
        </w:tc>
        <w:sdt>
          <w:sdtPr>
            <w:rPr>
              <w:rFonts w:ascii="Arial" w:eastAsia="HG丸ｺﾞｼｯｸM-PRO" w:hAnsi="Arial" w:cs="Arial"/>
              <w:spacing w:val="0"/>
              <w:sz w:val="20"/>
            </w:rPr>
            <w:alias w:val="Enter here"/>
            <w:tag w:val="Enter here"/>
            <w:id w:val="-1733693403"/>
            <w:placeholder>
              <w:docPart w:val="25D645CDFEC84476ABD5A6ACFA6F6A62"/>
            </w:placeholder>
            <w:showingPlcHdr/>
            <w:text/>
          </w:sdtPr>
          <w:sdtEndPr/>
          <w:sdtContent>
            <w:tc>
              <w:tcPr>
                <w:tcW w:w="1045" w:type="dxa"/>
                <w:tcBorders>
                  <w:top w:val="single" w:sz="4" w:space="0" w:color="auto"/>
                  <w:left w:val="single" w:sz="4" w:space="0" w:color="auto"/>
                  <w:bottom w:val="single" w:sz="4" w:space="0" w:color="auto"/>
                </w:tcBorders>
                <w:vAlign w:val="center"/>
              </w:tcPr>
              <w:p w:rsidR="001B2004" w:rsidRPr="00EC4E07" w:rsidRDefault="001B2004" w:rsidP="001B2004">
                <w:pPr>
                  <w:pStyle w:val="aa"/>
                  <w:wordWrap/>
                  <w:spacing w:line="240" w:lineRule="auto"/>
                  <w:jc w:val="left"/>
                  <w:rPr>
                    <w:rFonts w:ascii="Arial" w:eastAsia="HG丸ｺﾞｼｯｸM-PRO" w:hAnsi="Arial" w:cs="Arial"/>
                    <w:spacing w:val="0"/>
                    <w:sz w:val="20"/>
                  </w:rPr>
                </w:pPr>
                <w:r>
                  <w:rPr>
                    <w:rStyle w:val="ab"/>
                    <w:rFonts w:hint="eastAsia"/>
                  </w:rPr>
                  <w:t xml:space="preserve">      </w:t>
                </w:r>
                <w:r>
                  <w:rPr>
                    <w:rStyle w:val="ab"/>
                  </w:rPr>
                  <w:t xml:space="preserve"> </w:t>
                </w:r>
              </w:p>
            </w:tc>
          </w:sdtContent>
        </w:sdt>
        <w:sdt>
          <w:sdtPr>
            <w:rPr>
              <w:rFonts w:ascii="Arial" w:eastAsia="HG丸ｺﾞｼｯｸM-PRO" w:hAnsi="Arial" w:cs="Arial"/>
              <w:spacing w:val="0"/>
              <w:sz w:val="20"/>
            </w:rPr>
            <w:alias w:val="Enter here"/>
            <w:tag w:val="Enter here"/>
            <w:id w:val="637917504"/>
            <w:placeholder>
              <w:docPart w:val="7FF5CBEFA3EF47759BA57725BCB64172"/>
            </w:placeholder>
            <w:showingPlcHdr/>
            <w:text/>
          </w:sdtPr>
          <w:sdtEndPr/>
          <w:sdtContent>
            <w:tc>
              <w:tcPr>
                <w:tcW w:w="1836" w:type="dxa"/>
                <w:tcBorders>
                  <w:top w:val="single" w:sz="4" w:space="0" w:color="auto"/>
                  <w:left w:val="single" w:sz="4" w:space="0" w:color="auto"/>
                  <w:bottom w:val="single" w:sz="4" w:space="0" w:color="auto"/>
                </w:tcBorders>
                <w:vAlign w:val="center"/>
              </w:tcPr>
              <w:p w:rsidR="001B2004" w:rsidRPr="00EC4E07" w:rsidRDefault="001B2004" w:rsidP="001B2004">
                <w:pPr>
                  <w:pStyle w:val="aa"/>
                  <w:wordWrap/>
                  <w:spacing w:line="240" w:lineRule="auto"/>
                  <w:jc w:val="left"/>
                  <w:rPr>
                    <w:rFonts w:ascii="Arial" w:eastAsia="HG丸ｺﾞｼｯｸM-PRO" w:hAnsi="Arial" w:cs="Arial"/>
                    <w:spacing w:val="0"/>
                    <w:sz w:val="20"/>
                  </w:rPr>
                </w:pPr>
                <w:r>
                  <w:rPr>
                    <w:rFonts w:ascii="Arial" w:eastAsia="HG丸ｺﾞｼｯｸM-PRO" w:hAnsi="Arial" w:cs="Arial"/>
                    <w:spacing w:val="0"/>
                    <w:sz w:val="20"/>
                  </w:rPr>
                  <w:t xml:space="preserve">              </w:t>
                </w:r>
              </w:p>
            </w:tc>
          </w:sdtContent>
        </w:sdt>
        <w:tc>
          <w:tcPr>
            <w:tcW w:w="1632" w:type="dxa"/>
            <w:tcBorders>
              <w:top w:val="single" w:sz="4" w:space="0" w:color="auto"/>
              <w:left w:val="single" w:sz="4" w:space="0" w:color="auto"/>
              <w:bottom w:val="single" w:sz="4" w:space="0" w:color="auto"/>
            </w:tcBorders>
            <w:vAlign w:val="center"/>
          </w:tcPr>
          <w:p w:rsidR="001B2004" w:rsidRPr="00EC4E07" w:rsidRDefault="001E4AEF" w:rsidP="001B2004">
            <w:pPr>
              <w:pStyle w:val="aa"/>
              <w:wordWrap/>
              <w:spacing w:line="240" w:lineRule="auto"/>
              <w:jc w:val="left"/>
              <w:rPr>
                <w:rFonts w:ascii="Arial" w:eastAsia="HG丸ｺﾞｼｯｸM-PRO" w:hAnsi="Arial" w:cs="Arial"/>
                <w:spacing w:val="0"/>
                <w:sz w:val="20"/>
              </w:rPr>
            </w:pPr>
            <w:sdt>
              <w:sdtPr>
                <w:rPr>
                  <w:rFonts w:ascii="Arial" w:eastAsia="HG丸ｺﾞｼｯｸM-PRO" w:hAnsi="Arial" w:cs="Arial"/>
                  <w:sz w:val="20"/>
                </w:rPr>
                <w:alias w:val="Enter here"/>
                <w:tag w:val="Enter here"/>
                <w:id w:val="-550314654"/>
                <w:placeholder>
                  <w:docPart w:val="0C15770BD14D4B46AFD48BF004318805"/>
                </w:placeholder>
                <w:showingPlcHdr/>
                <w:text/>
              </w:sdtPr>
              <w:sdtEndPr/>
              <w:sdtContent>
                <w:r w:rsidR="001B2004" w:rsidRPr="00EC4E07">
                  <w:rPr>
                    <w:rFonts w:ascii="Arial" w:eastAsia="HG丸ｺﾞｼｯｸM-PRO" w:hAnsi="Arial" w:cs="Arial"/>
                    <w:sz w:val="20"/>
                  </w:rPr>
                  <w:t xml:space="preserve">   </w:t>
                </w:r>
                <w:r w:rsidR="001B2004" w:rsidRPr="00EC4E07">
                  <w:rPr>
                    <w:rFonts w:ascii="Arial" w:eastAsia="HG丸ｺﾞｼｯｸM-PRO" w:hAnsi="Arial" w:cs="Arial"/>
                    <w:sz w:val="20"/>
                  </w:rPr>
                  <w:t xml:space="preserve">　</w:t>
                </w:r>
                <w:r w:rsidR="001B2004" w:rsidRPr="00EC4E07">
                  <w:rPr>
                    <w:rFonts w:ascii="Arial" w:eastAsia="HG丸ｺﾞｼｯｸM-PRO" w:hAnsi="Arial" w:cs="Arial"/>
                    <w:sz w:val="20"/>
                  </w:rPr>
                  <w:t xml:space="preserve">        </w:t>
                </w:r>
              </w:sdtContent>
            </w:sdt>
          </w:p>
        </w:tc>
        <w:tc>
          <w:tcPr>
            <w:tcW w:w="3850" w:type="dxa"/>
            <w:tcBorders>
              <w:top w:val="single" w:sz="4" w:space="0" w:color="auto"/>
              <w:left w:val="single" w:sz="4" w:space="0" w:color="auto"/>
              <w:bottom w:val="single" w:sz="4" w:space="0" w:color="auto"/>
              <w:right w:val="single" w:sz="4" w:space="0" w:color="auto"/>
            </w:tcBorders>
            <w:vAlign w:val="center"/>
          </w:tcPr>
          <w:p w:rsidR="001B2004" w:rsidRPr="00EC4E07" w:rsidRDefault="001E4AEF" w:rsidP="001B2004">
            <w:pPr>
              <w:pStyle w:val="aa"/>
              <w:wordWrap/>
              <w:spacing w:line="240" w:lineRule="auto"/>
              <w:jc w:val="left"/>
              <w:rPr>
                <w:rFonts w:ascii="Arial" w:eastAsia="HG丸ｺﾞｼｯｸM-PRO" w:hAnsi="Arial" w:cs="Arial"/>
                <w:spacing w:val="0"/>
                <w:sz w:val="20"/>
              </w:rPr>
            </w:pPr>
            <w:sdt>
              <w:sdtPr>
                <w:rPr>
                  <w:rStyle w:val="8"/>
                </w:rPr>
                <w:alias w:val="Enter here"/>
                <w:tag w:val="Enter here"/>
                <w:id w:val="1585108696"/>
                <w:placeholder>
                  <w:docPart w:val="52D654CAB03C46CEBC964E178D1448C7"/>
                </w:placeholder>
                <w:showingPlcHdr/>
                <w:text/>
              </w:sdtPr>
              <w:sdtEndPr>
                <w:rPr>
                  <w:rStyle w:val="a0"/>
                  <w:rFonts w:ascii="Times New Roman" w:eastAsia="HG丸ｺﾞｼｯｸM-PRO" w:hAnsi="Times New Roman" w:cs="Times New Roman"/>
                  <w:sz w:val="20"/>
                  <w:szCs w:val="20"/>
                </w:rPr>
              </w:sdtEndPr>
              <w:sdtContent>
                <w:r w:rsidR="001B2004" w:rsidRPr="00CF5551">
                  <w:rPr>
                    <w:rFonts w:ascii="Arial" w:eastAsia="HG丸ｺﾞｼｯｸM-PRO" w:hAnsi="Arial" w:cs="Arial"/>
                    <w:sz w:val="16"/>
                    <w:szCs w:val="16"/>
                  </w:rPr>
                  <w:t xml:space="preserve">            </w:t>
                </w:r>
                <w:r w:rsidR="001B2004" w:rsidRPr="00CF5551">
                  <w:rPr>
                    <w:rFonts w:ascii="Arial" w:eastAsia="HG丸ｺﾞｼｯｸM-PRO" w:hAnsi="Arial" w:cs="Arial"/>
                    <w:sz w:val="16"/>
                    <w:szCs w:val="16"/>
                  </w:rPr>
                  <w:t xml:space="preserve">　　　　　　　</w:t>
                </w:r>
                <w:r w:rsidR="001B2004" w:rsidRPr="00CF5551">
                  <w:rPr>
                    <w:rFonts w:ascii="Arial" w:eastAsia="HG丸ｺﾞｼｯｸM-PRO" w:hAnsi="Arial" w:cs="Arial"/>
                    <w:sz w:val="16"/>
                    <w:szCs w:val="16"/>
                  </w:rPr>
                  <w:t xml:space="preserve">      </w:t>
                </w:r>
              </w:sdtContent>
            </w:sdt>
          </w:p>
        </w:tc>
      </w:tr>
      <w:tr w:rsidR="001B2004" w:rsidRPr="001461E2" w:rsidTr="00D50CDA">
        <w:trPr>
          <w:trHeight w:hRule="exact" w:val="560"/>
        </w:trPr>
        <w:tc>
          <w:tcPr>
            <w:tcW w:w="2015" w:type="dxa"/>
            <w:tcBorders>
              <w:left w:val="single" w:sz="4" w:space="0" w:color="auto"/>
              <w:bottom w:val="single" w:sz="4" w:space="0" w:color="auto"/>
            </w:tcBorders>
            <w:vAlign w:val="center"/>
          </w:tcPr>
          <w:p w:rsidR="001B2004" w:rsidRPr="00EC4E07" w:rsidRDefault="001E4AEF" w:rsidP="00F42E73">
            <w:pPr>
              <w:pStyle w:val="aa"/>
              <w:wordWrap/>
              <w:spacing w:line="240" w:lineRule="auto"/>
              <w:jc w:val="left"/>
              <w:rPr>
                <w:rFonts w:ascii="Arial" w:eastAsia="HG丸ｺﾞｼｯｸM-PRO" w:hAnsi="Arial" w:cs="Arial"/>
                <w:spacing w:val="0"/>
                <w:sz w:val="20"/>
              </w:rPr>
            </w:pPr>
            <w:sdt>
              <w:sdtPr>
                <w:rPr>
                  <w:rFonts w:ascii="ＭＳ ゴシック" w:eastAsia="ＭＳ ゴシック" w:hAnsi="ＭＳ ゴシック" w:cs="ＭＳ ゴシック"/>
                  <w:spacing w:val="0"/>
                  <w:sz w:val="20"/>
                </w:rPr>
                <w:alias w:val="Enter here"/>
                <w:tag w:val="Enter here"/>
                <w:id w:val="-406611005"/>
                <w:placeholder>
                  <w:docPart w:val="8E9E9588EC654DB39FA909A4A965E1BA"/>
                </w:placeholder>
                <w:text/>
              </w:sdtPr>
              <w:sdtEndPr/>
              <w:sdtContent/>
            </w:sdt>
          </w:p>
        </w:tc>
        <w:sdt>
          <w:sdtPr>
            <w:rPr>
              <w:rFonts w:ascii="Arial" w:eastAsia="HG丸ｺﾞｼｯｸM-PRO" w:hAnsi="Arial" w:cs="Arial"/>
              <w:spacing w:val="0"/>
              <w:sz w:val="20"/>
            </w:rPr>
            <w:alias w:val="Enter here"/>
            <w:tag w:val="Enter here"/>
            <w:id w:val="-1920943011"/>
            <w:placeholder>
              <w:docPart w:val="2002721838AF45209DCD4E5C4BEC0393"/>
            </w:placeholder>
            <w:showingPlcHdr/>
            <w:text/>
          </w:sdtPr>
          <w:sdtEndPr/>
          <w:sdtContent>
            <w:tc>
              <w:tcPr>
                <w:tcW w:w="1045" w:type="dxa"/>
                <w:tcBorders>
                  <w:left w:val="single" w:sz="4" w:space="0" w:color="auto"/>
                  <w:bottom w:val="single" w:sz="4" w:space="0" w:color="auto"/>
                </w:tcBorders>
                <w:vAlign w:val="center"/>
              </w:tcPr>
              <w:p w:rsidR="001B2004" w:rsidRPr="00EC4E07" w:rsidRDefault="001B2004" w:rsidP="001B2004">
                <w:pPr>
                  <w:pStyle w:val="aa"/>
                  <w:wordWrap/>
                  <w:spacing w:line="240" w:lineRule="auto"/>
                  <w:jc w:val="left"/>
                  <w:rPr>
                    <w:rFonts w:ascii="Arial" w:eastAsia="HG丸ｺﾞｼｯｸM-PRO" w:hAnsi="Arial" w:cs="Arial"/>
                    <w:spacing w:val="0"/>
                    <w:sz w:val="20"/>
                  </w:rPr>
                </w:pPr>
                <w:r>
                  <w:rPr>
                    <w:rStyle w:val="ab"/>
                    <w:rFonts w:hint="eastAsia"/>
                  </w:rPr>
                  <w:t xml:space="preserve">      </w:t>
                </w:r>
                <w:r>
                  <w:rPr>
                    <w:rStyle w:val="ab"/>
                  </w:rPr>
                  <w:t xml:space="preserve"> </w:t>
                </w:r>
              </w:p>
            </w:tc>
          </w:sdtContent>
        </w:sdt>
        <w:sdt>
          <w:sdtPr>
            <w:rPr>
              <w:rFonts w:ascii="Arial" w:eastAsia="HG丸ｺﾞｼｯｸM-PRO" w:hAnsi="Arial" w:cs="Arial"/>
              <w:spacing w:val="0"/>
              <w:sz w:val="20"/>
            </w:rPr>
            <w:alias w:val="Enter here"/>
            <w:tag w:val="Enter here"/>
            <w:id w:val="1340042832"/>
            <w:placeholder>
              <w:docPart w:val="1E94AB230F5A4F26A40279385FBD019C"/>
            </w:placeholder>
            <w:showingPlcHdr/>
            <w:text/>
          </w:sdtPr>
          <w:sdtEndPr/>
          <w:sdtContent>
            <w:tc>
              <w:tcPr>
                <w:tcW w:w="1836" w:type="dxa"/>
                <w:tcBorders>
                  <w:left w:val="single" w:sz="4" w:space="0" w:color="auto"/>
                  <w:bottom w:val="single" w:sz="4" w:space="0" w:color="auto"/>
                </w:tcBorders>
                <w:vAlign w:val="center"/>
              </w:tcPr>
              <w:p w:rsidR="001B2004" w:rsidRPr="00EC4E07" w:rsidRDefault="001B2004" w:rsidP="001B2004">
                <w:pPr>
                  <w:pStyle w:val="aa"/>
                  <w:wordWrap/>
                  <w:spacing w:line="240" w:lineRule="auto"/>
                  <w:jc w:val="left"/>
                  <w:rPr>
                    <w:rFonts w:ascii="Arial" w:eastAsia="HG丸ｺﾞｼｯｸM-PRO" w:hAnsi="Arial" w:cs="Arial"/>
                    <w:spacing w:val="0"/>
                    <w:sz w:val="20"/>
                  </w:rPr>
                </w:pPr>
                <w:r>
                  <w:rPr>
                    <w:rFonts w:ascii="Arial" w:eastAsia="HG丸ｺﾞｼｯｸM-PRO" w:hAnsi="Arial" w:cs="Arial"/>
                    <w:spacing w:val="0"/>
                    <w:sz w:val="20"/>
                  </w:rPr>
                  <w:t xml:space="preserve">              </w:t>
                </w:r>
              </w:p>
            </w:tc>
          </w:sdtContent>
        </w:sdt>
        <w:tc>
          <w:tcPr>
            <w:tcW w:w="1632" w:type="dxa"/>
            <w:tcBorders>
              <w:left w:val="single" w:sz="4" w:space="0" w:color="auto"/>
              <w:bottom w:val="single" w:sz="4" w:space="0" w:color="auto"/>
            </w:tcBorders>
            <w:vAlign w:val="center"/>
          </w:tcPr>
          <w:p w:rsidR="001B2004" w:rsidRPr="00EC4E07" w:rsidRDefault="001E4AEF" w:rsidP="001B2004">
            <w:pPr>
              <w:pStyle w:val="aa"/>
              <w:wordWrap/>
              <w:spacing w:line="240" w:lineRule="auto"/>
              <w:jc w:val="left"/>
              <w:rPr>
                <w:rFonts w:ascii="Arial" w:eastAsia="HG丸ｺﾞｼｯｸM-PRO" w:hAnsi="Arial" w:cs="Arial"/>
                <w:spacing w:val="0"/>
                <w:sz w:val="20"/>
              </w:rPr>
            </w:pPr>
            <w:sdt>
              <w:sdtPr>
                <w:rPr>
                  <w:rFonts w:ascii="Arial" w:eastAsia="HG丸ｺﾞｼｯｸM-PRO" w:hAnsi="Arial" w:cs="Arial"/>
                  <w:sz w:val="20"/>
                </w:rPr>
                <w:alias w:val="Enter here"/>
                <w:tag w:val="Enter here"/>
                <w:id w:val="-2002956822"/>
                <w:placeholder>
                  <w:docPart w:val="BAE807F7CB9C4650A2C3ABB028393660"/>
                </w:placeholder>
                <w:showingPlcHdr/>
                <w:text/>
              </w:sdtPr>
              <w:sdtEndPr/>
              <w:sdtContent>
                <w:r w:rsidR="001B2004" w:rsidRPr="00EC4E07">
                  <w:rPr>
                    <w:rFonts w:ascii="Arial" w:eastAsia="HG丸ｺﾞｼｯｸM-PRO" w:hAnsi="Arial" w:cs="Arial"/>
                    <w:sz w:val="20"/>
                  </w:rPr>
                  <w:t xml:space="preserve">   </w:t>
                </w:r>
                <w:r w:rsidR="001B2004" w:rsidRPr="00EC4E07">
                  <w:rPr>
                    <w:rFonts w:ascii="Arial" w:eastAsia="HG丸ｺﾞｼｯｸM-PRO" w:hAnsi="Arial" w:cs="Arial"/>
                    <w:sz w:val="20"/>
                  </w:rPr>
                  <w:t xml:space="preserve">　</w:t>
                </w:r>
                <w:r w:rsidR="001B2004" w:rsidRPr="00EC4E07">
                  <w:rPr>
                    <w:rFonts w:ascii="Arial" w:eastAsia="HG丸ｺﾞｼｯｸM-PRO" w:hAnsi="Arial" w:cs="Arial"/>
                    <w:sz w:val="20"/>
                  </w:rPr>
                  <w:t xml:space="preserve">        </w:t>
                </w:r>
              </w:sdtContent>
            </w:sdt>
          </w:p>
        </w:tc>
        <w:tc>
          <w:tcPr>
            <w:tcW w:w="3850" w:type="dxa"/>
            <w:tcBorders>
              <w:left w:val="single" w:sz="4" w:space="0" w:color="auto"/>
              <w:bottom w:val="single" w:sz="4" w:space="0" w:color="auto"/>
              <w:right w:val="single" w:sz="4" w:space="0" w:color="auto"/>
            </w:tcBorders>
            <w:vAlign w:val="center"/>
          </w:tcPr>
          <w:p w:rsidR="001B2004" w:rsidRPr="00EC4E07" w:rsidRDefault="001E4AEF" w:rsidP="001B2004">
            <w:pPr>
              <w:pStyle w:val="aa"/>
              <w:wordWrap/>
              <w:spacing w:line="240" w:lineRule="auto"/>
              <w:jc w:val="left"/>
              <w:rPr>
                <w:rFonts w:ascii="Arial" w:eastAsia="HG丸ｺﾞｼｯｸM-PRO" w:hAnsi="Arial" w:cs="Arial"/>
                <w:spacing w:val="0"/>
                <w:sz w:val="20"/>
              </w:rPr>
            </w:pPr>
            <w:sdt>
              <w:sdtPr>
                <w:rPr>
                  <w:rStyle w:val="9"/>
                </w:rPr>
                <w:alias w:val="Enter here"/>
                <w:tag w:val="Enter here"/>
                <w:id w:val="1801196255"/>
                <w:placeholder>
                  <w:docPart w:val="CB364B0989124D2D9335FB4837EEF715"/>
                </w:placeholder>
                <w:showingPlcHdr/>
                <w:text/>
              </w:sdtPr>
              <w:sdtEndPr>
                <w:rPr>
                  <w:rStyle w:val="a0"/>
                  <w:rFonts w:ascii="Times New Roman" w:eastAsia="HG丸ｺﾞｼｯｸM-PRO" w:hAnsi="Times New Roman" w:cs="Times New Roman"/>
                  <w:sz w:val="20"/>
                  <w:szCs w:val="20"/>
                </w:rPr>
              </w:sdtEndPr>
              <w:sdtContent>
                <w:r w:rsidR="001B2004" w:rsidRPr="00CF5551">
                  <w:rPr>
                    <w:rFonts w:ascii="Arial" w:eastAsia="HG丸ｺﾞｼｯｸM-PRO" w:hAnsi="Arial" w:cs="Arial"/>
                    <w:sz w:val="16"/>
                    <w:szCs w:val="16"/>
                  </w:rPr>
                  <w:t xml:space="preserve">            </w:t>
                </w:r>
                <w:r w:rsidR="001B2004" w:rsidRPr="00CF5551">
                  <w:rPr>
                    <w:rFonts w:ascii="Arial" w:eastAsia="HG丸ｺﾞｼｯｸM-PRO" w:hAnsi="Arial" w:cs="Arial"/>
                    <w:sz w:val="16"/>
                    <w:szCs w:val="16"/>
                  </w:rPr>
                  <w:t xml:space="preserve">　　　　　　　</w:t>
                </w:r>
                <w:r w:rsidR="001B2004" w:rsidRPr="00CF5551">
                  <w:rPr>
                    <w:rFonts w:ascii="Arial" w:eastAsia="HG丸ｺﾞｼｯｸM-PRO" w:hAnsi="Arial" w:cs="Arial"/>
                    <w:sz w:val="16"/>
                    <w:szCs w:val="16"/>
                  </w:rPr>
                  <w:t xml:space="preserve">      </w:t>
                </w:r>
              </w:sdtContent>
            </w:sdt>
          </w:p>
        </w:tc>
      </w:tr>
      <w:tr w:rsidR="001B2004" w:rsidRPr="001461E2" w:rsidTr="00D50CDA">
        <w:trPr>
          <w:trHeight w:hRule="exact" w:val="567"/>
        </w:trPr>
        <w:tc>
          <w:tcPr>
            <w:tcW w:w="2015" w:type="dxa"/>
            <w:tcBorders>
              <w:top w:val="single" w:sz="4" w:space="0" w:color="auto"/>
              <w:left w:val="single" w:sz="4" w:space="0" w:color="auto"/>
              <w:bottom w:val="single" w:sz="4" w:space="0" w:color="auto"/>
            </w:tcBorders>
            <w:vAlign w:val="center"/>
          </w:tcPr>
          <w:p w:rsidR="001B2004" w:rsidRPr="00EC4E07" w:rsidRDefault="001E4AEF" w:rsidP="001B2004">
            <w:pPr>
              <w:pStyle w:val="aa"/>
              <w:wordWrap/>
              <w:spacing w:line="240" w:lineRule="auto"/>
              <w:jc w:val="left"/>
              <w:rPr>
                <w:rFonts w:ascii="Arial" w:eastAsia="HG丸ｺﾞｼｯｸM-PRO" w:hAnsi="Arial" w:cs="Arial"/>
                <w:spacing w:val="0"/>
                <w:sz w:val="20"/>
              </w:rPr>
            </w:pPr>
            <w:sdt>
              <w:sdtPr>
                <w:rPr>
                  <w:rFonts w:ascii="Arial" w:eastAsia="HG丸ｺﾞｼｯｸM-PRO" w:hAnsi="Arial" w:cs="Arial"/>
                  <w:sz w:val="20"/>
                </w:rPr>
                <w:alias w:val="Enter here"/>
                <w:tag w:val="Enter here"/>
                <w:id w:val="1163209869"/>
                <w:placeholder>
                  <w:docPart w:val="5D6F0CA4602F4EC2966CC71C2445D9D1"/>
                </w:placeholder>
                <w:showingPlcHdr/>
                <w:text/>
              </w:sdtPr>
              <w:sdtEndPr/>
              <w:sdtContent>
                <w:r w:rsidR="001B2004" w:rsidRPr="00EC4E07">
                  <w:rPr>
                    <w:rStyle w:val="ab"/>
                    <w:rFonts w:ascii="Arial" w:eastAsia="HG丸ｺﾞｼｯｸM-PRO" w:hAnsi="Arial" w:cs="Arial"/>
                  </w:rPr>
                  <w:t xml:space="preserve">   </w:t>
                </w:r>
                <w:r w:rsidR="001B2004" w:rsidRPr="00EC4E07">
                  <w:rPr>
                    <w:rStyle w:val="ab"/>
                    <w:rFonts w:ascii="Arial" w:eastAsia="HG丸ｺﾞｼｯｸM-PRO" w:hAnsi="Arial" w:cs="Arial"/>
                  </w:rPr>
                  <w:t xml:space="preserve">　　　</w:t>
                </w:r>
                <w:r w:rsidR="001B2004" w:rsidRPr="00EC4E07">
                  <w:rPr>
                    <w:rStyle w:val="ab"/>
                    <w:rFonts w:ascii="Arial" w:eastAsia="HG丸ｺﾞｼｯｸM-PRO" w:hAnsi="Arial" w:cs="Arial"/>
                  </w:rPr>
                  <w:t xml:space="preserve">        </w:t>
                </w:r>
              </w:sdtContent>
            </w:sdt>
          </w:p>
        </w:tc>
        <w:sdt>
          <w:sdtPr>
            <w:rPr>
              <w:rFonts w:ascii="Arial" w:eastAsia="HG丸ｺﾞｼｯｸM-PRO" w:hAnsi="Arial" w:cs="Arial"/>
              <w:spacing w:val="0"/>
              <w:sz w:val="20"/>
            </w:rPr>
            <w:alias w:val="Enter here"/>
            <w:tag w:val="Enter here"/>
            <w:id w:val="-1285029665"/>
            <w:placeholder>
              <w:docPart w:val="14530D5358354DA3BCF3267DFA3BDD73"/>
            </w:placeholder>
            <w:showingPlcHdr/>
            <w:text/>
          </w:sdtPr>
          <w:sdtEndPr/>
          <w:sdtContent>
            <w:tc>
              <w:tcPr>
                <w:tcW w:w="1045" w:type="dxa"/>
                <w:tcBorders>
                  <w:top w:val="single" w:sz="4" w:space="0" w:color="auto"/>
                  <w:left w:val="single" w:sz="4" w:space="0" w:color="auto"/>
                  <w:bottom w:val="single" w:sz="4" w:space="0" w:color="auto"/>
                </w:tcBorders>
                <w:vAlign w:val="center"/>
              </w:tcPr>
              <w:p w:rsidR="001B2004" w:rsidRPr="00EC4E07" w:rsidRDefault="001B2004" w:rsidP="001B2004">
                <w:pPr>
                  <w:pStyle w:val="aa"/>
                  <w:wordWrap/>
                  <w:spacing w:line="240" w:lineRule="auto"/>
                  <w:jc w:val="left"/>
                  <w:rPr>
                    <w:rFonts w:ascii="Arial" w:eastAsia="HG丸ｺﾞｼｯｸM-PRO" w:hAnsi="Arial" w:cs="Arial"/>
                    <w:spacing w:val="0"/>
                    <w:sz w:val="20"/>
                  </w:rPr>
                </w:pPr>
                <w:r>
                  <w:rPr>
                    <w:rStyle w:val="ab"/>
                    <w:rFonts w:hint="eastAsia"/>
                  </w:rPr>
                  <w:t xml:space="preserve">      </w:t>
                </w:r>
                <w:r>
                  <w:rPr>
                    <w:rStyle w:val="ab"/>
                  </w:rPr>
                  <w:t xml:space="preserve"> </w:t>
                </w:r>
              </w:p>
            </w:tc>
          </w:sdtContent>
        </w:sdt>
        <w:sdt>
          <w:sdtPr>
            <w:rPr>
              <w:rFonts w:ascii="Arial" w:eastAsia="HG丸ｺﾞｼｯｸM-PRO" w:hAnsi="Arial" w:cs="Arial"/>
              <w:spacing w:val="0"/>
              <w:sz w:val="20"/>
            </w:rPr>
            <w:alias w:val="Enter here"/>
            <w:tag w:val="Enter here"/>
            <w:id w:val="1278220717"/>
            <w:placeholder>
              <w:docPart w:val="E4833F9CF2664D5993CF44EDAC6F5F88"/>
            </w:placeholder>
            <w:showingPlcHdr/>
            <w:text/>
          </w:sdtPr>
          <w:sdtEndPr/>
          <w:sdtContent>
            <w:tc>
              <w:tcPr>
                <w:tcW w:w="1836" w:type="dxa"/>
                <w:tcBorders>
                  <w:top w:val="single" w:sz="4" w:space="0" w:color="auto"/>
                  <w:left w:val="single" w:sz="4" w:space="0" w:color="auto"/>
                  <w:bottom w:val="single" w:sz="4" w:space="0" w:color="auto"/>
                </w:tcBorders>
                <w:vAlign w:val="center"/>
              </w:tcPr>
              <w:p w:rsidR="001B2004" w:rsidRPr="00EC4E07" w:rsidRDefault="001B2004" w:rsidP="001B2004">
                <w:pPr>
                  <w:pStyle w:val="aa"/>
                  <w:wordWrap/>
                  <w:spacing w:line="240" w:lineRule="auto"/>
                  <w:jc w:val="left"/>
                  <w:rPr>
                    <w:rFonts w:ascii="Arial" w:eastAsia="HG丸ｺﾞｼｯｸM-PRO" w:hAnsi="Arial" w:cs="Arial"/>
                    <w:spacing w:val="0"/>
                    <w:sz w:val="20"/>
                  </w:rPr>
                </w:pPr>
                <w:r>
                  <w:rPr>
                    <w:rFonts w:ascii="Arial" w:eastAsia="HG丸ｺﾞｼｯｸM-PRO" w:hAnsi="Arial" w:cs="Arial"/>
                    <w:spacing w:val="0"/>
                    <w:sz w:val="20"/>
                  </w:rPr>
                  <w:t xml:space="preserve">              </w:t>
                </w:r>
              </w:p>
            </w:tc>
          </w:sdtContent>
        </w:sdt>
        <w:tc>
          <w:tcPr>
            <w:tcW w:w="1632" w:type="dxa"/>
            <w:tcBorders>
              <w:top w:val="single" w:sz="4" w:space="0" w:color="auto"/>
              <w:left w:val="single" w:sz="4" w:space="0" w:color="auto"/>
              <w:bottom w:val="single" w:sz="4" w:space="0" w:color="auto"/>
            </w:tcBorders>
            <w:vAlign w:val="center"/>
          </w:tcPr>
          <w:p w:rsidR="001B2004" w:rsidRPr="00EC4E07" w:rsidRDefault="001E4AEF" w:rsidP="001B2004">
            <w:pPr>
              <w:pStyle w:val="aa"/>
              <w:wordWrap/>
              <w:spacing w:line="240" w:lineRule="auto"/>
              <w:jc w:val="left"/>
              <w:rPr>
                <w:rFonts w:ascii="Arial" w:eastAsia="HG丸ｺﾞｼｯｸM-PRO" w:hAnsi="Arial" w:cs="Arial"/>
                <w:spacing w:val="0"/>
                <w:sz w:val="20"/>
              </w:rPr>
            </w:pPr>
            <w:sdt>
              <w:sdtPr>
                <w:rPr>
                  <w:rFonts w:ascii="Arial" w:eastAsia="HG丸ｺﾞｼｯｸM-PRO" w:hAnsi="Arial" w:cs="Arial"/>
                  <w:sz w:val="20"/>
                </w:rPr>
                <w:alias w:val="Enter here"/>
                <w:tag w:val="Enter here"/>
                <w:id w:val="1367877631"/>
                <w:placeholder>
                  <w:docPart w:val="264E0575B4054602B9B2278AD2A542F6"/>
                </w:placeholder>
                <w:showingPlcHdr/>
                <w:text/>
              </w:sdtPr>
              <w:sdtEndPr/>
              <w:sdtContent>
                <w:r w:rsidR="001B2004" w:rsidRPr="00EC4E07">
                  <w:rPr>
                    <w:rFonts w:ascii="Arial" w:eastAsia="HG丸ｺﾞｼｯｸM-PRO" w:hAnsi="Arial" w:cs="Arial"/>
                    <w:sz w:val="20"/>
                  </w:rPr>
                  <w:t xml:space="preserve">   </w:t>
                </w:r>
                <w:r w:rsidR="001B2004" w:rsidRPr="00EC4E07">
                  <w:rPr>
                    <w:rFonts w:ascii="Arial" w:eastAsia="HG丸ｺﾞｼｯｸM-PRO" w:hAnsi="Arial" w:cs="Arial"/>
                    <w:sz w:val="20"/>
                  </w:rPr>
                  <w:t xml:space="preserve">　</w:t>
                </w:r>
                <w:r w:rsidR="001B2004" w:rsidRPr="00EC4E07">
                  <w:rPr>
                    <w:rFonts w:ascii="Arial" w:eastAsia="HG丸ｺﾞｼｯｸM-PRO" w:hAnsi="Arial" w:cs="Arial"/>
                    <w:sz w:val="20"/>
                  </w:rPr>
                  <w:t xml:space="preserve">        </w:t>
                </w:r>
              </w:sdtContent>
            </w:sdt>
          </w:p>
        </w:tc>
        <w:tc>
          <w:tcPr>
            <w:tcW w:w="3850" w:type="dxa"/>
            <w:tcBorders>
              <w:top w:val="single" w:sz="4" w:space="0" w:color="auto"/>
              <w:left w:val="single" w:sz="4" w:space="0" w:color="auto"/>
              <w:bottom w:val="single" w:sz="4" w:space="0" w:color="auto"/>
              <w:right w:val="single" w:sz="4" w:space="0" w:color="auto"/>
            </w:tcBorders>
            <w:vAlign w:val="center"/>
          </w:tcPr>
          <w:p w:rsidR="001B2004" w:rsidRPr="00EC4E07" w:rsidRDefault="001E4AEF" w:rsidP="001B2004">
            <w:pPr>
              <w:pStyle w:val="aa"/>
              <w:wordWrap/>
              <w:spacing w:line="240" w:lineRule="auto"/>
              <w:jc w:val="left"/>
              <w:rPr>
                <w:rFonts w:ascii="Arial" w:eastAsia="HG丸ｺﾞｼｯｸM-PRO" w:hAnsi="Arial" w:cs="Arial"/>
                <w:spacing w:val="0"/>
                <w:sz w:val="20"/>
              </w:rPr>
            </w:pPr>
            <w:sdt>
              <w:sdtPr>
                <w:rPr>
                  <w:rStyle w:val="10"/>
                </w:rPr>
                <w:alias w:val="Enter here"/>
                <w:tag w:val="Enter here"/>
                <w:id w:val="-1412613657"/>
                <w:placeholder>
                  <w:docPart w:val="D916566D5D16459487267A4999A20D7F"/>
                </w:placeholder>
                <w:showingPlcHdr/>
                <w:text/>
              </w:sdtPr>
              <w:sdtEndPr>
                <w:rPr>
                  <w:rStyle w:val="a0"/>
                  <w:rFonts w:ascii="Times New Roman" w:eastAsia="HG丸ｺﾞｼｯｸM-PRO" w:hAnsi="Times New Roman" w:cs="Times New Roman"/>
                  <w:sz w:val="20"/>
                  <w:szCs w:val="20"/>
                </w:rPr>
              </w:sdtEndPr>
              <w:sdtContent>
                <w:r w:rsidR="001B2004" w:rsidRPr="00CF5551">
                  <w:rPr>
                    <w:rFonts w:ascii="Arial" w:eastAsia="HG丸ｺﾞｼｯｸM-PRO" w:hAnsi="Arial" w:cs="Arial"/>
                    <w:sz w:val="16"/>
                    <w:szCs w:val="16"/>
                  </w:rPr>
                  <w:t xml:space="preserve">            </w:t>
                </w:r>
                <w:r w:rsidR="001B2004" w:rsidRPr="00CF5551">
                  <w:rPr>
                    <w:rFonts w:ascii="Arial" w:eastAsia="HG丸ｺﾞｼｯｸM-PRO" w:hAnsi="Arial" w:cs="Arial"/>
                    <w:sz w:val="16"/>
                    <w:szCs w:val="16"/>
                  </w:rPr>
                  <w:t xml:space="preserve">　　　　　　　</w:t>
                </w:r>
                <w:r w:rsidR="001B2004" w:rsidRPr="00CF5551">
                  <w:rPr>
                    <w:rFonts w:ascii="Arial" w:eastAsia="HG丸ｺﾞｼｯｸM-PRO" w:hAnsi="Arial" w:cs="Arial"/>
                    <w:sz w:val="16"/>
                    <w:szCs w:val="16"/>
                  </w:rPr>
                  <w:t xml:space="preserve">      </w:t>
                </w:r>
              </w:sdtContent>
            </w:sdt>
          </w:p>
        </w:tc>
      </w:tr>
      <w:tr w:rsidR="001B2004" w:rsidRPr="001461E2" w:rsidTr="00D50CDA">
        <w:trPr>
          <w:trHeight w:hRule="exact" w:val="561"/>
        </w:trPr>
        <w:tc>
          <w:tcPr>
            <w:tcW w:w="2015" w:type="dxa"/>
            <w:tcBorders>
              <w:top w:val="single" w:sz="4" w:space="0" w:color="auto"/>
              <w:left w:val="single" w:sz="4" w:space="0" w:color="auto"/>
              <w:bottom w:val="single" w:sz="4" w:space="0" w:color="auto"/>
            </w:tcBorders>
            <w:vAlign w:val="center"/>
          </w:tcPr>
          <w:p w:rsidR="001B2004" w:rsidRPr="00EC4E07" w:rsidRDefault="001E4AEF" w:rsidP="001B2004">
            <w:pPr>
              <w:pStyle w:val="aa"/>
              <w:wordWrap/>
              <w:spacing w:line="240" w:lineRule="auto"/>
              <w:jc w:val="left"/>
              <w:rPr>
                <w:rFonts w:ascii="Arial" w:eastAsia="HG丸ｺﾞｼｯｸM-PRO" w:hAnsi="Arial" w:cs="Arial"/>
                <w:spacing w:val="0"/>
                <w:sz w:val="20"/>
              </w:rPr>
            </w:pPr>
            <w:sdt>
              <w:sdtPr>
                <w:rPr>
                  <w:rFonts w:ascii="Arial" w:eastAsia="HG丸ｺﾞｼｯｸM-PRO" w:hAnsi="Arial" w:cs="Arial"/>
                  <w:sz w:val="20"/>
                </w:rPr>
                <w:alias w:val="Enter here"/>
                <w:tag w:val="Enter here"/>
                <w:id w:val="298886689"/>
                <w:placeholder>
                  <w:docPart w:val="59CC7E2883DC4B0787AFD357BAE35C60"/>
                </w:placeholder>
                <w:showingPlcHdr/>
                <w:text/>
              </w:sdtPr>
              <w:sdtEndPr/>
              <w:sdtContent>
                <w:r w:rsidR="001B2004" w:rsidRPr="00EC4E07">
                  <w:rPr>
                    <w:rStyle w:val="ab"/>
                    <w:rFonts w:ascii="Arial" w:eastAsia="HG丸ｺﾞｼｯｸM-PRO" w:hAnsi="Arial" w:cs="Arial"/>
                  </w:rPr>
                  <w:t xml:space="preserve">   </w:t>
                </w:r>
                <w:r w:rsidR="001B2004" w:rsidRPr="00EC4E07">
                  <w:rPr>
                    <w:rStyle w:val="ab"/>
                    <w:rFonts w:ascii="Arial" w:eastAsia="HG丸ｺﾞｼｯｸM-PRO" w:hAnsi="Arial" w:cs="Arial"/>
                  </w:rPr>
                  <w:t xml:space="preserve">　　　</w:t>
                </w:r>
                <w:r w:rsidR="001B2004" w:rsidRPr="00EC4E07">
                  <w:rPr>
                    <w:rStyle w:val="ab"/>
                    <w:rFonts w:ascii="Arial" w:eastAsia="HG丸ｺﾞｼｯｸM-PRO" w:hAnsi="Arial" w:cs="Arial"/>
                  </w:rPr>
                  <w:t xml:space="preserve">        </w:t>
                </w:r>
              </w:sdtContent>
            </w:sdt>
          </w:p>
        </w:tc>
        <w:sdt>
          <w:sdtPr>
            <w:rPr>
              <w:rFonts w:ascii="Arial" w:eastAsia="HG丸ｺﾞｼｯｸM-PRO" w:hAnsi="Arial" w:cs="Arial"/>
              <w:spacing w:val="0"/>
              <w:sz w:val="20"/>
            </w:rPr>
            <w:alias w:val="Enter here"/>
            <w:tag w:val="Enter here"/>
            <w:id w:val="1980946902"/>
            <w:placeholder>
              <w:docPart w:val="BA93E2D883354D2DBC90BB347B7E736D"/>
            </w:placeholder>
            <w:showingPlcHdr/>
            <w:text/>
          </w:sdtPr>
          <w:sdtEndPr/>
          <w:sdtContent>
            <w:tc>
              <w:tcPr>
                <w:tcW w:w="1045" w:type="dxa"/>
                <w:tcBorders>
                  <w:top w:val="single" w:sz="4" w:space="0" w:color="auto"/>
                  <w:left w:val="single" w:sz="4" w:space="0" w:color="auto"/>
                  <w:bottom w:val="single" w:sz="4" w:space="0" w:color="auto"/>
                </w:tcBorders>
                <w:vAlign w:val="center"/>
              </w:tcPr>
              <w:p w:rsidR="001B2004" w:rsidRPr="00EC4E07" w:rsidRDefault="001B2004" w:rsidP="001B2004">
                <w:pPr>
                  <w:pStyle w:val="aa"/>
                  <w:wordWrap/>
                  <w:spacing w:line="240" w:lineRule="auto"/>
                  <w:jc w:val="left"/>
                  <w:rPr>
                    <w:rFonts w:ascii="Arial" w:eastAsia="HG丸ｺﾞｼｯｸM-PRO" w:hAnsi="Arial" w:cs="Arial"/>
                    <w:spacing w:val="0"/>
                    <w:sz w:val="20"/>
                  </w:rPr>
                </w:pPr>
                <w:r>
                  <w:rPr>
                    <w:rStyle w:val="ab"/>
                    <w:rFonts w:hint="eastAsia"/>
                  </w:rPr>
                  <w:t xml:space="preserve">      </w:t>
                </w:r>
                <w:r>
                  <w:rPr>
                    <w:rStyle w:val="ab"/>
                  </w:rPr>
                  <w:t xml:space="preserve"> </w:t>
                </w:r>
              </w:p>
            </w:tc>
          </w:sdtContent>
        </w:sdt>
        <w:sdt>
          <w:sdtPr>
            <w:rPr>
              <w:rFonts w:ascii="Arial" w:eastAsia="HG丸ｺﾞｼｯｸM-PRO" w:hAnsi="Arial" w:cs="Arial"/>
              <w:spacing w:val="0"/>
              <w:sz w:val="20"/>
            </w:rPr>
            <w:alias w:val="Enter here"/>
            <w:tag w:val="Enter here"/>
            <w:id w:val="87587677"/>
            <w:placeholder>
              <w:docPart w:val="91E63A2A03FC4399AD3F6144B6440583"/>
            </w:placeholder>
            <w:showingPlcHdr/>
            <w:text/>
          </w:sdtPr>
          <w:sdtEndPr/>
          <w:sdtContent>
            <w:tc>
              <w:tcPr>
                <w:tcW w:w="1836" w:type="dxa"/>
                <w:tcBorders>
                  <w:top w:val="single" w:sz="4" w:space="0" w:color="auto"/>
                  <w:left w:val="single" w:sz="4" w:space="0" w:color="auto"/>
                  <w:bottom w:val="single" w:sz="4" w:space="0" w:color="auto"/>
                </w:tcBorders>
                <w:vAlign w:val="center"/>
              </w:tcPr>
              <w:p w:rsidR="001B2004" w:rsidRPr="00EC4E07" w:rsidRDefault="001B2004" w:rsidP="001B2004">
                <w:pPr>
                  <w:pStyle w:val="aa"/>
                  <w:wordWrap/>
                  <w:spacing w:line="240" w:lineRule="auto"/>
                  <w:jc w:val="left"/>
                  <w:rPr>
                    <w:rFonts w:ascii="Arial" w:eastAsia="HG丸ｺﾞｼｯｸM-PRO" w:hAnsi="Arial" w:cs="Arial"/>
                    <w:spacing w:val="0"/>
                    <w:sz w:val="20"/>
                  </w:rPr>
                </w:pPr>
                <w:r>
                  <w:rPr>
                    <w:rFonts w:ascii="Arial" w:eastAsia="HG丸ｺﾞｼｯｸM-PRO" w:hAnsi="Arial" w:cs="Arial"/>
                    <w:spacing w:val="0"/>
                    <w:sz w:val="20"/>
                  </w:rPr>
                  <w:t xml:space="preserve">              </w:t>
                </w:r>
              </w:p>
            </w:tc>
          </w:sdtContent>
        </w:sdt>
        <w:tc>
          <w:tcPr>
            <w:tcW w:w="1632" w:type="dxa"/>
            <w:tcBorders>
              <w:top w:val="single" w:sz="4" w:space="0" w:color="auto"/>
              <w:left w:val="single" w:sz="4" w:space="0" w:color="auto"/>
              <w:bottom w:val="single" w:sz="4" w:space="0" w:color="auto"/>
            </w:tcBorders>
            <w:vAlign w:val="center"/>
          </w:tcPr>
          <w:p w:rsidR="001B2004" w:rsidRPr="00EC4E07" w:rsidRDefault="001E4AEF" w:rsidP="001B2004">
            <w:pPr>
              <w:pStyle w:val="aa"/>
              <w:wordWrap/>
              <w:spacing w:line="240" w:lineRule="auto"/>
              <w:jc w:val="left"/>
              <w:rPr>
                <w:rFonts w:ascii="Arial" w:eastAsia="HG丸ｺﾞｼｯｸM-PRO" w:hAnsi="Arial" w:cs="Arial"/>
                <w:spacing w:val="0"/>
                <w:sz w:val="20"/>
              </w:rPr>
            </w:pPr>
            <w:sdt>
              <w:sdtPr>
                <w:rPr>
                  <w:rFonts w:ascii="Arial" w:eastAsia="HG丸ｺﾞｼｯｸM-PRO" w:hAnsi="Arial" w:cs="Arial"/>
                  <w:sz w:val="20"/>
                </w:rPr>
                <w:alias w:val="Enter here"/>
                <w:tag w:val="Enter here"/>
                <w:id w:val="-1464734536"/>
                <w:placeholder>
                  <w:docPart w:val="A50943AE49CB487AAC980DDB7A0E0914"/>
                </w:placeholder>
                <w:showingPlcHdr/>
                <w:text/>
              </w:sdtPr>
              <w:sdtEndPr/>
              <w:sdtContent>
                <w:r w:rsidR="001B2004" w:rsidRPr="00EC4E07">
                  <w:rPr>
                    <w:rFonts w:ascii="Arial" w:eastAsia="HG丸ｺﾞｼｯｸM-PRO" w:hAnsi="Arial" w:cs="Arial"/>
                    <w:sz w:val="20"/>
                  </w:rPr>
                  <w:t xml:space="preserve">   </w:t>
                </w:r>
                <w:r w:rsidR="001B2004" w:rsidRPr="00EC4E07">
                  <w:rPr>
                    <w:rFonts w:ascii="Arial" w:eastAsia="HG丸ｺﾞｼｯｸM-PRO" w:hAnsi="Arial" w:cs="Arial"/>
                    <w:sz w:val="20"/>
                  </w:rPr>
                  <w:t xml:space="preserve">　</w:t>
                </w:r>
                <w:r w:rsidR="001B2004" w:rsidRPr="00EC4E07">
                  <w:rPr>
                    <w:rFonts w:ascii="Arial" w:eastAsia="HG丸ｺﾞｼｯｸM-PRO" w:hAnsi="Arial" w:cs="Arial"/>
                    <w:sz w:val="20"/>
                  </w:rPr>
                  <w:t xml:space="preserve">        </w:t>
                </w:r>
              </w:sdtContent>
            </w:sdt>
          </w:p>
        </w:tc>
        <w:tc>
          <w:tcPr>
            <w:tcW w:w="3850" w:type="dxa"/>
            <w:tcBorders>
              <w:top w:val="single" w:sz="4" w:space="0" w:color="auto"/>
              <w:left w:val="single" w:sz="4" w:space="0" w:color="auto"/>
              <w:bottom w:val="single" w:sz="4" w:space="0" w:color="auto"/>
              <w:right w:val="single" w:sz="4" w:space="0" w:color="auto"/>
            </w:tcBorders>
            <w:vAlign w:val="center"/>
          </w:tcPr>
          <w:p w:rsidR="001B2004" w:rsidRPr="00EC4E07" w:rsidRDefault="001E4AEF" w:rsidP="001B2004">
            <w:pPr>
              <w:pStyle w:val="aa"/>
              <w:wordWrap/>
              <w:spacing w:line="240" w:lineRule="auto"/>
              <w:jc w:val="left"/>
              <w:rPr>
                <w:rFonts w:ascii="Arial" w:eastAsia="HG丸ｺﾞｼｯｸM-PRO" w:hAnsi="Arial" w:cs="Arial"/>
                <w:spacing w:val="0"/>
                <w:sz w:val="20"/>
              </w:rPr>
            </w:pPr>
            <w:sdt>
              <w:sdtPr>
                <w:rPr>
                  <w:rStyle w:val="11"/>
                </w:rPr>
                <w:alias w:val="Enter here"/>
                <w:tag w:val="Enter here"/>
                <w:id w:val="-1401277947"/>
                <w:placeholder>
                  <w:docPart w:val="0BF9F56B63434ADE98EE1473892F4C4B"/>
                </w:placeholder>
                <w:showingPlcHdr/>
                <w:text/>
              </w:sdtPr>
              <w:sdtEndPr>
                <w:rPr>
                  <w:rStyle w:val="a0"/>
                  <w:rFonts w:ascii="Times New Roman" w:eastAsia="HG丸ｺﾞｼｯｸM-PRO" w:hAnsi="Times New Roman" w:cs="Times New Roman"/>
                  <w:sz w:val="20"/>
                  <w:szCs w:val="20"/>
                </w:rPr>
              </w:sdtEndPr>
              <w:sdtContent>
                <w:r w:rsidR="001B2004" w:rsidRPr="00CF5551">
                  <w:rPr>
                    <w:rFonts w:ascii="Arial" w:eastAsia="HG丸ｺﾞｼｯｸM-PRO" w:hAnsi="Arial" w:cs="Arial"/>
                    <w:sz w:val="16"/>
                    <w:szCs w:val="16"/>
                  </w:rPr>
                  <w:t xml:space="preserve">            </w:t>
                </w:r>
                <w:r w:rsidR="001B2004" w:rsidRPr="00CF5551">
                  <w:rPr>
                    <w:rFonts w:ascii="Arial" w:eastAsia="HG丸ｺﾞｼｯｸM-PRO" w:hAnsi="Arial" w:cs="Arial"/>
                    <w:sz w:val="16"/>
                    <w:szCs w:val="16"/>
                  </w:rPr>
                  <w:t xml:space="preserve">　　　　　　　</w:t>
                </w:r>
                <w:r w:rsidR="001B2004" w:rsidRPr="00CF5551">
                  <w:rPr>
                    <w:rFonts w:ascii="Arial" w:eastAsia="HG丸ｺﾞｼｯｸM-PRO" w:hAnsi="Arial" w:cs="Arial"/>
                    <w:sz w:val="16"/>
                    <w:szCs w:val="16"/>
                  </w:rPr>
                  <w:t xml:space="preserve">      </w:t>
                </w:r>
              </w:sdtContent>
            </w:sdt>
          </w:p>
        </w:tc>
      </w:tr>
      <w:tr w:rsidR="001B2004" w:rsidRPr="001461E2" w:rsidTr="00D50CDA">
        <w:trPr>
          <w:trHeight w:hRule="exact" w:val="556"/>
        </w:trPr>
        <w:tc>
          <w:tcPr>
            <w:tcW w:w="2015" w:type="dxa"/>
            <w:tcBorders>
              <w:top w:val="single" w:sz="4" w:space="0" w:color="auto"/>
              <w:left w:val="single" w:sz="4" w:space="0" w:color="auto"/>
              <w:bottom w:val="single" w:sz="4" w:space="0" w:color="auto"/>
            </w:tcBorders>
            <w:vAlign w:val="center"/>
          </w:tcPr>
          <w:p w:rsidR="001B2004" w:rsidRPr="00EC4E07" w:rsidRDefault="001E4AEF" w:rsidP="001B2004">
            <w:pPr>
              <w:pStyle w:val="aa"/>
              <w:wordWrap/>
              <w:spacing w:line="240" w:lineRule="auto"/>
              <w:jc w:val="left"/>
              <w:rPr>
                <w:rFonts w:ascii="Arial" w:eastAsia="HG丸ｺﾞｼｯｸM-PRO" w:hAnsi="Arial" w:cs="Arial"/>
                <w:spacing w:val="0"/>
                <w:sz w:val="20"/>
              </w:rPr>
            </w:pPr>
            <w:sdt>
              <w:sdtPr>
                <w:rPr>
                  <w:rFonts w:ascii="Arial" w:eastAsia="HG丸ｺﾞｼｯｸM-PRO" w:hAnsi="Arial" w:cs="Arial"/>
                  <w:sz w:val="20"/>
                </w:rPr>
                <w:alias w:val="Enter here"/>
                <w:tag w:val="Enter here"/>
                <w:id w:val="-144670162"/>
                <w:placeholder>
                  <w:docPart w:val="89F95E48E1C74E1DAF676BC2A3CE476E"/>
                </w:placeholder>
                <w:showingPlcHdr/>
                <w:text/>
              </w:sdtPr>
              <w:sdtEndPr/>
              <w:sdtContent>
                <w:r w:rsidR="001B2004" w:rsidRPr="00EC4E07">
                  <w:rPr>
                    <w:rStyle w:val="ab"/>
                    <w:rFonts w:ascii="Arial" w:eastAsia="HG丸ｺﾞｼｯｸM-PRO" w:hAnsi="Arial" w:cs="Arial"/>
                  </w:rPr>
                  <w:t xml:space="preserve">   </w:t>
                </w:r>
                <w:r w:rsidR="001B2004" w:rsidRPr="00EC4E07">
                  <w:rPr>
                    <w:rStyle w:val="ab"/>
                    <w:rFonts w:ascii="Arial" w:eastAsia="HG丸ｺﾞｼｯｸM-PRO" w:hAnsi="Arial" w:cs="Arial"/>
                  </w:rPr>
                  <w:t xml:space="preserve">　　　</w:t>
                </w:r>
                <w:r w:rsidR="001B2004" w:rsidRPr="00EC4E07">
                  <w:rPr>
                    <w:rStyle w:val="ab"/>
                    <w:rFonts w:ascii="Arial" w:eastAsia="HG丸ｺﾞｼｯｸM-PRO" w:hAnsi="Arial" w:cs="Arial"/>
                  </w:rPr>
                  <w:t xml:space="preserve">        </w:t>
                </w:r>
              </w:sdtContent>
            </w:sdt>
          </w:p>
        </w:tc>
        <w:sdt>
          <w:sdtPr>
            <w:rPr>
              <w:rFonts w:ascii="Arial" w:eastAsia="HG丸ｺﾞｼｯｸM-PRO" w:hAnsi="Arial" w:cs="Arial"/>
              <w:spacing w:val="0"/>
              <w:sz w:val="20"/>
            </w:rPr>
            <w:alias w:val="Enter here"/>
            <w:tag w:val="Enter here"/>
            <w:id w:val="186496134"/>
            <w:placeholder>
              <w:docPart w:val="C6722985BF5B4657B2E08897724B0B38"/>
            </w:placeholder>
            <w:showingPlcHdr/>
            <w:text/>
          </w:sdtPr>
          <w:sdtEndPr/>
          <w:sdtContent>
            <w:tc>
              <w:tcPr>
                <w:tcW w:w="1045" w:type="dxa"/>
                <w:tcBorders>
                  <w:top w:val="single" w:sz="4" w:space="0" w:color="auto"/>
                  <w:left w:val="single" w:sz="4" w:space="0" w:color="auto"/>
                  <w:bottom w:val="single" w:sz="4" w:space="0" w:color="auto"/>
                </w:tcBorders>
                <w:vAlign w:val="center"/>
              </w:tcPr>
              <w:p w:rsidR="001B2004" w:rsidRPr="00EC4E07" w:rsidRDefault="001B2004" w:rsidP="001B2004">
                <w:pPr>
                  <w:pStyle w:val="aa"/>
                  <w:wordWrap/>
                  <w:spacing w:line="240" w:lineRule="auto"/>
                  <w:jc w:val="left"/>
                  <w:rPr>
                    <w:rFonts w:ascii="Arial" w:eastAsia="HG丸ｺﾞｼｯｸM-PRO" w:hAnsi="Arial" w:cs="Arial"/>
                    <w:spacing w:val="0"/>
                    <w:sz w:val="20"/>
                  </w:rPr>
                </w:pPr>
                <w:r>
                  <w:rPr>
                    <w:rStyle w:val="ab"/>
                    <w:rFonts w:hint="eastAsia"/>
                  </w:rPr>
                  <w:t xml:space="preserve">      </w:t>
                </w:r>
                <w:r>
                  <w:rPr>
                    <w:rStyle w:val="ab"/>
                  </w:rPr>
                  <w:t xml:space="preserve"> </w:t>
                </w:r>
              </w:p>
            </w:tc>
          </w:sdtContent>
        </w:sdt>
        <w:sdt>
          <w:sdtPr>
            <w:rPr>
              <w:rFonts w:ascii="Arial" w:eastAsia="HG丸ｺﾞｼｯｸM-PRO" w:hAnsi="Arial" w:cs="Arial"/>
              <w:spacing w:val="0"/>
              <w:sz w:val="20"/>
            </w:rPr>
            <w:alias w:val="Enter here"/>
            <w:tag w:val="Enter here"/>
            <w:id w:val="-712029969"/>
            <w:placeholder>
              <w:docPart w:val="45E3B7B1A05F43CC83279DAACA40439F"/>
            </w:placeholder>
            <w:showingPlcHdr/>
            <w:text/>
          </w:sdtPr>
          <w:sdtEndPr/>
          <w:sdtContent>
            <w:tc>
              <w:tcPr>
                <w:tcW w:w="1836" w:type="dxa"/>
                <w:tcBorders>
                  <w:top w:val="single" w:sz="4" w:space="0" w:color="auto"/>
                  <w:left w:val="single" w:sz="4" w:space="0" w:color="auto"/>
                  <w:bottom w:val="single" w:sz="4" w:space="0" w:color="auto"/>
                </w:tcBorders>
                <w:vAlign w:val="center"/>
              </w:tcPr>
              <w:p w:rsidR="001B2004" w:rsidRPr="00EC4E07" w:rsidRDefault="001B2004" w:rsidP="001B2004">
                <w:pPr>
                  <w:pStyle w:val="aa"/>
                  <w:wordWrap/>
                  <w:spacing w:line="240" w:lineRule="auto"/>
                  <w:jc w:val="left"/>
                  <w:rPr>
                    <w:rFonts w:ascii="Arial" w:eastAsia="HG丸ｺﾞｼｯｸM-PRO" w:hAnsi="Arial" w:cs="Arial"/>
                    <w:spacing w:val="0"/>
                    <w:sz w:val="20"/>
                  </w:rPr>
                </w:pPr>
                <w:r>
                  <w:rPr>
                    <w:rFonts w:ascii="Arial" w:eastAsia="HG丸ｺﾞｼｯｸM-PRO" w:hAnsi="Arial" w:cs="Arial"/>
                    <w:spacing w:val="0"/>
                    <w:sz w:val="20"/>
                  </w:rPr>
                  <w:t xml:space="preserve">              </w:t>
                </w:r>
              </w:p>
            </w:tc>
          </w:sdtContent>
        </w:sdt>
        <w:tc>
          <w:tcPr>
            <w:tcW w:w="1632" w:type="dxa"/>
            <w:tcBorders>
              <w:top w:val="single" w:sz="4" w:space="0" w:color="auto"/>
              <w:left w:val="single" w:sz="4" w:space="0" w:color="auto"/>
              <w:bottom w:val="single" w:sz="4" w:space="0" w:color="auto"/>
            </w:tcBorders>
            <w:vAlign w:val="center"/>
          </w:tcPr>
          <w:p w:rsidR="001B2004" w:rsidRPr="00EC4E07" w:rsidRDefault="001E4AEF" w:rsidP="001B2004">
            <w:pPr>
              <w:pStyle w:val="aa"/>
              <w:wordWrap/>
              <w:spacing w:line="240" w:lineRule="auto"/>
              <w:jc w:val="left"/>
              <w:rPr>
                <w:rFonts w:ascii="Arial" w:eastAsia="HG丸ｺﾞｼｯｸM-PRO" w:hAnsi="Arial" w:cs="Arial"/>
                <w:spacing w:val="0"/>
                <w:sz w:val="20"/>
              </w:rPr>
            </w:pPr>
            <w:sdt>
              <w:sdtPr>
                <w:rPr>
                  <w:rFonts w:ascii="Arial" w:eastAsia="HG丸ｺﾞｼｯｸM-PRO" w:hAnsi="Arial" w:cs="Arial"/>
                  <w:sz w:val="20"/>
                </w:rPr>
                <w:alias w:val="Enter here"/>
                <w:tag w:val="Enter here"/>
                <w:id w:val="-1843693727"/>
                <w:placeholder>
                  <w:docPart w:val="B20B8E569A2D4F4B97B4F4840712A78B"/>
                </w:placeholder>
                <w:showingPlcHdr/>
                <w:text/>
              </w:sdtPr>
              <w:sdtEndPr/>
              <w:sdtContent>
                <w:r w:rsidR="001B2004" w:rsidRPr="00EC4E07">
                  <w:rPr>
                    <w:rFonts w:ascii="Arial" w:eastAsia="HG丸ｺﾞｼｯｸM-PRO" w:hAnsi="Arial" w:cs="Arial"/>
                    <w:sz w:val="20"/>
                  </w:rPr>
                  <w:t xml:space="preserve">   </w:t>
                </w:r>
                <w:r w:rsidR="001B2004" w:rsidRPr="00EC4E07">
                  <w:rPr>
                    <w:rFonts w:ascii="Arial" w:eastAsia="HG丸ｺﾞｼｯｸM-PRO" w:hAnsi="Arial" w:cs="Arial"/>
                    <w:sz w:val="20"/>
                  </w:rPr>
                  <w:t xml:space="preserve">　</w:t>
                </w:r>
                <w:r w:rsidR="001B2004" w:rsidRPr="00EC4E07">
                  <w:rPr>
                    <w:rFonts w:ascii="Arial" w:eastAsia="HG丸ｺﾞｼｯｸM-PRO" w:hAnsi="Arial" w:cs="Arial"/>
                    <w:sz w:val="20"/>
                  </w:rPr>
                  <w:t xml:space="preserve">        </w:t>
                </w:r>
              </w:sdtContent>
            </w:sdt>
          </w:p>
        </w:tc>
        <w:tc>
          <w:tcPr>
            <w:tcW w:w="3850" w:type="dxa"/>
            <w:tcBorders>
              <w:top w:val="single" w:sz="4" w:space="0" w:color="auto"/>
              <w:left w:val="single" w:sz="4" w:space="0" w:color="auto"/>
              <w:bottom w:val="single" w:sz="4" w:space="0" w:color="auto"/>
              <w:right w:val="single" w:sz="4" w:space="0" w:color="auto"/>
            </w:tcBorders>
            <w:vAlign w:val="center"/>
          </w:tcPr>
          <w:p w:rsidR="001B2004" w:rsidRPr="00EC4E07" w:rsidRDefault="001E4AEF" w:rsidP="001B2004">
            <w:pPr>
              <w:pStyle w:val="aa"/>
              <w:wordWrap/>
              <w:spacing w:line="240" w:lineRule="auto"/>
              <w:jc w:val="left"/>
              <w:rPr>
                <w:rFonts w:ascii="Arial" w:eastAsia="HG丸ｺﾞｼｯｸM-PRO" w:hAnsi="Arial" w:cs="Arial"/>
                <w:spacing w:val="0"/>
                <w:sz w:val="20"/>
              </w:rPr>
            </w:pPr>
            <w:sdt>
              <w:sdtPr>
                <w:rPr>
                  <w:rStyle w:val="12"/>
                </w:rPr>
                <w:alias w:val="Enter here"/>
                <w:tag w:val="Enter here"/>
                <w:id w:val="-697690861"/>
                <w:placeholder>
                  <w:docPart w:val="AD045AAEF0614BF7B342669D91068BD5"/>
                </w:placeholder>
                <w:showingPlcHdr/>
                <w:text/>
              </w:sdtPr>
              <w:sdtEndPr>
                <w:rPr>
                  <w:rStyle w:val="a0"/>
                  <w:rFonts w:ascii="Times New Roman" w:eastAsia="HG丸ｺﾞｼｯｸM-PRO" w:hAnsi="Times New Roman" w:cs="Times New Roman"/>
                  <w:sz w:val="20"/>
                  <w:szCs w:val="20"/>
                </w:rPr>
              </w:sdtEndPr>
              <w:sdtContent>
                <w:r w:rsidR="001B2004" w:rsidRPr="00CF5551">
                  <w:rPr>
                    <w:rFonts w:ascii="Arial" w:eastAsia="HG丸ｺﾞｼｯｸM-PRO" w:hAnsi="Arial" w:cs="Arial"/>
                    <w:sz w:val="16"/>
                    <w:szCs w:val="16"/>
                  </w:rPr>
                  <w:t xml:space="preserve">            </w:t>
                </w:r>
                <w:r w:rsidR="001B2004" w:rsidRPr="00CF5551">
                  <w:rPr>
                    <w:rFonts w:ascii="Arial" w:eastAsia="HG丸ｺﾞｼｯｸM-PRO" w:hAnsi="Arial" w:cs="Arial"/>
                    <w:sz w:val="16"/>
                    <w:szCs w:val="16"/>
                  </w:rPr>
                  <w:t xml:space="preserve">　　　　　　　</w:t>
                </w:r>
                <w:r w:rsidR="001B2004" w:rsidRPr="00CF5551">
                  <w:rPr>
                    <w:rFonts w:ascii="Arial" w:eastAsia="HG丸ｺﾞｼｯｸM-PRO" w:hAnsi="Arial" w:cs="Arial"/>
                    <w:sz w:val="16"/>
                    <w:szCs w:val="16"/>
                  </w:rPr>
                  <w:t xml:space="preserve">      </w:t>
                </w:r>
              </w:sdtContent>
            </w:sdt>
          </w:p>
        </w:tc>
      </w:tr>
    </w:tbl>
    <w:p w:rsidR="00C41D1F" w:rsidRPr="001461E2" w:rsidRDefault="00C41D1F" w:rsidP="00C41D1F">
      <w:pPr>
        <w:pStyle w:val="aa"/>
        <w:rPr>
          <w:rFonts w:ascii="Arial" w:eastAsia="HG丸ｺﾞｼｯｸM-PRO" w:hAnsi="Arial" w:cs="Arial"/>
          <w:spacing w:val="0"/>
          <w:sz w:val="20"/>
        </w:rPr>
      </w:pPr>
    </w:p>
    <w:p w:rsidR="00A24A4A" w:rsidRPr="001461E2" w:rsidRDefault="00A24A4A" w:rsidP="00C41D1F">
      <w:pPr>
        <w:pStyle w:val="aa"/>
        <w:rPr>
          <w:rFonts w:ascii="Arial" w:eastAsia="HG丸ｺﾞｼｯｸM-PRO" w:hAnsi="Arial" w:cs="Arial"/>
          <w:spacing w:val="0"/>
          <w:sz w:val="20"/>
        </w:rPr>
      </w:pPr>
      <w:r w:rsidRPr="001461E2">
        <w:rPr>
          <w:rFonts w:ascii="Arial" w:eastAsia="HG丸ｺﾞｼｯｸM-PRO" w:hAnsi="Arial" w:cs="Arial"/>
          <w:spacing w:val="0"/>
          <w:sz w:val="20"/>
        </w:rPr>
        <w:t xml:space="preserve">　</w:t>
      </w:r>
      <w:r w:rsidR="003A2989" w:rsidRPr="001461E2">
        <w:rPr>
          <w:rFonts w:ascii="Arial" w:eastAsia="HG丸ｺﾞｼｯｸM-PRO" w:hAnsi="Arial" w:cs="Arial"/>
          <w:spacing w:val="0"/>
          <w:sz w:val="20"/>
        </w:rPr>
        <w:t>奨学金</w:t>
      </w:r>
      <w:r w:rsidR="00F57FD4" w:rsidRPr="001461E2">
        <w:rPr>
          <w:rFonts w:ascii="Arial" w:eastAsia="HG丸ｺﾞｼｯｸM-PRO" w:hAnsi="Arial" w:cs="Arial"/>
          <w:spacing w:val="0"/>
          <w:sz w:val="20"/>
        </w:rPr>
        <w:t xml:space="preserve"> (</w:t>
      </w:r>
      <w:r w:rsidRPr="001461E2">
        <w:rPr>
          <w:rFonts w:ascii="Arial" w:eastAsia="HG丸ｺﾞｼｯｸM-PRO" w:hAnsi="Arial" w:cs="Arial"/>
          <w:spacing w:val="0"/>
          <w:sz w:val="20"/>
        </w:rPr>
        <w:t>Scholarship</w:t>
      </w:r>
      <w:r w:rsidR="00F57FD4" w:rsidRPr="001461E2">
        <w:rPr>
          <w:rFonts w:ascii="Arial" w:eastAsia="HG丸ｺﾞｼｯｸM-PRO" w:hAnsi="Arial" w:cs="Arial"/>
          <w:spacing w:val="0"/>
          <w:sz w:val="20"/>
        </w:rPr>
        <w:t>)</w:t>
      </w:r>
    </w:p>
    <w:p w:rsidR="003A2989" w:rsidRPr="001461E2" w:rsidRDefault="003A2989" w:rsidP="00C41D1F">
      <w:pPr>
        <w:pStyle w:val="aa"/>
        <w:rPr>
          <w:rFonts w:ascii="Arial" w:eastAsia="HG丸ｺﾞｼｯｸM-PRO" w:hAnsi="Arial" w:cs="Arial"/>
          <w:spacing w:val="0"/>
          <w:sz w:val="20"/>
        </w:rPr>
      </w:pPr>
      <w:r w:rsidRPr="001461E2">
        <w:rPr>
          <w:rFonts w:ascii="Arial" w:eastAsia="HG丸ｺﾞｼｯｸM-PRO" w:hAnsi="Arial" w:cs="Arial"/>
          <w:spacing w:val="0"/>
          <w:sz w:val="20"/>
        </w:rPr>
        <w:t xml:space="preserve">　　奨学金を受給しているもしくは留学期間中に受給の予定がある場合は、下記項目に必要事項をご記入ください。</w:t>
      </w:r>
    </w:p>
    <w:p w:rsidR="003A2989" w:rsidRPr="001461E2" w:rsidRDefault="003A2989" w:rsidP="00C41D1F">
      <w:pPr>
        <w:pStyle w:val="aa"/>
        <w:rPr>
          <w:rFonts w:ascii="Arial" w:eastAsia="HG丸ｺﾞｼｯｸM-PRO" w:hAnsi="Arial" w:cs="Arial"/>
          <w:spacing w:val="0"/>
          <w:sz w:val="20"/>
        </w:rPr>
      </w:pPr>
      <w:r w:rsidRPr="001461E2">
        <w:rPr>
          <w:rFonts w:ascii="Arial" w:eastAsia="HG丸ｺﾞｼｯｸM-PRO" w:hAnsi="Arial" w:cs="Arial"/>
          <w:spacing w:val="0"/>
          <w:sz w:val="20"/>
        </w:rPr>
        <w:t xml:space="preserve">　　</w:t>
      </w:r>
      <w:r w:rsidR="00003749">
        <w:rPr>
          <w:rFonts w:ascii="Arial" w:eastAsia="HG丸ｺﾞｼｯｸM-PRO" w:hAnsi="Arial" w:cs="Arial" w:hint="eastAsia"/>
          <w:spacing w:val="0"/>
          <w:sz w:val="20"/>
        </w:rPr>
        <w:t>(</w:t>
      </w:r>
      <w:r w:rsidRPr="001461E2">
        <w:rPr>
          <w:rFonts w:ascii="Arial" w:eastAsia="HG丸ｺﾞｼｯｸM-PRO" w:hAnsi="Arial" w:cs="Arial"/>
          <w:spacing w:val="0"/>
          <w:sz w:val="20"/>
        </w:rPr>
        <w:t xml:space="preserve">If you are receiving any scholarship </w:t>
      </w:r>
      <w:r w:rsidR="00B25C34" w:rsidRPr="001461E2">
        <w:rPr>
          <w:rFonts w:ascii="Arial" w:eastAsia="HG丸ｺﾞｼｯｸM-PRO" w:hAnsi="Arial" w:cs="Arial"/>
          <w:spacing w:val="0"/>
          <w:sz w:val="20"/>
        </w:rPr>
        <w:t xml:space="preserve">in your country </w:t>
      </w:r>
      <w:r w:rsidRPr="001461E2">
        <w:rPr>
          <w:rFonts w:ascii="Arial" w:eastAsia="HG丸ｺﾞｼｯｸM-PRO" w:hAnsi="Arial" w:cs="Arial"/>
          <w:spacing w:val="0"/>
          <w:sz w:val="20"/>
        </w:rPr>
        <w:t>or will while in Akita, please fill out the following.</w:t>
      </w:r>
      <w:r w:rsidR="00003749">
        <w:rPr>
          <w:rFonts w:ascii="Arial" w:eastAsia="HG丸ｺﾞｼｯｸM-PRO" w:hAnsi="Arial" w:cs="Arial"/>
          <w:spacing w:val="0"/>
          <w:sz w:val="20"/>
        </w:rPr>
        <w:t>)</w:t>
      </w:r>
    </w:p>
    <w:tbl>
      <w:tblPr>
        <w:tblW w:w="10378" w:type="dxa"/>
        <w:tblInd w:w="107" w:type="dxa"/>
        <w:tblLayout w:type="fixed"/>
        <w:tblCellMar>
          <w:left w:w="56" w:type="dxa"/>
          <w:right w:w="56" w:type="dxa"/>
        </w:tblCellMar>
        <w:tblLook w:val="0000" w:firstRow="0" w:lastRow="0" w:firstColumn="0" w:lastColumn="0" w:noHBand="0" w:noVBand="0"/>
      </w:tblPr>
      <w:tblGrid>
        <w:gridCol w:w="435"/>
        <w:gridCol w:w="4192"/>
        <w:gridCol w:w="3058"/>
        <w:gridCol w:w="2693"/>
      </w:tblGrid>
      <w:tr w:rsidR="00A24A4A" w:rsidRPr="001461E2" w:rsidTr="00D50CDA">
        <w:trPr>
          <w:trHeight w:val="355"/>
        </w:trPr>
        <w:tc>
          <w:tcPr>
            <w:tcW w:w="435" w:type="dxa"/>
            <w:tcBorders>
              <w:top w:val="single" w:sz="4" w:space="0" w:color="auto"/>
              <w:left w:val="single" w:sz="4" w:space="0" w:color="auto"/>
              <w:bottom w:val="single" w:sz="4" w:space="0" w:color="auto"/>
            </w:tcBorders>
            <w:vAlign w:val="center"/>
          </w:tcPr>
          <w:p w:rsidR="00A24A4A" w:rsidRPr="001461E2" w:rsidRDefault="00A24A4A" w:rsidP="009973F6">
            <w:pPr>
              <w:pStyle w:val="aa"/>
              <w:wordWrap/>
              <w:spacing w:line="240" w:lineRule="auto"/>
              <w:jc w:val="center"/>
              <w:rPr>
                <w:rFonts w:ascii="Arial" w:eastAsia="HG丸ｺﾞｼｯｸM-PRO" w:hAnsi="Arial" w:cs="Arial"/>
                <w:spacing w:val="-4"/>
                <w:sz w:val="20"/>
              </w:rPr>
            </w:pPr>
          </w:p>
          <w:p w:rsidR="00A24A4A" w:rsidRPr="001461E2" w:rsidRDefault="00A24A4A" w:rsidP="00A24A4A">
            <w:pPr>
              <w:pStyle w:val="aa"/>
              <w:jc w:val="center"/>
              <w:rPr>
                <w:rFonts w:ascii="Arial" w:eastAsia="HG丸ｺﾞｼｯｸM-PRO" w:hAnsi="Arial" w:cs="Arial"/>
                <w:spacing w:val="0"/>
                <w:sz w:val="20"/>
              </w:rPr>
            </w:pPr>
          </w:p>
        </w:tc>
        <w:tc>
          <w:tcPr>
            <w:tcW w:w="4192" w:type="dxa"/>
            <w:tcBorders>
              <w:top w:val="single" w:sz="4" w:space="0" w:color="auto"/>
              <w:left w:val="single" w:sz="4" w:space="0" w:color="auto"/>
              <w:bottom w:val="single" w:sz="4" w:space="0" w:color="auto"/>
            </w:tcBorders>
            <w:vAlign w:val="center"/>
          </w:tcPr>
          <w:p w:rsidR="00A24A4A" w:rsidRPr="001461E2" w:rsidRDefault="00A24A4A" w:rsidP="009973F6">
            <w:pPr>
              <w:pStyle w:val="aa"/>
              <w:wordWrap/>
              <w:spacing w:line="240" w:lineRule="auto"/>
              <w:jc w:val="center"/>
              <w:rPr>
                <w:rFonts w:ascii="Arial" w:eastAsia="HG丸ｺﾞｼｯｸM-PRO" w:hAnsi="Arial" w:cs="Arial"/>
                <w:spacing w:val="-4"/>
                <w:sz w:val="20"/>
              </w:rPr>
            </w:pPr>
            <w:r w:rsidRPr="001461E2">
              <w:rPr>
                <w:rFonts w:ascii="Arial" w:eastAsia="HG丸ｺﾞｼｯｸM-PRO" w:hAnsi="Arial" w:cs="Arial"/>
                <w:spacing w:val="-4"/>
                <w:sz w:val="20"/>
              </w:rPr>
              <w:t>奨学金名称</w:t>
            </w:r>
          </w:p>
          <w:p w:rsidR="00A24A4A" w:rsidRPr="001461E2" w:rsidRDefault="00F57FD4" w:rsidP="00F57FD4">
            <w:pPr>
              <w:pStyle w:val="aa"/>
              <w:jc w:val="center"/>
              <w:rPr>
                <w:rFonts w:ascii="Arial" w:eastAsia="HG丸ｺﾞｼｯｸM-PRO" w:hAnsi="Arial" w:cs="Arial"/>
                <w:spacing w:val="0"/>
                <w:sz w:val="20"/>
              </w:rPr>
            </w:pPr>
            <w:r w:rsidRPr="001461E2">
              <w:rPr>
                <w:rFonts w:ascii="Arial" w:eastAsia="HG丸ｺﾞｼｯｸM-PRO" w:hAnsi="Arial" w:cs="Arial"/>
                <w:spacing w:val="-4"/>
                <w:sz w:val="20"/>
              </w:rPr>
              <w:t>(</w:t>
            </w:r>
            <w:r w:rsidR="00A24A4A" w:rsidRPr="001461E2">
              <w:rPr>
                <w:rFonts w:ascii="Arial" w:eastAsia="HG丸ｺﾞｼｯｸM-PRO" w:hAnsi="Arial" w:cs="Arial"/>
                <w:spacing w:val="-4"/>
                <w:sz w:val="20"/>
              </w:rPr>
              <w:t>Name</w:t>
            </w:r>
            <w:r w:rsidR="003A2989" w:rsidRPr="001461E2">
              <w:rPr>
                <w:rFonts w:ascii="Arial" w:eastAsia="HG丸ｺﾞｼｯｸM-PRO" w:hAnsi="Arial" w:cs="Arial"/>
                <w:spacing w:val="-4"/>
                <w:sz w:val="20"/>
              </w:rPr>
              <w:t xml:space="preserve"> of Scholarship</w:t>
            </w:r>
            <w:r w:rsidRPr="001461E2">
              <w:rPr>
                <w:rFonts w:ascii="Arial" w:eastAsia="HG丸ｺﾞｼｯｸM-PRO" w:hAnsi="Arial" w:cs="Arial"/>
                <w:spacing w:val="-4"/>
                <w:sz w:val="20"/>
              </w:rPr>
              <w:t>)</w:t>
            </w:r>
          </w:p>
        </w:tc>
        <w:tc>
          <w:tcPr>
            <w:tcW w:w="3058" w:type="dxa"/>
            <w:tcBorders>
              <w:top w:val="single" w:sz="4" w:space="0" w:color="auto"/>
              <w:left w:val="single" w:sz="4" w:space="0" w:color="auto"/>
              <w:bottom w:val="single" w:sz="4" w:space="0" w:color="auto"/>
            </w:tcBorders>
            <w:vAlign w:val="bottom"/>
          </w:tcPr>
          <w:p w:rsidR="00A24A4A" w:rsidRPr="001461E2" w:rsidRDefault="00A24A4A" w:rsidP="009973F6">
            <w:pPr>
              <w:pStyle w:val="aa"/>
              <w:wordWrap/>
              <w:spacing w:line="240" w:lineRule="auto"/>
              <w:jc w:val="center"/>
              <w:rPr>
                <w:rFonts w:ascii="Arial" w:eastAsia="HG丸ｺﾞｼｯｸM-PRO" w:hAnsi="Arial" w:cs="Arial"/>
                <w:spacing w:val="-4"/>
                <w:sz w:val="20"/>
              </w:rPr>
            </w:pPr>
            <w:r w:rsidRPr="001461E2">
              <w:rPr>
                <w:rFonts w:ascii="Arial" w:eastAsia="HG丸ｺﾞｼｯｸM-PRO" w:hAnsi="Arial" w:cs="Arial"/>
                <w:spacing w:val="-4"/>
                <w:sz w:val="20"/>
              </w:rPr>
              <w:t>受給期間</w:t>
            </w:r>
          </w:p>
          <w:p w:rsidR="00A24A4A" w:rsidRPr="001461E2" w:rsidRDefault="00F57FD4" w:rsidP="00F57FD4">
            <w:pPr>
              <w:pStyle w:val="aa"/>
              <w:jc w:val="center"/>
              <w:rPr>
                <w:rFonts w:ascii="Arial" w:eastAsia="HG丸ｺﾞｼｯｸM-PRO" w:hAnsi="Arial" w:cs="Arial"/>
                <w:spacing w:val="0"/>
                <w:sz w:val="20"/>
              </w:rPr>
            </w:pPr>
            <w:r w:rsidRPr="001461E2">
              <w:rPr>
                <w:rFonts w:ascii="Arial" w:eastAsia="HG丸ｺﾞｼｯｸM-PRO" w:hAnsi="Arial" w:cs="Arial"/>
                <w:spacing w:val="-4"/>
                <w:sz w:val="20"/>
              </w:rPr>
              <w:t>(</w:t>
            </w:r>
            <w:r w:rsidR="003A2989" w:rsidRPr="001461E2">
              <w:rPr>
                <w:rFonts w:ascii="Arial" w:eastAsia="HG丸ｺﾞｼｯｸM-PRO" w:hAnsi="Arial" w:cs="Arial"/>
                <w:spacing w:val="-4"/>
                <w:sz w:val="20"/>
              </w:rPr>
              <w:t>Reception Period</w:t>
            </w:r>
            <w:r w:rsidRPr="001461E2">
              <w:rPr>
                <w:rFonts w:ascii="Arial" w:eastAsia="HG丸ｺﾞｼｯｸM-PRO" w:hAnsi="Arial" w:cs="Arial"/>
                <w:spacing w:val="-4"/>
                <w:sz w:val="20"/>
              </w:rPr>
              <w:t>)</w:t>
            </w:r>
          </w:p>
        </w:tc>
        <w:tc>
          <w:tcPr>
            <w:tcW w:w="2693" w:type="dxa"/>
            <w:tcBorders>
              <w:top w:val="single" w:sz="4" w:space="0" w:color="auto"/>
              <w:left w:val="single" w:sz="4" w:space="0" w:color="auto"/>
              <w:bottom w:val="single" w:sz="4" w:space="0" w:color="auto"/>
              <w:right w:val="single" w:sz="4" w:space="0" w:color="auto"/>
            </w:tcBorders>
            <w:vAlign w:val="bottom"/>
          </w:tcPr>
          <w:p w:rsidR="00A24A4A" w:rsidRPr="001461E2" w:rsidRDefault="00A24A4A" w:rsidP="009973F6">
            <w:pPr>
              <w:pStyle w:val="aa"/>
              <w:wordWrap/>
              <w:spacing w:line="240" w:lineRule="auto"/>
              <w:jc w:val="center"/>
              <w:rPr>
                <w:rFonts w:ascii="Arial" w:eastAsia="HG丸ｺﾞｼｯｸM-PRO" w:hAnsi="Arial" w:cs="Arial"/>
                <w:spacing w:val="-4"/>
                <w:sz w:val="20"/>
              </w:rPr>
            </w:pPr>
            <w:r w:rsidRPr="001461E2">
              <w:rPr>
                <w:rFonts w:ascii="Arial" w:eastAsia="HG丸ｺﾞｼｯｸM-PRO" w:hAnsi="Arial" w:cs="Arial"/>
                <w:spacing w:val="-4"/>
                <w:sz w:val="20"/>
              </w:rPr>
              <w:t>月額</w:t>
            </w:r>
          </w:p>
          <w:p w:rsidR="00A24A4A" w:rsidRPr="001461E2" w:rsidRDefault="00F57FD4" w:rsidP="00F57FD4">
            <w:pPr>
              <w:pStyle w:val="aa"/>
              <w:jc w:val="center"/>
              <w:rPr>
                <w:rFonts w:ascii="Arial" w:eastAsia="HG丸ｺﾞｼｯｸM-PRO" w:hAnsi="Arial" w:cs="Arial"/>
                <w:spacing w:val="-12"/>
                <w:sz w:val="20"/>
              </w:rPr>
            </w:pPr>
            <w:r w:rsidRPr="001461E2">
              <w:rPr>
                <w:rFonts w:ascii="Arial" w:eastAsia="HG丸ｺﾞｼｯｸM-PRO" w:hAnsi="Arial" w:cs="Arial"/>
                <w:spacing w:val="-12"/>
                <w:sz w:val="20"/>
              </w:rPr>
              <w:t>(</w:t>
            </w:r>
            <w:r w:rsidR="003A2989" w:rsidRPr="001461E2">
              <w:rPr>
                <w:rFonts w:ascii="Arial" w:eastAsia="HG丸ｺﾞｼｯｸM-PRO" w:hAnsi="Arial" w:cs="Arial"/>
                <w:spacing w:val="-12"/>
                <w:sz w:val="20"/>
              </w:rPr>
              <w:t>Monthly Amount</w:t>
            </w:r>
            <w:r w:rsidRPr="001461E2">
              <w:rPr>
                <w:rFonts w:ascii="Arial" w:eastAsia="HG丸ｺﾞｼｯｸM-PRO" w:hAnsi="Arial" w:cs="Arial"/>
                <w:spacing w:val="-12"/>
                <w:sz w:val="20"/>
              </w:rPr>
              <w:t>)</w:t>
            </w:r>
          </w:p>
        </w:tc>
      </w:tr>
      <w:tr w:rsidR="005B20E6" w:rsidRPr="001461E2" w:rsidTr="00D50CDA">
        <w:trPr>
          <w:trHeight w:hRule="exact" w:val="585"/>
        </w:trPr>
        <w:tc>
          <w:tcPr>
            <w:tcW w:w="435" w:type="dxa"/>
            <w:tcBorders>
              <w:top w:val="single" w:sz="4" w:space="0" w:color="auto"/>
              <w:left w:val="single" w:sz="4" w:space="0" w:color="auto"/>
              <w:bottom w:val="single" w:sz="4" w:space="0" w:color="auto"/>
            </w:tcBorders>
          </w:tcPr>
          <w:p w:rsidR="005B20E6" w:rsidRPr="001461E2" w:rsidRDefault="005B20E6" w:rsidP="005B20E6">
            <w:pPr>
              <w:pStyle w:val="aa"/>
              <w:wordWrap/>
              <w:spacing w:line="240" w:lineRule="auto"/>
              <w:rPr>
                <w:rFonts w:ascii="Arial" w:hAnsi="Arial" w:cs="Arial"/>
                <w:spacing w:val="0"/>
                <w:sz w:val="20"/>
              </w:rPr>
            </w:pPr>
          </w:p>
          <w:p w:rsidR="005B20E6" w:rsidRPr="001461E2" w:rsidRDefault="005B20E6" w:rsidP="005B20E6">
            <w:pPr>
              <w:pStyle w:val="aa"/>
              <w:wordWrap/>
              <w:spacing w:line="240" w:lineRule="auto"/>
              <w:rPr>
                <w:rFonts w:ascii="Arial" w:hAnsi="Arial" w:cs="Arial"/>
                <w:spacing w:val="0"/>
                <w:sz w:val="20"/>
              </w:rPr>
            </w:pPr>
            <w:r w:rsidRPr="001461E2">
              <w:rPr>
                <w:rFonts w:ascii="Arial" w:hAnsi="Arial" w:cs="Arial"/>
                <w:spacing w:val="0"/>
                <w:sz w:val="20"/>
              </w:rPr>
              <w:t xml:space="preserve">　</w:t>
            </w:r>
            <w:r w:rsidRPr="001461E2">
              <w:rPr>
                <w:rFonts w:ascii="Arial" w:hAnsi="Arial" w:cs="Arial"/>
                <w:spacing w:val="0"/>
                <w:sz w:val="20"/>
              </w:rPr>
              <w:t>1</w:t>
            </w:r>
          </w:p>
          <w:p w:rsidR="005B20E6" w:rsidRPr="001461E2" w:rsidRDefault="005B20E6" w:rsidP="005B20E6">
            <w:pPr>
              <w:pStyle w:val="aa"/>
              <w:wordWrap/>
              <w:spacing w:line="240" w:lineRule="auto"/>
              <w:rPr>
                <w:rFonts w:ascii="Arial" w:hAnsi="Arial" w:cs="Arial"/>
                <w:spacing w:val="0"/>
                <w:sz w:val="20"/>
              </w:rPr>
            </w:pPr>
          </w:p>
        </w:tc>
        <w:tc>
          <w:tcPr>
            <w:tcW w:w="4192" w:type="dxa"/>
            <w:tcBorders>
              <w:top w:val="single" w:sz="4" w:space="0" w:color="auto"/>
              <w:left w:val="single" w:sz="4" w:space="0" w:color="auto"/>
              <w:bottom w:val="single" w:sz="4" w:space="0" w:color="auto"/>
            </w:tcBorders>
            <w:vAlign w:val="center"/>
          </w:tcPr>
          <w:p w:rsidR="005B20E6" w:rsidRPr="00EC4E07" w:rsidRDefault="001E4AEF" w:rsidP="00AF740D">
            <w:pPr>
              <w:pStyle w:val="aa"/>
              <w:wordWrap/>
              <w:spacing w:line="240" w:lineRule="auto"/>
              <w:rPr>
                <w:rFonts w:ascii="HG丸ｺﾞｼｯｸM-PRO" w:eastAsia="HG丸ｺﾞｼｯｸM-PRO" w:hAnsi="HG丸ｺﾞｼｯｸM-PRO" w:cs="Arial"/>
                <w:spacing w:val="0"/>
                <w:sz w:val="20"/>
              </w:rPr>
            </w:pPr>
            <w:sdt>
              <w:sdtPr>
                <w:rPr>
                  <w:rFonts w:ascii="HG丸ｺﾞｼｯｸM-PRO" w:eastAsia="HG丸ｺﾞｼｯｸM-PRO" w:hAnsi="HG丸ｺﾞｼｯｸM-PRO" w:cs="Arial"/>
                  <w:sz w:val="20"/>
                </w:rPr>
                <w:alias w:val="Enter here"/>
                <w:tag w:val="Enter here"/>
                <w:id w:val="71638733"/>
                <w:placeholder>
                  <w:docPart w:val="DA42023369534AB3870E983288E31266"/>
                </w:placeholder>
                <w:showingPlcHdr/>
                <w:text/>
              </w:sdtPr>
              <w:sdtEndPr/>
              <w:sdtContent>
                <w:r w:rsidR="00AF740D" w:rsidRPr="00EC4E07">
                  <w:rPr>
                    <w:rFonts w:ascii="HG丸ｺﾞｼｯｸM-PRO" w:eastAsia="HG丸ｺﾞｼｯｸM-PRO" w:hAnsi="HG丸ｺﾞｼｯｸM-PRO" w:cs="Arial"/>
                    <w:sz w:val="20"/>
                  </w:rPr>
                  <w:t xml:space="preserve">        </w:t>
                </w:r>
                <w:r w:rsidR="0018085C" w:rsidRPr="00EC4E07">
                  <w:rPr>
                    <w:rFonts w:ascii="HG丸ｺﾞｼｯｸM-PRO" w:eastAsia="HG丸ｺﾞｼｯｸM-PRO" w:hAnsi="HG丸ｺﾞｼｯｸM-PRO" w:cs="Arial" w:hint="eastAsia"/>
                    <w:sz w:val="20"/>
                  </w:rPr>
                  <w:t xml:space="preserve">　　　</w:t>
                </w:r>
                <w:r w:rsidR="00AF740D" w:rsidRPr="00EC4E07">
                  <w:rPr>
                    <w:rFonts w:ascii="HG丸ｺﾞｼｯｸM-PRO" w:eastAsia="HG丸ｺﾞｼｯｸM-PRO" w:hAnsi="HG丸ｺﾞｼｯｸM-PRO" w:cs="Arial"/>
                    <w:sz w:val="20"/>
                  </w:rPr>
                  <w:t xml:space="preserve">    </w:t>
                </w:r>
                <w:r w:rsidR="00AF740D" w:rsidRPr="00EC4E07">
                  <w:rPr>
                    <w:rFonts w:ascii="HG丸ｺﾞｼｯｸM-PRO" w:eastAsia="HG丸ｺﾞｼｯｸM-PRO" w:hAnsi="HG丸ｺﾞｼｯｸM-PRO" w:cs="Arial" w:hint="eastAsia"/>
                    <w:sz w:val="20"/>
                  </w:rPr>
                  <w:t xml:space="preserve">　　　　　　　</w:t>
                </w:r>
                <w:r w:rsidR="00AF740D" w:rsidRPr="00EC4E07">
                  <w:rPr>
                    <w:rFonts w:ascii="HG丸ｺﾞｼｯｸM-PRO" w:eastAsia="HG丸ｺﾞｼｯｸM-PRO" w:hAnsi="HG丸ｺﾞｼｯｸM-PRO" w:cs="Arial"/>
                    <w:sz w:val="20"/>
                  </w:rPr>
                  <w:t xml:space="preserve">      </w:t>
                </w:r>
              </w:sdtContent>
            </w:sdt>
          </w:p>
        </w:tc>
        <w:tc>
          <w:tcPr>
            <w:tcW w:w="3058" w:type="dxa"/>
            <w:tcBorders>
              <w:top w:val="single" w:sz="4" w:space="0" w:color="auto"/>
              <w:left w:val="single" w:sz="4" w:space="0" w:color="auto"/>
              <w:bottom w:val="single" w:sz="4" w:space="0" w:color="auto"/>
            </w:tcBorders>
            <w:vAlign w:val="center"/>
          </w:tcPr>
          <w:p w:rsidR="005B20E6" w:rsidRPr="007C5047" w:rsidRDefault="001E4AEF" w:rsidP="00AF740D">
            <w:pPr>
              <w:pStyle w:val="aa"/>
              <w:wordWrap/>
              <w:spacing w:line="240" w:lineRule="auto"/>
              <w:rPr>
                <w:rFonts w:ascii="Arial" w:eastAsia="HG丸ｺﾞｼｯｸM-PRO" w:hAnsi="Arial" w:cs="Arial"/>
                <w:spacing w:val="0"/>
                <w:sz w:val="20"/>
              </w:rPr>
            </w:pPr>
            <w:sdt>
              <w:sdtPr>
                <w:rPr>
                  <w:rFonts w:ascii="Arial" w:eastAsia="HG丸ｺﾞｼｯｸM-PRO" w:hAnsi="Arial" w:cs="Arial"/>
                  <w:sz w:val="20"/>
                </w:rPr>
                <w:alias w:val="Enter here"/>
                <w:tag w:val="Enter here"/>
                <w:id w:val="-617908608"/>
                <w:placeholder>
                  <w:docPart w:val="D59F5D33CA7341C0A867F5717CFD8C22"/>
                </w:placeholder>
                <w:showingPlcHdr/>
                <w:text/>
              </w:sdtPr>
              <w:sdtEndPr/>
              <w:sdtContent>
                <w:r w:rsidR="00AF740D" w:rsidRPr="007C5047">
                  <w:rPr>
                    <w:rFonts w:ascii="Arial" w:eastAsia="HG丸ｺﾞｼｯｸM-PRO" w:hAnsi="Arial" w:cs="Arial"/>
                    <w:sz w:val="20"/>
                  </w:rPr>
                  <w:t xml:space="preserve">   </w:t>
                </w:r>
                <w:r w:rsidR="00AF740D" w:rsidRPr="007C5047">
                  <w:rPr>
                    <w:rFonts w:ascii="Arial" w:eastAsia="HG丸ｺﾞｼｯｸM-PRO" w:hAnsi="Arial" w:cs="Arial"/>
                    <w:sz w:val="20"/>
                  </w:rPr>
                  <w:t xml:space="preserve">　　</w:t>
                </w:r>
                <w:r w:rsidR="0018085C" w:rsidRPr="007C5047">
                  <w:rPr>
                    <w:rFonts w:ascii="Arial" w:eastAsia="HG丸ｺﾞｼｯｸM-PRO" w:hAnsi="Arial" w:cs="Arial"/>
                    <w:sz w:val="20"/>
                  </w:rPr>
                  <w:t xml:space="preserve">　　　　　</w:t>
                </w:r>
                <w:r w:rsidR="00AF740D" w:rsidRPr="007C5047">
                  <w:rPr>
                    <w:rFonts w:ascii="Arial" w:eastAsia="HG丸ｺﾞｼｯｸM-PRO" w:hAnsi="Arial" w:cs="Arial"/>
                    <w:sz w:val="20"/>
                  </w:rPr>
                  <w:t xml:space="preserve">　</w:t>
                </w:r>
                <w:r w:rsidR="00AF740D" w:rsidRPr="007C5047">
                  <w:rPr>
                    <w:rFonts w:ascii="Arial" w:eastAsia="HG丸ｺﾞｼｯｸM-PRO" w:hAnsi="Arial" w:cs="Arial"/>
                    <w:sz w:val="20"/>
                  </w:rPr>
                  <w:t xml:space="preserve">        </w:t>
                </w:r>
              </w:sdtContent>
            </w:sdt>
          </w:p>
        </w:tc>
        <w:tc>
          <w:tcPr>
            <w:tcW w:w="2693" w:type="dxa"/>
            <w:tcBorders>
              <w:top w:val="single" w:sz="4" w:space="0" w:color="auto"/>
              <w:left w:val="single" w:sz="4" w:space="0" w:color="auto"/>
              <w:bottom w:val="single" w:sz="4" w:space="0" w:color="auto"/>
              <w:right w:val="single" w:sz="4" w:space="0" w:color="auto"/>
            </w:tcBorders>
            <w:vAlign w:val="center"/>
          </w:tcPr>
          <w:p w:rsidR="005B20E6" w:rsidRPr="007C5047" w:rsidRDefault="001E4AEF" w:rsidP="00AF740D">
            <w:pPr>
              <w:pStyle w:val="aa"/>
              <w:wordWrap/>
              <w:spacing w:line="240" w:lineRule="auto"/>
              <w:rPr>
                <w:rFonts w:ascii="Arial" w:eastAsia="HG丸ｺﾞｼｯｸM-PRO" w:hAnsi="Arial" w:cs="Arial"/>
                <w:spacing w:val="0"/>
                <w:sz w:val="20"/>
              </w:rPr>
            </w:pPr>
            <w:sdt>
              <w:sdtPr>
                <w:rPr>
                  <w:rFonts w:ascii="Arial" w:eastAsia="HG丸ｺﾞｼｯｸM-PRO" w:hAnsi="Arial" w:cs="Arial"/>
                  <w:sz w:val="20"/>
                </w:rPr>
                <w:alias w:val="Enter here"/>
                <w:tag w:val="Enter here"/>
                <w:id w:val="590586097"/>
                <w:placeholder>
                  <w:docPart w:val="F063290BD6FE4B93B8E0A3F9D811FFFF"/>
                </w:placeholder>
                <w:showingPlcHdr/>
                <w:text/>
              </w:sdtPr>
              <w:sdtEndPr/>
              <w:sdtContent>
                <w:r w:rsidR="00AF740D" w:rsidRPr="007C5047">
                  <w:rPr>
                    <w:rFonts w:ascii="Arial" w:eastAsia="HG丸ｺﾞｼｯｸM-PRO" w:hAnsi="Arial" w:cs="Arial"/>
                    <w:sz w:val="20"/>
                  </w:rPr>
                  <w:t xml:space="preserve">   </w:t>
                </w:r>
                <w:r w:rsidR="0018085C" w:rsidRPr="007C5047">
                  <w:rPr>
                    <w:rFonts w:ascii="Arial" w:eastAsia="HG丸ｺﾞｼｯｸM-PRO" w:hAnsi="Arial" w:cs="Arial"/>
                    <w:sz w:val="20"/>
                  </w:rPr>
                  <w:t xml:space="preserve">　　　　</w:t>
                </w:r>
                <w:r w:rsidR="00AF740D" w:rsidRPr="007C5047">
                  <w:rPr>
                    <w:rFonts w:ascii="Arial" w:eastAsia="HG丸ｺﾞｼｯｸM-PRO" w:hAnsi="Arial" w:cs="Arial"/>
                    <w:sz w:val="20"/>
                  </w:rPr>
                  <w:t xml:space="preserve">　　　</w:t>
                </w:r>
                <w:r w:rsidR="00AF740D" w:rsidRPr="007C5047">
                  <w:rPr>
                    <w:rFonts w:ascii="Arial" w:eastAsia="HG丸ｺﾞｼｯｸM-PRO" w:hAnsi="Arial" w:cs="Arial"/>
                    <w:sz w:val="20"/>
                  </w:rPr>
                  <w:t xml:space="preserve">        </w:t>
                </w:r>
              </w:sdtContent>
            </w:sdt>
          </w:p>
        </w:tc>
      </w:tr>
      <w:tr w:rsidR="004A2073" w:rsidRPr="001461E2" w:rsidTr="00D50CDA">
        <w:trPr>
          <w:trHeight w:hRule="exact" w:val="585"/>
        </w:trPr>
        <w:tc>
          <w:tcPr>
            <w:tcW w:w="435" w:type="dxa"/>
            <w:tcBorders>
              <w:top w:val="single" w:sz="4" w:space="0" w:color="auto"/>
              <w:left w:val="single" w:sz="4" w:space="0" w:color="auto"/>
              <w:bottom w:val="single" w:sz="4" w:space="0" w:color="auto"/>
            </w:tcBorders>
          </w:tcPr>
          <w:p w:rsidR="004A2073" w:rsidRPr="001461E2" w:rsidRDefault="004A2073" w:rsidP="004A2073">
            <w:pPr>
              <w:pStyle w:val="aa"/>
              <w:wordWrap/>
              <w:spacing w:line="240" w:lineRule="auto"/>
              <w:rPr>
                <w:rFonts w:ascii="Arial" w:hAnsi="Arial" w:cs="Arial"/>
                <w:spacing w:val="0"/>
                <w:sz w:val="20"/>
              </w:rPr>
            </w:pPr>
          </w:p>
          <w:p w:rsidR="004A2073" w:rsidRPr="001461E2" w:rsidRDefault="004A2073" w:rsidP="004A2073">
            <w:pPr>
              <w:pStyle w:val="aa"/>
              <w:wordWrap/>
              <w:spacing w:line="240" w:lineRule="auto"/>
              <w:rPr>
                <w:rFonts w:ascii="Arial" w:hAnsi="Arial" w:cs="Arial"/>
                <w:spacing w:val="0"/>
                <w:sz w:val="20"/>
              </w:rPr>
            </w:pPr>
            <w:r w:rsidRPr="001461E2">
              <w:rPr>
                <w:rFonts w:ascii="Arial" w:hAnsi="Arial" w:cs="Arial"/>
                <w:spacing w:val="0"/>
                <w:sz w:val="20"/>
              </w:rPr>
              <w:t xml:space="preserve">　</w:t>
            </w:r>
            <w:r>
              <w:rPr>
                <w:rFonts w:ascii="Arial" w:hAnsi="Arial" w:cs="Arial" w:hint="eastAsia"/>
                <w:spacing w:val="0"/>
                <w:sz w:val="20"/>
              </w:rPr>
              <w:t>2</w:t>
            </w:r>
          </w:p>
          <w:p w:rsidR="004A2073" w:rsidRPr="001461E2" w:rsidRDefault="004A2073" w:rsidP="004A2073">
            <w:pPr>
              <w:pStyle w:val="aa"/>
              <w:wordWrap/>
              <w:spacing w:line="240" w:lineRule="auto"/>
              <w:rPr>
                <w:rFonts w:ascii="Arial" w:hAnsi="Arial" w:cs="Arial"/>
                <w:spacing w:val="0"/>
                <w:sz w:val="20"/>
              </w:rPr>
            </w:pPr>
          </w:p>
        </w:tc>
        <w:tc>
          <w:tcPr>
            <w:tcW w:w="4192" w:type="dxa"/>
            <w:tcBorders>
              <w:top w:val="single" w:sz="4" w:space="0" w:color="auto"/>
              <w:left w:val="single" w:sz="4" w:space="0" w:color="auto"/>
              <w:bottom w:val="single" w:sz="4" w:space="0" w:color="auto"/>
            </w:tcBorders>
            <w:vAlign w:val="center"/>
          </w:tcPr>
          <w:p w:rsidR="004A2073" w:rsidRPr="00EC4E07" w:rsidRDefault="001E4AEF" w:rsidP="004A2073">
            <w:pPr>
              <w:pStyle w:val="aa"/>
              <w:wordWrap/>
              <w:spacing w:line="240" w:lineRule="auto"/>
              <w:rPr>
                <w:rFonts w:ascii="HG丸ｺﾞｼｯｸM-PRO" w:eastAsia="HG丸ｺﾞｼｯｸM-PRO" w:hAnsi="HG丸ｺﾞｼｯｸM-PRO" w:cs="Arial"/>
                <w:spacing w:val="0"/>
                <w:sz w:val="20"/>
              </w:rPr>
            </w:pPr>
            <w:sdt>
              <w:sdtPr>
                <w:rPr>
                  <w:rFonts w:ascii="HG丸ｺﾞｼｯｸM-PRO" w:eastAsia="HG丸ｺﾞｼｯｸM-PRO" w:hAnsi="HG丸ｺﾞｼｯｸM-PRO" w:cs="Arial"/>
                  <w:sz w:val="20"/>
                </w:rPr>
                <w:alias w:val="Enter here"/>
                <w:tag w:val="Enter here"/>
                <w:id w:val="1147557468"/>
                <w:placeholder>
                  <w:docPart w:val="E9433602E0AE4076BB5B8993705346D4"/>
                </w:placeholder>
                <w:showingPlcHdr/>
                <w:text/>
              </w:sdtPr>
              <w:sdtEndPr/>
              <w:sdtContent>
                <w:r w:rsidR="004A2073" w:rsidRPr="00EC4E07">
                  <w:rPr>
                    <w:rFonts w:ascii="HG丸ｺﾞｼｯｸM-PRO" w:eastAsia="HG丸ｺﾞｼｯｸM-PRO" w:hAnsi="HG丸ｺﾞｼｯｸM-PRO" w:cs="Arial"/>
                    <w:sz w:val="20"/>
                  </w:rPr>
                  <w:t xml:space="preserve">        </w:t>
                </w:r>
                <w:r w:rsidR="004A2073" w:rsidRPr="00EC4E07">
                  <w:rPr>
                    <w:rFonts w:ascii="HG丸ｺﾞｼｯｸM-PRO" w:eastAsia="HG丸ｺﾞｼｯｸM-PRO" w:hAnsi="HG丸ｺﾞｼｯｸM-PRO" w:cs="Arial" w:hint="eastAsia"/>
                    <w:sz w:val="20"/>
                  </w:rPr>
                  <w:t xml:space="preserve">　　　</w:t>
                </w:r>
                <w:r w:rsidR="004A2073" w:rsidRPr="00EC4E07">
                  <w:rPr>
                    <w:rFonts w:ascii="HG丸ｺﾞｼｯｸM-PRO" w:eastAsia="HG丸ｺﾞｼｯｸM-PRO" w:hAnsi="HG丸ｺﾞｼｯｸM-PRO" w:cs="Arial"/>
                    <w:sz w:val="20"/>
                  </w:rPr>
                  <w:t xml:space="preserve">    </w:t>
                </w:r>
                <w:r w:rsidR="004A2073" w:rsidRPr="00EC4E07">
                  <w:rPr>
                    <w:rFonts w:ascii="HG丸ｺﾞｼｯｸM-PRO" w:eastAsia="HG丸ｺﾞｼｯｸM-PRO" w:hAnsi="HG丸ｺﾞｼｯｸM-PRO" w:cs="Arial" w:hint="eastAsia"/>
                    <w:sz w:val="20"/>
                  </w:rPr>
                  <w:t xml:space="preserve">　　　　　　　</w:t>
                </w:r>
                <w:r w:rsidR="004A2073" w:rsidRPr="00EC4E07">
                  <w:rPr>
                    <w:rFonts w:ascii="HG丸ｺﾞｼｯｸM-PRO" w:eastAsia="HG丸ｺﾞｼｯｸM-PRO" w:hAnsi="HG丸ｺﾞｼｯｸM-PRO" w:cs="Arial"/>
                    <w:sz w:val="20"/>
                  </w:rPr>
                  <w:t xml:space="preserve">      </w:t>
                </w:r>
              </w:sdtContent>
            </w:sdt>
          </w:p>
        </w:tc>
        <w:tc>
          <w:tcPr>
            <w:tcW w:w="3058" w:type="dxa"/>
            <w:tcBorders>
              <w:top w:val="single" w:sz="4" w:space="0" w:color="auto"/>
              <w:left w:val="single" w:sz="4" w:space="0" w:color="auto"/>
              <w:bottom w:val="single" w:sz="4" w:space="0" w:color="auto"/>
            </w:tcBorders>
            <w:vAlign w:val="center"/>
          </w:tcPr>
          <w:p w:rsidR="004A2073" w:rsidRPr="007C5047" w:rsidRDefault="001E4AEF" w:rsidP="004A2073">
            <w:pPr>
              <w:pStyle w:val="aa"/>
              <w:wordWrap/>
              <w:spacing w:line="240" w:lineRule="auto"/>
              <w:rPr>
                <w:rFonts w:ascii="Arial" w:eastAsia="HG丸ｺﾞｼｯｸM-PRO" w:hAnsi="Arial" w:cs="Arial"/>
                <w:spacing w:val="0"/>
                <w:sz w:val="20"/>
              </w:rPr>
            </w:pPr>
            <w:sdt>
              <w:sdtPr>
                <w:rPr>
                  <w:rFonts w:ascii="Arial" w:eastAsia="HG丸ｺﾞｼｯｸM-PRO" w:hAnsi="Arial" w:cs="Arial"/>
                  <w:sz w:val="20"/>
                </w:rPr>
                <w:alias w:val="Enter here"/>
                <w:tag w:val="Enter here"/>
                <w:id w:val="1303587708"/>
                <w:placeholder>
                  <w:docPart w:val="1F17CBFFF723418EBED6140F2AE4A96D"/>
                </w:placeholder>
                <w:showingPlcHdr/>
                <w:text/>
              </w:sdtPr>
              <w:sdtEndPr/>
              <w:sdtContent>
                <w:r w:rsidR="004A2073" w:rsidRPr="007C5047">
                  <w:rPr>
                    <w:rFonts w:ascii="Arial" w:eastAsia="HG丸ｺﾞｼｯｸM-PRO" w:hAnsi="Arial" w:cs="Arial"/>
                    <w:sz w:val="20"/>
                  </w:rPr>
                  <w:t xml:space="preserve">   </w:t>
                </w:r>
                <w:r w:rsidR="004A2073" w:rsidRPr="007C5047">
                  <w:rPr>
                    <w:rFonts w:ascii="Arial" w:eastAsia="HG丸ｺﾞｼｯｸM-PRO" w:hAnsi="Arial" w:cs="Arial"/>
                    <w:sz w:val="20"/>
                  </w:rPr>
                  <w:t xml:space="preserve">　　　　　　　　</w:t>
                </w:r>
                <w:r w:rsidR="004A2073" w:rsidRPr="007C5047">
                  <w:rPr>
                    <w:rFonts w:ascii="Arial" w:eastAsia="HG丸ｺﾞｼｯｸM-PRO" w:hAnsi="Arial" w:cs="Arial"/>
                    <w:sz w:val="20"/>
                  </w:rPr>
                  <w:t xml:space="preserve">        </w:t>
                </w:r>
              </w:sdtContent>
            </w:sdt>
          </w:p>
        </w:tc>
        <w:tc>
          <w:tcPr>
            <w:tcW w:w="2693" w:type="dxa"/>
            <w:tcBorders>
              <w:top w:val="single" w:sz="4" w:space="0" w:color="auto"/>
              <w:left w:val="single" w:sz="4" w:space="0" w:color="auto"/>
              <w:bottom w:val="single" w:sz="4" w:space="0" w:color="auto"/>
              <w:right w:val="single" w:sz="4" w:space="0" w:color="auto"/>
            </w:tcBorders>
            <w:vAlign w:val="center"/>
          </w:tcPr>
          <w:p w:rsidR="004A2073" w:rsidRPr="007C5047" w:rsidRDefault="001E4AEF" w:rsidP="004A2073">
            <w:pPr>
              <w:pStyle w:val="aa"/>
              <w:wordWrap/>
              <w:spacing w:line="240" w:lineRule="auto"/>
              <w:rPr>
                <w:rFonts w:ascii="Arial" w:eastAsia="HG丸ｺﾞｼｯｸM-PRO" w:hAnsi="Arial" w:cs="Arial"/>
                <w:spacing w:val="0"/>
                <w:sz w:val="20"/>
              </w:rPr>
            </w:pPr>
            <w:sdt>
              <w:sdtPr>
                <w:rPr>
                  <w:rFonts w:ascii="Arial" w:eastAsia="HG丸ｺﾞｼｯｸM-PRO" w:hAnsi="Arial" w:cs="Arial"/>
                  <w:sz w:val="20"/>
                </w:rPr>
                <w:alias w:val="Enter here"/>
                <w:tag w:val="Enter here"/>
                <w:id w:val="2114550406"/>
                <w:placeholder>
                  <w:docPart w:val="7BA57978840741029021150AADB30FEF"/>
                </w:placeholder>
                <w:showingPlcHdr/>
                <w:text/>
              </w:sdtPr>
              <w:sdtEndPr/>
              <w:sdtContent>
                <w:r w:rsidR="004A2073" w:rsidRPr="007C5047">
                  <w:rPr>
                    <w:rFonts w:ascii="Arial" w:eastAsia="HG丸ｺﾞｼｯｸM-PRO" w:hAnsi="Arial" w:cs="Arial"/>
                    <w:sz w:val="20"/>
                  </w:rPr>
                  <w:t xml:space="preserve">   </w:t>
                </w:r>
                <w:r w:rsidR="004A2073" w:rsidRPr="007C5047">
                  <w:rPr>
                    <w:rFonts w:ascii="Arial" w:eastAsia="HG丸ｺﾞｼｯｸM-PRO" w:hAnsi="Arial" w:cs="Arial"/>
                    <w:sz w:val="20"/>
                  </w:rPr>
                  <w:t xml:space="preserve">　　　　　　　</w:t>
                </w:r>
                <w:r w:rsidR="004A2073" w:rsidRPr="007C5047">
                  <w:rPr>
                    <w:rFonts w:ascii="Arial" w:eastAsia="HG丸ｺﾞｼｯｸM-PRO" w:hAnsi="Arial" w:cs="Arial"/>
                    <w:sz w:val="20"/>
                  </w:rPr>
                  <w:t xml:space="preserve">        </w:t>
                </w:r>
              </w:sdtContent>
            </w:sdt>
          </w:p>
        </w:tc>
      </w:tr>
      <w:tr w:rsidR="004A2073" w:rsidRPr="001461E2" w:rsidTr="00D50CDA">
        <w:trPr>
          <w:trHeight w:hRule="exact" w:val="565"/>
        </w:trPr>
        <w:tc>
          <w:tcPr>
            <w:tcW w:w="435" w:type="dxa"/>
            <w:tcBorders>
              <w:top w:val="single" w:sz="4" w:space="0" w:color="auto"/>
              <w:left w:val="single" w:sz="4" w:space="0" w:color="auto"/>
              <w:bottom w:val="single" w:sz="4" w:space="0" w:color="auto"/>
            </w:tcBorders>
          </w:tcPr>
          <w:p w:rsidR="004A2073" w:rsidRPr="001461E2" w:rsidRDefault="004A2073" w:rsidP="004A2073">
            <w:pPr>
              <w:pStyle w:val="aa"/>
              <w:wordWrap/>
              <w:spacing w:line="240" w:lineRule="auto"/>
              <w:rPr>
                <w:rFonts w:ascii="Arial" w:hAnsi="Arial" w:cs="Arial"/>
                <w:spacing w:val="0"/>
                <w:sz w:val="20"/>
              </w:rPr>
            </w:pPr>
            <w:r w:rsidRPr="001461E2">
              <w:rPr>
                <w:rFonts w:ascii="Arial" w:hAnsi="Arial" w:cs="Arial"/>
                <w:spacing w:val="0"/>
                <w:sz w:val="20"/>
              </w:rPr>
              <w:t xml:space="preserve">　</w:t>
            </w:r>
          </w:p>
          <w:p w:rsidR="004A2073" w:rsidRPr="001461E2" w:rsidRDefault="004A2073" w:rsidP="004A2073">
            <w:pPr>
              <w:pStyle w:val="aa"/>
              <w:wordWrap/>
              <w:spacing w:line="240" w:lineRule="auto"/>
              <w:rPr>
                <w:rFonts w:ascii="Arial" w:hAnsi="Arial" w:cs="Arial"/>
                <w:spacing w:val="0"/>
                <w:sz w:val="20"/>
              </w:rPr>
            </w:pPr>
            <w:r w:rsidRPr="001461E2">
              <w:rPr>
                <w:rFonts w:ascii="Arial" w:hAnsi="Arial" w:cs="Arial"/>
                <w:spacing w:val="0"/>
                <w:sz w:val="20"/>
              </w:rPr>
              <w:t xml:space="preserve">　</w:t>
            </w:r>
            <w:r>
              <w:rPr>
                <w:rFonts w:ascii="Arial" w:hAnsi="Arial" w:cs="Arial" w:hint="eastAsia"/>
                <w:spacing w:val="0"/>
                <w:sz w:val="20"/>
              </w:rPr>
              <w:t>3</w:t>
            </w:r>
          </w:p>
        </w:tc>
        <w:tc>
          <w:tcPr>
            <w:tcW w:w="4192" w:type="dxa"/>
            <w:tcBorders>
              <w:top w:val="single" w:sz="4" w:space="0" w:color="auto"/>
              <w:left w:val="single" w:sz="4" w:space="0" w:color="auto"/>
              <w:bottom w:val="single" w:sz="4" w:space="0" w:color="auto"/>
            </w:tcBorders>
            <w:vAlign w:val="center"/>
          </w:tcPr>
          <w:p w:rsidR="004A2073" w:rsidRPr="00EC4E07" w:rsidRDefault="001E4AEF" w:rsidP="004A2073">
            <w:pPr>
              <w:pStyle w:val="aa"/>
              <w:wordWrap/>
              <w:spacing w:line="240" w:lineRule="auto"/>
              <w:rPr>
                <w:rFonts w:ascii="HG丸ｺﾞｼｯｸM-PRO" w:eastAsia="HG丸ｺﾞｼｯｸM-PRO" w:hAnsi="HG丸ｺﾞｼｯｸM-PRO" w:cs="Arial"/>
                <w:spacing w:val="0"/>
                <w:sz w:val="20"/>
              </w:rPr>
            </w:pPr>
            <w:sdt>
              <w:sdtPr>
                <w:rPr>
                  <w:rFonts w:ascii="HG丸ｺﾞｼｯｸM-PRO" w:eastAsia="HG丸ｺﾞｼｯｸM-PRO" w:hAnsi="HG丸ｺﾞｼｯｸM-PRO" w:cs="Arial"/>
                  <w:sz w:val="20"/>
                </w:rPr>
                <w:alias w:val="Enter here"/>
                <w:tag w:val="Enter here"/>
                <w:id w:val="-370529285"/>
                <w:placeholder>
                  <w:docPart w:val="A9BF395D47C7429DB60303C42252D355"/>
                </w:placeholder>
                <w:showingPlcHdr/>
                <w:text/>
              </w:sdtPr>
              <w:sdtEndPr/>
              <w:sdtContent>
                <w:r w:rsidR="004A2073" w:rsidRPr="00EC4E07">
                  <w:rPr>
                    <w:rFonts w:ascii="HG丸ｺﾞｼｯｸM-PRO" w:eastAsia="HG丸ｺﾞｼｯｸM-PRO" w:hAnsi="HG丸ｺﾞｼｯｸM-PRO" w:cs="Arial"/>
                    <w:sz w:val="20"/>
                  </w:rPr>
                  <w:t xml:space="preserve">        </w:t>
                </w:r>
                <w:r w:rsidR="004A2073" w:rsidRPr="00EC4E07">
                  <w:rPr>
                    <w:rFonts w:ascii="HG丸ｺﾞｼｯｸM-PRO" w:eastAsia="HG丸ｺﾞｼｯｸM-PRO" w:hAnsi="HG丸ｺﾞｼｯｸM-PRO" w:cs="Arial" w:hint="eastAsia"/>
                    <w:sz w:val="20"/>
                  </w:rPr>
                  <w:t xml:space="preserve">　　　</w:t>
                </w:r>
                <w:r w:rsidR="004A2073" w:rsidRPr="00EC4E07">
                  <w:rPr>
                    <w:rFonts w:ascii="HG丸ｺﾞｼｯｸM-PRO" w:eastAsia="HG丸ｺﾞｼｯｸM-PRO" w:hAnsi="HG丸ｺﾞｼｯｸM-PRO" w:cs="Arial"/>
                    <w:sz w:val="20"/>
                  </w:rPr>
                  <w:t xml:space="preserve">    </w:t>
                </w:r>
                <w:r w:rsidR="004A2073" w:rsidRPr="00EC4E07">
                  <w:rPr>
                    <w:rFonts w:ascii="HG丸ｺﾞｼｯｸM-PRO" w:eastAsia="HG丸ｺﾞｼｯｸM-PRO" w:hAnsi="HG丸ｺﾞｼｯｸM-PRO" w:cs="Arial" w:hint="eastAsia"/>
                    <w:sz w:val="20"/>
                  </w:rPr>
                  <w:t xml:space="preserve">　　　　　　　</w:t>
                </w:r>
                <w:r w:rsidR="004A2073" w:rsidRPr="00EC4E07">
                  <w:rPr>
                    <w:rFonts w:ascii="HG丸ｺﾞｼｯｸM-PRO" w:eastAsia="HG丸ｺﾞｼｯｸM-PRO" w:hAnsi="HG丸ｺﾞｼｯｸM-PRO" w:cs="Arial"/>
                    <w:sz w:val="20"/>
                  </w:rPr>
                  <w:t xml:space="preserve">      </w:t>
                </w:r>
              </w:sdtContent>
            </w:sdt>
          </w:p>
        </w:tc>
        <w:tc>
          <w:tcPr>
            <w:tcW w:w="3058" w:type="dxa"/>
            <w:tcBorders>
              <w:top w:val="single" w:sz="4" w:space="0" w:color="auto"/>
              <w:left w:val="single" w:sz="4" w:space="0" w:color="auto"/>
              <w:bottom w:val="single" w:sz="4" w:space="0" w:color="auto"/>
            </w:tcBorders>
            <w:vAlign w:val="center"/>
          </w:tcPr>
          <w:p w:rsidR="004A2073" w:rsidRPr="007C5047" w:rsidRDefault="001E4AEF" w:rsidP="004A2073">
            <w:pPr>
              <w:pStyle w:val="aa"/>
              <w:wordWrap/>
              <w:spacing w:line="240" w:lineRule="auto"/>
              <w:rPr>
                <w:rFonts w:ascii="Arial" w:eastAsia="HG丸ｺﾞｼｯｸM-PRO" w:hAnsi="Arial" w:cs="Arial"/>
                <w:spacing w:val="0"/>
                <w:sz w:val="20"/>
              </w:rPr>
            </w:pPr>
            <w:sdt>
              <w:sdtPr>
                <w:rPr>
                  <w:rFonts w:ascii="Arial" w:eastAsia="HG丸ｺﾞｼｯｸM-PRO" w:hAnsi="Arial" w:cs="Arial"/>
                  <w:sz w:val="20"/>
                </w:rPr>
                <w:alias w:val="Enter here"/>
                <w:tag w:val="Enter here"/>
                <w:id w:val="-2122750291"/>
                <w:placeholder>
                  <w:docPart w:val="363404236B2D42E39269FB9EFA0D0D4A"/>
                </w:placeholder>
                <w:showingPlcHdr/>
                <w:text/>
              </w:sdtPr>
              <w:sdtEndPr/>
              <w:sdtContent>
                <w:r w:rsidR="004A2073" w:rsidRPr="007C5047">
                  <w:rPr>
                    <w:rFonts w:ascii="Arial" w:eastAsia="HG丸ｺﾞｼｯｸM-PRO" w:hAnsi="Arial" w:cs="Arial"/>
                    <w:sz w:val="20"/>
                  </w:rPr>
                  <w:t xml:space="preserve">   </w:t>
                </w:r>
                <w:r w:rsidR="004A2073" w:rsidRPr="007C5047">
                  <w:rPr>
                    <w:rFonts w:ascii="Arial" w:eastAsia="HG丸ｺﾞｼｯｸM-PRO" w:hAnsi="Arial" w:cs="Arial"/>
                    <w:sz w:val="20"/>
                  </w:rPr>
                  <w:t xml:space="preserve">　　　　　　　　</w:t>
                </w:r>
                <w:r w:rsidR="004A2073" w:rsidRPr="007C5047">
                  <w:rPr>
                    <w:rFonts w:ascii="Arial" w:eastAsia="HG丸ｺﾞｼｯｸM-PRO" w:hAnsi="Arial" w:cs="Arial"/>
                    <w:sz w:val="20"/>
                  </w:rPr>
                  <w:t xml:space="preserve">        </w:t>
                </w:r>
              </w:sdtContent>
            </w:sdt>
          </w:p>
        </w:tc>
        <w:tc>
          <w:tcPr>
            <w:tcW w:w="2693" w:type="dxa"/>
            <w:tcBorders>
              <w:top w:val="single" w:sz="4" w:space="0" w:color="auto"/>
              <w:left w:val="single" w:sz="4" w:space="0" w:color="auto"/>
              <w:bottom w:val="single" w:sz="4" w:space="0" w:color="auto"/>
              <w:right w:val="single" w:sz="4" w:space="0" w:color="auto"/>
            </w:tcBorders>
            <w:vAlign w:val="center"/>
          </w:tcPr>
          <w:p w:rsidR="004A2073" w:rsidRPr="007C5047" w:rsidRDefault="001E4AEF" w:rsidP="004A2073">
            <w:pPr>
              <w:pStyle w:val="aa"/>
              <w:wordWrap/>
              <w:spacing w:line="240" w:lineRule="auto"/>
              <w:rPr>
                <w:rFonts w:ascii="Arial" w:eastAsia="HG丸ｺﾞｼｯｸM-PRO" w:hAnsi="Arial" w:cs="Arial"/>
                <w:spacing w:val="0"/>
                <w:sz w:val="20"/>
              </w:rPr>
            </w:pPr>
            <w:sdt>
              <w:sdtPr>
                <w:rPr>
                  <w:rFonts w:ascii="Arial" w:eastAsia="HG丸ｺﾞｼｯｸM-PRO" w:hAnsi="Arial" w:cs="Arial"/>
                  <w:sz w:val="20"/>
                </w:rPr>
                <w:alias w:val="Enter here"/>
                <w:tag w:val="Enter here"/>
                <w:id w:val="1351227682"/>
                <w:placeholder>
                  <w:docPart w:val="F0A8AD7DC4AB454D95A8EC84CEF2E6BA"/>
                </w:placeholder>
                <w:showingPlcHdr/>
                <w:text/>
              </w:sdtPr>
              <w:sdtEndPr/>
              <w:sdtContent>
                <w:r w:rsidR="004A2073" w:rsidRPr="007C5047">
                  <w:rPr>
                    <w:rFonts w:ascii="Arial" w:eastAsia="HG丸ｺﾞｼｯｸM-PRO" w:hAnsi="Arial" w:cs="Arial"/>
                    <w:sz w:val="20"/>
                  </w:rPr>
                  <w:t xml:space="preserve">   </w:t>
                </w:r>
                <w:r w:rsidR="004A2073" w:rsidRPr="007C5047">
                  <w:rPr>
                    <w:rFonts w:ascii="Arial" w:eastAsia="HG丸ｺﾞｼｯｸM-PRO" w:hAnsi="Arial" w:cs="Arial"/>
                    <w:sz w:val="20"/>
                  </w:rPr>
                  <w:t xml:space="preserve">　　　　　　　</w:t>
                </w:r>
                <w:r w:rsidR="004A2073" w:rsidRPr="007C5047">
                  <w:rPr>
                    <w:rFonts w:ascii="Arial" w:eastAsia="HG丸ｺﾞｼｯｸM-PRO" w:hAnsi="Arial" w:cs="Arial"/>
                    <w:sz w:val="20"/>
                  </w:rPr>
                  <w:t xml:space="preserve">        </w:t>
                </w:r>
              </w:sdtContent>
            </w:sdt>
          </w:p>
        </w:tc>
      </w:tr>
    </w:tbl>
    <w:p w:rsidR="00FD0D3D" w:rsidRPr="001461E2" w:rsidRDefault="00FD0D3D" w:rsidP="00C41D1F">
      <w:pPr>
        <w:pStyle w:val="aa"/>
        <w:rPr>
          <w:rFonts w:ascii="Arial" w:hAnsi="Arial" w:cs="Arial"/>
          <w:spacing w:val="0"/>
          <w:sz w:val="20"/>
        </w:rPr>
      </w:pPr>
    </w:p>
    <w:p w:rsidR="00003749" w:rsidRPr="00685281" w:rsidRDefault="00003749" w:rsidP="00003749">
      <w:pPr>
        <w:pStyle w:val="aa"/>
        <w:rPr>
          <w:rFonts w:ascii="Arial" w:hAnsi="Arial" w:cs="Arial"/>
          <w:spacing w:val="2"/>
          <w:sz w:val="20"/>
        </w:rPr>
      </w:pPr>
      <w:r>
        <w:rPr>
          <w:rFonts w:ascii="Arial" w:eastAsia="HG丸ｺﾞｼｯｸM-PRO" w:hAnsi="Arial" w:cs="Arial" w:hint="eastAsia"/>
          <w:spacing w:val="0"/>
          <w:sz w:val="20"/>
        </w:rPr>
        <w:t>作成上の注意</w:t>
      </w:r>
    </w:p>
    <w:p w:rsidR="00003749" w:rsidRDefault="00003749" w:rsidP="00003749">
      <w:pPr>
        <w:pStyle w:val="aa"/>
        <w:rPr>
          <w:rFonts w:ascii="Arial" w:hAnsi="Arial" w:cs="Arial"/>
          <w:spacing w:val="2"/>
          <w:sz w:val="20"/>
        </w:rPr>
      </w:pPr>
      <w:r>
        <w:rPr>
          <w:rFonts w:ascii="Arial" w:hAnsi="Arial" w:cs="Arial"/>
          <w:spacing w:val="2"/>
          <w:sz w:val="20"/>
        </w:rPr>
        <w:t>(</w:t>
      </w:r>
      <w:r w:rsidRPr="001461E2">
        <w:rPr>
          <w:rFonts w:ascii="Arial" w:hAnsi="Arial" w:cs="Arial"/>
          <w:spacing w:val="2"/>
          <w:sz w:val="20"/>
        </w:rPr>
        <w:t>Instruction</w:t>
      </w:r>
      <w:r>
        <w:rPr>
          <w:rFonts w:ascii="Arial" w:hAnsi="Arial" w:cs="Arial"/>
          <w:spacing w:val="2"/>
          <w:sz w:val="20"/>
        </w:rPr>
        <w:t>)</w:t>
      </w:r>
    </w:p>
    <w:p w:rsidR="00FD0D3D" w:rsidRPr="001461E2" w:rsidRDefault="00FD0D3D" w:rsidP="00003749">
      <w:pPr>
        <w:pStyle w:val="aa"/>
        <w:rPr>
          <w:rFonts w:ascii="Arial" w:hAnsi="Arial" w:cs="Arial"/>
          <w:spacing w:val="2"/>
          <w:sz w:val="20"/>
        </w:rPr>
      </w:pPr>
    </w:p>
    <w:p w:rsidR="00003749" w:rsidRDefault="00003749" w:rsidP="00003749">
      <w:pPr>
        <w:pStyle w:val="aa"/>
        <w:numPr>
          <w:ilvl w:val="0"/>
          <w:numId w:val="1"/>
        </w:numPr>
        <w:rPr>
          <w:rFonts w:ascii="Arial" w:hAnsi="Arial" w:cs="Arial"/>
          <w:spacing w:val="2"/>
          <w:sz w:val="20"/>
        </w:rPr>
      </w:pPr>
      <w:r>
        <w:rPr>
          <w:rFonts w:ascii="Arial" w:eastAsia="HG丸ｺﾞｼｯｸM-PRO" w:hAnsi="Arial" w:cs="Arial" w:hint="eastAsia"/>
          <w:spacing w:val="0"/>
          <w:sz w:val="20"/>
        </w:rPr>
        <w:t>年月日は、西暦で記入してください。</w:t>
      </w:r>
    </w:p>
    <w:p w:rsidR="00003749" w:rsidRPr="001461E2" w:rsidRDefault="00003749" w:rsidP="00003749">
      <w:pPr>
        <w:pStyle w:val="aa"/>
        <w:ind w:left="360"/>
        <w:rPr>
          <w:rFonts w:ascii="Arial" w:hAnsi="Arial" w:cs="Arial"/>
          <w:spacing w:val="2"/>
          <w:sz w:val="20"/>
        </w:rPr>
      </w:pPr>
      <w:r>
        <w:rPr>
          <w:rFonts w:ascii="Arial" w:hAnsi="Arial" w:cs="Arial"/>
          <w:spacing w:val="2"/>
          <w:sz w:val="20"/>
        </w:rPr>
        <w:t>(Date should be written</w:t>
      </w:r>
      <w:r w:rsidRPr="001461E2">
        <w:rPr>
          <w:rFonts w:ascii="Arial" w:hAnsi="Arial" w:cs="Arial"/>
          <w:spacing w:val="2"/>
          <w:sz w:val="20"/>
        </w:rPr>
        <w:t xml:space="preserve"> in the Anno Domini system.</w:t>
      </w:r>
      <w:r>
        <w:rPr>
          <w:rFonts w:ascii="Arial" w:hAnsi="Arial" w:cs="Arial"/>
          <w:spacing w:val="2"/>
          <w:sz w:val="20"/>
        </w:rPr>
        <w:t>)</w:t>
      </w:r>
    </w:p>
    <w:p w:rsidR="00003749" w:rsidRDefault="00003749" w:rsidP="00003749">
      <w:pPr>
        <w:pStyle w:val="aa"/>
        <w:numPr>
          <w:ilvl w:val="0"/>
          <w:numId w:val="1"/>
        </w:numPr>
        <w:rPr>
          <w:rFonts w:ascii="Arial" w:eastAsia="HG丸ｺﾞｼｯｸM-PRO" w:hAnsi="Arial" w:cs="Arial"/>
          <w:spacing w:val="0"/>
          <w:sz w:val="20"/>
        </w:rPr>
      </w:pPr>
      <w:r>
        <w:rPr>
          <w:rFonts w:ascii="Arial" w:eastAsia="HG丸ｺﾞｼｯｸM-PRO" w:hAnsi="Arial" w:cs="Arial" w:hint="eastAsia"/>
          <w:spacing w:val="0"/>
          <w:sz w:val="20"/>
        </w:rPr>
        <w:t>必要であれば、別紙を添付してください。</w:t>
      </w:r>
    </w:p>
    <w:p w:rsidR="001302D9" w:rsidRPr="00B72505" w:rsidRDefault="00003749" w:rsidP="00B72505">
      <w:pPr>
        <w:pStyle w:val="aa"/>
        <w:ind w:left="360"/>
        <w:rPr>
          <w:rFonts w:ascii="Arial" w:hAnsi="Arial" w:cs="Arial"/>
          <w:spacing w:val="2"/>
          <w:sz w:val="20"/>
        </w:rPr>
      </w:pPr>
      <w:r>
        <w:rPr>
          <w:rFonts w:ascii="Arial" w:hAnsi="Arial" w:cs="Arial"/>
          <w:spacing w:val="2"/>
          <w:sz w:val="20"/>
        </w:rPr>
        <w:t>(</w:t>
      </w:r>
      <w:r w:rsidRPr="001461E2">
        <w:rPr>
          <w:rFonts w:ascii="Arial" w:hAnsi="Arial" w:cs="Arial"/>
          <w:spacing w:val="2"/>
          <w:sz w:val="20"/>
        </w:rPr>
        <w:t>If necessary, additional sheets of paper may be attached</w:t>
      </w:r>
      <w:r w:rsidRPr="001461E2">
        <w:rPr>
          <w:rFonts w:ascii="Arial" w:hAnsi="Arial" w:cs="Arial"/>
          <w:spacing w:val="2"/>
        </w:rPr>
        <w:t>.</w:t>
      </w:r>
      <w:r>
        <w:rPr>
          <w:rFonts w:ascii="Arial" w:hAnsi="Arial" w:cs="Arial"/>
          <w:spacing w:val="2"/>
        </w:rPr>
        <w:t>)</w:t>
      </w:r>
    </w:p>
    <w:sectPr w:rsidR="001302D9" w:rsidRPr="00B72505" w:rsidSect="00FD1A0C">
      <w:pgSz w:w="11906" w:h="16838"/>
      <w:pgMar w:top="720" w:right="720" w:bottom="720" w:left="720"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5551" w:rsidRDefault="00CF5551" w:rsidP="00D63EFB">
      <w:r>
        <w:separator/>
      </w:r>
    </w:p>
  </w:endnote>
  <w:endnote w:type="continuationSeparator" w:id="0">
    <w:p w:rsidR="00CF5551" w:rsidRDefault="00CF5551" w:rsidP="00D63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MT">
    <w:altName w:val="Arial"/>
    <w:charset w:val="01"/>
    <w:family w:val="swiss"/>
    <w:pitch w:val="variable"/>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5551" w:rsidRDefault="00CF5551" w:rsidP="00D63EFB">
      <w:r>
        <w:separator/>
      </w:r>
    </w:p>
  </w:footnote>
  <w:footnote w:type="continuationSeparator" w:id="0">
    <w:p w:rsidR="00CF5551" w:rsidRDefault="00CF5551" w:rsidP="00D63E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846FA"/>
    <w:multiLevelType w:val="hybridMultilevel"/>
    <w:tmpl w:val="35324F22"/>
    <w:lvl w:ilvl="0" w:tplc="741E3A7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XoS2pcH0IptrYteycB04LmQC5JDcJE1C+8NuoS3jZ54LoMLce0pFvf84tKaycoDXqZHd92603bB8BnIzLW0A==" w:salt="ZKrKYFORpifwlzxqBti/pw=="/>
  <w:defaultTabStop w:val="720"/>
  <w:doNotHyphenateCaps/>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231"/>
    <w:rsid w:val="00003749"/>
    <w:rsid w:val="00006854"/>
    <w:rsid w:val="00007356"/>
    <w:rsid w:val="00050218"/>
    <w:rsid w:val="000510E5"/>
    <w:rsid w:val="0007479B"/>
    <w:rsid w:val="00085BDB"/>
    <w:rsid w:val="00095A54"/>
    <w:rsid w:val="000C2E43"/>
    <w:rsid w:val="000C63E2"/>
    <w:rsid w:val="000F4900"/>
    <w:rsid w:val="001145A4"/>
    <w:rsid w:val="00114DC4"/>
    <w:rsid w:val="001151E7"/>
    <w:rsid w:val="001302D9"/>
    <w:rsid w:val="00131D25"/>
    <w:rsid w:val="001332F2"/>
    <w:rsid w:val="001461E2"/>
    <w:rsid w:val="0017700E"/>
    <w:rsid w:val="001771EF"/>
    <w:rsid w:val="0018085C"/>
    <w:rsid w:val="0019148D"/>
    <w:rsid w:val="0019610A"/>
    <w:rsid w:val="001B2004"/>
    <w:rsid w:val="001C7CF0"/>
    <w:rsid w:val="001E1360"/>
    <w:rsid w:val="001E3309"/>
    <w:rsid w:val="001E4AEF"/>
    <w:rsid w:val="001E7A85"/>
    <w:rsid w:val="00205A39"/>
    <w:rsid w:val="00224E0C"/>
    <w:rsid w:val="00254582"/>
    <w:rsid w:val="002809DC"/>
    <w:rsid w:val="00290676"/>
    <w:rsid w:val="002C486B"/>
    <w:rsid w:val="002E09EA"/>
    <w:rsid w:val="002F569A"/>
    <w:rsid w:val="002F744E"/>
    <w:rsid w:val="00305E26"/>
    <w:rsid w:val="00316346"/>
    <w:rsid w:val="003233E5"/>
    <w:rsid w:val="00345055"/>
    <w:rsid w:val="00356BD1"/>
    <w:rsid w:val="00371A9E"/>
    <w:rsid w:val="00387A24"/>
    <w:rsid w:val="00387F92"/>
    <w:rsid w:val="00391AD5"/>
    <w:rsid w:val="003967D1"/>
    <w:rsid w:val="0039714C"/>
    <w:rsid w:val="003A2989"/>
    <w:rsid w:val="003A2E19"/>
    <w:rsid w:val="003A4AD7"/>
    <w:rsid w:val="003B6722"/>
    <w:rsid w:val="003D01A0"/>
    <w:rsid w:val="00414479"/>
    <w:rsid w:val="00434906"/>
    <w:rsid w:val="0044153F"/>
    <w:rsid w:val="00451902"/>
    <w:rsid w:val="0047082D"/>
    <w:rsid w:val="004A2073"/>
    <w:rsid w:val="004A2F5F"/>
    <w:rsid w:val="004A3FBE"/>
    <w:rsid w:val="004A576C"/>
    <w:rsid w:val="004B02FD"/>
    <w:rsid w:val="004B51E8"/>
    <w:rsid w:val="004B7244"/>
    <w:rsid w:val="004C1FCF"/>
    <w:rsid w:val="004C68FC"/>
    <w:rsid w:val="004C71E3"/>
    <w:rsid w:val="004E36AD"/>
    <w:rsid w:val="005000AF"/>
    <w:rsid w:val="00520652"/>
    <w:rsid w:val="0052348A"/>
    <w:rsid w:val="005377F1"/>
    <w:rsid w:val="0058625C"/>
    <w:rsid w:val="005A3E64"/>
    <w:rsid w:val="005B20E6"/>
    <w:rsid w:val="005C0B6B"/>
    <w:rsid w:val="005C1FC8"/>
    <w:rsid w:val="005F5A71"/>
    <w:rsid w:val="005F6208"/>
    <w:rsid w:val="00606C35"/>
    <w:rsid w:val="00613D2F"/>
    <w:rsid w:val="00683172"/>
    <w:rsid w:val="006920CF"/>
    <w:rsid w:val="00696470"/>
    <w:rsid w:val="006A72CD"/>
    <w:rsid w:val="007036CA"/>
    <w:rsid w:val="007156EB"/>
    <w:rsid w:val="00723AF0"/>
    <w:rsid w:val="007305A4"/>
    <w:rsid w:val="00743959"/>
    <w:rsid w:val="007536A2"/>
    <w:rsid w:val="00775932"/>
    <w:rsid w:val="007C5047"/>
    <w:rsid w:val="007E6668"/>
    <w:rsid w:val="007F78B5"/>
    <w:rsid w:val="0085376D"/>
    <w:rsid w:val="00854458"/>
    <w:rsid w:val="00860EC4"/>
    <w:rsid w:val="00872464"/>
    <w:rsid w:val="008726F0"/>
    <w:rsid w:val="00874B3F"/>
    <w:rsid w:val="008830E4"/>
    <w:rsid w:val="00895A18"/>
    <w:rsid w:val="00896327"/>
    <w:rsid w:val="008B12A8"/>
    <w:rsid w:val="008B4E59"/>
    <w:rsid w:val="008D0C2A"/>
    <w:rsid w:val="008D5AC1"/>
    <w:rsid w:val="008D720D"/>
    <w:rsid w:val="008E50A2"/>
    <w:rsid w:val="008F7372"/>
    <w:rsid w:val="00913183"/>
    <w:rsid w:val="009503D3"/>
    <w:rsid w:val="009572ED"/>
    <w:rsid w:val="00985B4C"/>
    <w:rsid w:val="00985F6E"/>
    <w:rsid w:val="009973F6"/>
    <w:rsid w:val="009A70F3"/>
    <w:rsid w:val="009B373C"/>
    <w:rsid w:val="009C1221"/>
    <w:rsid w:val="009C6D67"/>
    <w:rsid w:val="009D09E5"/>
    <w:rsid w:val="009D3718"/>
    <w:rsid w:val="009D3853"/>
    <w:rsid w:val="00A12E79"/>
    <w:rsid w:val="00A24A4A"/>
    <w:rsid w:val="00A31604"/>
    <w:rsid w:val="00A51DE4"/>
    <w:rsid w:val="00A67789"/>
    <w:rsid w:val="00A85C70"/>
    <w:rsid w:val="00AA6DC7"/>
    <w:rsid w:val="00AB4F97"/>
    <w:rsid w:val="00AB5257"/>
    <w:rsid w:val="00AC34A5"/>
    <w:rsid w:val="00AD736E"/>
    <w:rsid w:val="00AF740D"/>
    <w:rsid w:val="00B1000A"/>
    <w:rsid w:val="00B25C34"/>
    <w:rsid w:val="00B27715"/>
    <w:rsid w:val="00B33093"/>
    <w:rsid w:val="00B34231"/>
    <w:rsid w:val="00B44EB3"/>
    <w:rsid w:val="00B532A2"/>
    <w:rsid w:val="00B70F59"/>
    <w:rsid w:val="00B72505"/>
    <w:rsid w:val="00B75F0C"/>
    <w:rsid w:val="00B8188A"/>
    <w:rsid w:val="00B94C07"/>
    <w:rsid w:val="00B978D4"/>
    <w:rsid w:val="00BA4351"/>
    <w:rsid w:val="00BA6F59"/>
    <w:rsid w:val="00BD0501"/>
    <w:rsid w:val="00BD1488"/>
    <w:rsid w:val="00BE3211"/>
    <w:rsid w:val="00C04E73"/>
    <w:rsid w:val="00C12357"/>
    <w:rsid w:val="00C153C6"/>
    <w:rsid w:val="00C21BEF"/>
    <w:rsid w:val="00C31543"/>
    <w:rsid w:val="00C369BC"/>
    <w:rsid w:val="00C41D1F"/>
    <w:rsid w:val="00C459EB"/>
    <w:rsid w:val="00C75500"/>
    <w:rsid w:val="00C80EE3"/>
    <w:rsid w:val="00C90EBD"/>
    <w:rsid w:val="00CB118D"/>
    <w:rsid w:val="00CD4428"/>
    <w:rsid w:val="00CF5551"/>
    <w:rsid w:val="00D05040"/>
    <w:rsid w:val="00D131C4"/>
    <w:rsid w:val="00D133B5"/>
    <w:rsid w:val="00D50CDA"/>
    <w:rsid w:val="00D5477C"/>
    <w:rsid w:val="00D63EFB"/>
    <w:rsid w:val="00D766ED"/>
    <w:rsid w:val="00D77CD7"/>
    <w:rsid w:val="00D9157B"/>
    <w:rsid w:val="00D91E8E"/>
    <w:rsid w:val="00DC02B3"/>
    <w:rsid w:val="00DE64FA"/>
    <w:rsid w:val="00DE735A"/>
    <w:rsid w:val="00E02FB6"/>
    <w:rsid w:val="00E150A2"/>
    <w:rsid w:val="00E474FA"/>
    <w:rsid w:val="00E65BBE"/>
    <w:rsid w:val="00EB2748"/>
    <w:rsid w:val="00EB4647"/>
    <w:rsid w:val="00EC4E07"/>
    <w:rsid w:val="00ED04C6"/>
    <w:rsid w:val="00EF1898"/>
    <w:rsid w:val="00EF2F19"/>
    <w:rsid w:val="00EF79F6"/>
    <w:rsid w:val="00F146C4"/>
    <w:rsid w:val="00F15209"/>
    <w:rsid w:val="00F15DAE"/>
    <w:rsid w:val="00F22B03"/>
    <w:rsid w:val="00F41526"/>
    <w:rsid w:val="00F42E73"/>
    <w:rsid w:val="00F57FD4"/>
    <w:rsid w:val="00F66C14"/>
    <w:rsid w:val="00F81C0C"/>
    <w:rsid w:val="00FC04BA"/>
    <w:rsid w:val="00FD0D3D"/>
    <w:rsid w:val="00FD1A0C"/>
    <w:rsid w:val="00FD553D"/>
    <w:rsid w:val="00FE2116"/>
    <w:rsid w:val="00FF32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oNotEmbedSmartTags/>
  <w:decimalSymbol w:val="."/>
  <w:listSeparator w:val=","/>
  <w14:docId w14:val="0A7ED0DE"/>
  <w15:chartTrackingRefBased/>
  <w15:docId w15:val="{BB7F2245-5D63-405E-A3AE-9D42B0BC8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577" w:lineRule="exact"/>
      <w:jc w:val="both"/>
    </w:pPr>
    <w:rPr>
      <w:rFonts w:cs="ＭＳ 明朝"/>
      <w:sz w:val="24"/>
      <w:szCs w:val="24"/>
    </w:rPr>
  </w:style>
  <w:style w:type="table" w:styleId="a4">
    <w:name w:val="Table Grid"/>
    <w:basedOn w:val="a1"/>
    <w:rsid w:val="00371A9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7E6668"/>
    <w:rPr>
      <w:rFonts w:ascii="Arial" w:eastAsia="ＭＳ ゴシック" w:hAnsi="Arial"/>
      <w:sz w:val="18"/>
      <w:szCs w:val="18"/>
    </w:rPr>
  </w:style>
  <w:style w:type="paragraph" w:styleId="a6">
    <w:name w:val="header"/>
    <w:basedOn w:val="a"/>
    <w:link w:val="a7"/>
    <w:rsid w:val="00D63EFB"/>
    <w:pPr>
      <w:tabs>
        <w:tab w:val="center" w:pos="4252"/>
        <w:tab w:val="right" w:pos="8504"/>
      </w:tabs>
      <w:snapToGrid w:val="0"/>
    </w:pPr>
  </w:style>
  <w:style w:type="character" w:customStyle="1" w:styleId="a7">
    <w:name w:val="ヘッダー (文字)"/>
    <w:link w:val="a6"/>
    <w:rsid w:val="00D63EFB"/>
    <w:rPr>
      <w:kern w:val="2"/>
      <w:sz w:val="21"/>
      <w:szCs w:val="24"/>
    </w:rPr>
  </w:style>
  <w:style w:type="paragraph" w:styleId="a8">
    <w:name w:val="footer"/>
    <w:basedOn w:val="a"/>
    <w:link w:val="a9"/>
    <w:rsid w:val="00D63EFB"/>
    <w:pPr>
      <w:tabs>
        <w:tab w:val="center" w:pos="4252"/>
        <w:tab w:val="right" w:pos="8504"/>
      </w:tabs>
      <w:snapToGrid w:val="0"/>
    </w:pPr>
  </w:style>
  <w:style w:type="character" w:customStyle="1" w:styleId="a9">
    <w:name w:val="フッター (文字)"/>
    <w:link w:val="a8"/>
    <w:rsid w:val="00D63EFB"/>
    <w:rPr>
      <w:kern w:val="2"/>
      <w:sz w:val="21"/>
      <w:szCs w:val="24"/>
    </w:rPr>
  </w:style>
  <w:style w:type="paragraph" w:customStyle="1" w:styleId="aa">
    <w:name w:val="一太郎８"/>
    <w:rsid w:val="00C41D1F"/>
    <w:pPr>
      <w:widowControl w:val="0"/>
      <w:wordWrap w:val="0"/>
      <w:autoSpaceDE w:val="0"/>
      <w:autoSpaceDN w:val="0"/>
      <w:adjustRightInd w:val="0"/>
      <w:spacing w:line="245" w:lineRule="atLeast"/>
      <w:jc w:val="both"/>
    </w:pPr>
    <w:rPr>
      <w:rFonts w:ascii="Times New Roman" w:hAnsi="Times New Roman"/>
      <w:spacing w:val="-2"/>
      <w:sz w:val="21"/>
    </w:rPr>
  </w:style>
  <w:style w:type="character" w:styleId="ab">
    <w:name w:val="Placeholder Text"/>
    <w:basedOn w:val="a0"/>
    <w:uiPriority w:val="99"/>
    <w:semiHidden/>
    <w:rsid w:val="001461E2"/>
    <w:rPr>
      <w:color w:val="808080"/>
    </w:rPr>
  </w:style>
  <w:style w:type="character" w:customStyle="1" w:styleId="1">
    <w:name w:val="スタイル1"/>
    <w:basedOn w:val="a0"/>
    <w:uiPriority w:val="1"/>
    <w:rsid w:val="00CF5551"/>
    <w:rPr>
      <w:rFonts w:eastAsia="Arial"/>
      <w:sz w:val="16"/>
    </w:rPr>
  </w:style>
  <w:style w:type="character" w:customStyle="1" w:styleId="2">
    <w:name w:val="スタイル2"/>
    <w:basedOn w:val="a0"/>
    <w:uiPriority w:val="1"/>
    <w:rsid w:val="00CF5551"/>
    <w:rPr>
      <w:rFonts w:eastAsia="Arial"/>
      <w:sz w:val="16"/>
    </w:rPr>
  </w:style>
  <w:style w:type="character" w:customStyle="1" w:styleId="3">
    <w:name w:val="スタイル3"/>
    <w:basedOn w:val="a0"/>
    <w:uiPriority w:val="1"/>
    <w:rsid w:val="00CF5551"/>
    <w:rPr>
      <w:rFonts w:eastAsia="Arial"/>
      <w:sz w:val="16"/>
    </w:rPr>
  </w:style>
  <w:style w:type="character" w:customStyle="1" w:styleId="4">
    <w:name w:val="スタイル4"/>
    <w:basedOn w:val="a0"/>
    <w:uiPriority w:val="1"/>
    <w:rsid w:val="00CF5551"/>
    <w:rPr>
      <w:rFonts w:eastAsia="Arial"/>
      <w:sz w:val="16"/>
    </w:rPr>
  </w:style>
  <w:style w:type="character" w:customStyle="1" w:styleId="5">
    <w:name w:val="スタイル5"/>
    <w:basedOn w:val="a0"/>
    <w:uiPriority w:val="1"/>
    <w:rsid w:val="00CF5551"/>
    <w:rPr>
      <w:rFonts w:eastAsia="Arial"/>
      <w:sz w:val="16"/>
    </w:rPr>
  </w:style>
  <w:style w:type="character" w:customStyle="1" w:styleId="6">
    <w:name w:val="スタイル6"/>
    <w:basedOn w:val="a0"/>
    <w:uiPriority w:val="1"/>
    <w:rsid w:val="00CF5551"/>
    <w:rPr>
      <w:rFonts w:eastAsia="Arial"/>
      <w:sz w:val="16"/>
    </w:rPr>
  </w:style>
  <w:style w:type="character" w:customStyle="1" w:styleId="7">
    <w:name w:val="スタイル7"/>
    <w:basedOn w:val="a0"/>
    <w:uiPriority w:val="1"/>
    <w:rsid w:val="00CF5551"/>
    <w:rPr>
      <w:rFonts w:ascii="Arial" w:eastAsia="Arial" w:hAnsi="Arial" w:cs="Arial"/>
      <w:sz w:val="16"/>
      <w:szCs w:val="16"/>
    </w:rPr>
  </w:style>
  <w:style w:type="character" w:customStyle="1" w:styleId="8">
    <w:name w:val="スタイル8"/>
    <w:basedOn w:val="a0"/>
    <w:uiPriority w:val="1"/>
    <w:rsid w:val="00C459EB"/>
    <w:rPr>
      <w:rFonts w:ascii="Arial" w:eastAsia="Arial" w:hAnsi="Arial" w:cs="Arial"/>
      <w:sz w:val="16"/>
      <w:szCs w:val="16"/>
    </w:rPr>
  </w:style>
  <w:style w:type="character" w:customStyle="1" w:styleId="9">
    <w:name w:val="スタイル9"/>
    <w:basedOn w:val="a0"/>
    <w:uiPriority w:val="1"/>
    <w:rsid w:val="00C459EB"/>
    <w:rPr>
      <w:rFonts w:ascii="Arial" w:eastAsia="Arial" w:hAnsi="Arial" w:cs="Arial"/>
      <w:sz w:val="16"/>
      <w:szCs w:val="16"/>
    </w:rPr>
  </w:style>
  <w:style w:type="character" w:customStyle="1" w:styleId="10">
    <w:name w:val="スタイル10"/>
    <w:basedOn w:val="a0"/>
    <w:uiPriority w:val="1"/>
    <w:rsid w:val="00C459EB"/>
    <w:rPr>
      <w:rFonts w:ascii="Arial" w:eastAsia="Arial" w:hAnsi="Arial" w:cs="Arial"/>
      <w:sz w:val="16"/>
      <w:szCs w:val="16"/>
    </w:rPr>
  </w:style>
  <w:style w:type="character" w:customStyle="1" w:styleId="11">
    <w:name w:val="スタイル11"/>
    <w:basedOn w:val="a0"/>
    <w:uiPriority w:val="1"/>
    <w:rsid w:val="00C459EB"/>
    <w:rPr>
      <w:rFonts w:ascii="Arial" w:eastAsia="Arial" w:hAnsi="Arial" w:cs="Arial"/>
      <w:sz w:val="16"/>
      <w:szCs w:val="16"/>
    </w:rPr>
  </w:style>
  <w:style w:type="character" w:customStyle="1" w:styleId="12">
    <w:name w:val="スタイル12"/>
    <w:basedOn w:val="a0"/>
    <w:uiPriority w:val="1"/>
    <w:rsid w:val="00C459EB"/>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7408555748F46AF99B19399F96A1E20"/>
        <w:category>
          <w:name w:val="全般"/>
          <w:gallery w:val="placeholder"/>
        </w:category>
        <w:types>
          <w:type w:val="bbPlcHdr"/>
        </w:types>
        <w:behaviors>
          <w:behavior w:val="content"/>
        </w:behaviors>
        <w:guid w:val="{3D9C6138-7A64-4921-B8B3-DBE896D1D3F1}"/>
      </w:docPartPr>
      <w:docPartBody>
        <w:p w:rsidR="00F9686B" w:rsidRDefault="00654CF6" w:rsidP="0022001B">
          <w:pPr>
            <w:pStyle w:val="D7408555748F46AF99B19399F96A1E2025"/>
          </w:pPr>
          <w:r w:rsidRPr="004B7244">
            <w:rPr>
              <w:rStyle w:val="a3"/>
              <w:rFonts w:ascii="Arial" w:eastAsia="HG丸ｺﾞｼｯｸM-PRO" w:hAnsi="Arial" w:cs="Arial"/>
            </w:rPr>
            <w:t xml:space="preserve">      </w:t>
          </w:r>
          <w:r w:rsidRPr="004B7244">
            <w:rPr>
              <w:rStyle w:val="a3"/>
              <w:rFonts w:ascii="Arial" w:eastAsia="HG丸ｺﾞｼｯｸM-PRO" w:hAnsi="Arial" w:cs="Arial"/>
            </w:rPr>
            <w:t xml:space="preserve">　</w:t>
          </w:r>
          <w:r w:rsidRPr="004B7244">
            <w:rPr>
              <w:rStyle w:val="a3"/>
              <w:rFonts w:ascii="Arial" w:eastAsia="HG丸ｺﾞｼｯｸM-PRO" w:hAnsi="Arial" w:cs="Arial"/>
            </w:rPr>
            <w:t xml:space="preserve">            </w:t>
          </w:r>
        </w:p>
      </w:docPartBody>
    </w:docPart>
    <w:docPart>
      <w:docPartPr>
        <w:name w:val="21A3EDACA1E6417592A1ACDDDD733A8A"/>
        <w:category>
          <w:name w:val="全般"/>
          <w:gallery w:val="placeholder"/>
        </w:category>
        <w:types>
          <w:type w:val="bbPlcHdr"/>
        </w:types>
        <w:behaviors>
          <w:behavior w:val="content"/>
        </w:behaviors>
        <w:guid w:val="{8934C144-45FE-4C89-83EC-34C2137AD268}"/>
      </w:docPartPr>
      <w:docPartBody>
        <w:p w:rsidR="009A1357" w:rsidRDefault="00654CF6" w:rsidP="0022001B">
          <w:pPr>
            <w:pStyle w:val="21A3EDACA1E6417592A1ACDDDD733A8A20"/>
          </w:pPr>
          <w:r w:rsidRPr="004B7244">
            <w:rPr>
              <w:rStyle w:val="a3"/>
              <w:rFonts w:ascii="Arial" w:eastAsia="HG丸ｺﾞｼｯｸM-PRO" w:hAnsi="Arial" w:cs="Arial"/>
            </w:rPr>
            <w:t xml:space="preserve">                            </w:t>
          </w:r>
        </w:p>
      </w:docPartBody>
    </w:docPart>
    <w:docPart>
      <w:docPartPr>
        <w:name w:val="04A6FF8994D54CE6A5BDB3F99077C0D8"/>
        <w:category>
          <w:name w:val="全般"/>
          <w:gallery w:val="placeholder"/>
        </w:category>
        <w:types>
          <w:type w:val="bbPlcHdr"/>
        </w:types>
        <w:behaviors>
          <w:behavior w:val="content"/>
        </w:behaviors>
        <w:guid w:val="{D33973D7-93C3-42F0-ACF7-AD48935DA5C2}"/>
      </w:docPartPr>
      <w:docPartBody>
        <w:p w:rsidR="009A1357" w:rsidRDefault="00654CF6" w:rsidP="0022001B">
          <w:pPr>
            <w:pStyle w:val="04A6FF8994D54CE6A5BDB3F99077C0D818"/>
          </w:pPr>
          <w:r w:rsidRPr="004B7244">
            <w:rPr>
              <w:rStyle w:val="a3"/>
              <w:rFonts w:ascii="Arial" w:eastAsia="HG丸ｺﾞｼｯｸM-PRO" w:hAnsi="Arial" w:cs="Arial"/>
            </w:rPr>
            <w:t xml:space="preserve">           </w:t>
          </w:r>
          <w:r w:rsidRPr="004B7244">
            <w:rPr>
              <w:rFonts w:ascii="Arial" w:eastAsia="HG丸ｺﾞｼｯｸM-PRO" w:hAnsi="Arial" w:cs="Arial"/>
              <w:sz w:val="20"/>
            </w:rPr>
            <w:t xml:space="preserve">  </w:t>
          </w:r>
          <w:r w:rsidRPr="004B7244">
            <w:rPr>
              <w:rStyle w:val="a3"/>
              <w:rFonts w:ascii="Arial" w:eastAsia="HG丸ｺﾞｼｯｸM-PRO" w:hAnsi="Arial" w:cs="Arial"/>
            </w:rPr>
            <w:t xml:space="preserve">                    </w:t>
          </w:r>
        </w:p>
      </w:docPartBody>
    </w:docPart>
    <w:docPart>
      <w:docPartPr>
        <w:name w:val="3CD7E57AF30E47AD9BC589EADCA9F923"/>
        <w:category>
          <w:name w:val="全般"/>
          <w:gallery w:val="placeholder"/>
        </w:category>
        <w:types>
          <w:type w:val="bbPlcHdr"/>
        </w:types>
        <w:behaviors>
          <w:behavior w:val="content"/>
        </w:behaviors>
        <w:guid w:val="{7A3092CC-F64F-44C5-8AEC-D466EDAC06A2}"/>
      </w:docPartPr>
      <w:docPartBody>
        <w:p w:rsidR="009A1357" w:rsidRDefault="00654CF6" w:rsidP="0022001B">
          <w:pPr>
            <w:pStyle w:val="3CD7E57AF30E47AD9BC589EADCA9F92314"/>
          </w:pPr>
          <w:r w:rsidRPr="004B7244">
            <w:rPr>
              <w:rStyle w:val="a3"/>
              <w:rFonts w:ascii="Arial" w:eastAsia="HG丸ｺﾞｼｯｸM-PRO" w:hAnsi="Arial" w:cs="Arial"/>
            </w:rPr>
            <w:t xml:space="preserve">                                                                                                                                                                                                                                                                                                                                                                                                                          </w:t>
          </w:r>
          <w:r w:rsidRPr="004B7244">
            <w:rPr>
              <w:rFonts w:ascii="Arial" w:eastAsia="HG丸ｺﾞｼｯｸM-PRO" w:hAnsi="Arial" w:cs="Arial"/>
              <w:sz w:val="20"/>
            </w:rPr>
            <w:t xml:space="preserve">  </w:t>
          </w:r>
          <w:r w:rsidRPr="004B7244">
            <w:rPr>
              <w:rStyle w:val="a3"/>
              <w:rFonts w:ascii="Arial" w:eastAsia="HG丸ｺﾞｼｯｸM-PRO" w:hAnsi="Arial" w:cs="Arial"/>
            </w:rPr>
            <w:t xml:space="preserve">                                                                                                         </w:t>
          </w:r>
        </w:p>
      </w:docPartBody>
    </w:docPart>
    <w:docPart>
      <w:docPartPr>
        <w:name w:val="0E1AC617F4C941E2976FC4377EF405F2"/>
        <w:category>
          <w:name w:val="全般"/>
          <w:gallery w:val="placeholder"/>
        </w:category>
        <w:types>
          <w:type w:val="bbPlcHdr"/>
        </w:types>
        <w:behaviors>
          <w:behavior w:val="content"/>
        </w:behaviors>
        <w:guid w:val="{1ADBE646-6AC2-4C2C-B7FC-77B05BF4959E}"/>
      </w:docPartPr>
      <w:docPartBody>
        <w:p w:rsidR="0022001B" w:rsidRDefault="00654CF6" w:rsidP="0022001B">
          <w:pPr>
            <w:pStyle w:val="0E1AC617F4C941E2976FC4377EF405F25"/>
          </w:pPr>
          <w:r w:rsidRPr="007C5047">
            <w:rPr>
              <w:rFonts w:ascii="Arial" w:eastAsia="HG丸ｺﾞｼｯｸM-PRO" w:hAnsi="Arial" w:cs="Arial"/>
              <w:color w:val="808080"/>
              <w:spacing w:val="-2"/>
              <w:kern w:val="0"/>
              <w:sz w:val="16"/>
              <w:szCs w:val="16"/>
            </w:rPr>
            <w:t xml:space="preserve">                 </w:t>
          </w:r>
          <w:r w:rsidRPr="007C5047">
            <w:rPr>
              <w:rFonts w:ascii="Arial" w:eastAsia="HG丸ｺﾞｼｯｸM-PRO" w:hAnsi="Arial" w:cs="Arial"/>
              <w:spacing w:val="-2"/>
              <w:kern w:val="0"/>
              <w:sz w:val="16"/>
              <w:szCs w:val="16"/>
            </w:rPr>
            <w:t xml:space="preserve">    </w:t>
          </w:r>
        </w:p>
      </w:docPartBody>
    </w:docPart>
    <w:docPart>
      <w:docPartPr>
        <w:name w:val="451D03D7A4B44553809DA748A9EDB290"/>
        <w:category>
          <w:name w:val="全般"/>
          <w:gallery w:val="placeholder"/>
        </w:category>
        <w:types>
          <w:type w:val="bbPlcHdr"/>
        </w:types>
        <w:behaviors>
          <w:behavior w:val="content"/>
        </w:behaviors>
        <w:guid w:val="{74EEB622-90A8-49E5-9626-345318849A20}"/>
      </w:docPartPr>
      <w:docPartBody>
        <w:p w:rsidR="0022001B" w:rsidRDefault="00654CF6" w:rsidP="0022001B">
          <w:pPr>
            <w:pStyle w:val="451D03D7A4B44553809DA748A9EDB2905"/>
          </w:pPr>
          <w:r w:rsidRPr="007C5047">
            <w:rPr>
              <w:rFonts w:ascii="Arial" w:eastAsia="HG丸ｺﾞｼｯｸM-PRO" w:hAnsi="Arial" w:cs="Arial"/>
              <w:color w:val="808080"/>
              <w:spacing w:val="-2"/>
              <w:kern w:val="0"/>
              <w:sz w:val="16"/>
              <w:szCs w:val="16"/>
            </w:rPr>
            <w:t xml:space="preserve">                 </w:t>
          </w:r>
          <w:r w:rsidRPr="007C5047">
            <w:rPr>
              <w:rFonts w:ascii="Arial" w:eastAsia="HG丸ｺﾞｼｯｸM-PRO" w:hAnsi="Arial" w:cs="Arial"/>
              <w:spacing w:val="-2"/>
              <w:kern w:val="0"/>
              <w:sz w:val="16"/>
              <w:szCs w:val="16"/>
            </w:rPr>
            <w:t xml:space="preserve">    </w:t>
          </w:r>
        </w:p>
      </w:docPartBody>
    </w:docPart>
    <w:docPart>
      <w:docPartPr>
        <w:name w:val="B27A30AC0D9846CBA80B7C38A431AED3"/>
        <w:category>
          <w:name w:val="全般"/>
          <w:gallery w:val="placeholder"/>
        </w:category>
        <w:types>
          <w:type w:val="bbPlcHdr"/>
        </w:types>
        <w:behaviors>
          <w:behavior w:val="content"/>
        </w:behaviors>
        <w:guid w:val="{FC002215-8ABE-4595-B5C0-ED6335648BAD}"/>
      </w:docPartPr>
      <w:docPartBody>
        <w:p w:rsidR="0022001B" w:rsidRDefault="00654CF6" w:rsidP="0022001B">
          <w:pPr>
            <w:pStyle w:val="B27A30AC0D9846CBA80B7C38A431AED35"/>
          </w:pPr>
          <w:r w:rsidRPr="008D720D">
            <w:rPr>
              <w:rFonts w:ascii="Arial" w:eastAsia="HG丸ｺﾞｼｯｸM-PRO" w:hAnsi="Arial" w:cs="Arial" w:hint="eastAsia"/>
              <w:kern w:val="0"/>
              <w:sz w:val="20"/>
              <w:szCs w:val="20"/>
            </w:rPr>
            <w:t>□</w:t>
          </w:r>
        </w:p>
      </w:docPartBody>
    </w:docPart>
    <w:docPart>
      <w:docPartPr>
        <w:name w:val="368B6B2CCEF548229CE5AE823E726867"/>
        <w:category>
          <w:name w:val="全般"/>
          <w:gallery w:val="placeholder"/>
        </w:category>
        <w:types>
          <w:type w:val="bbPlcHdr"/>
        </w:types>
        <w:behaviors>
          <w:behavior w:val="content"/>
        </w:behaviors>
        <w:guid w:val="{4ECB76D6-3B7D-417C-84AD-20E5012EAFCB}"/>
      </w:docPartPr>
      <w:docPartBody>
        <w:p w:rsidR="0022001B" w:rsidRDefault="00654CF6" w:rsidP="0022001B">
          <w:pPr>
            <w:pStyle w:val="368B6B2CCEF548229CE5AE823E7268675"/>
          </w:pPr>
          <w:r w:rsidRPr="001B2004">
            <w:rPr>
              <w:rFonts w:ascii="Arial" w:eastAsia="HG丸ｺﾞｼｯｸM-PRO" w:hAnsi="Arial" w:cs="Arial"/>
              <w:color w:val="808080"/>
              <w:spacing w:val="-2"/>
              <w:kern w:val="0"/>
              <w:sz w:val="16"/>
              <w:szCs w:val="16"/>
            </w:rPr>
            <w:t xml:space="preserve">   </w:t>
          </w:r>
          <w:r w:rsidRPr="001B2004">
            <w:rPr>
              <w:rFonts w:ascii="Arial" w:eastAsia="HG丸ｺﾞｼｯｸM-PRO" w:hAnsi="Arial" w:cs="Arial"/>
              <w:spacing w:val="-2"/>
              <w:kern w:val="0"/>
              <w:sz w:val="16"/>
              <w:szCs w:val="16"/>
            </w:rPr>
            <w:t xml:space="preserve">  </w:t>
          </w:r>
          <w:r w:rsidRPr="001B2004">
            <w:rPr>
              <w:rFonts w:ascii="Arial" w:eastAsia="HG丸ｺﾞｼｯｸM-PRO" w:hAnsi="Arial" w:cs="Arial"/>
              <w:color w:val="808080"/>
              <w:spacing w:val="-2"/>
              <w:kern w:val="0"/>
              <w:sz w:val="16"/>
              <w:szCs w:val="16"/>
            </w:rPr>
            <w:t xml:space="preserve">  </w:t>
          </w:r>
          <w:r w:rsidRPr="001B2004">
            <w:rPr>
              <w:rFonts w:ascii="Arial" w:eastAsia="HG丸ｺﾞｼｯｸM-PRO" w:hAnsi="Arial" w:cs="Arial"/>
              <w:spacing w:val="-2"/>
              <w:kern w:val="0"/>
              <w:sz w:val="16"/>
              <w:szCs w:val="16"/>
            </w:rPr>
            <w:t xml:space="preserve">     </w:t>
          </w:r>
        </w:p>
      </w:docPartBody>
    </w:docPart>
    <w:docPart>
      <w:docPartPr>
        <w:name w:val="9D8806DA3263437A9C61994DA59D85FC"/>
        <w:category>
          <w:name w:val="全般"/>
          <w:gallery w:val="placeholder"/>
        </w:category>
        <w:types>
          <w:type w:val="bbPlcHdr"/>
        </w:types>
        <w:behaviors>
          <w:behavior w:val="content"/>
        </w:behaviors>
        <w:guid w:val="{B0B8A9E9-8FC6-4956-A5AA-226587F134DD}"/>
      </w:docPartPr>
      <w:docPartBody>
        <w:p w:rsidR="0022001B" w:rsidRDefault="00654CF6" w:rsidP="0022001B">
          <w:pPr>
            <w:pStyle w:val="9D8806DA3263437A9C61994DA59D85FC5"/>
          </w:pPr>
          <w:r w:rsidRPr="001B2004">
            <w:rPr>
              <w:rFonts w:ascii="Arial" w:eastAsia="HG丸ｺﾞｼｯｸM-PRO" w:hAnsi="Arial" w:cs="Arial"/>
              <w:color w:val="808080"/>
              <w:spacing w:val="-2"/>
              <w:kern w:val="0"/>
              <w:sz w:val="16"/>
              <w:szCs w:val="16"/>
            </w:rPr>
            <w:t xml:space="preserve">   </w:t>
          </w:r>
          <w:r w:rsidRPr="001B2004">
            <w:rPr>
              <w:rFonts w:ascii="Arial" w:eastAsia="HG丸ｺﾞｼｯｸM-PRO" w:hAnsi="Arial" w:cs="Arial"/>
              <w:spacing w:val="-2"/>
              <w:kern w:val="0"/>
              <w:sz w:val="16"/>
              <w:szCs w:val="16"/>
            </w:rPr>
            <w:t xml:space="preserve">       </w:t>
          </w:r>
        </w:p>
      </w:docPartBody>
    </w:docPart>
    <w:docPart>
      <w:docPartPr>
        <w:name w:val="D15ADC818FAA482B952E9D3DA11549E1"/>
        <w:category>
          <w:name w:val="全般"/>
          <w:gallery w:val="placeholder"/>
        </w:category>
        <w:types>
          <w:type w:val="bbPlcHdr"/>
        </w:types>
        <w:behaviors>
          <w:behavior w:val="content"/>
        </w:behaviors>
        <w:guid w:val="{C3012834-FD8F-4632-8A35-111C9323FFFC}"/>
      </w:docPartPr>
      <w:docPartBody>
        <w:p w:rsidR="0022001B" w:rsidRDefault="00654CF6" w:rsidP="0022001B">
          <w:pPr>
            <w:pStyle w:val="D15ADC818FAA482B952E9D3DA11549E15"/>
          </w:pPr>
          <w:r w:rsidRPr="007C5047">
            <w:rPr>
              <w:rFonts w:ascii="Arial" w:eastAsia="HG丸ｺﾞｼｯｸM-PRO" w:hAnsi="Arial" w:cs="Arial"/>
              <w:color w:val="808080"/>
              <w:spacing w:val="-2"/>
              <w:kern w:val="0"/>
              <w:sz w:val="16"/>
              <w:szCs w:val="16"/>
            </w:rPr>
            <w:t xml:space="preserve">                 </w:t>
          </w:r>
          <w:r w:rsidRPr="007C5047">
            <w:rPr>
              <w:rFonts w:ascii="Arial" w:eastAsia="HG丸ｺﾞｼｯｸM-PRO" w:hAnsi="Arial" w:cs="Arial"/>
              <w:spacing w:val="-2"/>
              <w:kern w:val="0"/>
              <w:sz w:val="16"/>
              <w:szCs w:val="16"/>
            </w:rPr>
            <w:t xml:space="preserve">    </w:t>
          </w:r>
        </w:p>
      </w:docPartBody>
    </w:docPart>
    <w:docPart>
      <w:docPartPr>
        <w:name w:val="D360791C19CD4D0593AFD26C33087B9C"/>
        <w:category>
          <w:name w:val="全般"/>
          <w:gallery w:val="placeholder"/>
        </w:category>
        <w:types>
          <w:type w:val="bbPlcHdr"/>
        </w:types>
        <w:behaviors>
          <w:behavior w:val="content"/>
        </w:behaviors>
        <w:guid w:val="{344D8241-6462-40CE-AA43-9D35F8221E8F}"/>
      </w:docPartPr>
      <w:docPartBody>
        <w:p w:rsidR="0022001B" w:rsidRDefault="00654CF6" w:rsidP="0022001B">
          <w:pPr>
            <w:pStyle w:val="D360791C19CD4D0593AFD26C33087B9C5"/>
          </w:pPr>
          <w:r w:rsidRPr="008D720D">
            <w:rPr>
              <w:rFonts w:ascii="Arial" w:eastAsia="HG丸ｺﾞｼｯｸM-PRO" w:hAnsi="Arial" w:cs="Arial" w:hint="eastAsia"/>
              <w:kern w:val="0"/>
              <w:sz w:val="20"/>
              <w:szCs w:val="20"/>
            </w:rPr>
            <w:t>□</w:t>
          </w:r>
        </w:p>
      </w:docPartBody>
    </w:docPart>
    <w:docPart>
      <w:docPartPr>
        <w:name w:val="E8CB38A6234A4095927FD7B7D220A6ED"/>
        <w:category>
          <w:name w:val="全般"/>
          <w:gallery w:val="placeholder"/>
        </w:category>
        <w:types>
          <w:type w:val="bbPlcHdr"/>
        </w:types>
        <w:behaviors>
          <w:behavior w:val="content"/>
        </w:behaviors>
        <w:guid w:val="{43EEC6A8-889B-412D-A2E7-070DAAD544F0}"/>
      </w:docPartPr>
      <w:docPartBody>
        <w:p w:rsidR="0022001B" w:rsidRDefault="00654CF6" w:rsidP="0022001B">
          <w:pPr>
            <w:pStyle w:val="E8CB38A6234A4095927FD7B7D220A6ED5"/>
          </w:pPr>
          <w:r w:rsidRPr="001B2004">
            <w:rPr>
              <w:rFonts w:ascii="Arial" w:eastAsia="HG丸ｺﾞｼｯｸM-PRO" w:hAnsi="Arial" w:cs="Arial"/>
              <w:color w:val="808080"/>
              <w:spacing w:val="-2"/>
              <w:kern w:val="0"/>
              <w:sz w:val="16"/>
              <w:szCs w:val="16"/>
            </w:rPr>
            <w:t xml:space="preserve">   </w:t>
          </w:r>
          <w:r w:rsidRPr="001B2004">
            <w:rPr>
              <w:rFonts w:ascii="Arial" w:eastAsia="HG丸ｺﾞｼｯｸM-PRO" w:hAnsi="Arial" w:cs="Arial"/>
              <w:spacing w:val="-2"/>
              <w:kern w:val="0"/>
              <w:sz w:val="16"/>
              <w:szCs w:val="16"/>
            </w:rPr>
            <w:t xml:space="preserve">  </w:t>
          </w:r>
          <w:r w:rsidRPr="001B2004">
            <w:rPr>
              <w:rFonts w:ascii="Arial" w:eastAsia="HG丸ｺﾞｼｯｸM-PRO" w:hAnsi="Arial" w:cs="Arial"/>
              <w:color w:val="808080"/>
              <w:spacing w:val="-2"/>
              <w:kern w:val="0"/>
              <w:sz w:val="16"/>
              <w:szCs w:val="16"/>
            </w:rPr>
            <w:t xml:space="preserve">  </w:t>
          </w:r>
          <w:r w:rsidRPr="001B2004">
            <w:rPr>
              <w:rFonts w:ascii="Arial" w:eastAsia="HG丸ｺﾞｼｯｸM-PRO" w:hAnsi="Arial" w:cs="Arial"/>
              <w:spacing w:val="-2"/>
              <w:kern w:val="0"/>
              <w:sz w:val="16"/>
              <w:szCs w:val="16"/>
            </w:rPr>
            <w:t xml:space="preserve">     </w:t>
          </w:r>
        </w:p>
      </w:docPartBody>
    </w:docPart>
    <w:docPart>
      <w:docPartPr>
        <w:name w:val="8ADF169F65874DC4B225F120C6E8160F"/>
        <w:category>
          <w:name w:val="全般"/>
          <w:gallery w:val="placeholder"/>
        </w:category>
        <w:types>
          <w:type w:val="bbPlcHdr"/>
        </w:types>
        <w:behaviors>
          <w:behavior w:val="content"/>
        </w:behaviors>
        <w:guid w:val="{610A0231-FD2E-4694-9FF3-6B3DDB4550F5}"/>
      </w:docPartPr>
      <w:docPartBody>
        <w:p w:rsidR="0022001B" w:rsidRDefault="00654CF6" w:rsidP="0022001B">
          <w:pPr>
            <w:pStyle w:val="8ADF169F65874DC4B225F120C6E8160F5"/>
          </w:pPr>
          <w:r w:rsidRPr="001B2004">
            <w:rPr>
              <w:rFonts w:ascii="Arial" w:eastAsia="HG丸ｺﾞｼｯｸM-PRO" w:hAnsi="Arial" w:cs="Arial"/>
              <w:color w:val="808080"/>
              <w:spacing w:val="-2"/>
              <w:kern w:val="0"/>
              <w:sz w:val="16"/>
              <w:szCs w:val="16"/>
            </w:rPr>
            <w:t xml:space="preserve">   </w:t>
          </w:r>
          <w:r w:rsidRPr="001B2004">
            <w:rPr>
              <w:rFonts w:ascii="Arial" w:eastAsia="HG丸ｺﾞｼｯｸM-PRO" w:hAnsi="Arial" w:cs="Arial"/>
              <w:spacing w:val="-2"/>
              <w:kern w:val="0"/>
              <w:sz w:val="16"/>
              <w:szCs w:val="16"/>
            </w:rPr>
            <w:t xml:space="preserve">       </w:t>
          </w:r>
        </w:p>
      </w:docPartBody>
    </w:docPart>
    <w:docPart>
      <w:docPartPr>
        <w:name w:val="44C0B5EA84094F20878CBAB07C410FF2"/>
        <w:category>
          <w:name w:val="全般"/>
          <w:gallery w:val="placeholder"/>
        </w:category>
        <w:types>
          <w:type w:val="bbPlcHdr"/>
        </w:types>
        <w:behaviors>
          <w:behavior w:val="content"/>
        </w:behaviors>
        <w:guid w:val="{BC27232B-03C1-46C4-AC32-445F3E0D807A}"/>
      </w:docPartPr>
      <w:docPartBody>
        <w:p w:rsidR="0022001B" w:rsidRDefault="00654CF6" w:rsidP="0022001B">
          <w:pPr>
            <w:pStyle w:val="44C0B5EA84094F20878CBAB07C410FF25"/>
          </w:pPr>
          <w:r w:rsidRPr="007C5047">
            <w:rPr>
              <w:rFonts w:ascii="Arial" w:eastAsia="HG丸ｺﾞｼｯｸM-PRO" w:hAnsi="Arial" w:cs="Arial"/>
              <w:color w:val="808080"/>
              <w:spacing w:val="-2"/>
              <w:kern w:val="0"/>
              <w:sz w:val="16"/>
              <w:szCs w:val="16"/>
            </w:rPr>
            <w:t xml:space="preserve">                 </w:t>
          </w:r>
          <w:r w:rsidRPr="007C5047">
            <w:rPr>
              <w:rFonts w:ascii="Arial" w:eastAsia="HG丸ｺﾞｼｯｸM-PRO" w:hAnsi="Arial" w:cs="Arial"/>
              <w:spacing w:val="-2"/>
              <w:kern w:val="0"/>
              <w:sz w:val="16"/>
              <w:szCs w:val="16"/>
            </w:rPr>
            <w:t xml:space="preserve">    </w:t>
          </w:r>
        </w:p>
      </w:docPartBody>
    </w:docPart>
    <w:docPart>
      <w:docPartPr>
        <w:name w:val="71AD0A428F524741A55DE7EE578299D9"/>
        <w:category>
          <w:name w:val="全般"/>
          <w:gallery w:val="placeholder"/>
        </w:category>
        <w:types>
          <w:type w:val="bbPlcHdr"/>
        </w:types>
        <w:behaviors>
          <w:behavior w:val="content"/>
        </w:behaviors>
        <w:guid w:val="{0C98F242-D623-4675-AEDF-19B8048B19B5}"/>
      </w:docPartPr>
      <w:docPartBody>
        <w:p w:rsidR="0022001B" w:rsidRDefault="00654CF6" w:rsidP="0022001B">
          <w:pPr>
            <w:pStyle w:val="71AD0A428F524741A55DE7EE578299D95"/>
          </w:pPr>
          <w:r w:rsidRPr="008D720D">
            <w:rPr>
              <w:rFonts w:ascii="Arial" w:eastAsia="HG丸ｺﾞｼｯｸM-PRO" w:hAnsi="Arial" w:cs="Arial" w:hint="eastAsia"/>
              <w:kern w:val="0"/>
              <w:sz w:val="20"/>
              <w:szCs w:val="20"/>
            </w:rPr>
            <w:t>□</w:t>
          </w:r>
        </w:p>
      </w:docPartBody>
    </w:docPart>
    <w:docPart>
      <w:docPartPr>
        <w:name w:val="5842B11ABD134EE7865F087C864B045E"/>
        <w:category>
          <w:name w:val="全般"/>
          <w:gallery w:val="placeholder"/>
        </w:category>
        <w:types>
          <w:type w:val="bbPlcHdr"/>
        </w:types>
        <w:behaviors>
          <w:behavior w:val="content"/>
        </w:behaviors>
        <w:guid w:val="{8E65AE94-C8CB-46D4-BCF9-C3CD6E1AADD4}"/>
      </w:docPartPr>
      <w:docPartBody>
        <w:p w:rsidR="0022001B" w:rsidRDefault="00654CF6" w:rsidP="0022001B">
          <w:pPr>
            <w:pStyle w:val="5842B11ABD134EE7865F087C864B045E5"/>
          </w:pPr>
          <w:r w:rsidRPr="001B2004">
            <w:rPr>
              <w:rFonts w:ascii="Arial" w:eastAsia="HG丸ｺﾞｼｯｸM-PRO" w:hAnsi="Arial" w:cs="Arial"/>
              <w:color w:val="808080"/>
              <w:spacing w:val="-2"/>
              <w:kern w:val="0"/>
              <w:sz w:val="16"/>
              <w:szCs w:val="16"/>
            </w:rPr>
            <w:t xml:space="preserve">   </w:t>
          </w:r>
          <w:r w:rsidRPr="001B2004">
            <w:rPr>
              <w:rFonts w:ascii="Arial" w:eastAsia="HG丸ｺﾞｼｯｸM-PRO" w:hAnsi="Arial" w:cs="Arial"/>
              <w:spacing w:val="-2"/>
              <w:kern w:val="0"/>
              <w:sz w:val="16"/>
              <w:szCs w:val="16"/>
            </w:rPr>
            <w:t xml:space="preserve">  </w:t>
          </w:r>
          <w:r w:rsidRPr="001B2004">
            <w:rPr>
              <w:rFonts w:ascii="Arial" w:eastAsia="HG丸ｺﾞｼｯｸM-PRO" w:hAnsi="Arial" w:cs="Arial"/>
              <w:color w:val="808080"/>
              <w:spacing w:val="-2"/>
              <w:kern w:val="0"/>
              <w:sz w:val="16"/>
              <w:szCs w:val="16"/>
            </w:rPr>
            <w:t xml:space="preserve">  </w:t>
          </w:r>
          <w:r w:rsidRPr="001B2004">
            <w:rPr>
              <w:rFonts w:ascii="Arial" w:eastAsia="HG丸ｺﾞｼｯｸM-PRO" w:hAnsi="Arial" w:cs="Arial"/>
              <w:spacing w:val="-2"/>
              <w:kern w:val="0"/>
              <w:sz w:val="16"/>
              <w:szCs w:val="16"/>
            </w:rPr>
            <w:t xml:space="preserve">     </w:t>
          </w:r>
        </w:p>
      </w:docPartBody>
    </w:docPart>
    <w:docPart>
      <w:docPartPr>
        <w:name w:val="50DA357B99634DBCB07409B1097AB73B"/>
        <w:category>
          <w:name w:val="全般"/>
          <w:gallery w:val="placeholder"/>
        </w:category>
        <w:types>
          <w:type w:val="bbPlcHdr"/>
        </w:types>
        <w:behaviors>
          <w:behavior w:val="content"/>
        </w:behaviors>
        <w:guid w:val="{B50B06B3-7976-43FC-B2F3-EE5B779BD807}"/>
      </w:docPartPr>
      <w:docPartBody>
        <w:p w:rsidR="0022001B" w:rsidRDefault="00654CF6" w:rsidP="0022001B">
          <w:pPr>
            <w:pStyle w:val="50DA357B99634DBCB07409B1097AB73B5"/>
          </w:pPr>
          <w:r w:rsidRPr="001B2004">
            <w:rPr>
              <w:rFonts w:ascii="Arial" w:eastAsia="HG丸ｺﾞｼｯｸM-PRO" w:hAnsi="Arial" w:cs="Arial"/>
              <w:color w:val="808080"/>
              <w:spacing w:val="-2"/>
              <w:kern w:val="0"/>
              <w:sz w:val="16"/>
              <w:szCs w:val="16"/>
            </w:rPr>
            <w:t xml:space="preserve">   </w:t>
          </w:r>
          <w:r w:rsidRPr="001B2004">
            <w:rPr>
              <w:rFonts w:ascii="Arial" w:eastAsia="HG丸ｺﾞｼｯｸM-PRO" w:hAnsi="Arial" w:cs="Arial"/>
              <w:spacing w:val="-2"/>
              <w:kern w:val="0"/>
              <w:sz w:val="16"/>
              <w:szCs w:val="16"/>
            </w:rPr>
            <w:t xml:space="preserve">       </w:t>
          </w:r>
        </w:p>
      </w:docPartBody>
    </w:docPart>
    <w:docPart>
      <w:docPartPr>
        <w:name w:val="CFA33D99522A44EAB242A12908655453"/>
        <w:category>
          <w:name w:val="全般"/>
          <w:gallery w:val="placeholder"/>
        </w:category>
        <w:types>
          <w:type w:val="bbPlcHdr"/>
        </w:types>
        <w:behaviors>
          <w:behavior w:val="content"/>
        </w:behaviors>
        <w:guid w:val="{29278098-7AB2-4178-867D-6009A0BF53D8}"/>
      </w:docPartPr>
      <w:docPartBody>
        <w:p w:rsidR="0022001B" w:rsidRDefault="00654CF6" w:rsidP="0022001B">
          <w:pPr>
            <w:pStyle w:val="CFA33D99522A44EAB242A129086554535"/>
          </w:pPr>
          <w:r w:rsidRPr="007C5047">
            <w:rPr>
              <w:rFonts w:ascii="Arial" w:eastAsia="HG丸ｺﾞｼｯｸM-PRO" w:hAnsi="Arial" w:cs="Arial"/>
              <w:color w:val="808080"/>
              <w:spacing w:val="-2"/>
              <w:kern w:val="0"/>
              <w:sz w:val="16"/>
              <w:szCs w:val="16"/>
            </w:rPr>
            <w:t xml:space="preserve">                 </w:t>
          </w:r>
          <w:r w:rsidRPr="007C5047">
            <w:rPr>
              <w:rFonts w:ascii="Arial" w:eastAsia="HG丸ｺﾞｼｯｸM-PRO" w:hAnsi="Arial" w:cs="Arial"/>
              <w:spacing w:val="-2"/>
              <w:kern w:val="0"/>
              <w:sz w:val="16"/>
              <w:szCs w:val="16"/>
            </w:rPr>
            <w:t xml:space="preserve">    </w:t>
          </w:r>
        </w:p>
      </w:docPartBody>
    </w:docPart>
    <w:docPart>
      <w:docPartPr>
        <w:name w:val="19B350B3AB1448C1BF64DEBC4DDC3577"/>
        <w:category>
          <w:name w:val="全般"/>
          <w:gallery w:val="placeholder"/>
        </w:category>
        <w:types>
          <w:type w:val="bbPlcHdr"/>
        </w:types>
        <w:behaviors>
          <w:behavior w:val="content"/>
        </w:behaviors>
        <w:guid w:val="{82530843-E738-4D7D-A137-7CE69295A29B}"/>
      </w:docPartPr>
      <w:docPartBody>
        <w:p w:rsidR="0022001B" w:rsidRDefault="00654CF6" w:rsidP="0022001B">
          <w:pPr>
            <w:pStyle w:val="19B350B3AB1448C1BF64DEBC4DDC35775"/>
          </w:pPr>
          <w:r w:rsidRPr="007C5047">
            <w:rPr>
              <w:rFonts w:ascii="Arial" w:eastAsia="HG丸ｺﾞｼｯｸM-PRO" w:hAnsi="Arial" w:cs="Arial"/>
              <w:color w:val="808080"/>
              <w:spacing w:val="-2"/>
              <w:kern w:val="0"/>
              <w:sz w:val="16"/>
              <w:szCs w:val="16"/>
            </w:rPr>
            <w:t xml:space="preserve">                 </w:t>
          </w:r>
          <w:r w:rsidRPr="007C5047">
            <w:rPr>
              <w:rFonts w:ascii="Arial" w:eastAsia="HG丸ｺﾞｼｯｸM-PRO" w:hAnsi="Arial" w:cs="Arial"/>
              <w:spacing w:val="-2"/>
              <w:kern w:val="0"/>
              <w:sz w:val="16"/>
              <w:szCs w:val="16"/>
            </w:rPr>
            <w:t xml:space="preserve">    </w:t>
          </w:r>
        </w:p>
      </w:docPartBody>
    </w:docPart>
    <w:docPart>
      <w:docPartPr>
        <w:name w:val="20E64B9420B540159D929C8D518B7709"/>
        <w:category>
          <w:name w:val="全般"/>
          <w:gallery w:val="placeholder"/>
        </w:category>
        <w:types>
          <w:type w:val="bbPlcHdr"/>
        </w:types>
        <w:behaviors>
          <w:behavior w:val="content"/>
        </w:behaviors>
        <w:guid w:val="{4E7AE809-BFF0-4EF3-A134-592CC964EC6D}"/>
      </w:docPartPr>
      <w:docPartBody>
        <w:p w:rsidR="0022001B" w:rsidRDefault="00654CF6" w:rsidP="0022001B">
          <w:pPr>
            <w:pStyle w:val="20E64B9420B540159D929C8D518B77095"/>
          </w:pPr>
          <w:r w:rsidRPr="007C5047">
            <w:rPr>
              <w:rFonts w:ascii="Arial" w:eastAsia="HG丸ｺﾞｼｯｸM-PRO" w:hAnsi="Arial" w:cs="Arial"/>
              <w:color w:val="808080"/>
              <w:spacing w:val="-2"/>
              <w:kern w:val="0"/>
              <w:sz w:val="16"/>
              <w:szCs w:val="16"/>
            </w:rPr>
            <w:t xml:space="preserve">                 </w:t>
          </w:r>
          <w:r w:rsidRPr="007C5047">
            <w:rPr>
              <w:rFonts w:ascii="Arial" w:eastAsia="HG丸ｺﾞｼｯｸM-PRO" w:hAnsi="Arial" w:cs="Arial"/>
              <w:spacing w:val="-2"/>
              <w:kern w:val="0"/>
              <w:sz w:val="16"/>
              <w:szCs w:val="16"/>
            </w:rPr>
            <w:t xml:space="preserve">    </w:t>
          </w:r>
        </w:p>
      </w:docPartBody>
    </w:docPart>
    <w:docPart>
      <w:docPartPr>
        <w:name w:val="EEF4B8F4A14E4DE5A54D5DF4D199BB81"/>
        <w:category>
          <w:name w:val="全般"/>
          <w:gallery w:val="placeholder"/>
        </w:category>
        <w:types>
          <w:type w:val="bbPlcHdr"/>
        </w:types>
        <w:behaviors>
          <w:behavior w:val="content"/>
        </w:behaviors>
        <w:guid w:val="{1119265F-AC25-47E8-86EC-B3CF3ED92E1E}"/>
      </w:docPartPr>
      <w:docPartBody>
        <w:p w:rsidR="0022001B" w:rsidRDefault="00654CF6" w:rsidP="0022001B">
          <w:pPr>
            <w:pStyle w:val="EEF4B8F4A14E4DE5A54D5DF4D199BB815"/>
          </w:pPr>
          <w:r w:rsidRPr="008D720D">
            <w:rPr>
              <w:rFonts w:ascii="Arial" w:eastAsia="HG丸ｺﾞｼｯｸM-PRO" w:hAnsi="Arial" w:cs="Arial" w:hint="eastAsia"/>
              <w:kern w:val="0"/>
              <w:sz w:val="20"/>
              <w:szCs w:val="20"/>
            </w:rPr>
            <w:t>□</w:t>
          </w:r>
        </w:p>
      </w:docPartBody>
    </w:docPart>
    <w:docPart>
      <w:docPartPr>
        <w:name w:val="2B35DBE535A54E13A97A663E6A51721E"/>
        <w:category>
          <w:name w:val="全般"/>
          <w:gallery w:val="placeholder"/>
        </w:category>
        <w:types>
          <w:type w:val="bbPlcHdr"/>
        </w:types>
        <w:behaviors>
          <w:behavior w:val="content"/>
        </w:behaviors>
        <w:guid w:val="{40EAB9E2-97E9-4058-B764-BEB1496304BF}"/>
      </w:docPartPr>
      <w:docPartBody>
        <w:p w:rsidR="0022001B" w:rsidRDefault="00654CF6" w:rsidP="0022001B">
          <w:pPr>
            <w:pStyle w:val="2B35DBE535A54E13A97A663E6A51721E5"/>
          </w:pPr>
          <w:r w:rsidRPr="001B2004">
            <w:rPr>
              <w:rFonts w:ascii="Arial" w:eastAsia="HG丸ｺﾞｼｯｸM-PRO" w:hAnsi="Arial" w:cs="Arial"/>
              <w:color w:val="808080"/>
              <w:spacing w:val="-2"/>
              <w:kern w:val="0"/>
              <w:sz w:val="16"/>
              <w:szCs w:val="16"/>
            </w:rPr>
            <w:t xml:space="preserve">   </w:t>
          </w:r>
          <w:r w:rsidRPr="001B2004">
            <w:rPr>
              <w:rFonts w:ascii="Arial" w:eastAsia="HG丸ｺﾞｼｯｸM-PRO" w:hAnsi="Arial" w:cs="Arial"/>
              <w:spacing w:val="-2"/>
              <w:kern w:val="0"/>
              <w:sz w:val="16"/>
              <w:szCs w:val="16"/>
            </w:rPr>
            <w:t xml:space="preserve">  </w:t>
          </w:r>
          <w:r w:rsidRPr="001B2004">
            <w:rPr>
              <w:rFonts w:ascii="Arial" w:eastAsia="HG丸ｺﾞｼｯｸM-PRO" w:hAnsi="Arial" w:cs="Arial"/>
              <w:color w:val="808080"/>
              <w:spacing w:val="-2"/>
              <w:kern w:val="0"/>
              <w:sz w:val="16"/>
              <w:szCs w:val="16"/>
            </w:rPr>
            <w:t xml:space="preserve">  </w:t>
          </w:r>
          <w:r w:rsidRPr="001B2004">
            <w:rPr>
              <w:rFonts w:ascii="Arial" w:eastAsia="HG丸ｺﾞｼｯｸM-PRO" w:hAnsi="Arial" w:cs="Arial"/>
              <w:spacing w:val="-2"/>
              <w:kern w:val="0"/>
              <w:sz w:val="16"/>
              <w:szCs w:val="16"/>
            </w:rPr>
            <w:t xml:space="preserve">     </w:t>
          </w:r>
        </w:p>
      </w:docPartBody>
    </w:docPart>
    <w:docPart>
      <w:docPartPr>
        <w:name w:val="ADC60FDEF71E4905BA5EE55EDEC0B092"/>
        <w:category>
          <w:name w:val="全般"/>
          <w:gallery w:val="placeholder"/>
        </w:category>
        <w:types>
          <w:type w:val="bbPlcHdr"/>
        </w:types>
        <w:behaviors>
          <w:behavior w:val="content"/>
        </w:behaviors>
        <w:guid w:val="{CDE385B8-279A-48E6-8DA6-2CBB7F259C68}"/>
      </w:docPartPr>
      <w:docPartBody>
        <w:p w:rsidR="0022001B" w:rsidRDefault="00654CF6" w:rsidP="0022001B">
          <w:pPr>
            <w:pStyle w:val="ADC60FDEF71E4905BA5EE55EDEC0B0925"/>
          </w:pPr>
          <w:r w:rsidRPr="001B2004">
            <w:rPr>
              <w:rFonts w:ascii="Arial" w:eastAsia="HG丸ｺﾞｼｯｸM-PRO" w:hAnsi="Arial" w:cs="Arial"/>
              <w:color w:val="808080"/>
              <w:spacing w:val="-2"/>
              <w:kern w:val="0"/>
              <w:sz w:val="16"/>
              <w:szCs w:val="16"/>
            </w:rPr>
            <w:t xml:space="preserve">   </w:t>
          </w:r>
          <w:r w:rsidRPr="001B2004">
            <w:rPr>
              <w:rFonts w:ascii="Arial" w:eastAsia="HG丸ｺﾞｼｯｸM-PRO" w:hAnsi="Arial" w:cs="Arial"/>
              <w:spacing w:val="-2"/>
              <w:kern w:val="0"/>
              <w:sz w:val="16"/>
              <w:szCs w:val="16"/>
            </w:rPr>
            <w:t xml:space="preserve">       </w:t>
          </w:r>
        </w:p>
      </w:docPartBody>
    </w:docPart>
    <w:docPart>
      <w:docPartPr>
        <w:name w:val="B0375A4864644C57B7D0705890C0A5CD"/>
        <w:category>
          <w:name w:val="全般"/>
          <w:gallery w:val="placeholder"/>
        </w:category>
        <w:types>
          <w:type w:val="bbPlcHdr"/>
        </w:types>
        <w:behaviors>
          <w:behavior w:val="content"/>
        </w:behaviors>
        <w:guid w:val="{C9A0E8F4-8C12-4095-A7A0-49F6E856D186}"/>
      </w:docPartPr>
      <w:docPartBody>
        <w:p w:rsidR="0022001B" w:rsidRDefault="00654CF6" w:rsidP="0022001B">
          <w:pPr>
            <w:pStyle w:val="B0375A4864644C57B7D0705890C0A5CD5"/>
          </w:pPr>
          <w:r w:rsidRPr="007C5047">
            <w:rPr>
              <w:rFonts w:ascii="Arial" w:eastAsia="HG丸ｺﾞｼｯｸM-PRO" w:hAnsi="Arial" w:cs="Arial"/>
              <w:color w:val="808080"/>
              <w:spacing w:val="-2"/>
              <w:kern w:val="0"/>
              <w:sz w:val="16"/>
              <w:szCs w:val="16"/>
            </w:rPr>
            <w:t xml:space="preserve">                 </w:t>
          </w:r>
          <w:r w:rsidRPr="007C5047">
            <w:rPr>
              <w:rFonts w:ascii="Arial" w:eastAsia="HG丸ｺﾞｼｯｸM-PRO" w:hAnsi="Arial" w:cs="Arial"/>
              <w:spacing w:val="-2"/>
              <w:kern w:val="0"/>
              <w:sz w:val="16"/>
              <w:szCs w:val="16"/>
            </w:rPr>
            <w:t xml:space="preserve">    </w:t>
          </w:r>
        </w:p>
      </w:docPartBody>
    </w:docPart>
    <w:docPart>
      <w:docPartPr>
        <w:name w:val="69279D948F124B979FFC9616CC5FE64A"/>
        <w:category>
          <w:name w:val="全般"/>
          <w:gallery w:val="placeholder"/>
        </w:category>
        <w:types>
          <w:type w:val="bbPlcHdr"/>
        </w:types>
        <w:behaviors>
          <w:behavior w:val="content"/>
        </w:behaviors>
        <w:guid w:val="{539C33B0-E49B-4042-A3DB-92AFDA721DF3}"/>
      </w:docPartPr>
      <w:docPartBody>
        <w:p w:rsidR="0022001B" w:rsidRDefault="00654CF6" w:rsidP="0022001B">
          <w:pPr>
            <w:pStyle w:val="69279D948F124B979FFC9616CC5FE64A5"/>
          </w:pPr>
          <w:r w:rsidRPr="007C5047">
            <w:rPr>
              <w:rFonts w:ascii="Arial" w:eastAsia="HG丸ｺﾞｼｯｸM-PRO" w:hAnsi="Arial" w:cs="Arial"/>
              <w:color w:val="808080"/>
              <w:spacing w:val="-2"/>
              <w:kern w:val="0"/>
              <w:sz w:val="16"/>
              <w:szCs w:val="16"/>
            </w:rPr>
            <w:t xml:space="preserve">                 </w:t>
          </w:r>
          <w:r w:rsidRPr="007C5047">
            <w:rPr>
              <w:rFonts w:ascii="Arial" w:eastAsia="HG丸ｺﾞｼｯｸM-PRO" w:hAnsi="Arial" w:cs="Arial"/>
              <w:spacing w:val="-2"/>
              <w:kern w:val="0"/>
              <w:sz w:val="16"/>
              <w:szCs w:val="16"/>
            </w:rPr>
            <w:t xml:space="preserve">    </w:t>
          </w:r>
        </w:p>
      </w:docPartBody>
    </w:docPart>
    <w:docPart>
      <w:docPartPr>
        <w:name w:val="9CEA7FACD2074E30AE0AD92F393515E7"/>
        <w:category>
          <w:name w:val="全般"/>
          <w:gallery w:val="placeholder"/>
        </w:category>
        <w:types>
          <w:type w:val="bbPlcHdr"/>
        </w:types>
        <w:behaviors>
          <w:behavior w:val="content"/>
        </w:behaviors>
        <w:guid w:val="{F251360C-5590-4763-9CC0-2F286A1408D8}"/>
      </w:docPartPr>
      <w:docPartBody>
        <w:p w:rsidR="0022001B" w:rsidRDefault="00654CF6" w:rsidP="0022001B">
          <w:pPr>
            <w:pStyle w:val="9CEA7FACD2074E30AE0AD92F393515E75"/>
          </w:pPr>
          <w:r w:rsidRPr="007C5047">
            <w:rPr>
              <w:rFonts w:ascii="Arial" w:eastAsia="HG丸ｺﾞｼｯｸM-PRO" w:hAnsi="Arial" w:cs="Arial"/>
              <w:color w:val="808080"/>
              <w:spacing w:val="-2"/>
              <w:kern w:val="0"/>
              <w:sz w:val="16"/>
              <w:szCs w:val="16"/>
            </w:rPr>
            <w:t xml:space="preserve">                 </w:t>
          </w:r>
          <w:r w:rsidRPr="007C5047">
            <w:rPr>
              <w:rFonts w:ascii="Arial" w:eastAsia="HG丸ｺﾞｼｯｸM-PRO" w:hAnsi="Arial" w:cs="Arial"/>
              <w:spacing w:val="-2"/>
              <w:kern w:val="0"/>
              <w:sz w:val="16"/>
              <w:szCs w:val="16"/>
            </w:rPr>
            <w:t xml:space="preserve">    </w:t>
          </w:r>
        </w:p>
      </w:docPartBody>
    </w:docPart>
    <w:docPart>
      <w:docPartPr>
        <w:name w:val="6C0FC69CDDBF45568C33D6D724193258"/>
        <w:category>
          <w:name w:val="全般"/>
          <w:gallery w:val="placeholder"/>
        </w:category>
        <w:types>
          <w:type w:val="bbPlcHdr"/>
        </w:types>
        <w:behaviors>
          <w:behavior w:val="content"/>
        </w:behaviors>
        <w:guid w:val="{FCCAEBEB-F137-46CE-9CA9-C865C0A30045}"/>
      </w:docPartPr>
      <w:docPartBody>
        <w:p w:rsidR="0022001B" w:rsidRDefault="00654CF6" w:rsidP="0022001B">
          <w:pPr>
            <w:pStyle w:val="6C0FC69CDDBF45568C33D6D7241932585"/>
          </w:pPr>
          <w:r w:rsidRPr="007C5047">
            <w:rPr>
              <w:rFonts w:ascii="Arial" w:eastAsia="HG丸ｺﾞｼｯｸM-PRO" w:hAnsi="Arial" w:cs="Arial"/>
              <w:color w:val="808080"/>
              <w:spacing w:val="-2"/>
              <w:kern w:val="0"/>
              <w:sz w:val="16"/>
              <w:szCs w:val="16"/>
            </w:rPr>
            <w:t xml:space="preserve">                 </w:t>
          </w:r>
          <w:r w:rsidRPr="007C5047">
            <w:rPr>
              <w:rFonts w:ascii="Arial" w:eastAsia="HG丸ｺﾞｼｯｸM-PRO" w:hAnsi="Arial" w:cs="Arial"/>
              <w:spacing w:val="-2"/>
              <w:kern w:val="0"/>
              <w:sz w:val="16"/>
              <w:szCs w:val="16"/>
            </w:rPr>
            <w:t xml:space="preserve">    </w:t>
          </w:r>
        </w:p>
      </w:docPartBody>
    </w:docPart>
    <w:docPart>
      <w:docPartPr>
        <w:name w:val="0D973AED149F4A6C980729F9C8452FF9"/>
        <w:category>
          <w:name w:val="全般"/>
          <w:gallery w:val="placeholder"/>
        </w:category>
        <w:types>
          <w:type w:val="bbPlcHdr"/>
        </w:types>
        <w:behaviors>
          <w:behavior w:val="content"/>
        </w:behaviors>
        <w:guid w:val="{76D59D5F-715D-483E-9B7C-C98A951702D9}"/>
      </w:docPartPr>
      <w:docPartBody>
        <w:p w:rsidR="0022001B" w:rsidRDefault="00654CF6" w:rsidP="0022001B">
          <w:pPr>
            <w:pStyle w:val="0D973AED149F4A6C980729F9C8452FF95"/>
          </w:pPr>
          <w:r w:rsidRPr="001B2004">
            <w:rPr>
              <w:rFonts w:ascii="Arial" w:eastAsia="HG丸ｺﾞｼｯｸM-PRO" w:hAnsi="Arial" w:cs="Arial"/>
              <w:sz w:val="21"/>
              <w:szCs w:val="21"/>
            </w:rPr>
            <w:t xml:space="preserve">　　　</w:t>
          </w:r>
        </w:p>
      </w:docPartBody>
    </w:docPart>
    <w:docPart>
      <w:docPartPr>
        <w:name w:val="3D268BE6C2DE4C069210494E90ABAB69"/>
        <w:category>
          <w:name w:val="全般"/>
          <w:gallery w:val="placeholder"/>
        </w:category>
        <w:types>
          <w:type w:val="bbPlcHdr"/>
        </w:types>
        <w:behaviors>
          <w:behavior w:val="content"/>
        </w:behaviors>
        <w:guid w:val="{D73B7D70-21B3-4635-9529-2DCFEE2AB3E2}"/>
      </w:docPartPr>
      <w:docPartBody>
        <w:p w:rsidR="0022001B" w:rsidRDefault="00654CF6" w:rsidP="0022001B">
          <w:pPr>
            <w:pStyle w:val="3D268BE6C2DE4C069210494E90ABAB695"/>
          </w:pPr>
          <w:r w:rsidRPr="001B2004">
            <w:rPr>
              <w:rStyle w:val="a3"/>
              <w:rFonts w:ascii="Arial" w:eastAsia="HG丸ｺﾞｼｯｸM-PRO" w:hAnsi="Arial" w:cs="Arial"/>
              <w:sz w:val="21"/>
              <w:szCs w:val="21"/>
            </w:rPr>
            <w:t xml:space="preserve">      </w:t>
          </w:r>
        </w:p>
      </w:docPartBody>
    </w:docPart>
    <w:docPart>
      <w:docPartPr>
        <w:name w:val="674A46318811492D994140D9A372A861"/>
        <w:category>
          <w:name w:val="全般"/>
          <w:gallery w:val="placeholder"/>
        </w:category>
        <w:types>
          <w:type w:val="bbPlcHdr"/>
        </w:types>
        <w:behaviors>
          <w:behavior w:val="content"/>
        </w:behaviors>
        <w:guid w:val="{E7749594-B73E-4747-8EA7-9AABFB9889C8}"/>
      </w:docPartPr>
      <w:docPartBody>
        <w:p w:rsidR="0022001B" w:rsidRDefault="00654CF6" w:rsidP="0022001B">
          <w:pPr>
            <w:pStyle w:val="674A46318811492D994140D9A372A8615"/>
          </w:pPr>
          <w:r w:rsidRPr="001B2004">
            <w:rPr>
              <w:rFonts w:ascii="Arial" w:eastAsia="HG丸ｺﾞｼｯｸM-PRO" w:hAnsi="Arial" w:cs="Arial"/>
              <w:sz w:val="21"/>
              <w:szCs w:val="21"/>
            </w:rPr>
            <w:t xml:space="preserve">     </w:t>
          </w:r>
        </w:p>
      </w:docPartBody>
    </w:docPart>
    <w:docPart>
      <w:docPartPr>
        <w:name w:val="5F2D70C59A2649E7A42106FE6D3D7571"/>
        <w:category>
          <w:name w:val="全般"/>
          <w:gallery w:val="placeholder"/>
        </w:category>
        <w:types>
          <w:type w:val="bbPlcHdr"/>
        </w:types>
        <w:behaviors>
          <w:behavior w:val="content"/>
        </w:behaviors>
        <w:guid w:val="{6FC57674-73EB-4D80-8327-F64F0C767A36}"/>
      </w:docPartPr>
      <w:docPartBody>
        <w:p w:rsidR="0022001B" w:rsidRDefault="00654CF6">
          <w:r w:rsidRPr="00EC4E07">
            <w:rPr>
              <w:rFonts w:ascii="Arial" w:eastAsia="HG丸ｺﾞｼｯｸM-PRO" w:hAnsi="Arial" w:cs="Arial"/>
              <w:sz w:val="20"/>
            </w:rPr>
            <w:t xml:space="preserve">               </w:t>
          </w:r>
        </w:p>
      </w:docPartBody>
    </w:docPart>
    <w:docPart>
      <w:docPartPr>
        <w:name w:val="2AE554BB52484B409E3EEB5F704A554C"/>
        <w:category>
          <w:name w:val="全般"/>
          <w:gallery w:val="placeholder"/>
        </w:category>
        <w:types>
          <w:type w:val="bbPlcHdr"/>
        </w:types>
        <w:behaviors>
          <w:behavior w:val="content"/>
        </w:behaviors>
        <w:guid w:val="{5B260033-3BA4-4DE3-974F-EF186DE9D558}"/>
      </w:docPartPr>
      <w:docPartBody>
        <w:p w:rsidR="0022001B" w:rsidRDefault="00654CF6">
          <w:r w:rsidRPr="00EC4E07">
            <w:rPr>
              <w:rFonts w:ascii="Arial" w:eastAsia="HG丸ｺﾞｼｯｸM-PRO" w:hAnsi="Arial" w:cs="Arial"/>
              <w:color w:val="808080"/>
              <w:spacing w:val="-2"/>
              <w:kern w:val="0"/>
              <w:szCs w:val="20"/>
            </w:rPr>
            <w:t xml:space="preserve">          </w:t>
          </w:r>
          <w:r w:rsidRPr="00EC4E07">
            <w:rPr>
              <w:rFonts w:ascii="Arial" w:eastAsia="HG丸ｺﾞｼｯｸM-PRO" w:hAnsi="Arial" w:cs="Arial"/>
              <w:spacing w:val="-2"/>
              <w:kern w:val="0"/>
              <w:sz w:val="16"/>
              <w:szCs w:val="16"/>
            </w:rPr>
            <w:t xml:space="preserve">　　</w:t>
          </w:r>
          <w:r w:rsidRPr="00EC4E07">
            <w:rPr>
              <w:rFonts w:ascii="Arial" w:eastAsia="HG丸ｺﾞｼｯｸM-PRO" w:hAnsi="Arial" w:cs="Arial"/>
              <w:spacing w:val="-2"/>
              <w:kern w:val="0"/>
              <w:sz w:val="20"/>
              <w:szCs w:val="20"/>
            </w:rPr>
            <w:t xml:space="preserve"> </w:t>
          </w:r>
        </w:p>
      </w:docPartBody>
    </w:docPart>
    <w:docPart>
      <w:docPartPr>
        <w:name w:val="538BEB48CD6C410FAF1CE8AA20AE5E5C"/>
        <w:category>
          <w:name w:val="全般"/>
          <w:gallery w:val="placeholder"/>
        </w:category>
        <w:types>
          <w:type w:val="bbPlcHdr"/>
        </w:types>
        <w:behaviors>
          <w:behavior w:val="content"/>
        </w:behaviors>
        <w:guid w:val="{67E8518B-6D6F-48C3-9249-90FE89460262}"/>
      </w:docPartPr>
      <w:docPartBody>
        <w:p w:rsidR="0022001B" w:rsidRDefault="00654CF6">
          <w:r w:rsidRPr="00EC4E07">
            <w:rPr>
              <w:rFonts w:ascii="Arial" w:eastAsia="HG丸ｺﾞｼｯｸM-PRO" w:hAnsi="Arial" w:cs="Arial"/>
              <w:color w:val="808080"/>
              <w:spacing w:val="-2"/>
              <w:kern w:val="0"/>
              <w:szCs w:val="20"/>
            </w:rPr>
            <w:t xml:space="preserve">   </w:t>
          </w:r>
          <w:r w:rsidRPr="00EC4E07">
            <w:rPr>
              <w:rFonts w:ascii="Arial" w:eastAsia="HG丸ｺﾞｼｯｸM-PRO" w:hAnsi="Arial" w:cs="Arial"/>
              <w:color w:val="808080"/>
              <w:spacing w:val="-2"/>
              <w:kern w:val="0"/>
              <w:szCs w:val="20"/>
            </w:rPr>
            <w:t xml:space="preserve">　</w:t>
          </w:r>
          <w:r w:rsidRPr="00EC4E07">
            <w:rPr>
              <w:rFonts w:ascii="Arial" w:eastAsia="HG丸ｺﾞｼｯｸM-PRO" w:hAnsi="Arial" w:cs="Arial"/>
              <w:color w:val="808080"/>
              <w:spacing w:val="-2"/>
              <w:kern w:val="0"/>
              <w:szCs w:val="20"/>
            </w:rPr>
            <w:t xml:space="preserve">       </w:t>
          </w:r>
          <w:r w:rsidRPr="00EC4E07">
            <w:rPr>
              <w:rFonts w:ascii="Arial" w:eastAsia="HG丸ｺﾞｼｯｸM-PRO" w:hAnsi="Arial" w:cs="Arial"/>
              <w:spacing w:val="-2"/>
              <w:kern w:val="0"/>
              <w:sz w:val="16"/>
              <w:szCs w:val="16"/>
            </w:rPr>
            <w:t xml:space="preserve">　　</w:t>
          </w:r>
          <w:r w:rsidRPr="00EC4E07">
            <w:rPr>
              <w:rFonts w:ascii="Arial" w:eastAsia="HG丸ｺﾞｼｯｸM-PRO" w:hAnsi="Arial" w:cs="Arial"/>
              <w:spacing w:val="-2"/>
              <w:kern w:val="0"/>
              <w:sz w:val="20"/>
              <w:szCs w:val="20"/>
            </w:rPr>
            <w:t xml:space="preserve"> </w:t>
          </w:r>
        </w:p>
      </w:docPartBody>
    </w:docPart>
    <w:docPart>
      <w:docPartPr>
        <w:name w:val="DB87C26A1EBF4B7A9C5C602D137B7FE9"/>
        <w:category>
          <w:name w:val="全般"/>
          <w:gallery w:val="placeholder"/>
        </w:category>
        <w:types>
          <w:type w:val="bbPlcHdr"/>
        </w:types>
        <w:behaviors>
          <w:behavior w:val="content"/>
        </w:behaviors>
        <w:guid w:val="{AADF773A-8A99-43D3-B6FE-ABF3107D5D9B}"/>
      </w:docPartPr>
      <w:docPartBody>
        <w:p w:rsidR="0022001B" w:rsidRDefault="00654CF6">
          <w:r w:rsidRPr="00EC4E07">
            <w:rPr>
              <w:rStyle w:val="a3"/>
              <w:rFonts w:ascii="Arial" w:eastAsia="HG丸ｺﾞｼｯｸM-PRO" w:hAnsi="Arial" w:cs="Arial"/>
            </w:rPr>
            <w:t xml:space="preserve">            </w:t>
          </w:r>
          <w:r w:rsidRPr="00EC4E07">
            <w:rPr>
              <w:rStyle w:val="a3"/>
              <w:rFonts w:ascii="Arial" w:eastAsia="HG丸ｺﾞｼｯｸM-PRO" w:hAnsi="Arial" w:cs="Arial"/>
            </w:rPr>
            <w:t xml:space="preserve">　　　　　　　</w:t>
          </w:r>
          <w:r w:rsidRPr="00EC4E07">
            <w:rPr>
              <w:rStyle w:val="a3"/>
              <w:rFonts w:ascii="Arial" w:eastAsia="HG丸ｺﾞｼｯｸM-PRO" w:hAnsi="Arial" w:cs="Arial"/>
            </w:rPr>
            <w:t xml:space="preserve">      </w:t>
          </w:r>
        </w:p>
      </w:docPartBody>
    </w:docPart>
    <w:docPart>
      <w:docPartPr>
        <w:name w:val="216DE483DFB94BE3AA3B9157569B096E"/>
        <w:category>
          <w:name w:val="全般"/>
          <w:gallery w:val="placeholder"/>
        </w:category>
        <w:types>
          <w:type w:val="bbPlcHdr"/>
        </w:types>
        <w:behaviors>
          <w:behavior w:val="content"/>
        </w:behaviors>
        <w:guid w:val="{1B0EF004-9D8F-4AAF-A19A-28BF09249A6A}"/>
      </w:docPartPr>
      <w:docPartBody>
        <w:p w:rsidR="0022001B" w:rsidRDefault="00654CF6">
          <w:r w:rsidRPr="00EC4E07">
            <w:rPr>
              <w:rStyle w:val="a3"/>
              <w:rFonts w:ascii="Arial" w:eastAsia="HG丸ｺﾞｼｯｸM-PRO" w:hAnsi="Arial" w:cs="Arial"/>
            </w:rPr>
            <w:t xml:space="preserve">   </w:t>
          </w:r>
          <w:r w:rsidRPr="00EC4E07">
            <w:rPr>
              <w:rStyle w:val="a3"/>
              <w:rFonts w:ascii="Arial" w:eastAsia="HG丸ｺﾞｼｯｸM-PRO" w:hAnsi="Arial" w:cs="Arial"/>
            </w:rPr>
            <w:t xml:space="preserve">　</w:t>
          </w:r>
          <w:r w:rsidRPr="00EC4E07">
            <w:rPr>
              <w:rStyle w:val="a3"/>
              <w:rFonts w:ascii="Arial" w:eastAsia="HG丸ｺﾞｼｯｸM-PRO" w:hAnsi="Arial" w:cs="Arial"/>
            </w:rPr>
            <w:t xml:space="preserve">        </w:t>
          </w:r>
        </w:p>
      </w:docPartBody>
    </w:docPart>
    <w:docPart>
      <w:docPartPr>
        <w:name w:val="55E1C0E89CFC4E71A3F2974BFB862843"/>
        <w:category>
          <w:name w:val="全般"/>
          <w:gallery w:val="placeholder"/>
        </w:category>
        <w:types>
          <w:type w:val="bbPlcHdr"/>
        </w:types>
        <w:behaviors>
          <w:behavior w:val="content"/>
        </w:behaviors>
        <w:guid w:val="{61E079DC-9B1C-409E-816A-86135F4D9ACB}"/>
      </w:docPartPr>
      <w:docPartBody>
        <w:p w:rsidR="0022001B" w:rsidRDefault="00654CF6">
          <w:r w:rsidRPr="00EC4E07">
            <w:rPr>
              <w:rStyle w:val="a3"/>
              <w:rFonts w:ascii="Arial" w:eastAsia="HG丸ｺﾞｼｯｸM-PRO" w:hAnsi="Arial" w:cs="Arial"/>
            </w:rPr>
            <w:t xml:space="preserve">            </w:t>
          </w:r>
          <w:r w:rsidRPr="00EC4E07">
            <w:rPr>
              <w:rStyle w:val="a3"/>
              <w:rFonts w:ascii="Arial" w:eastAsia="HG丸ｺﾞｼｯｸM-PRO" w:hAnsi="Arial" w:cs="Arial"/>
            </w:rPr>
            <w:t xml:space="preserve">　　　　　　　</w:t>
          </w:r>
          <w:r w:rsidRPr="00EC4E07">
            <w:rPr>
              <w:rStyle w:val="a3"/>
              <w:rFonts w:ascii="Arial" w:eastAsia="HG丸ｺﾞｼｯｸM-PRO" w:hAnsi="Arial" w:cs="Arial"/>
            </w:rPr>
            <w:t xml:space="preserve">      </w:t>
          </w:r>
        </w:p>
      </w:docPartBody>
    </w:docPart>
    <w:docPart>
      <w:docPartPr>
        <w:name w:val="C962DA0DA26C4F2B9D2EAAD83CBE3A8B"/>
        <w:category>
          <w:name w:val="全般"/>
          <w:gallery w:val="placeholder"/>
        </w:category>
        <w:types>
          <w:type w:val="bbPlcHdr"/>
        </w:types>
        <w:behaviors>
          <w:behavior w:val="content"/>
        </w:behaviors>
        <w:guid w:val="{AADA91AA-C892-4360-8AB3-9A1705A78E76}"/>
      </w:docPartPr>
      <w:docPartBody>
        <w:p w:rsidR="0022001B" w:rsidRDefault="00654CF6">
          <w:r w:rsidRPr="00EC4E07">
            <w:rPr>
              <w:rStyle w:val="a3"/>
              <w:rFonts w:ascii="Arial" w:eastAsia="HG丸ｺﾞｼｯｸM-PRO" w:hAnsi="Arial" w:cs="Arial"/>
            </w:rPr>
            <w:t xml:space="preserve">   </w:t>
          </w:r>
          <w:r w:rsidRPr="00EC4E07">
            <w:rPr>
              <w:rStyle w:val="a3"/>
              <w:rFonts w:ascii="Arial" w:eastAsia="HG丸ｺﾞｼｯｸM-PRO" w:hAnsi="Arial" w:cs="Arial"/>
            </w:rPr>
            <w:t xml:space="preserve">　</w:t>
          </w:r>
          <w:r w:rsidRPr="00EC4E07">
            <w:rPr>
              <w:rStyle w:val="a3"/>
              <w:rFonts w:ascii="Arial" w:eastAsia="HG丸ｺﾞｼｯｸM-PRO" w:hAnsi="Arial" w:cs="Arial"/>
            </w:rPr>
            <w:t xml:space="preserve">        </w:t>
          </w:r>
        </w:p>
      </w:docPartBody>
    </w:docPart>
    <w:docPart>
      <w:docPartPr>
        <w:name w:val="3840EFA41FEA455AB69DF126FC1BFBE0"/>
        <w:category>
          <w:name w:val="全般"/>
          <w:gallery w:val="placeholder"/>
        </w:category>
        <w:types>
          <w:type w:val="bbPlcHdr"/>
        </w:types>
        <w:behaviors>
          <w:behavior w:val="content"/>
        </w:behaviors>
        <w:guid w:val="{4B65468B-4845-48B6-AB7E-73D22EE15384}"/>
      </w:docPartPr>
      <w:docPartBody>
        <w:p w:rsidR="0022001B" w:rsidRDefault="00654CF6">
          <w:r w:rsidRPr="00EC4E07">
            <w:rPr>
              <w:rStyle w:val="a3"/>
              <w:rFonts w:ascii="Arial" w:eastAsia="HG丸ｺﾞｼｯｸM-PRO" w:hAnsi="Arial" w:cs="Arial"/>
            </w:rPr>
            <w:t xml:space="preserve">   </w:t>
          </w:r>
          <w:r w:rsidRPr="00EC4E07">
            <w:rPr>
              <w:rStyle w:val="a3"/>
              <w:rFonts w:ascii="Arial" w:eastAsia="HG丸ｺﾞｼｯｸM-PRO" w:hAnsi="Arial" w:cs="Arial"/>
            </w:rPr>
            <w:t xml:space="preserve">　　　</w:t>
          </w:r>
          <w:r w:rsidRPr="00EC4E07">
            <w:rPr>
              <w:rStyle w:val="a3"/>
              <w:rFonts w:ascii="Arial" w:eastAsia="HG丸ｺﾞｼｯｸM-PRO" w:hAnsi="Arial" w:cs="Arial"/>
            </w:rPr>
            <w:t xml:space="preserve">        </w:t>
          </w:r>
        </w:p>
      </w:docPartBody>
    </w:docPart>
    <w:docPart>
      <w:docPartPr>
        <w:name w:val="9F67B76FF6A34E999CA256B4247D7BFD"/>
        <w:category>
          <w:name w:val="全般"/>
          <w:gallery w:val="placeholder"/>
        </w:category>
        <w:types>
          <w:type w:val="bbPlcHdr"/>
        </w:types>
        <w:behaviors>
          <w:behavior w:val="content"/>
        </w:behaviors>
        <w:guid w:val="{FE4AF6A3-2EFA-41C1-8398-AEF941145826}"/>
      </w:docPartPr>
      <w:docPartBody>
        <w:p w:rsidR="00643E06" w:rsidRDefault="00654CF6">
          <w:r w:rsidRPr="00EC4E07">
            <w:rPr>
              <w:rFonts w:ascii="Arial" w:eastAsia="HG丸ｺﾞｼｯｸM-PRO" w:hAnsi="Arial" w:cs="Arial"/>
              <w:sz w:val="20"/>
            </w:rPr>
            <w:t xml:space="preserve">   </w:t>
          </w:r>
          <w:r w:rsidRPr="00EC4E07">
            <w:rPr>
              <w:rFonts w:ascii="Arial" w:eastAsia="HG丸ｺﾞｼｯｸM-PRO" w:hAnsi="Arial" w:cs="Arial"/>
              <w:sz w:val="20"/>
            </w:rPr>
            <w:t xml:space="preserve">　</w:t>
          </w:r>
          <w:r w:rsidRPr="00EC4E07">
            <w:rPr>
              <w:rFonts w:ascii="Arial" w:eastAsia="HG丸ｺﾞｼｯｸM-PRO" w:hAnsi="Arial" w:cs="Arial"/>
              <w:sz w:val="20"/>
            </w:rPr>
            <w:t xml:space="preserve">        </w:t>
          </w:r>
        </w:p>
      </w:docPartBody>
    </w:docPart>
    <w:docPart>
      <w:docPartPr>
        <w:name w:val="2B886770F2914CAEAE32EF49B2AA2665"/>
        <w:category>
          <w:name w:val="全般"/>
          <w:gallery w:val="placeholder"/>
        </w:category>
        <w:types>
          <w:type w:val="bbPlcHdr"/>
        </w:types>
        <w:behaviors>
          <w:behavior w:val="content"/>
        </w:behaviors>
        <w:guid w:val="{389B0AE8-3B79-4CE6-8264-FC80438D4DCF}"/>
      </w:docPartPr>
      <w:docPartBody>
        <w:p w:rsidR="00643E06" w:rsidRDefault="00654CF6">
          <w:r w:rsidRPr="00CF5551">
            <w:rPr>
              <w:rFonts w:ascii="Arial" w:eastAsia="HG丸ｺﾞｼｯｸM-PRO" w:hAnsi="Arial" w:cs="Arial"/>
              <w:sz w:val="16"/>
              <w:szCs w:val="16"/>
            </w:rPr>
            <w:t xml:space="preserve">            </w:t>
          </w:r>
          <w:r w:rsidRPr="00CF5551">
            <w:rPr>
              <w:rFonts w:ascii="Arial" w:eastAsia="HG丸ｺﾞｼｯｸM-PRO" w:hAnsi="Arial" w:cs="Arial"/>
              <w:sz w:val="16"/>
              <w:szCs w:val="16"/>
            </w:rPr>
            <w:t xml:space="preserve">　　　　　　　</w:t>
          </w:r>
          <w:r w:rsidRPr="00CF5551">
            <w:rPr>
              <w:rFonts w:ascii="Arial" w:eastAsia="HG丸ｺﾞｼｯｸM-PRO" w:hAnsi="Arial" w:cs="Arial"/>
              <w:sz w:val="16"/>
              <w:szCs w:val="16"/>
            </w:rPr>
            <w:t xml:space="preserve">      </w:t>
          </w:r>
        </w:p>
      </w:docPartBody>
    </w:docPart>
    <w:docPart>
      <w:docPartPr>
        <w:name w:val="DA42023369534AB3870E983288E31266"/>
        <w:category>
          <w:name w:val="全般"/>
          <w:gallery w:val="placeholder"/>
        </w:category>
        <w:types>
          <w:type w:val="bbPlcHdr"/>
        </w:types>
        <w:behaviors>
          <w:behavior w:val="content"/>
        </w:behaviors>
        <w:guid w:val="{FC6A190E-B30F-4038-87F4-B6213BA44014}"/>
      </w:docPartPr>
      <w:docPartBody>
        <w:p w:rsidR="00643E06" w:rsidRDefault="00654CF6">
          <w:r w:rsidRPr="00EC4E07">
            <w:rPr>
              <w:rFonts w:ascii="HG丸ｺﾞｼｯｸM-PRO" w:eastAsia="HG丸ｺﾞｼｯｸM-PRO" w:hAnsi="HG丸ｺﾞｼｯｸM-PRO" w:cs="Arial"/>
              <w:sz w:val="20"/>
            </w:rPr>
            <w:t xml:space="preserve">        </w:t>
          </w:r>
          <w:r w:rsidRPr="00EC4E07">
            <w:rPr>
              <w:rFonts w:ascii="HG丸ｺﾞｼｯｸM-PRO" w:eastAsia="HG丸ｺﾞｼｯｸM-PRO" w:hAnsi="HG丸ｺﾞｼｯｸM-PRO" w:cs="Arial" w:hint="eastAsia"/>
              <w:sz w:val="20"/>
            </w:rPr>
            <w:t xml:space="preserve">　　　</w:t>
          </w:r>
          <w:r w:rsidRPr="00EC4E07">
            <w:rPr>
              <w:rFonts w:ascii="HG丸ｺﾞｼｯｸM-PRO" w:eastAsia="HG丸ｺﾞｼｯｸM-PRO" w:hAnsi="HG丸ｺﾞｼｯｸM-PRO" w:cs="Arial"/>
              <w:sz w:val="20"/>
            </w:rPr>
            <w:t xml:space="preserve">    </w:t>
          </w:r>
          <w:r w:rsidRPr="00EC4E07">
            <w:rPr>
              <w:rFonts w:ascii="HG丸ｺﾞｼｯｸM-PRO" w:eastAsia="HG丸ｺﾞｼｯｸM-PRO" w:hAnsi="HG丸ｺﾞｼｯｸM-PRO" w:cs="Arial" w:hint="eastAsia"/>
              <w:sz w:val="20"/>
            </w:rPr>
            <w:t xml:space="preserve">　　　　　　　</w:t>
          </w:r>
          <w:r w:rsidRPr="00EC4E07">
            <w:rPr>
              <w:rFonts w:ascii="HG丸ｺﾞｼｯｸM-PRO" w:eastAsia="HG丸ｺﾞｼｯｸM-PRO" w:hAnsi="HG丸ｺﾞｼｯｸM-PRO" w:cs="Arial"/>
              <w:sz w:val="20"/>
            </w:rPr>
            <w:t xml:space="preserve">      </w:t>
          </w:r>
        </w:p>
      </w:docPartBody>
    </w:docPart>
    <w:docPart>
      <w:docPartPr>
        <w:name w:val="D59F5D33CA7341C0A867F5717CFD8C22"/>
        <w:category>
          <w:name w:val="全般"/>
          <w:gallery w:val="placeholder"/>
        </w:category>
        <w:types>
          <w:type w:val="bbPlcHdr"/>
        </w:types>
        <w:behaviors>
          <w:behavior w:val="content"/>
        </w:behaviors>
        <w:guid w:val="{A8F79A53-3A15-4B53-9CBB-454ABCF4CE92}"/>
      </w:docPartPr>
      <w:docPartBody>
        <w:p w:rsidR="00643E06" w:rsidRDefault="00654CF6">
          <w:r w:rsidRPr="007C5047">
            <w:rPr>
              <w:rFonts w:ascii="Arial" w:eastAsia="HG丸ｺﾞｼｯｸM-PRO" w:hAnsi="Arial" w:cs="Arial"/>
              <w:sz w:val="20"/>
            </w:rPr>
            <w:t xml:space="preserve">   </w:t>
          </w:r>
          <w:r w:rsidRPr="007C5047">
            <w:rPr>
              <w:rFonts w:ascii="Arial" w:eastAsia="HG丸ｺﾞｼｯｸM-PRO" w:hAnsi="Arial" w:cs="Arial"/>
              <w:sz w:val="20"/>
            </w:rPr>
            <w:t xml:space="preserve">　　　　　　　　</w:t>
          </w:r>
          <w:r w:rsidRPr="007C5047">
            <w:rPr>
              <w:rFonts w:ascii="Arial" w:eastAsia="HG丸ｺﾞｼｯｸM-PRO" w:hAnsi="Arial" w:cs="Arial"/>
              <w:sz w:val="20"/>
            </w:rPr>
            <w:t xml:space="preserve">        </w:t>
          </w:r>
        </w:p>
      </w:docPartBody>
    </w:docPart>
    <w:docPart>
      <w:docPartPr>
        <w:name w:val="F063290BD6FE4B93B8E0A3F9D811FFFF"/>
        <w:category>
          <w:name w:val="全般"/>
          <w:gallery w:val="placeholder"/>
        </w:category>
        <w:types>
          <w:type w:val="bbPlcHdr"/>
        </w:types>
        <w:behaviors>
          <w:behavior w:val="content"/>
        </w:behaviors>
        <w:guid w:val="{59F1B5DE-9047-4A79-81E8-892478228ECF}"/>
      </w:docPartPr>
      <w:docPartBody>
        <w:p w:rsidR="00643E06" w:rsidRDefault="00654CF6">
          <w:r w:rsidRPr="007C5047">
            <w:rPr>
              <w:rFonts w:ascii="Arial" w:eastAsia="HG丸ｺﾞｼｯｸM-PRO" w:hAnsi="Arial" w:cs="Arial"/>
              <w:sz w:val="20"/>
            </w:rPr>
            <w:t xml:space="preserve">   </w:t>
          </w:r>
          <w:r w:rsidRPr="007C5047">
            <w:rPr>
              <w:rFonts w:ascii="Arial" w:eastAsia="HG丸ｺﾞｼｯｸM-PRO" w:hAnsi="Arial" w:cs="Arial"/>
              <w:sz w:val="20"/>
            </w:rPr>
            <w:t xml:space="preserve">　　　　　　　</w:t>
          </w:r>
          <w:r w:rsidRPr="007C5047">
            <w:rPr>
              <w:rFonts w:ascii="Arial" w:eastAsia="HG丸ｺﾞｼｯｸM-PRO" w:hAnsi="Arial" w:cs="Arial"/>
              <w:sz w:val="20"/>
            </w:rPr>
            <w:t xml:space="preserve">        </w:t>
          </w:r>
        </w:p>
      </w:docPartBody>
    </w:docPart>
    <w:docPart>
      <w:docPartPr>
        <w:name w:val="B23FD5FA98C346B58E73B0D7F4AB242F"/>
        <w:category>
          <w:name w:val="全般"/>
          <w:gallery w:val="placeholder"/>
        </w:category>
        <w:types>
          <w:type w:val="bbPlcHdr"/>
        </w:types>
        <w:behaviors>
          <w:behavior w:val="content"/>
        </w:behaviors>
        <w:guid w:val="{21A5D977-2797-4687-ACDE-3774CFFD53CF}"/>
      </w:docPartPr>
      <w:docPartBody>
        <w:p w:rsidR="00643E06" w:rsidRDefault="00654CF6">
          <w:r w:rsidRPr="001B2004">
            <w:rPr>
              <w:rStyle w:val="a3"/>
              <w:rFonts w:ascii="Arial" w:eastAsia="HG丸ｺﾞｼｯｸM-PRO" w:hAnsi="Arial" w:cs="Arial"/>
              <w:szCs w:val="21"/>
            </w:rPr>
            <w:t xml:space="preserve">      </w:t>
          </w:r>
        </w:p>
      </w:docPartBody>
    </w:docPart>
    <w:docPart>
      <w:docPartPr>
        <w:name w:val="0652A9F46EFC4A71AC3B794CC72A6FD4"/>
        <w:category>
          <w:name w:val="全般"/>
          <w:gallery w:val="placeholder"/>
        </w:category>
        <w:types>
          <w:type w:val="bbPlcHdr"/>
        </w:types>
        <w:behaviors>
          <w:behavior w:val="content"/>
        </w:behaviors>
        <w:guid w:val="{0504C25D-EA09-436F-8115-2E53C8994466}"/>
      </w:docPartPr>
      <w:docPartBody>
        <w:p w:rsidR="00643E06" w:rsidRDefault="00654CF6">
          <w:r w:rsidRPr="001B2004">
            <w:rPr>
              <w:rFonts w:ascii="Arial" w:eastAsia="HG丸ｺﾞｼｯｸM-PRO" w:hAnsi="Arial" w:cs="Arial"/>
              <w:szCs w:val="21"/>
            </w:rPr>
            <w:t xml:space="preserve">     </w:t>
          </w:r>
        </w:p>
      </w:docPartBody>
    </w:docPart>
    <w:docPart>
      <w:docPartPr>
        <w:name w:val="31E39F3AD23847F1B2C5E19B12F2AE3E"/>
        <w:category>
          <w:name w:val="全般"/>
          <w:gallery w:val="placeholder"/>
        </w:category>
        <w:types>
          <w:type w:val="bbPlcHdr"/>
        </w:types>
        <w:behaviors>
          <w:behavior w:val="content"/>
        </w:behaviors>
        <w:guid w:val="{090E0CF6-E4F4-4FF6-9999-79A8B3C79CC0}"/>
      </w:docPartPr>
      <w:docPartBody>
        <w:p w:rsidR="00343F6C" w:rsidRDefault="00654CF6">
          <w:r w:rsidRPr="007C5047">
            <w:rPr>
              <w:rFonts w:ascii="Arial" w:eastAsia="HG丸ｺﾞｼｯｸM-PRO" w:hAnsi="Arial" w:cs="Arial"/>
              <w:color w:val="808080"/>
              <w:spacing w:val="-2"/>
              <w:kern w:val="0"/>
              <w:sz w:val="16"/>
              <w:szCs w:val="16"/>
            </w:rPr>
            <w:t xml:space="preserve">                 </w:t>
          </w:r>
          <w:r w:rsidRPr="007C5047">
            <w:rPr>
              <w:rFonts w:ascii="Arial" w:eastAsia="HG丸ｺﾞｼｯｸM-PRO" w:hAnsi="Arial" w:cs="Arial"/>
              <w:spacing w:val="-2"/>
              <w:kern w:val="0"/>
              <w:sz w:val="16"/>
              <w:szCs w:val="16"/>
            </w:rPr>
            <w:t xml:space="preserve">    </w:t>
          </w:r>
        </w:p>
      </w:docPartBody>
    </w:docPart>
    <w:docPart>
      <w:docPartPr>
        <w:name w:val="ECD124EC58824AF6B098E762D0A13F4B"/>
        <w:category>
          <w:name w:val="全般"/>
          <w:gallery w:val="placeholder"/>
        </w:category>
        <w:types>
          <w:type w:val="bbPlcHdr"/>
        </w:types>
        <w:behaviors>
          <w:behavior w:val="content"/>
        </w:behaviors>
        <w:guid w:val="{C8DFDDF4-0186-49CE-95F9-18F8BB8FD1EC}"/>
      </w:docPartPr>
      <w:docPartBody>
        <w:p w:rsidR="00343F6C" w:rsidRDefault="00654CF6">
          <w:r w:rsidRPr="008D720D">
            <w:rPr>
              <w:rFonts w:ascii="Arial" w:eastAsia="HG丸ｺﾞｼｯｸM-PRO" w:hAnsi="Arial" w:cs="Arial" w:hint="eastAsia"/>
              <w:kern w:val="0"/>
              <w:sz w:val="20"/>
              <w:szCs w:val="20"/>
            </w:rPr>
            <w:t>□</w:t>
          </w:r>
        </w:p>
      </w:docPartBody>
    </w:docPart>
    <w:docPart>
      <w:docPartPr>
        <w:name w:val="7F665AB88DBA410A9CAA432A36A6EC58"/>
        <w:category>
          <w:name w:val="全般"/>
          <w:gallery w:val="placeholder"/>
        </w:category>
        <w:types>
          <w:type w:val="bbPlcHdr"/>
        </w:types>
        <w:behaviors>
          <w:behavior w:val="content"/>
        </w:behaviors>
        <w:guid w:val="{76C8C762-D3D6-4821-BA8C-35E362B2A53E}"/>
      </w:docPartPr>
      <w:docPartBody>
        <w:p w:rsidR="00950D53" w:rsidRDefault="00654CF6">
          <w:r w:rsidRPr="001B2004">
            <w:rPr>
              <w:rFonts w:ascii="Arial" w:eastAsia="HG丸ｺﾞｼｯｸM-PRO" w:hAnsi="Arial" w:cs="Arial"/>
              <w:szCs w:val="21"/>
            </w:rPr>
            <w:t xml:space="preserve">　　　</w:t>
          </w:r>
        </w:p>
      </w:docPartBody>
    </w:docPart>
    <w:docPart>
      <w:docPartPr>
        <w:name w:val="E193E645A624424BA7C50ABF4176213F"/>
        <w:category>
          <w:name w:val="全般"/>
          <w:gallery w:val="placeholder"/>
        </w:category>
        <w:types>
          <w:type w:val="bbPlcHdr"/>
        </w:types>
        <w:behaviors>
          <w:behavior w:val="content"/>
        </w:behaviors>
        <w:guid w:val="{B9A606A0-625B-4336-82A6-D8931EA0323A}"/>
      </w:docPartPr>
      <w:docPartBody>
        <w:p w:rsidR="00950D53" w:rsidRDefault="00654CF6">
          <w:r>
            <w:rPr>
              <w:rFonts w:ascii="Arial" w:eastAsia="HG丸ｺﾞｼｯｸM-PRO" w:hAnsi="Arial" w:cs="Arial"/>
              <w:spacing w:val="-4"/>
              <w:sz w:val="20"/>
            </w:rPr>
            <w:t xml:space="preserve">                               </w:t>
          </w:r>
        </w:p>
      </w:docPartBody>
    </w:docPart>
    <w:docPart>
      <w:docPartPr>
        <w:name w:val="78FA875AF8F9407EB52004EB0A259CAD"/>
        <w:category>
          <w:name w:val="全般"/>
          <w:gallery w:val="placeholder"/>
        </w:category>
        <w:types>
          <w:type w:val="bbPlcHdr"/>
        </w:types>
        <w:behaviors>
          <w:behavior w:val="content"/>
        </w:behaviors>
        <w:guid w:val="{1DAB4AC4-0C87-4009-A705-7C8ADA433632}"/>
      </w:docPartPr>
      <w:docPartBody>
        <w:p w:rsidR="00950D53" w:rsidRDefault="00654CF6">
          <w:r>
            <w:rPr>
              <w:rFonts w:ascii="Arial" w:eastAsia="HG丸ｺﾞｼｯｸM-PRO" w:hAnsi="Arial" w:cs="Arial"/>
              <w:spacing w:val="-4"/>
              <w:sz w:val="20"/>
            </w:rPr>
            <w:t xml:space="preserve">                               </w:t>
          </w:r>
        </w:p>
      </w:docPartBody>
    </w:docPart>
    <w:docPart>
      <w:docPartPr>
        <w:name w:val="180F7CFD19BA43E29B9459452A7BC06B"/>
        <w:category>
          <w:name w:val="全般"/>
          <w:gallery w:val="placeholder"/>
        </w:category>
        <w:types>
          <w:type w:val="bbPlcHdr"/>
        </w:types>
        <w:behaviors>
          <w:behavior w:val="content"/>
        </w:behaviors>
        <w:guid w:val="{7E4DC730-96A8-4C3F-A84E-EDA7570B347F}"/>
      </w:docPartPr>
      <w:docPartBody>
        <w:p w:rsidR="00950D53" w:rsidRDefault="00654CF6">
          <w:r w:rsidRPr="00EC4E07">
            <w:rPr>
              <w:rFonts w:ascii="Arial" w:eastAsia="HG丸ｺﾞｼｯｸM-PRO" w:hAnsi="Arial" w:cs="Arial"/>
              <w:sz w:val="20"/>
            </w:rPr>
            <w:t xml:space="preserve">               </w:t>
          </w:r>
        </w:p>
      </w:docPartBody>
    </w:docPart>
    <w:docPart>
      <w:docPartPr>
        <w:name w:val="B5F4D69D25F44D03AFE5362971714C85"/>
        <w:category>
          <w:name w:val="全般"/>
          <w:gallery w:val="placeholder"/>
        </w:category>
        <w:types>
          <w:type w:val="bbPlcHdr"/>
        </w:types>
        <w:behaviors>
          <w:behavior w:val="content"/>
        </w:behaviors>
        <w:guid w:val="{D020B707-79A6-42FE-B632-3D6D16706A0F}"/>
      </w:docPartPr>
      <w:docPartBody>
        <w:p w:rsidR="00950D53" w:rsidRDefault="00654CF6">
          <w:r>
            <w:rPr>
              <w:rFonts w:ascii="Arial" w:eastAsia="HG丸ｺﾞｼｯｸM-PRO" w:hAnsi="Arial" w:cs="Arial"/>
              <w:spacing w:val="-4"/>
              <w:sz w:val="20"/>
            </w:rPr>
            <w:t xml:space="preserve">                               </w:t>
          </w:r>
        </w:p>
      </w:docPartBody>
    </w:docPart>
    <w:docPart>
      <w:docPartPr>
        <w:name w:val="60737084A0014D9A842CF98887A5E99E"/>
        <w:category>
          <w:name w:val="全般"/>
          <w:gallery w:val="placeholder"/>
        </w:category>
        <w:types>
          <w:type w:val="bbPlcHdr"/>
        </w:types>
        <w:behaviors>
          <w:behavior w:val="content"/>
        </w:behaviors>
        <w:guid w:val="{A0B63A93-3F26-4F32-B13A-BB2185A3BC54}"/>
      </w:docPartPr>
      <w:docPartBody>
        <w:p w:rsidR="00950D53" w:rsidRDefault="00654CF6">
          <w:r w:rsidRPr="00EC4E07">
            <w:rPr>
              <w:rFonts w:ascii="Arial" w:eastAsia="HG丸ｺﾞｼｯｸM-PRO" w:hAnsi="Arial" w:cs="Arial"/>
              <w:sz w:val="20"/>
            </w:rPr>
            <w:t xml:space="preserve">               </w:t>
          </w:r>
        </w:p>
      </w:docPartBody>
    </w:docPart>
    <w:docPart>
      <w:docPartPr>
        <w:name w:val="CBBCE5C5CFDC4C29A32FF94F4F3F4111"/>
        <w:category>
          <w:name w:val="全般"/>
          <w:gallery w:val="placeholder"/>
        </w:category>
        <w:types>
          <w:type w:val="bbPlcHdr"/>
        </w:types>
        <w:behaviors>
          <w:behavior w:val="content"/>
        </w:behaviors>
        <w:guid w:val="{4B6E3893-1965-4AB4-9B38-F9FA9647583A}"/>
      </w:docPartPr>
      <w:docPartBody>
        <w:p w:rsidR="00950D53" w:rsidRDefault="00654CF6">
          <w:r w:rsidRPr="00EC4E07">
            <w:rPr>
              <w:rFonts w:ascii="Arial" w:eastAsia="HG丸ｺﾞｼｯｸM-PRO" w:hAnsi="Arial" w:cs="Arial"/>
              <w:color w:val="808080"/>
              <w:spacing w:val="-2"/>
              <w:kern w:val="0"/>
              <w:szCs w:val="20"/>
            </w:rPr>
            <w:t xml:space="preserve">          </w:t>
          </w:r>
          <w:r w:rsidRPr="00EC4E07">
            <w:rPr>
              <w:rFonts w:ascii="Arial" w:eastAsia="HG丸ｺﾞｼｯｸM-PRO" w:hAnsi="Arial" w:cs="Arial"/>
              <w:spacing w:val="-2"/>
              <w:kern w:val="0"/>
              <w:sz w:val="16"/>
              <w:szCs w:val="16"/>
            </w:rPr>
            <w:t xml:space="preserve">　　</w:t>
          </w:r>
          <w:r w:rsidRPr="00EC4E07">
            <w:rPr>
              <w:rFonts w:ascii="Arial" w:eastAsia="HG丸ｺﾞｼｯｸM-PRO" w:hAnsi="Arial" w:cs="Arial"/>
              <w:spacing w:val="-2"/>
              <w:kern w:val="0"/>
              <w:sz w:val="20"/>
              <w:szCs w:val="20"/>
            </w:rPr>
            <w:t xml:space="preserve"> </w:t>
          </w:r>
        </w:p>
      </w:docPartBody>
    </w:docPart>
    <w:docPart>
      <w:docPartPr>
        <w:name w:val="3A90F11447994B7785FC93138DC4CEE8"/>
        <w:category>
          <w:name w:val="全般"/>
          <w:gallery w:val="placeholder"/>
        </w:category>
        <w:types>
          <w:type w:val="bbPlcHdr"/>
        </w:types>
        <w:behaviors>
          <w:behavior w:val="content"/>
        </w:behaviors>
        <w:guid w:val="{47079B46-3756-4BD8-BF78-0BFD092352E0}"/>
      </w:docPartPr>
      <w:docPartBody>
        <w:p w:rsidR="00950D53" w:rsidRDefault="00654CF6">
          <w:r w:rsidRPr="00EC4E07">
            <w:rPr>
              <w:rFonts w:ascii="Arial" w:eastAsia="HG丸ｺﾞｼｯｸM-PRO" w:hAnsi="Arial" w:cs="Arial"/>
              <w:color w:val="808080"/>
              <w:spacing w:val="-2"/>
              <w:kern w:val="0"/>
              <w:szCs w:val="20"/>
            </w:rPr>
            <w:t xml:space="preserve">   </w:t>
          </w:r>
          <w:r w:rsidRPr="00EC4E07">
            <w:rPr>
              <w:rFonts w:ascii="Arial" w:eastAsia="HG丸ｺﾞｼｯｸM-PRO" w:hAnsi="Arial" w:cs="Arial"/>
              <w:color w:val="808080"/>
              <w:spacing w:val="-2"/>
              <w:kern w:val="0"/>
              <w:szCs w:val="20"/>
            </w:rPr>
            <w:t xml:space="preserve">　</w:t>
          </w:r>
          <w:r w:rsidRPr="00EC4E07">
            <w:rPr>
              <w:rFonts w:ascii="Arial" w:eastAsia="HG丸ｺﾞｼｯｸM-PRO" w:hAnsi="Arial" w:cs="Arial"/>
              <w:color w:val="808080"/>
              <w:spacing w:val="-2"/>
              <w:kern w:val="0"/>
              <w:szCs w:val="20"/>
            </w:rPr>
            <w:t xml:space="preserve">       </w:t>
          </w:r>
          <w:r w:rsidRPr="00EC4E07">
            <w:rPr>
              <w:rFonts w:ascii="Arial" w:eastAsia="HG丸ｺﾞｼｯｸM-PRO" w:hAnsi="Arial" w:cs="Arial"/>
              <w:spacing w:val="-2"/>
              <w:kern w:val="0"/>
              <w:sz w:val="16"/>
              <w:szCs w:val="16"/>
            </w:rPr>
            <w:t xml:space="preserve">　　</w:t>
          </w:r>
          <w:r w:rsidRPr="00EC4E07">
            <w:rPr>
              <w:rFonts w:ascii="Arial" w:eastAsia="HG丸ｺﾞｼｯｸM-PRO" w:hAnsi="Arial" w:cs="Arial"/>
              <w:spacing w:val="-2"/>
              <w:kern w:val="0"/>
              <w:sz w:val="20"/>
              <w:szCs w:val="20"/>
            </w:rPr>
            <w:t xml:space="preserve"> </w:t>
          </w:r>
        </w:p>
      </w:docPartBody>
    </w:docPart>
    <w:docPart>
      <w:docPartPr>
        <w:name w:val="B3D71BFCFECE44E4B05073A534A069C9"/>
        <w:category>
          <w:name w:val="全般"/>
          <w:gallery w:val="placeholder"/>
        </w:category>
        <w:types>
          <w:type w:val="bbPlcHdr"/>
        </w:types>
        <w:behaviors>
          <w:behavior w:val="content"/>
        </w:behaviors>
        <w:guid w:val="{CA0389B1-CBB4-4E58-BFC6-032979375A09}"/>
      </w:docPartPr>
      <w:docPartBody>
        <w:p w:rsidR="00950D53" w:rsidRDefault="00654CF6">
          <w:r>
            <w:rPr>
              <w:rFonts w:ascii="Arial" w:eastAsia="HG丸ｺﾞｼｯｸM-PRO" w:hAnsi="Arial" w:cs="Arial"/>
              <w:spacing w:val="-4"/>
              <w:sz w:val="20"/>
            </w:rPr>
            <w:t xml:space="preserve">                               </w:t>
          </w:r>
        </w:p>
      </w:docPartBody>
    </w:docPart>
    <w:docPart>
      <w:docPartPr>
        <w:name w:val="4065385253EB45158FFE62263AC26AA8"/>
        <w:category>
          <w:name w:val="全般"/>
          <w:gallery w:val="placeholder"/>
        </w:category>
        <w:types>
          <w:type w:val="bbPlcHdr"/>
        </w:types>
        <w:behaviors>
          <w:behavior w:val="content"/>
        </w:behaviors>
        <w:guid w:val="{F7CD228D-42F9-4374-84E9-DF8B6EFFC327}"/>
      </w:docPartPr>
      <w:docPartBody>
        <w:p w:rsidR="00950D53" w:rsidRDefault="00654CF6">
          <w:r w:rsidRPr="00EC4E07">
            <w:rPr>
              <w:rFonts w:ascii="Arial" w:eastAsia="HG丸ｺﾞｼｯｸM-PRO" w:hAnsi="Arial" w:cs="Arial"/>
              <w:sz w:val="20"/>
            </w:rPr>
            <w:t xml:space="preserve">               </w:t>
          </w:r>
        </w:p>
      </w:docPartBody>
    </w:docPart>
    <w:docPart>
      <w:docPartPr>
        <w:name w:val="95A07C30F82E47E787A470159D2077A4"/>
        <w:category>
          <w:name w:val="全般"/>
          <w:gallery w:val="placeholder"/>
        </w:category>
        <w:types>
          <w:type w:val="bbPlcHdr"/>
        </w:types>
        <w:behaviors>
          <w:behavior w:val="content"/>
        </w:behaviors>
        <w:guid w:val="{5716DC1E-C3C6-4598-9EDD-9E39C847BBFA}"/>
      </w:docPartPr>
      <w:docPartBody>
        <w:p w:rsidR="00950D53" w:rsidRDefault="00654CF6">
          <w:r>
            <w:rPr>
              <w:rStyle w:val="a3"/>
              <w:rFonts w:hint="eastAsia"/>
            </w:rPr>
            <w:t xml:space="preserve">      </w:t>
          </w:r>
          <w:r>
            <w:rPr>
              <w:rStyle w:val="a3"/>
            </w:rPr>
            <w:t xml:space="preserve"> </w:t>
          </w:r>
        </w:p>
      </w:docPartBody>
    </w:docPart>
    <w:docPart>
      <w:docPartPr>
        <w:name w:val="C95DB47574CD49129B02C3B644A4B968"/>
        <w:category>
          <w:name w:val="全般"/>
          <w:gallery w:val="placeholder"/>
        </w:category>
        <w:types>
          <w:type w:val="bbPlcHdr"/>
        </w:types>
        <w:behaviors>
          <w:behavior w:val="content"/>
        </w:behaviors>
        <w:guid w:val="{95AA40A9-525E-4C69-B175-5A816876D770}"/>
      </w:docPartPr>
      <w:docPartBody>
        <w:p w:rsidR="00950D53" w:rsidRDefault="00654CF6">
          <w:r>
            <w:rPr>
              <w:rFonts w:ascii="Arial" w:eastAsia="HG丸ｺﾞｼｯｸM-PRO" w:hAnsi="Arial" w:cs="Arial"/>
              <w:sz w:val="20"/>
            </w:rPr>
            <w:t xml:space="preserve">              </w:t>
          </w:r>
        </w:p>
      </w:docPartBody>
    </w:docPart>
    <w:docPart>
      <w:docPartPr>
        <w:name w:val="7932140F23E84FA6B789B4A3BFE54E63"/>
        <w:category>
          <w:name w:val="全般"/>
          <w:gallery w:val="placeholder"/>
        </w:category>
        <w:types>
          <w:type w:val="bbPlcHdr"/>
        </w:types>
        <w:behaviors>
          <w:behavior w:val="content"/>
        </w:behaviors>
        <w:guid w:val="{2ED24FA3-C8EF-4D04-8765-0404B07DD4E3}"/>
      </w:docPartPr>
      <w:docPartBody>
        <w:p w:rsidR="00950D53" w:rsidRDefault="00654CF6">
          <w:r w:rsidRPr="00EC4E07">
            <w:rPr>
              <w:rStyle w:val="a3"/>
              <w:rFonts w:ascii="Arial" w:eastAsia="HG丸ｺﾞｼｯｸM-PRO" w:hAnsi="Arial" w:cs="Arial"/>
            </w:rPr>
            <w:t xml:space="preserve">   </w:t>
          </w:r>
          <w:r w:rsidRPr="00EC4E07">
            <w:rPr>
              <w:rStyle w:val="a3"/>
              <w:rFonts w:ascii="Arial" w:eastAsia="HG丸ｺﾞｼｯｸM-PRO" w:hAnsi="Arial" w:cs="Arial"/>
            </w:rPr>
            <w:t xml:space="preserve">　　　</w:t>
          </w:r>
          <w:r w:rsidRPr="00EC4E07">
            <w:rPr>
              <w:rStyle w:val="a3"/>
              <w:rFonts w:ascii="Arial" w:eastAsia="HG丸ｺﾞｼｯｸM-PRO" w:hAnsi="Arial" w:cs="Arial"/>
            </w:rPr>
            <w:t xml:space="preserve">        </w:t>
          </w:r>
        </w:p>
      </w:docPartBody>
    </w:docPart>
    <w:docPart>
      <w:docPartPr>
        <w:name w:val="25D645CDFEC84476ABD5A6ACFA6F6A62"/>
        <w:category>
          <w:name w:val="全般"/>
          <w:gallery w:val="placeholder"/>
        </w:category>
        <w:types>
          <w:type w:val="bbPlcHdr"/>
        </w:types>
        <w:behaviors>
          <w:behavior w:val="content"/>
        </w:behaviors>
        <w:guid w:val="{16DCAD2E-0463-4E2C-990D-B1A6D9424027}"/>
      </w:docPartPr>
      <w:docPartBody>
        <w:p w:rsidR="00950D53" w:rsidRDefault="00654CF6">
          <w:r>
            <w:rPr>
              <w:rStyle w:val="a3"/>
              <w:rFonts w:hint="eastAsia"/>
            </w:rPr>
            <w:t xml:space="preserve">      </w:t>
          </w:r>
          <w:r>
            <w:rPr>
              <w:rStyle w:val="a3"/>
            </w:rPr>
            <w:t xml:space="preserve"> </w:t>
          </w:r>
        </w:p>
      </w:docPartBody>
    </w:docPart>
    <w:docPart>
      <w:docPartPr>
        <w:name w:val="7FF5CBEFA3EF47759BA57725BCB64172"/>
        <w:category>
          <w:name w:val="全般"/>
          <w:gallery w:val="placeholder"/>
        </w:category>
        <w:types>
          <w:type w:val="bbPlcHdr"/>
        </w:types>
        <w:behaviors>
          <w:behavior w:val="content"/>
        </w:behaviors>
        <w:guid w:val="{D0EDD534-592B-4A57-969F-E12BC7F3FE8B}"/>
      </w:docPartPr>
      <w:docPartBody>
        <w:p w:rsidR="00950D53" w:rsidRDefault="00654CF6">
          <w:r>
            <w:rPr>
              <w:rFonts w:ascii="Arial" w:eastAsia="HG丸ｺﾞｼｯｸM-PRO" w:hAnsi="Arial" w:cs="Arial"/>
              <w:sz w:val="20"/>
            </w:rPr>
            <w:t xml:space="preserve">              </w:t>
          </w:r>
        </w:p>
      </w:docPartBody>
    </w:docPart>
    <w:docPart>
      <w:docPartPr>
        <w:name w:val="0C15770BD14D4B46AFD48BF004318805"/>
        <w:category>
          <w:name w:val="全般"/>
          <w:gallery w:val="placeholder"/>
        </w:category>
        <w:types>
          <w:type w:val="bbPlcHdr"/>
        </w:types>
        <w:behaviors>
          <w:behavior w:val="content"/>
        </w:behaviors>
        <w:guid w:val="{59FCCE06-9516-4B59-B652-EF4A2A615B20}"/>
      </w:docPartPr>
      <w:docPartBody>
        <w:p w:rsidR="00950D53" w:rsidRDefault="00654CF6">
          <w:r w:rsidRPr="00EC4E07">
            <w:rPr>
              <w:rFonts w:ascii="Arial" w:eastAsia="HG丸ｺﾞｼｯｸM-PRO" w:hAnsi="Arial" w:cs="Arial"/>
              <w:sz w:val="20"/>
            </w:rPr>
            <w:t xml:space="preserve">   </w:t>
          </w:r>
          <w:r w:rsidRPr="00EC4E07">
            <w:rPr>
              <w:rFonts w:ascii="Arial" w:eastAsia="HG丸ｺﾞｼｯｸM-PRO" w:hAnsi="Arial" w:cs="Arial"/>
              <w:sz w:val="20"/>
            </w:rPr>
            <w:t xml:space="preserve">　</w:t>
          </w:r>
          <w:r w:rsidRPr="00EC4E07">
            <w:rPr>
              <w:rFonts w:ascii="Arial" w:eastAsia="HG丸ｺﾞｼｯｸM-PRO" w:hAnsi="Arial" w:cs="Arial"/>
              <w:sz w:val="20"/>
            </w:rPr>
            <w:t xml:space="preserve">        </w:t>
          </w:r>
        </w:p>
      </w:docPartBody>
    </w:docPart>
    <w:docPart>
      <w:docPartPr>
        <w:name w:val="52D654CAB03C46CEBC964E178D1448C7"/>
        <w:category>
          <w:name w:val="全般"/>
          <w:gallery w:val="placeholder"/>
        </w:category>
        <w:types>
          <w:type w:val="bbPlcHdr"/>
        </w:types>
        <w:behaviors>
          <w:behavior w:val="content"/>
        </w:behaviors>
        <w:guid w:val="{6B11EAC2-9552-4004-9095-FD6E65C154E6}"/>
      </w:docPartPr>
      <w:docPartBody>
        <w:p w:rsidR="00950D53" w:rsidRDefault="00654CF6">
          <w:r w:rsidRPr="00CF5551">
            <w:rPr>
              <w:rFonts w:ascii="Arial" w:eastAsia="HG丸ｺﾞｼｯｸM-PRO" w:hAnsi="Arial" w:cs="Arial"/>
              <w:sz w:val="16"/>
              <w:szCs w:val="16"/>
            </w:rPr>
            <w:t xml:space="preserve">            </w:t>
          </w:r>
          <w:r w:rsidRPr="00CF5551">
            <w:rPr>
              <w:rFonts w:ascii="Arial" w:eastAsia="HG丸ｺﾞｼｯｸM-PRO" w:hAnsi="Arial" w:cs="Arial"/>
              <w:sz w:val="16"/>
              <w:szCs w:val="16"/>
            </w:rPr>
            <w:t xml:space="preserve">　　　　　　　</w:t>
          </w:r>
          <w:r w:rsidRPr="00CF5551">
            <w:rPr>
              <w:rFonts w:ascii="Arial" w:eastAsia="HG丸ｺﾞｼｯｸM-PRO" w:hAnsi="Arial" w:cs="Arial"/>
              <w:sz w:val="16"/>
              <w:szCs w:val="16"/>
            </w:rPr>
            <w:t xml:space="preserve">      </w:t>
          </w:r>
        </w:p>
      </w:docPartBody>
    </w:docPart>
    <w:docPart>
      <w:docPartPr>
        <w:name w:val="8E9E9588EC654DB39FA909A4A965E1BA"/>
        <w:category>
          <w:name w:val="全般"/>
          <w:gallery w:val="placeholder"/>
        </w:category>
        <w:types>
          <w:type w:val="bbPlcHdr"/>
        </w:types>
        <w:behaviors>
          <w:behavior w:val="content"/>
        </w:behaviors>
        <w:guid w:val="{EE18AC3A-AAC1-4053-89F2-65B2B7A7ACC6}"/>
      </w:docPartPr>
      <w:docPartBody>
        <w:p w:rsidR="00950D53" w:rsidRDefault="00654CF6">
          <w:r w:rsidRPr="00EC4E07">
            <w:rPr>
              <w:rStyle w:val="a3"/>
              <w:rFonts w:ascii="Arial" w:eastAsia="HG丸ｺﾞｼｯｸM-PRO" w:hAnsi="Arial" w:cs="Arial"/>
            </w:rPr>
            <w:t xml:space="preserve">   </w:t>
          </w:r>
          <w:r w:rsidRPr="00EC4E07">
            <w:rPr>
              <w:rStyle w:val="a3"/>
              <w:rFonts w:ascii="Arial" w:eastAsia="HG丸ｺﾞｼｯｸM-PRO" w:hAnsi="Arial" w:cs="Arial"/>
            </w:rPr>
            <w:t xml:space="preserve">　　　</w:t>
          </w:r>
          <w:r w:rsidRPr="00EC4E07">
            <w:rPr>
              <w:rStyle w:val="a3"/>
              <w:rFonts w:ascii="Arial" w:eastAsia="HG丸ｺﾞｼｯｸM-PRO" w:hAnsi="Arial" w:cs="Arial"/>
            </w:rPr>
            <w:t xml:space="preserve">        </w:t>
          </w:r>
        </w:p>
      </w:docPartBody>
    </w:docPart>
    <w:docPart>
      <w:docPartPr>
        <w:name w:val="2002721838AF45209DCD4E5C4BEC0393"/>
        <w:category>
          <w:name w:val="全般"/>
          <w:gallery w:val="placeholder"/>
        </w:category>
        <w:types>
          <w:type w:val="bbPlcHdr"/>
        </w:types>
        <w:behaviors>
          <w:behavior w:val="content"/>
        </w:behaviors>
        <w:guid w:val="{6EF16738-7CDA-4591-BBFC-19F1D2D1D46C}"/>
      </w:docPartPr>
      <w:docPartBody>
        <w:p w:rsidR="00950D53" w:rsidRDefault="00654CF6">
          <w:r>
            <w:rPr>
              <w:rStyle w:val="a3"/>
              <w:rFonts w:hint="eastAsia"/>
            </w:rPr>
            <w:t xml:space="preserve">      </w:t>
          </w:r>
          <w:r>
            <w:rPr>
              <w:rStyle w:val="a3"/>
            </w:rPr>
            <w:t xml:space="preserve"> </w:t>
          </w:r>
        </w:p>
      </w:docPartBody>
    </w:docPart>
    <w:docPart>
      <w:docPartPr>
        <w:name w:val="1E94AB230F5A4F26A40279385FBD019C"/>
        <w:category>
          <w:name w:val="全般"/>
          <w:gallery w:val="placeholder"/>
        </w:category>
        <w:types>
          <w:type w:val="bbPlcHdr"/>
        </w:types>
        <w:behaviors>
          <w:behavior w:val="content"/>
        </w:behaviors>
        <w:guid w:val="{A5B2171E-417A-4630-A93F-5461213489D6}"/>
      </w:docPartPr>
      <w:docPartBody>
        <w:p w:rsidR="00950D53" w:rsidRDefault="00654CF6">
          <w:r>
            <w:rPr>
              <w:rFonts w:ascii="Arial" w:eastAsia="HG丸ｺﾞｼｯｸM-PRO" w:hAnsi="Arial" w:cs="Arial"/>
              <w:sz w:val="20"/>
            </w:rPr>
            <w:t xml:space="preserve">              </w:t>
          </w:r>
        </w:p>
      </w:docPartBody>
    </w:docPart>
    <w:docPart>
      <w:docPartPr>
        <w:name w:val="BAE807F7CB9C4650A2C3ABB028393660"/>
        <w:category>
          <w:name w:val="全般"/>
          <w:gallery w:val="placeholder"/>
        </w:category>
        <w:types>
          <w:type w:val="bbPlcHdr"/>
        </w:types>
        <w:behaviors>
          <w:behavior w:val="content"/>
        </w:behaviors>
        <w:guid w:val="{EDCC3DEE-79FF-4837-88A6-5C5E5F4C7742}"/>
      </w:docPartPr>
      <w:docPartBody>
        <w:p w:rsidR="00950D53" w:rsidRDefault="00654CF6">
          <w:r w:rsidRPr="00EC4E07">
            <w:rPr>
              <w:rFonts w:ascii="Arial" w:eastAsia="HG丸ｺﾞｼｯｸM-PRO" w:hAnsi="Arial" w:cs="Arial"/>
              <w:sz w:val="20"/>
            </w:rPr>
            <w:t xml:space="preserve">   </w:t>
          </w:r>
          <w:r w:rsidRPr="00EC4E07">
            <w:rPr>
              <w:rFonts w:ascii="Arial" w:eastAsia="HG丸ｺﾞｼｯｸM-PRO" w:hAnsi="Arial" w:cs="Arial"/>
              <w:sz w:val="20"/>
            </w:rPr>
            <w:t xml:space="preserve">　</w:t>
          </w:r>
          <w:r w:rsidRPr="00EC4E07">
            <w:rPr>
              <w:rFonts w:ascii="Arial" w:eastAsia="HG丸ｺﾞｼｯｸM-PRO" w:hAnsi="Arial" w:cs="Arial"/>
              <w:sz w:val="20"/>
            </w:rPr>
            <w:t xml:space="preserve">        </w:t>
          </w:r>
        </w:p>
      </w:docPartBody>
    </w:docPart>
    <w:docPart>
      <w:docPartPr>
        <w:name w:val="CB364B0989124D2D9335FB4837EEF715"/>
        <w:category>
          <w:name w:val="全般"/>
          <w:gallery w:val="placeholder"/>
        </w:category>
        <w:types>
          <w:type w:val="bbPlcHdr"/>
        </w:types>
        <w:behaviors>
          <w:behavior w:val="content"/>
        </w:behaviors>
        <w:guid w:val="{65227BD7-2A75-4E20-8D25-0F6FECD77A86}"/>
      </w:docPartPr>
      <w:docPartBody>
        <w:p w:rsidR="00950D53" w:rsidRDefault="00654CF6">
          <w:r w:rsidRPr="00CF5551">
            <w:rPr>
              <w:rFonts w:ascii="Arial" w:eastAsia="HG丸ｺﾞｼｯｸM-PRO" w:hAnsi="Arial" w:cs="Arial"/>
              <w:sz w:val="16"/>
              <w:szCs w:val="16"/>
            </w:rPr>
            <w:t xml:space="preserve">            </w:t>
          </w:r>
          <w:r w:rsidRPr="00CF5551">
            <w:rPr>
              <w:rFonts w:ascii="Arial" w:eastAsia="HG丸ｺﾞｼｯｸM-PRO" w:hAnsi="Arial" w:cs="Arial"/>
              <w:sz w:val="16"/>
              <w:szCs w:val="16"/>
            </w:rPr>
            <w:t xml:space="preserve">　　　　　　　</w:t>
          </w:r>
          <w:r w:rsidRPr="00CF5551">
            <w:rPr>
              <w:rFonts w:ascii="Arial" w:eastAsia="HG丸ｺﾞｼｯｸM-PRO" w:hAnsi="Arial" w:cs="Arial"/>
              <w:sz w:val="16"/>
              <w:szCs w:val="16"/>
            </w:rPr>
            <w:t xml:space="preserve">      </w:t>
          </w:r>
        </w:p>
      </w:docPartBody>
    </w:docPart>
    <w:docPart>
      <w:docPartPr>
        <w:name w:val="5D6F0CA4602F4EC2966CC71C2445D9D1"/>
        <w:category>
          <w:name w:val="全般"/>
          <w:gallery w:val="placeholder"/>
        </w:category>
        <w:types>
          <w:type w:val="bbPlcHdr"/>
        </w:types>
        <w:behaviors>
          <w:behavior w:val="content"/>
        </w:behaviors>
        <w:guid w:val="{87880443-2827-486E-BE18-70EE390AE9C3}"/>
      </w:docPartPr>
      <w:docPartBody>
        <w:p w:rsidR="00950D53" w:rsidRDefault="00654CF6">
          <w:r w:rsidRPr="00EC4E07">
            <w:rPr>
              <w:rStyle w:val="a3"/>
              <w:rFonts w:ascii="Arial" w:eastAsia="HG丸ｺﾞｼｯｸM-PRO" w:hAnsi="Arial" w:cs="Arial"/>
            </w:rPr>
            <w:t xml:space="preserve">   </w:t>
          </w:r>
          <w:r w:rsidRPr="00EC4E07">
            <w:rPr>
              <w:rStyle w:val="a3"/>
              <w:rFonts w:ascii="Arial" w:eastAsia="HG丸ｺﾞｼｯｸM-PRO" w:hAnsi="Arial" w:cs="Arial"/>
            </w:rPr>
            <w:t xml:space="preserve">　　　</w:t>
          </w:r>
          <w:r w:rsidRPr="00EC4E07">
            <w:rPr>
              <w:rStyle w:val="a3"/>
              <w:rFonts w:ascii="Arial" w:eastAsia="HG丸ｺﾞｼｯｸM-PRO" w:hAnsi="Arial" w:cs="Arial"/>
            </w:rPr>
            <w:t xml:space="preserve">        </w:t>
          </w:r>
        </w:p>
      </w:docPartBody>
    </w:docPart>
    <w:docPart>
      <w:docPartPr>
        <w:name w:val="14530D5358354DA3BCF3267DFA3BDD73"/>
        <w:category>
          <w:name w:val="全般"/>
          <w:gallery w:val="placeholder"/>
        </w:category>
        <w:types>
          <w:type w:val="bbPlcHdr"/>
        </w:types>
        <w:behaviors>
          <w:behavior w:val="content"/>
        </w:behaviors>
        <w:guid w:val="{42252BE8-D40B-454D-AEE2-23694E41DEAD}"/>
      </w:docPartPr>
      <w:docPartBody>
        <w:p w:rsidR="00950D53" w:rsidRDefault="00654CF6">
          <w:r>
            <w:rPr>
              <w:rStyle w:val="a3"/>
              <w:rFonts w:hint="eastAsia"/>
            </w:rPr>
            <w:t xml:space="preserve">      </w:t>
          </w:r>
          <w:r>
            <w:rPr>
              <w:rStyle w:val="a3"/>
            </w:rPr>
            <w:t xml:space="preserve"> </w:t>
          </w:r>
        </w:p>
      </w:docPartBody>
    </w:docPart>
    <w:docPart>
      <w:docPartPr>
        <w:name w:val="E4833F9CF2664D5993CF44EDAC6F5F88"/>
        <w:category>
          <w:name w:val="全般"/>
          <w:gallery w:val="placeholder"/>
        </w:category>
        <w:types>
          <w:type w:val="bbPlcHdr"/>
        </w:types>
        <w:behaviors>
          <w:behavior w:val="content"/>
        </w:behaviors>
        <w:guid w:val="{C1404FE4-9090-43B2-B2AD-627C6E9CD675}"/>
      </w:docPartPr>
      <w:docPartBody>
        <w:p w:rsidR="00950D53" w:rsidRDefault="00654CF6">
          <w:r>
            <w:rPr>
              <w:rFonts w:ascii="Arial" w:eastAsia="HG丸ｺﾞｼｯｸM-PRO" w:hAnsi="Arial" w:cs="Arial"/>
              <w:sz w:val="20"/>
            </w:rPr>
            <w:t xml:space="preserve">              </w:t>
          </w:r>
        </w:p>
      </w:docPartBody>
    </w:docPart>
    <w:docPart>
      <w:docPartPr>
        <w:name w:val="264E0575B4054602B9B2278AD2A542F6"/>
        <w:category>
          <w:name w:val="全般"/>
          <w:gallery w:val="placeholder"/>
        </w:category>
        <w:types>
          <w:type w:val="bbPlcHdr"/>
        </w:types>
        <w:behaviors>
          <w:behavior w:val="content"/>
        </w:behaviors>
        <w:guid w:val="{0F1B7363-BEA5-4F06-AF83-FD38EC40BB36}"/>
      </w:docPartPr>
      <w:docPartBody>
        <w:p w:rsidR="00950D53" w:rsidRDefault="00654CF6">
          <w:r w:rsidRPr="00EC4E07">
            <w:rPr>
              <w:rFonts w:ascii="Arial" w:eastAsia="HG丸ｺﾞｼｯｸM-PRO" w:hAnsi="Arial" w:cs="Arial"/>
              <w:sz w:val="20"/>
            </w:rPr>
            <w:t xml:space="preserve">   </w:t>
          </w:r>
          <w:r w:rsidRPr="00EC4E07">
            <w:rPr>
              <w:rFonts w:ascii="Arial" w:eastAsia="HG丸ｺﾞｼｯｸM-PRO" w:hAnsi="Arial" w:cs="Arial"/>
              <w:sz w:val="20"/>
            </w:rPr>
            <w:t xml:space="preserve">　</w:t>
          </w:r>
          <w:r w:rsidRPr="00EC4E07">
            <w:rPr>
              <w:rFonts w:ascii="Arial" w:eastAsia="HG丸ｺﾞｼｯｸM-PRO" w:hAnsi="Arial" w:cs="Arial"/>
              <w:sz w:val="20"/>
            </w:rPr>
            <w:t xml:space="preserve">        </w:t>
          </w:r>
        </w:p>
      </w:docPartBody>
    </w:docPart>
    <w:docPart>
      <w:docPartPr>
        <w:name w:val="D916566D5D16459487267A4999A20D7F"/>
        <w:category>
          <w:name w:val="全般"/>
          <w:gallery w:val="placeholder"/>
        </w:category>
        <w:types>
          <w:type w:val="bbPlcHdr"/>
        </w:types>
        <w:behaviors>
          <w:behavior w:val="content"/>
        </w:behaviors>
        <w:guid w:val="{3991AE56-F73A-47ED-8099-8CC4995EDEFC}"/>
      </w:docPartPr>
      <w:docPartBody>
        <w:p w:rsidR="00950D53" w:rsidRDefault="00654CF6">
          <w:r w:rsidRPr="00CF5551">
            <w:rPr>
              <w:rFonts w:ascii="Arial" w:eastAsia="HG丸ｺﾞｼｯｸM-PRO" w:hAnsi="Arial" w:cs="Arial"/>
              <w:sz w:val="16"/>
              <w:szCs w:val="16"/>
            </w:rPr>
            <w:t xml:space="preserve">            </w:t>
          </w:r>
          <w:r w:rsidRPr="00CF5551">
            <w:rPr>
              <w:rFonts w:ascii="Arial" w:eastAsia="HG丸ｺﾞｼｯｸM-PRO" w:hAnsi="Arial" w:cs="Arial"/>
              <w:sz w:val="16"/>
              <w:szCs w:val="16"/>
            </w:rPr>
            <w:t xml:space="preserve">　　　　　　　</w:t>
          </w:r>
          <w:r w:rsidRPr="00CF5551">
            <w:rPr>
              <w:rFonts w:ascii="Arial" w:eastAsia="HG丸ｺﾞｼｯｸM-PRO" w:hAnsi="Arial" w:cs="Arial"/>
              <w:sz w:val="16"/>
              <w:szCs w:val="16"/>
            </w:rPr>
            <w:t xml:space="preserve">      </w:t>
          </w:r>
        </w:p>
      </w:docPartBody>
    </w:docPart>
    <w:docPart>
      <w:docPartPr>
        <w:name w:val="59CC7E2883DC4B0787AFD357BAE35C60"/>
        <w:category>
          <w:name w:val="全般"/>
          <w:gallery w:val="placeholder"/>
        </w:category>
        <w:types>
          <w:type w:val="bbPlcHdr"/>
        </w:types>
        <w:behaviors>
          <w:behavior w:val="content"/>
        </w:behaviors>
        <w:guid w:val="{A556B416-BCB2-425D-8F0B-747E5E431D8C}"/>
      </w:docPartPr>
      <w:docPartBody>
        <w:p w:rsidR="00950D53" w:rsidRDefault="00654CF6">
          <w:r w:rsidRPr="00EC4E07">
            <w:rPr>
              <w:rStyle w:val="a3"/>
              <w:rFonts w:ascii="Arial" w:eastAsia="HG丸ｺﾞｼｯｸM-PRO" w:hAnsi="Arial" w:cs="Arial"/>
            </w:rPr>
            <w:t xml:space="preserve">   </w:t>
          </w:r>
          <w:r w:rsidRPr="00EC4E07">
            <w:rPr>
              <w:rStyle w:val="a3"/>
              <w:rFonts w:ascii="Arial" w:eastAsia="HG丸ｺﾞｼｯｸM-PRO" w:hAnsi="Arial" w:cs="Arial"/>
            </w:rPr>
            <w:t xml:space="preserve">　　　</w:t>
          </w:r>
          <w:r w:rsidRPr="00EC4E07">
            <w:rPr>
              <w:rStyle w:val="a3"/>
              <w:rFonts w:ascii="Arial" w:eastAsia="HG丸ｺﾞｼｯｸM-PRO" w:hAnsi="Arial" w:cs="Arial"/>
            </w:rPr>
            <w:t xml:space="preserve">        </w:t>
          </w:r>
        </w:p>
      </w:docPartBody>
    </w:docPart>
    <w:docPart>
      <w:docPartPr>
        <w:name w:val="BA93E2D883354D2DBC90BB347B7E736D"/>
        <w:category>
          <w:name w:val="全般"/>
          <w:gallery w:val="placeholder"/>
        </w:category>
        <w:types>
          <w:type w:val="bbPlcHdr"/>
        </w:types>
        <w:behaviors>
          <w:behavior w:val="content"/>
        </w:behaviors>
        <w:guid w:val="{AEAF0294-DAD7-47F1-BEBB-F49C560F4959}"/>
      </w:docPartPr>
      <w:docPartBody>
        <w:p w:rsidR="00950D53" w:rsidRDefault="00654CF6">
          <w:r>
            <w:rPr>
              <w:rStyle w:val="a3"/>
              <w:rFonts w:hint="eastAsia"/>
            </w:rPr>
            <w:t xml:space="preserve">      </w:t>
          </w:r>
          <w:r>
            <w:rPr>
              <w:rStyle w:val="a3"/>
            </w:rPr>
            <w:t xml:space="preserve"> </w:t>
          </w:r>
        </w:p>
      </w:docPartBody>
    </w:docPart>
    <w:docPart>
      <w:docPartPr>
        <w:name w:val="91E63A2A03FC4399AD3F6144B6440583"/>
        <w:category>
          <w:name w:val="全般"/>
          <w:gallery w:val="placeholder"/>
        </w:category>
        <w:types>
          <w:type w:val="bbPlcHdr"/>
        </w:types>
        <w:behaviors>
          <w:behavior w:val="content"/>
        </w:behaviors>
        <w:guid w:val="{99902E2E-C164-4679-A750-1A967DB7DEE4}"/>
      </w:docPartPr>
      <w:docPartBody>
        <w:p w:rsidR="00950D53" w:rsidRDefault="00654CF6">
          <w:r>
            <w:rPr>
              <w:rFonts w:ascii="Arial" w:eastAsia="HG丸ｺﾞｼｯｸM-PRO" w:hAnsi="Arial" w:cs="Arial"/>
              <w:sz w:val="20"/>
            </w:rPr>
            <w:t xml:space="preserve">              </w:t>
          </w:r>
        </w:p>
      </w:docPartBody>
    </w:docPart>
    <w:docPart>
      <w:docPartPr>
        <w:name w:val="A50943AE49CB487AAC980DDB7A0E0914"/>
        <w:category>
          <w:name w:val="全般"/>
          <w:gallery w:val="placeholder"/>
        </w:category>
        <w:types>
          <w:type w:val="bbPlcHdr"/>
        </w:types>
        <w:behaviors>
          <w:behavior w:val="content"/>
        </w:behaviors>
        <w:guid w:val="{F74F33A6-5BC4-421F-9220-276DCAD8927B}"/>
      </w:docPartPr>
      <w:docPartBody>
        <w:p w:rsidR="00950D53" w:rsidRDefault="00654CF6">
          <w:r w:rsidRPr="00EC4E07">
            <w:rPr>
              <w:rFonts w:ascii="Arial" w:eastAsia="HG丸ｺﾞｼｯｸM-PRO" w:hAnsi="Arial" w:cs="Arial"/>
              <w:sz w:val="20"/>
            </w:rPr>
            <w:t xml:space="preserve">   </w:t>
          </w:r>
          <w:r w:rsidRPr="00EC4E07">
            <w:rPr>
              <w:rFonts w:ascii="Arial" w:eastAsia="HG丸ｺﾞｼｯｸM-PRO" w:hAnsi="Arial" w:cs="Arial"/>
              <w:sz w:val="20"/>
            </w:rPr>
            <w:t xml:space="preserve">　</w:t>
          </w:r>
          <w:r w:rsidRPr="00EC4E07">
            <w:rPr>
              <w:rFonts w:ascii="Arial" w:eastAsia="HG丸ｺﾞｼｯｸM-PRO" w:hAnsi="Arial" w:cs="Arial"/>
              <w:sz w:val="20"/>
            </w:rPr>
            <w:t xml:space="preserve">        </w:t>
          </w:r>
        </w:p>
      </w:docPartBody>
    </w:docPart>
    <w:docPart>
      <w:docPartPr>
        <w:name w:val="0BF9F56B63434ADE98EE1473892F4C4B"/>
        <w:category>
          <w:name w:val="全般"/>
          <w:gallery w:val="placeholder"/>
        </w:category>
        <w:types>
          <w:type w:val="bbPlcHdr"/>
        </w:types>
        <w:behaviors>
          <w:behavior w:val="content"/>
        </w:behaviors>
        <w:guid w:val="{9F43BFB8-E288-42C8-97B6-F2791F39A9AC}"/>
      </w:docPartPr>
      <w:docPartBody>
        <w:p w:rsidR="00950D53" w:rsidRDefault="00654CF6">
          <w:r w:rsidRPr="00CF5551">
            <w:rPr>
              <w:rFonts w:ascii="Arial" w:eastAsia="HG丸ｺﾞｼｯｸM-PRO" w:hAnsi="Arial" w:cs="Arial"/>
              <w:sz w:val="16"/>
              <w:szCs w:val="16"/>
            </w:rPr>
            <w:t xml:space="preserve">            </w:t>
          </w:r>
          <w:r w:rsidRPr="00CF5551">
            <w:rPr>
              <w:rFonts w:ascii="Arial" w:eastAsia="HG丸ｺﾞｼｯｸM-PRO" w:hAnsi="Arial" w:cs="Arial"/>
              <w:sz w:val="16"/>
              <w:szCs w:val="16"/>
            </w:rPr>
            <w:t xml:space="preserve">　　　　　　　</w:t>
          </w:r>
          <w:r w:rsidRPr="00CF5551">
            <w:rPr>
              <w:rFonts w:ascii="Arial" w:eastAsia="HG丸ｺﾞｼｯｸM-PRO" w:hAnsi="Arial" w:cs="Arial"/>
              <w:sz w:val="16"/>
              <w:szCs w:val="16"/>
            </w:rPr>
            <w:t xml:space="preserve">      </w:t>
          </w:r>
        </w:p>
      </w:docPartBody>
    </w:docPart>
    <w:docPart>
      <w:docPartPr>
        <w:name w:val="89F95E48E1C74E1DAF676BC2A3CE476E"/>
        <w:category>
          <w:name w:val="全般"/>
          <w:gallery w:val="placeholder"/>
        </w:category>
        <w:types>
          <w:type w:val="bbPlcHdr"/>
        </w:types>
        <w:behaviors>
          <w:behavior w:val="content"/>
        </w:behaviors>
        <w:guid w:val="{03FFB503-9331-4CEA-8C50-1DCE7FCFC1EB}"/>
      </w:docPartPr>
      <w:docPartBody>
        <w:p w:rsidR="00950D53" w:rsidRDefault="00654CF6">
          <w:r w:rsidRPr="00EC4E07">
            <w:rPr>
              <w:rStyle w:val="a3"/>
              <w:rFonts w:ascii="Arial" w:eastAsia="HG丸ｺﾞｼｯｸM-PRO" w:hAnsi="Arial" w:cs="Arial"/>
            </w:rPr>
            <w:t xml:space="preserve">   </w:t>
          </w:r>
          <w:r w:rsidRPr="00EC4E07">
            <w:rPr>
              <w:rStyle w:val="a3"/>
              <w:rFonts w:ascii="Arial" w:eastAsia="HG丸ｺﾞｼｯｸM-PRO" w:hAnsi="Arial" w:cs="Arial"/>
            </w:rPr>
            <w:t xml:space="preserve">　　　</w:t>
          </w:r>
          <w:r w:rsidRPr="00EC4E07">
            <w:rPr>
              <w:rStyle w:val="a3"/>
              <w:rFonts w:ascii="Arial" w:eastAsia="HG丸ｺﾞｼｯｸM-PRO" w:hAnsi="Arial" w:cs="Arial"/>
            </w:rPr>
            <w:t xml:space="preserve">        </w:t>
          </w:r>
        </w:p>
      </w:docPartBody>
    </w:docPart>
    <w:docPart>
      <w:docPartPr>
        <w:name w:val="C6722985BF5B4657B2E08897724B0B38"/>
        <w:category>
          <w:name w:val="全般"/>
          <w:gallery w:val="placeholder"/>
        </w:category>
        <w:types>
          <w:type w:val="bbPlcHdr"/>
        </w:types>
        <w:behaviors>
          <w:behavior w:val="content"/>
        </w:behaviors>
        <w:guid w:val="{B2946D23-6548-424B-99FC-9502DEDA6DD3}"/>
      </w:docPartPr>
      <w:docPartBody>
        <w:p w:rsidR="00950D53" w:rsidRDefault="00654CF6">
          <w:r>
            <w:rPr>
              <w:rStyle w:val="a3"/>
              <w:rFonts w:hint="eastAsia"/>
            </w:rPr>
            <w:t xml:space="preserve">      </w:t>
          </w:r>
          <w:r>
            <w:rPr>
              <w:rStyle w:val="a3"/>
            </w:rPr>
            <w:t xml:space="preserve"> </w:t>
          </w:r>
        </w:p>
      </w:docPartBody>
    </w:docPart>
    <w:docPart>
      <w:docPartPr>
        <w:name w:val="45E3B7B1A05F43CC83279DAACA40439F"/>
        <w:category>
          <w:name w:val="全般"/>
          <w:gallery w:val="placeholder"/>
        </w:category>
        <w:types>
          <w:type w:val="bbPlcHdr"/>
        </w:types>
        <w:behaviors>
          <w:behavior w:val="content"/>
        </w:behaviors>
        <w:guid w:val="{E85BE168-AEF0-43E1-BDD8-DE37F83E1592}"/>
      </w:docPartPr>
      <w:docPartBody>
        <w:p w:rsidR="00950D53" w:rsidRDefault="00654CF6">
          <w:r>
            <w:rPr>
              <w:rFonts w:ascii="Arial" w:eastAsia="HG丸ｺﾞｼｯｸM-PRO" w:hAnsi="Arial" w:cs="Arial"/>
              <w:sz w:val="20"/>
            </w:rPr>
            <w:t xml:space="preserve">              </w:t>
          </w:r>
        </w:p>
      </w:docPartBody>
    </w:docPart>
    <w:docPart>
      <w:docPartPr>
        <w:name w:val="B20B8E569A2D4F4B97B4F4840712A78B"/>
        <w:category>
          <w:name w:val="全般"/>
          <w:gallery w:val="placeholder"/>
        </w:category>
        <w:types>
          <w:type w:val="bbPlcHdr"/>
        </w:types>
        <w:behaviors>
          <w:behavior w:val="content"/>
        </w:behaviors>
        <w:guid w:val="{153AC7F1-ADFE-40F4-BB70-DF5846D5F24C}"/>
      </w:docPartPr>
      <w:docPartBody>
        <w:p w:rsidR="00950D53" w:rsidRDefault="00654CF6">
          <w:r w:rsidRPr="00EC4E07">
            <w:rPr>
              <w:rFonts w:ascii="Arial" w:eastAsia="HG丸ｺﾞｼｯｸM-PRO" w:hAnsi="Arial" w:cs="Arial"/>
              <w:sz w:val="20"/>
            </w:rPr>
            <w:t xml:space="preserve">   </w:t>
          </w:r>
          <w:r w:rsidRPr="00EC4E07">
            <w:rPr>
              <w:rFonts w:ascii="Arial" w:eastAsia="HG丸ｺﾞｼｯｸM-PRO" w:hAnsi="Arial" w:cs="Arial"/>
              <w:sz w:val="20"/>
            </w:rPr>
            <w:t xml:space="preserve">　</w:t>
          </w:r>
          <w:r w:rsidRPr="00EC4E07">
            <w:rPr>
              <w:rFonts w:ascii="Arial" w:eastAsia="HG丸ｺﾞｼｯｸM-PRO" w:hAnsi="Arial" w:cs="Arial"/>
              <w:sz w:val="20"/>
            </w:rPr>
            <w:t xml:space="preserve">        </w:t>
          </w:r>
        </w:p>
      </w:docPartBody>
    </w:docPart>
    <w:docPart>
      <w:docPartPr>
        <w:name w:val="AD045AAEF0614BF7B342669D91068BD5"/>
        <w:category>
          <w:name w:val="全般"/>
          <w:gallery w:val="placeholder"/>
        </w:category>
        <w:types>
          <w:type w:val="bbPlcHdr"/>
        </w:types>
        <w:behaviors>
          <w:behavior w:val="content"/>
        </w:behaviors>
        <w:guid w:val="{D4E8F4A1-56A0-4635-9B95-385A271DF489}"/>
      </w:docPartPr>
      <w:docPartBody>
        <w:p w:rsidR="00950D53" w:rsidRDefault="00654CF6">
          <w:r w:rsidRPr="00CF5551">
            <w:rPr>
              <w:rFonts w:ascii="Arial" w:eastAsia="HG丸ｺﾞｼｯｸM-PRO" w:hAnsi="Arial" w:cs="Arial"/>
              <w:sz w:val="16"/>
              <w:szCs w:val="16"/>
            </w:rPr>
            <w:t xml:space="preserve">            </w:t>
          </w:r>
          <w:r w:rsidRPr="00CF5551">
            <w:rPr>
              <w:rFonts w:ascii="Arial" w:eastAsia="HG丸ｺﾞｼｯｸM-PRO" w:hAnsi="Arial" w:cs="Arial"/>
              <w:sz w:val="16"/>
              <w:szCs w:val="16"/>
            </w:rPr>
            <w:t xml:space="preserve">　　　　　　　</w:t>
          </w:r>
          <w:r w:rsidRPr="00CF5551">
            <w:rPr>
              <w:rFonts w:ascii="Arial" w:eastAsia="HG丸ｺﾞｼｯｸM-PRO" w:hAnsi="Arial" w:cs="Arial"/>
              <w:sz w:val="16"/>
              <w:szCs w:val="16"/>
            </w:rPr>
            <w:t xml:space="preserve">      </w:t>
          </w:r>
        </w:p>
      </w:docPartBody>
    </w:docPart>
    <w:docPart>
      <w:docPartPr>
        <w:name w:val="E9433602E0AE4076BB5B8993705346D4"/>
        <w:category>
          <w:name w:val="全般"/>
          <w:gallery w:val="placeholder"/>
        </w:category>
        <w:types>
          <w:type w:val="bbPlcHdr"/>
        </w:types>
        <w:behaviors>
          <w:behavior w:val="content"/>
        </w:behaviors>
        <w:guid w:val="{17C0FBCA-8372-4843-8C5A-C68436207644}"/>
      </w:docPartPr>
      <w:docPartBody>
        <w:p w:rsidR="00471149" w:rsidRDefault="00654CF6">
          <w:r w:rsidRPr="00EC4E07">
            <w:rPr>
              <w:rFonts w:ascii="HG丸ｺﾞｼｯｸM-PRO" w:eastAsia="HG丸ｺﾞｼｯｸM-PRO" w:hAnsi="HG丸ｺﾞｼｯｸM-PRO" w:cs="Arial"/>
              <w:sz w:val="20"/>
            </w:rPr>
            <w:t xml:space="preserve">        </w:t>
          </w:r>
          <w:r w:rsidRPr="00EC4E07">
            <w:rPr>
              <w:rFonts w:ascii="HG丸ｺﾞｼｯｸM-PRO" w:eastAsia="HG丸ｺﾞｼｯｸM-PRO" w:hAnsi="HG丸ｺﾞｼｯｸM-PRO" w:cs="Arial" w:hint="eastAsia"/>
              <w:sz w:val="20"/>
            </w:rPr>
            <w:t xml:space="preserve">　　　</w:t>
          </w:r>
          <w:r w:rsidRPr="00EC4E07">
            <w:rPr>
              <w:rFonts w:ascii="HG丸ｺﾞｼｯｸM-PRO" w:eastAsia="HG丸ｺﾞｼｯｸM-PRO" w:hAnsi="HG丸ｺﾞｼｯｸM-PRO" w:cs="Arial"/>
              <w:sz w:val="20"/>
            </w:rPr>
            <w:t xml:space="preserve">    </w:t>
          </w:r>
          <w:r w:rsidRPr="00EC4E07">
            <w:rPr>
              <w:rFonts w:ascii="HG丸ｺﾞｼｯｸM-PRO" w:eastAsia="HG丸ｺﾞｼｯｸM-PRO" w:hAnsi="HG丸ｺﾞｼｯｸM-PRO" w:cs="Arial" w:hint="eastAsia"/>
              <w:sz w:val="20"/>
            </w:rPr>
            <w:t xml:space="preserve">　　　　　　　</w:t>
          </w:r>
          <w:r w:rsidRPr="00EC4E07">
            <w:rPr>
              <w:rFonts w:ascii="HG丸ｺﾞｼｯｸM-PRO" w:eastAsia="HG丸ｺﾞｼｯｸM-PRO" w:hAnsi="HG丸ｺﾞｼｯｸM-PRO" w:cs="Arial"/>
              <w:sz w:val="20"/>
            </w:rPr>
            <w:t xml:space="preserve">      </w:t>
          </w:r>
        </w:p>
      </w:docPartBody>
    </w:docPart>
    <w:docPart>
      <w:docPartPr>
        <w:name w:val="1F17CBFFF723418EBED6140F2AE4A96D"/>
        <w:category>
          <w:name w:val="全般"/>
          <w:gallery w:val="placeholder"/>
        </w:category>
        <w:types>
          <w:type w:val="bbPlcHdr"/>
        </w:types>
        <w:behaviors>
          <w:behavior w:val="content"/>
        </w:behaviors>
        <w:guid w:val="{9E05F523-8A41-4A4A-BFA6-81401680F8C0}"/>
      </w:docPartPr>
      <w:docPartBody>
        <w:p w:rsidR="00471149" w:rsidRDefault="00654CF6">
          <w:r w:rsidRPr="007C5047">
            <w:rPr>
              <w:rFonts w:ascii="Arial" w:eastAsia="HG丸ｺﾞｼｯｸM-PRO" w:hAnsi="Arial" w:cs="Arial"/>
              <w:sz w:val="20"/>
            </w:rPr>
            <w:t xml:space="preserve">   </w:t>
          </w:r>
          <w:r w:rsidRPr="007C5047">
            <w:rPr>
              <w:rFonts w:ascii="Arial" w:eastAsia="HG丸ｺﾞｼｯｸM-PRO" w:hAnsi="Arial" w:cs="Arial"/>
              <w:sz w:val="20"/>
            </w:rPr>
            <w:t xml:space="preserve">　　　　　　　　</w:t>
          </w:r>
          <w:r w:rsidRPr="007C5047">
            <w:rPr>
              <w:rFonts w:ascii="Arial" w:eastAsia="HG丸ｺﾞｼｯｸM-PRO" w:hAnsi="Arial" w:cs="Arial"/>
              <w:sz w:val="20"/>
            </w:rPr>
            <w:t xml:space="preserve">        </w:t>
          </w:r>
        </w:p>
      </w:docPartBody>
    </w:docPart>
    <w:docPart>
      <w:docPartPr>
        <w:name w:val="7BA57978840741029021150AADB30FEF"/>
        <w:category>
          <w:name w:val="全般"/>
          <w:gallery w:val="placeholder"/>
        </w:category>
        <w:types>
          <w:type w:val="bbPlcHdr"/>
        </w:types>
        <w:behaviors>
          <w:behavior w:val="content"/>
        </w:behaviors>
        <w:guid w:val="{8D942B45-1C8B-4651-ADCB-3116DD27ADBA}"/>
      </w:docPartPr>
      <w:docPartBody>
        <w:p w:rsidR="00471149" w:rsidRDefault="00654CF6">
          <w:r w:rsidRPr="007C5047">
            <w:rPr>
              <w:rFonts w:ascii="Arial" w:eastAsia="HG丸ｺﾞｼｯｸM-PRO" w:hAnsi="Arial" w:cs="Arial"/>
              <w:sz w:val="20"/>
            </w:rPr>
            <w:t xml:space="preserve">   </w:t>
          </w:r>
          <w:r w:rsidRPr="007C5047">
            <w:rPr>
              <w:rFonts w:ascii="Arial" w:eastAsia="HG丸ｺﾞｼｯｸM-PRO" w:hAnsi="Arial" w:cs="Arial"/>
              <w:sz w:val="20"/>
            </w:rPr>
            <w:t xml:space="preserve">　　　　　　　</w:t>
          </w:r>
          <w:r w:rsidRPr="007C5047">
            <w:rPr>
              <w:rFonts w:ascii="Arial" w:eastAsia="HG丸ｺﾞｼｯｸM-PRO" w:hAnsi="Arial" w:cs="Arial"/>
              <w:sz w:val="20"/>
            </w:rPr>
            <w:t xml:space="preserve">        </w:t>
          </w:r>
        </w:p>
      </w:docPartBody>
    </w:docPart>
    <w:docPart>
      <w:docPartPr>
        <w:name w:val="A9BF395D47C7429DB60303C42252D355"/>
        <w:category>
          <w:name w:val="全般"/>
          <w:gallery w:val="placeholder"/>
        </w:category>
        <w:types>
          <w:type w:val="bbPlcHdr"/>
        </w:types>
        <w:behaviors>
          <w:behavior w:val="content"/>
        </w:behaviors>
        <w:guid w:val="{126D27D0-41A2-4966-A791-079F0C3F8929}"/>
      </w:docPartPr>
      <w:docPartBody>
        <w:p w:rsidR="00471149" w:rsidRDefault="00654CF6">
          <w:r w:rsidRPr="00EC4E07">
            <w:rPr>
              <w:rFonts w:ascii="HG丸ｺﾞｼｯｸM-PRO" w:eastAsia="HG丸ｺﾞｼｯｸM-PRO" w:hAnsi="HG丸ｺﾞｼｯｸM-PRO" w:cs="Arial"/>
              <w:sz w:val="20"/>
            </w:rPr>
            <w:t xml:space="preserve">        </w:t>
          </w:r>
          <w:r w:rsidRPr="00EC4E07">
            <w:rPr>
              <w:rFonts w:ascii="HG丸ｺﾞｼｯｸM-PRO" w:eastAsia="HG丸ｺﾞｼｯｸM-PRO" w:hAnsi="HG丸ｺﾞｼｯｸM-PRO" w:cs="Arial" w:hint="eastAsia"/>
              <w:sz w:val="20"/>
            </w:rPr>
            <w:t xml:space="preserve">　　　</w:t>
          </w:r>
          <w:r w:rsidRPr="00EC4E07">
            <w:rPr>
              <w:rFonts w:ascii="HG丸ｺﾞｼｯｸM-PRO" w:eastAsia="HG丸ｺﾞｼｯｸM-PRO" w:hAnsi="HG丸ｺﾞｼｯｸM-PRO" w:cs="Arial"/>
              <w:sz w:val="20"/>
            </w:rPr>
            <w:t xml:space="preserve">    </w:t>
          </w:r>
          <w:r w:rsidRPr="00EC4E07">
            <w:rPr>
              <w:rFonts w:ascii="HG丸ｺﾞｼｯｸM-PRO" w:eastAsia="HG丸ｺﾞｼｯｸM-PRO" w:hAnsi="HG丸ｺﾞｼｯｸM-PRO" w:cs="Arial" w:hint="eastAsia"/>
              <w:sz w:val="20"/>
            </w:rPr>
            <w:t xml:space="preserve">　　　　　　　</w:t>
          </w:r>
          <w:r w:rsidRPr="00EC4E07">
            <w:rPr>
              <w:rFonts w:ascii="HG丸ｺﾞｼｯｸM-PRO" w:eastAsia="HG丸ｺﾞｼｯｸM-PRO" w:hAnsi="HG丸ｺﾞｼｯｸM-PRO" w:cs="Arial"/>
              <w:sz w:val="20"/>
            </w:rPr>
            <w:t xml:space="preserve">      </w:t>
          </w:r>
        </w:p>
      </w:docPartBody>
    </w:docPart>
    <w:docPart>
      <w:docPartPr>
        <w:name w:val="363404236B2D42E39269FB9EFA0D0D4A"/>
        <w:category>
          <w:name w:val="全般"/>
          <w:gallery w:val="placeholder"/>
        </w:category>
        <w:types>
          <w:type w:val="bbPlcHdr"/>
        </w:types>
        <w:behaviors>
          <w:behavior w:val="content"/>
        </w:behaviors>
        <w:guid w:val="{7215B960-E723-4D2A-8EB3-E58FE3AC3147}"/>
      </w:docPartPr>
      <w:docPartBody>
        <w:p w:rsidR="00471149" w:rsidRDefault="00654CF6">
          <w:r w:rsidRPr="007C5047">
            <w:rPr>
              <w:rFonts w:ascii="Arial" w:eastAsia="HG丸ｺﾞｼｯｸM-PRO" w:hAnsi="Arial" w:cs="Arial"/>
              <w:sz w:val="20"/>
            </w:rPr>
            <w:t xml:space="preserve">   </w:t>
          </w:r>
          <w:r w:rsidRPr="007C5047">
            <w:rPr>
              <w:rFonts w:ascii="Arial" w:eastAsia="HG丸ｺﾞｼｯｸM-PRO" w:hAnsi="Arial" w:cs="Arial"/>
              <w:sz w:val="20"/>
            </w:rPr>
            <w:t xml:space="preserve">　　　　　　　　</w:t>
          </w:r>
          <w:r w:rsidRPr="007C5047">
            <w:rPr>
              <w:rFonts w:ascii="Arial" w:eastAsia="HG丸ｺﾞｼｯｸM-PRO" w:hAnsi="Arial" w:cs="Arial"/>
              <w:sz w:val="20"/>
            </w:rPr>
            <w:t xml:space="preserve">        </w:t>
          </w:r>
        </w:p>
      </w:docPartBody>
    </w:docPart>
    <w:docPart>
      <w:docPartPr>
        <w:name w:val="F0A8AD7DC4AB454D95A8EC84CEF2E6BA"/>
        <w:category>
          <w:name w:val="全般"/>
          <w:gallery w:val="placeholder"/>
        </w:category>
        <w:types>
          <w:type w:val="bbPlcHdr"/>
        </w:types>
        <w:behaviors>
          <w:behavior w:val="content"/>
        </w:behaviors>
        <w:guid w:val="{6A84AE12-C70D-438E-918E-81454E0C8469}"/>
      </w:docPartPr>
      <w:docPartBody>
        <w:p w:rsidR="00471149" w:rsidRDefault="00654CF6">
          <w:r w:rsidRPr="007C5047">
            <w:rPr>
              <w:rFonts w:ascii="Arial" w:eastAsia="HG丸ｺﾞｼｯｸM-PRO" w:hAnsi="Arial" w:cs="Arial"/>
              <w:sz w:val="20"/>
            </w:rPr>
            <w:t xml:space="preserve">   </w:t>
          </w:r>
          <w:r w:rsidRPr="007C5047">
            <w:rPr>
              <w:rFonts w:ascii="Arial" w:eastAsia="HG丸ｺﾞｼｯｸM-PRO" w:hAnsi="Arial" w:cs="Arial"/>
              <w:sz w:val="20"/>
            </w:rPr>
            <w:t xml:space="preserve">　　　　　　　</w:t>
          </w:r>
          <w:r w:rsidRPr="007C5047">
            <w:rPr>
              <w:rFonts w:ascii="Arial" w:eastAsia="HG丸ｺﾞｼｯｸM-PRO" w:hAnsi="Arial" w:cs="Arial"/>
              <w:sz w:val="20"/>
            </w:rPr>
            <w:t xml:space="preserve">        </w:t>
          </w:r>
        </w:p>
      </w:docPartBody>
    </w:docPart>
    <w:docPart>
      <w:docPartPr>
        <w:name w:val="968F3C2E48374D00B6792B3583FD95FD"/>
        <w:category>
          <w:name w:val="全般"/>
          <w:gallery w:val="placeholder"/>
        </w:category>
        <w:types>
          <w:type w:val="bbPlcHdr"/>
        </w:types>
        <w:behaviors>
          <w:behavior w:val="content"/>
        </w:behaviors>
        <w:guid w:val="{E8C7F7BB-1CF5-4329-A6AE-88E475E64959}"/>
      </w:docPartPr>
      <w:docPartBody>
        <w:p w:rsidR="000634EE" w:rsidRDefault="00654CF6">
          <w:r>
            <w:rPr>
              <w:rStyle w:val="a3"/>
              <w:rFonts w:ascii="Arial" w:eastAsia="HG丸ｺﾞｼｯｸM-PRO" w:hAnsi="Arial" w:cs="Arial"/>
            </w:rPr>
            <w:t xml:space="preserve"> </w:t>
          </w:r>
          <w:r w:rsidRPr="004B7244">
            <w:rPr>
              <w:rStyle w:val="a3"/>
              <w:rFonts w:ascii="Arial" w:eastAsia="HG丸ｺﾞｼｯｸM-PRO" w:hAnsi="Arial" w:cs="Arial"/>
            </w:rPr>
            <w:t xml:space="preserve">　</w:t>
          </w:r>
          <w:r w:rsidRPr="004B7244">
            <w:rPr>
              <w:rStyle w:val="a3"/>
              <w:rFonts w:ascii="Arial" w:eastAsia="HG丸ｺﾞｼｯｸM-PRO" w:hAnsi="Arial" w:cs="Arial"/>
            </w:rPr>
            <w:t xml:space="preserve">            </w:t>
          </w:r>
        </w:p>
      </w:docPartBody>
    </w:docPart>
    <w:docPart>
      <w:docPartPr>
        <w:name w:val="8F0B0E43F5C14E35B034A99A1C461529"/>
        <w:category>
          <w:name w:val="全般"/>
          <w:gallery w:val="placeholder"/>
        </w:category>
        <w:types>
          <w:type w:val="bbPlcHdr"/>
        </w:types>
        <w:behaviors>
          <w:behavior w:val="content"/>
        </w:behaviors>
        <w:guid w:val="{5C3085DB-54FD-4F94-BBC8-159AF55F1442}"/>
      </w:docPartPr>
      <w:docPartBody>
        <w:p w:rsidR="00D74C61" w:rsidRDefault="00654CF6">
          <w:r w:rsidRPr="00613D2F">
            <w:rPr>
              <w:rFonts w:ascii="Arial" w:eastAsia="HG丸ｺﾞｼｯｸM-PRO" w:hAnsi="Arial" w:cs="Arial"/>
              <w:sz w:val="20"/>
              <w:szCs w:val="20"/>
            </w:rPr>
            <w:t xml:space="preserve">    </w:t>
          </w:r>
        </w:p>
      </w:docPartBody>
    </w:docPart>
    <w:docPart>
      <w:docPartPr>
        <w:name w:val="69D0C2B9FFEF42B99D4CFBDB88741F6E"/>
        <w:category>
          <w:name w:val="全般"/>
          <w:gallery w:val="placeholder"/>
        </w:category>
        <w:types>
          <w:type w:val="bbPlcHdr"/>
        </w:types>
        <w:behaviors>
          <w:behavior w:val="content"/>
        </w:behaviors>
        <w:guid w:val="{CE6203D2-9453-4CE0-A5CB-A1E79CB34A28}"/>
      </w:docPartPr>
      <w:docPartBody>
        <w:p w:rsidR="00D74C61" w:rsidRDefault="00654CF6">
          <w:r w:rsidRPr="008D720D">
            <w:rPr>
              <w:rFonts w:ascii="Arial" w:eastAsia="HG丸ｺﾞｼｯｸM-PRO" w:hAnsi="Arial" w:cs="Arial" w:hint="eastAsia"/>
              <w:kern w:val="0"/>
              <w:sz w:val="20"/>
              <w:szCs w:val="20"/>
            </w:rPr>
            <w:t>□</w:t>
          </w:r>
        </w:p>
      </w:docPartBody>
    </w:docPart>
    <w:docPart>
      <w:docPartPr>
        <w:name w:val="987D0D28085B4C60831332532FC31B44"/>
        <w:category>
          <w:name w:val="全般"/>
          <w:gallery w:val="placeholder"/>
        </w:category>
        <w:types>
          <w:type w:val="bbPlcHdr"/>
        </w:types>
        <w:behaviors>
          <w:behavior w:val="content"/>
        </w:behaviors>
        <w:guid w:val="{20D2B318-77E3-4FEA-A5E0-C2E7C32779FF}"/>
      </w:docPartPr>
      <w:docPartBody>
        <w:p w:rsidR="00D74C61" w:rsidRDefault="00654CF6">
          <w:r w:rsidRPr="00613D2F">
            <w:rPr>
              <w:rFonts w:ascii="Arial" w:eastAsia="HG丸ｺﾞｼｯｸM-PRO" w:hAnsi="Arial" w:cs="Arial"/>
              <w:sz w:val="20"/>
              <w:szCs w:val="20"/>
            </w:rPr>
            <w:t xml:space="preserve">    </w:t>
          </w:r>
        </w:p>
      </w:docPartBody>
    </w:docPart>
    <w:docPart>
      <w:docPartPr>
        <w:name w:val="9DD75877A7F64C08B5388FC166276C1E"/>
        <w:category>
          <w:name w:val="全般"/>
          <w:gallery w:val="placeholder"/>
        </w:category>
        <w:types>
          <w:type w:val="bbPlcHdr"/>
        </w:types>
        <w:behaviors>
          <w:behavior w:val="content"/>
        </w:behaviors>
        <w:guid w:val="{125B0A5B-F2E8-45E6-828E-57BD984EC268}"/>
      </w:docPartPr>
      <w:docPartBody>
        <w:p w:rsidR="00D74C61" w:rsidRDefault="00654CF6">
          <w:r w:rsidRPr="008D720D">
            <w:rPr>
              <w:rFonts w:ascii="Arial" w:eastAsia="HG丸ｺﾞｼｯｸM-PRO" w:hAnsi="Arial" w:cs="Arial" w:hint="eastAsia"/>
              <w:kern w:val="0"/>
              <w:sz w:val="20"/>
              <w:szCs w:val="20"/>
            </w:rPr>
            <w:t>□</w:t>
          </w:r>
        </w:p>
      </w:docPartBody>
    </w:docPart>
    <w:docPart>
      <w:docPartPr>
        <w:name w:val="01453732E03F4CA3961D4DAF53C89A33"/>
        <w:category>
          <w:name w:val="全般"/>
          <w:gallery w:val="placeholder"/>
        </w:category>
        <w:types>
          <w:type w:val="bbPlcHdr"/>
        </w:types>
        <w:behaviors>
          <w:behavior w:val="content"/>
        </w:behaviors>
        <w:guid w:val="{DE081550-3662-4266-AC7D-872938D98A2C}"/>
      </w:docPartPr>
      <w:docPartBody>
        <w:p w:rsidR="00D74C61" w:rsidRDefault="00654CF6">
          <w:r w:rsidRPr="00613D2F">
            <w:rPr>
              <w:rFonts w:ascii="Arial" w:eastAsia="HG丸ｺﾞｼｯｸM-PRO" w:hAnsi="Arial" w:cs="Arial"/>
              <w:sz w:val="20"/>
              <w:szCs w:val="20"/>
            </w:rPr>
            <w:t xml:space="preserve">    </w:t>
          </w:r>
        </w:p>
      </w:docPartBody>
    </w:docPart>
    <w:docPart>
      <w:docPartPr>
        <w:name w:val="8501757845AB4D4BADBAF9D744E3178E"/>
        <w:category>
          <w:name w:val="全般"/>
          <w:gallery w:val="placeholder"/>
        </w:category>
        <w:types>
          <w:type w:val="bbPlcHdr"/>
        </w:types>
        <w:behaviors>
          <w:behavior w:val="content"/>
        </w:behaviors>
        <w:guid w:val="{9CC99C90-1BEF-44FA-BE2F-2B21F8B73F99}"/>
      </w:docPartPr>
      <w:docPartBody>
        <w:p w:rsidR="00D74C61" w:rsidRDefault="00654CF6">
          <w:r w:rsidRPr="008D720D">
            <w:rPr>
              <w:rFonts w:ascii="Arial" w:eastAsia="HG丸ｺﾞｼｯｸM-PRO" w:hAnsi="Arial" w:cs="Arial" w:hint="eastAsia"/>
              <w:kern w:val="0"/>
              <w:sz w:val="20"/>
              <w:szCs w:val="20"/>
            </w:rPr>
            <w:t>□</w:t>
          </w:r>
        </w:p>
      </w:docPartBody>
    </w:docPart>
    <w:docPart>
      <w:docPartPr>
        <w:name w:val="A5641DE3FB1E43A18D735314657F27DA"/>
        <w:category>
          <w:name w:val="全般"/>
          <w:gallery w:val="placeholder"/>
        </w:category>
        <w:types>
          <w:type w:val="bbPlcHdr"/>
        </w:types>
        <w:behaviors>
          <w:behavior w:val="content"/>
        </w:behaviors>
        <w:guid w:val="{92910A89-510C-46E7-8592-7EE7784A16A6}"/>
      </w:docPartPr>
      <w:docPartBody>
        <w:p w:rsidR="00D74C61" w:rsidRDefault="00654CF6">
          <w:r w:rsidRPr="00613D2F">
            <w:rPr>
              <w:rFonts w:ascii="Arial" w:eastAsia="HG丸ｺﾞｼｯｸM-PRO" w:hAnsi="Arial" w:cs="Arial"/>
              <w:sz w:val="20"/>
              <w:szCs w:val="20"/>
            </w:rPr>
            <w:t xml:space="preserve">    </w:t>
          </w:r>
        </w:p>
      </w:docPartBody>
    </w:docPart>
    <w:docPart>
      <w:docPartPr>
        <w:name w:val="2BEF54DE222A45929ABD72FAE29A74FC"/>
        <w:category>
          <w:name w:val="全般"/>
          <w:gallery w:val="placeholder"/>
        </w:category>
        <w:types>
          <w:type w:val="bbPlcHdr"/>
        </w:types>
        <w:behaviors>
          <w:behavior w:val="content"/>
        </w:behaviors>
        <w:guid w:val="{117E70B3-7FA7-47D6-A5A4-8B8068AF67A2}"/>
      </w:docPartPr>
      <w:docPartBody>
        <w:p w:rsidR="00D74C61" w:rsidRDefault="00654CF6">
          <w:r w:rsidRPr="008D720D">
            <w:rPr>
              <w:rFonts w:ascii="Arial" w:eastAsia="HG丸ｺﾞｼｯｸM-PRO" w:hAnsi="Arial" w:cs="Arial" w:hint="eastAsia"/>
              <w:kern w:val="0"/>
              <w:sz w:val="20"/>
              <w:szCs w:val="20"/>
            </w:rPr>
            <w:t>□</w:t>
          </w:r>
        </w:p>
      </w:docPartBody>
    </w:docPart>
    <w:docPart>
      <w:docPartPr>
        <w:name w:val="CB49186E8AD6470A9885E4A12FCD9C4C"/>
        <w:category>
          <w:name w:val="全般"/>
          <w:gallery w:val="placeholder"/>
        </w:category>
        <w:types>
          <w:type w:val="bbPlcHdr"/>
        </w:types>
        <w:behaviors>
          <w:behavior w:val="content"/>
        </w:behaviors>
        <w:guid w:val="{7D874FBA-6A5F-44FB-9455-BC0ACCFEB1FA}"/>
      </w:docPartPr>
      <w:docPartBody>
        <w:p w:rsidR="00D74C61" w:rsidRDefault="00654CF6">
          <w:r w:rsidRPr="00613D2F">
            <w:rPr>
              <w:rFonts w:ascii="Arial" w:eastAsia="HG丸ｺﾞｼｯｸM-PRO" w:hAnsi="Arial" w:cs="Arial"/>
              <w:sz w:val="20"/>
              <w:szCs w:val="20"/>
            </w:rPr>
            <w:t xml:space="preserve">    </w:t>
          </w:r>
        </w:p>
      </w:docPartBody>
    </w:docPart>
    <w:docPart>
      <w:docPartPr>
        <w:name w:val="61B10F5278BC4140A0EC52BD61B9DE7B"/>
        <w:category>
          <w:name w:val="全般"/>
          <w:gallery w:val="placeholder"/>
        </w:category>
        <w:types>
          <w:type w:val="bbPlcHdr"/>
        </w:types>
        <w:behaviors>
          <w:behavior w:val="content"/>
        </w:behaviors>
        <w:guid w:val="{757CE8C8-5B54-43F8-8E7A-6FBD6B395D42}"/>
      </w:docPartPr>
      <w:docPartBody>
        <w:p w:rsidR="00D74C61" w:rsidRDefault="00654CF6">
          <w:r w:rsidRPr="008D720D">
            <w:rPr>
              <w:rFonts w:ascii="Arial" w:eastAsia="HG丸ｺﾞｼｯｸM-PRO" w:hAnsi="Arial" w:cs="Arial" w:hint="eastAsia"/>
              <w:kern w:val="0"/>
              <w:sz w:val="20"/>
              <w:szCs w:val="20"/>
            </w:rPr>
            <w:t>□</w:t>
          </w:r>
        </w:p>
      </w:docPartBody>
    </w:docPart>
    <w:docPart>
      <w:docPartPr>
        <w:name w:val="67E7D290E0F543BCBF98886B06304610"/>
        <w:category>
          <w:name w:val="全般"/>
          <w:gallery w:val="placeholder"/>
        </w:category>
        <w:types>
          <w:type w:val="bbPlcHdr"/>
        </w:types>
        <w:behaviors>
          <w:behavior w:val="content"/>
        </w:behaviors>
        <w:guid w:val="{78EFB6D0-AE44-463A-869F-AC7A646021BD}"/>
      </w:docPartPr>
      <w:docPartBody>
        <w:p w:rsidR="00D74C61" w:rsidRDefault="00654CF6">
          <w:r w:rsidRPr="00613D2F">
            <w:rPr>
              <w:rFonts w:ascii="Arial" w:eastAsia="HG丸ｺﾞｼｯｸM-PRO" w:hAnsi="Arial" w:cs="Arial"/>
              <w:sz w:val="20"/>
              <w:szCs w:val="20"/>
            </w:rPr>
            <w:t xml:space="preserve">    </w:t>
          </w:r>
        </w:p>
      </w:docPartBody>
    </w:docPart>
    <w:docPart>
      <w:docPartPr>
        <w:name w:val="3DE5E179D1BC462A947F59949D0D5DCA"/>
        <w:category>
          <w:name w:val="全般"/>
          <w:gallery w:val="placeholder"/>
        </w:category>
        <w:types>
          <w:type w:val="bbPlcHdr"/>
        </w:types>
        <w:behaviors>
          <w:behavior w:val="content"/>
        </w:behaviors>
        <w:guid w:val="{EBD3DB84-3BAB-48C4-8133-BA0DB9754482}"/>
      </w:docPartPr>
      <w:docPartBody>
        <w:p w:rsidR="00D74C61" w:rsidRDefault="00654CF6">
          <w:r w:rsidRPr="008D720D">
            <w:rPr>
              <w:rFonts w:ascii="Arial" w:eastAsia="HG丸ｺﾞｼｯｸM-PRO" w:hAnsi="Arial" w:cs="Arial" w:hint="eastAsia"/>
              <w:kern w:val="0"/>
              <w:sz w:val="20"/>
              <w:szCs w:val="20"/>
            </w:rPr>
            <w:t>□</w:t>
          </w:r>
        </w:p>
      </w:docPartBody>
    </w:docPart>
    <w:docPart>
      <w:docPartPr>
        <w:name w:val="7390EFD3273D443EB4FDCBD1E0387878"/>
        <w:category>
          <w:name w:val="全般"/>
          <w:gallery w:val="placeholder"/>
        </w:category>
        <w:types>
          <w:type w:val="bbPlcHdr"/>
        </w:types>
        <w:behaviors>
          <w:behavior w:val="content"/>
        </w:behaviors>
        <w:guid w:val="{65E12254-9890-455B-B2FD-863D738142FF}"/>
      </w:docPartPr>
      <w:docPartBody>
        <w:p w:rsidR="00D74C61" w:rsidRDefault="00654CF6">
          <w:r w:rsidRPr="00613D2F">
            <w:rPr>
              <w:rFonts w:ascii="Arial" w:eastAsia="HG丸ｺﾞｼｯｸM-PRO" w:hAnsi="Arial" w:cs="Arial"/>
              <w:sz w:val="20"/>
              <w:szCs w:val="20"/>
            </w:rPr>
            <w:t xml:space="preserve">    </w:t>
          </w:r>
        </w:p>
      </w:docPartBody>
    </w:docPart>
    <w:docPart>
      <w:docPartPr>
        <w:name w:val="DF0C42BB81834137A33F50C00C2FD7A4"/>
        <w:category>
          <w:name w:val="全般"/>
          <w:gallery w:val="placeholder"/>
        </w:category>
        <w:types>
          <w:type w:val="bbPlcHdr"/>
        </w:types>
        <w:behaviors>
          <w:behavior w:val="content"/>
        </w:behaviors>
        <w:guid w:val="{07FF6DD0-9D32-47C0-A356-7D65E6FCE0ED}"/>
      </w:docPartPr>
      <w:docPartBody>
        <w:p w:rsidR="00D74C61" w:rsidRDefault="00654CF6">
          <w:r w:rsidRPr="008D720D">
            <w:rPr>
              <w:rFonts w:ascii="Arial" w:eastAsia="HG丸ｺﾞｼｯｸM-PRO" w:hAnsi="Arial" w:cs="Arial" w:hint="eastAsia"/>
              <w:kern w:val="0"/>
              <w:sz w:val="20"/>
              <w:szCs w:val="20"/>
            </w:rPr>
            <w:t>□</w:t>
          </w:r>
        </w:p>
      </w:docPartBody>
    </w:docPart>
    <w:docPart>
      <w:docPartPr>
        <w:name w:val="9BAE721E03D74C86A26E32EB49CC70A2"/>
        <w:category>
          <w:name w:val="全般"/>
          <w:gallery w:val="placeholder"/>
        </w:category>
        <w:types>
          <w:type w:val="bbPlcHdr"/>
        </w:types>
        <w:behaviors>
          <w:behavior w:val="content"/>
        </w:behaviors>
        <w:guid w:val="{19F60D20-0D61-4332-9F0A-DA779FC507D0}"/>
      </w:docPartPr>
      <w:docPartBody>
        <w:p w:rsidR="00D74C61" w:rsidRDefault="00654CF6">
          <w:r w:rsidRPr="00613D2F">
            <w:rPr>
              <w:rFonts w:ascii="Arial" w:eastAsia="HG丸ｺﾞｼｯｸM-PRO" w:hAnsi="Arial" w:cs="Arial"/>
              <w:sz w:val="20"/>
              <w:szCs w:val="20"/>
            </w:rPr>
            <w:t xml:space="preserve">    </w:t>
          </w:r>
        </w:p>
      </w:docPartBody>
    </w:docPart>
    <w:docPart>
      <w:docPartPr>
        <w:name w:val="97F834F178FB4F798EA4BF7CEC5E1F2A"/>
        <w:category>
          <w:name w:val="全般"/>
          <w:gallery w:val="placeholder"/>
        </w:category>
        <w:types>
          <w:type w:val="bbPlcHdr"/>
        </w:types>
        <w:behaviors>
          <w:behavior w:val="content"/>
        </w:behaviors>
        <w:guid w:val="{05DBAA95-614F-4A55-8F20-527EE0324252}"/>
      </w:docPartPr>
      <w:docPartBody>
        <w:p w:rsidR="00D74C61" w:rsidRDefault="00654CF6">
          <w:r w:rsidRPr="008D720D">
            <w:rPr>
              <w:rFonts w:ascii="Arial" w:eastAsia="HG丸ｺﾞｼｯｸM-PRO" w:hAnsi="Arial" w:cs="Arial" w:hint="eastAsia"/>
              <w:kern w:val="0"/>
              <w:sz w:val="20"/>
              <w:szCs w:val="20"/>
            </w:rPr>
            <w:t>□</w:t>
          </w:r>
        </w:p>
      </w:docPartBody>
    </w:docPart>
    <w:docPart>
      <w:docPartPr>
        <w:name w:val="34B4128D8519460F9FA5213C05DEA4E1"/>
        <w:category>
          <w:name w:val="全般"/>
          <w:gallery w:val="placeholder"/>
        </w:category>
        <w:types>
          <w:type w:val="bbPlcHdr"/>
        </w:types>
        <w:behaviors>
          <w:behavior w:val="content"/>
        </w:behaviors>
        <w:guid w:val="{380222A7-1210-403A-90F1-84AE9E10E801}"/>
      </w:docPartPr>
      <w:docPartBody>
        <w:p w:rsidR="00D74C61" w:rsidRDefault="00654CF6">
          <w:r w:rsidRPr="00613D2F">
            <w:rPr>
              <w:rFonts w:ascii="Arial" w:eastAsia="HG丸ｺﾞｼｯｸM-PRO" w:hAnsi="Arial" w:cs="Arial"/>
              <w:sz w:val="20"/>
              <w:szCs w:val="20"/>
            </w:rPr>
            <w:t xml:space="preserve">    </w:t>
          </w:r>
        </w:p>
      </w:docPartBody>
    </w:docPart>
    <w:docPart>
      <w:docPartPr>
        <w:name w:val="2F56B17389EE49309276BC151C59033C"/>
        <w:category>
          <w:name w:val="全般"/>
          <w:gallery w:val="placeholder"/>
        </w:category>
        <w:types>
          <w:type w:val="bbPlcHdr"/>
        </w:types>
        <w:behaviors>
          <w:behavior w:val="content"/>
        </w:behaviors>
        <w:guid w:val="{BB285D95-A149-423B-87D3-26DB0DEC7A3C}"/>
      </w:docPartPr>
      <w:docPartBody>
        <w:p w:rsidR="00D74C61" w:rsidRDefault="00654CF6">
          <w:r w:rsidRPr="008D720D">
            <w:rPr>
              <w:rFonts w:ascii="Arial" w:eastAsia="HG丸ｺﾞｼｯｸM-PRO" w:hAnsi="Arial" w:cs="Arial" w:hint="eastAsia"/>
              <w:kern w:val="0"/>
              <w:sz w:val="20"/>
              <w:szCs w:val="20"/>
            </w:rPr>
            <w:t>□</w:t>
          </w:r>
        </w:p>
      </w:docPartBody>
    </w:docPart>
    <w:docPart>
      <w:docPartPr>
        <w:name w:val="6B1DA8C8218142F6B49E8896D3CE4C6E"/>
        <w:category>
          <w:name w:val="全般"/>
          <w:gallery w:val="placeholder"/>
        </w:category>
        <w:types>
          <w:type w:val="bbPlcHdr"/>
        </w:types>
        <w:behaviors>
          <w:behavior w:val="content"/>
        </w:behaviors>
        <w:guid w:val="{F3030924-0C48-4FC0-BF52-D963ADDAB876}"/>
      </w:docPartPr>
      <w:docPartBody>
        <w:p w:rsidR="00D74C61" w:rsidRDefault="00654CF6">
          <w:r w:rsidRPr="00613D2F">
            <w:rPr>
              <w:rFonts w:ascii="Arial" w:eastAsia="HG丸ｺﾞｼｯｸM-PRO" w:hAnsi="Arial" w:cs="Arial"/>
              <w:sz w:val="20"/>
              <w:szCs w:val="20"/>
            </w:rPr>
            <w:t xml:space="preserve">    </w:t>
          </w:r>
        </w:p>
      </w:docPartBody>
    </w:docPart>
    <w:docPart>
      <w:docPartPr>
        <w:name w:val="D85CC419B9D84EB499A09D82FAE96AE0"/>
        <w:category>
          <w:name w:val="全般"/>
          <w:gallery w:val="placeholder"/>
        </w:category>
        <w:types>
          <w:type w:val="bbPlcHdr"/>
        </w:types>
        <w:behaviors>
          <w:behavior w:val="content"/>
        </w:behaviors>
        <w:guid w:val="{E306FE78-52EE-419B-91DE-DB96EF0B5396}"/>
      </w:docPartPr>
      <w:docPartBody>
        <w:p w:rsidR="00D74C61" w:rsidRDefault="00654CF6">
          <w:r w:rsidRPr="008D720D">
            <w:rPr>
              <w:rFonts w:ascii="Arial" w:eastAsia="HG丸ｺﾞｼｯｸM-PRO" w:hAnsi="Arial" w:cs="Arial" w:hint="eastAsia"/>
              <w:kern w:val="0"/>
              <w:sz w:val="20"/>
              <w:szCs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MT">
    <w:altName w:val="Arial"/>
    <w:charset w:val="01"/>
    <w:family w:val="swiss"/>
    <w:pitch w:val="variable"/>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4FC"/>
    <w:rsid w:val="000634EE"/>
    <w:rsid w:val="0022001B"/>
    <w:rsid w:val="00343F6C"/>
    <w:rsid w:val="00397A3B"/>
    <w:rsid w:val="00400BDF"/>
    <w:rsid w:val="00471149"/>
    <w:rsid w:val="005644FC"/>
    <w:rsid w:val="00643E06"/>
    <w:rsid w:val="00654CF6"/>
    <w:rsid w:val="00786C15"/>
    <w:rsid w:val="0078781B"/>
    <w:rsid w:val="00950D53"/>
    <w:rsid w:val="009A1357"/>
    <w:rsid w:val="00BD089E"/>
    <w:rsid w:val="00D74C61"/>
    <w:rsid w:val="00F96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54CF6"/>
    <w:rPr>
      <w:color w:val="808080"/>
    </w:rPr>
  </w:style>
  <w:style w:type="paragraph" w:customStyle="1" w:styleId="5C082E7A2ABD4B2F87A71B6387BD0AB9">
    <w:name w:val="5C082E7A2ABD4B2F87A71B6387BD0AB9"/>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5BDFC1DC4A4849B2F67030894684EE">
    <w:name w:val="595BDFC1DC4A4849B2F67030894684EE"/>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B84FDC2744D4641BCB286B4EA6C0887">
    <w:name w:val="9B84FDC2744D4641BCB286B4EA6C0887"/>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
    <w:name w:val="F05274B6450F47EEBF586851074D3FA3"/>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081785003CA46A3AADED9BBB1881DC1">
    <w:name w:val="4081785003CA46A3AADED9BBB1881DC1"/>
    <w:rsid w:val="005644FC"/>
    <w:pPr>
      <w:widowControl w:val="0"/>
      <w:jc w:val="both"/>
    </w:pPr>
  </w:style>
  <w:style w:type="paragraph" w:customStyle="1" w:styleId="24190F3B320A41ABB6CE7BAFA070185E">
    <w:name w:val="24190F3B320A41ABB6CE7BAFA070185E"/>
    <w:rsid w:val="005644FC"/>
    <w:pPr>
      <w:widowControl w:val="0"/>
      <w:jc w:val="both"/>
    </w:pPr>
  </w:style>
  <w:style w:type="paragraph" w:customStyle="1" w:styleId="1DD05DB72819419BBB144B7A8B17C395">
    <w:name w:val="1DD05DB72819419BBB144B7A8B17C395"/>
    <w:rsid w:val="005644FC"/>
    <w:pPr>
      <w:widowControl w:val="0"/>
      <w:jc w:val="both"/>
    </w:pPr>
  </w:style>
  <w:style w:type="paragraph" w:customStyle="1" w:styleId="52215DBB3962478887B08B0CD567120E">
    <w:name w:val="52215DBB3962478887B08B0CD567120E"/>
    <w:rsid w:val="005644FC"/>
    <w:pPr>
      <w:widowControl w:val="0"/>
      <w:jc w:val="both"/>
    </w:pPr>
  </w:style>
  <w:style w:type="paragraph" w:customStyle="1" w:styleId="5C082E7A2ABD4B2F87A71B6387BD0AB91">
    <w:name w:val="5C082E7A2ABD4B2F87A71B6387BD0AB91"/>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5BDFC1DC4A4849B2F67030894684EE1">
    <w:name w:val="595BDFC1DC4A4849B2F67030894684EE1"/>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B84FDC2744D4641BCB286B4EA6C08871">
    <w:name w:val="9B84FDC2744D4641BCB286B4EA6C08871"/>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1">
    <w:name w:val="F05274B6450F47EEBF586851074D3FA31"/>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081785003CA46A3AADED9BBB1881DC11">
    <w:name w:val="4081785003CA46A3AADED9BBB1881DC11"/>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1">
    <w:name w:val="24190F3B320A41ABB6CE7BAFA070185E1"/>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1">
    <w:name w:val="1DD05DB72819419BBB144B7A8B17C3951"/>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1">
    <w:name w:val="52215DBB3962478887B08B0CD567120E1"/>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C082E7A2ABD4B2F87A71B6387BD0AB92">
    <w:name w:val="5C082E7A2ABD4B2F87A71B6387BD0AB92"/>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5BDFC1DC4A4849B2F67030894684EE2">
    <w:name w:val="595BDFC1DC4A4849B2F67030894684EE2"/>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B84FDC2744D4641BCB286B4EA6C08872">
    <w:name w:val="9B84FDC2744D4641BCB286B4EA6C08872"/>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2">
    <w:name w:val="F05274B6450F47EEBF586851074D3FA32"/>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081785003CA46A3AADED9BBB1881DC12">
    <w:name w:val="4081785003CA46A3AADED9BBB1881DC12"/>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2">
    <w:name w:val="24190F3B320A41ABB6CE7BAFA070185E2"/>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2">
    <w:name w:val="1DD05DB72819419BBB144B7A8B17C3952"/>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2">
    <w:name w:val="52215DBB3962478887B08B0CD567120E2"/>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C082E7A2ABD4B2F87A71B6387BD0AB93">
    <w:name w:val="5C082E7A2ABD4B2F87A71B6387BD0AB93"/>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5BDFC1DC4A4849B2F67030894684EE3">
    <w:name w:val="595BDFC1DC4A4849B2F67030894684EE3"/>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B84FDC2744D4641BCB286B4EA6C08873">
    <w:name w:val="9B84FDC2744D4641BCB286B4EA6C08873"/>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3">
    <w:name w:val="F05274B6450F47EEBF586851074D3FA33"/>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081785003CA46A3AADED9BBB1881DC13">
    <w:name w:val="4081785003CA46A3AADED9BBB1881DC13"/>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3">
    <w:name w:val="24190F3B320A41ABB6CE7BAFA070185E3"/>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3">
    <w:name w:val="1DD05DB72819419BBB144B7A8B17C3953"/>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3">
    <w:name w:val="52215DBB3962478887B08B0CD567120E3"/>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C082E7A2ABD4B2F87A71B6387BD0AB94">
    <w:name w:val="5C082E7A2ABD4B2F87A71B6387BD0AB94"/>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5BDFC1DC4A4849B2F67030894684EE4">
    <w:name w:val="595BDFC1DC4A4849B2F67030894684EE4"/>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B84FDC2744D4641BCB286B4EA6C08874">
    <w:name w:val="9B84FDC2744D4641BCB286B4EA6C08874"/>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4">
    <w:name w:val="F05274B6450F47EEBF586851074D3FA34"/>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081785003CA46A3AADED9BBB1881DC14">
    <w:name w:val="4081785003CA46A3AADED9BBB1881DC14"/>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4">
    <w:name w:val="24190F3B320A41ABB6CE7BAFA070185E4"/>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4">
    <w:name w:val="1DD05DB72819419BBB144B7A8B17C3954"/>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4">
    <w:name w:val="52215DBB3962478887B08B0CD567120E4"/>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C082E7A2ABD4B2F87A71B6387BD0AB95">
    <w:name w:val="5C082E7A2ABD4B2F87A71B6387BD0AB95"/>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5BDFC1DC4A4849B2F67030894684EE5">
    <w:name w:val="595BDFC1DC4A4849B2F67030894684EE5"/>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B84FDC2744D4641BCB286B4EA6C08875">
    <w:name w:val="9B84FDC2744D4641BCB286B4EA6C08875"/>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5">
    <w:name w:val="F05274B6450F47EEBF586851074D3FA35"/>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081785003CA46A3AADED9BBB1881DC15">
    <w:name w:val="4081785003CA46A3AADED9BBB1881DC15"/>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5">
    <w:name w:val="24190F3B320A41ABB6CE7BAFA070185E5"/>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5">
    <w:name w:val="1DD05DB72819419BBB144B7A8B17C3955"/>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5">
    <w:name w:val="52215DBB3962478887B08B0CD567120E5"/>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C082E7A2ABD4B2F87A71B6387BD0AB96">
    <w:name w:val="5C082E7A2ABD4B2F87A71B6387BD0AB96"/>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5BDFC1DC4A4849B2F67030894684EE6">
    <w:name w:val="595BDFC1DC4A4849B2F67030894684EE6"/>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B84FDC2744D4641BCB286B4EA6C08876">
    <w:name w:val="9B84FDC2744D4641BCB286B4EA6C08876"/>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6">
    <w:name w:val="F05274B6450F47EEBF586851074D3FA36"/>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081785003CA46A3AADED9BBB1881DC16">
    <w:name w:val="4081785003CA46A3AADED9BBB1881DC16"/>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6">
    <w:name w:val="24190F3B320A41ABB6CE7BAFA070185E6"/>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6">
    <w:name w:val="1DD05DB72819419BBB144B7A8B17C3956"/>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6">
    <w:name w:val="52215DBB3962478887B08B0CD567120E6"/>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C082E7A2ABD4B2F87A71B6387BD0AB97">
    <w:name w:val="5C082E7A2ABD4B2F87A71B6387BD0AB97"/>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5BDFC1DC4A4849B2F67030894684EE7">
    <w:name w:val="595BDFC1DC4A4849B2F67030894684EE7"/>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B84FDC2744D4641BCB286B4EA6C08877">
    <w:name w:val="9B84FDC2744D4641BCB286B4EA6C08877"/>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7">
    <w:name w:val="F05274B6450F47EEBF586851074D3FA37"/>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081785003CA46A3AADED9BBB1881DC17">
    <w:name w:val="4081785003CA46A3AADED9BBB1881DC17"/>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7">
    <w:name w:val="24190F3B320A41ABB6CE7BAFA070185E7"/>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7">
    <w:name w:val="1DD05DB72819419BBB144B7A8B17C3957"/>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7">
    <w:name w:val="52215DBB3962478887B08B0CD567120E7"/>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85DD2DE25A4CE49C3973CE2DAC7E35">
    <w:name w:val="5085DD2DE25A4CE49C3973CE2DAC7E35"/>
    <w:rsid w:val="005644FC"/>
    <w:pPr>
      <w:widowControl w:val="0"/>
      <w:jc w:val="both"/>
    </w:pPr>
  </w:style>
  <w:style w:type="paragraph" w:customStyle="1" w:styleId="4F06791DE84E4F68A4DA64914E574FB9">
    <w:name w:val="4F06791DE84E4F68A4DA64914E574FB9"/>
    <w:rsid w:val="005644FC"/>
    <w:pPr>
      <w:widowControl w:val="0"/>
      <w:jc w:val="both"/>
    </w:pPr>
  </w:style>
  <w:style w:type="paragraph" w:customStyle="1" w:styleId="5C082E7A2ABD4B2F87A71B6387BD0AB98">
    <w:name w:val="5C082E7A2ABD4B2F87A71B6387BD0AB98"/>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5BDFC1DC4A4849B2F67030894684EE8">
    <w:name w:val="595BDFC1DC4A4849B2F67030894684EE8"/>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B84FDC2744D4641BCB286B4EA6C08878">
    <w:name w:val="9B84FDC2744D4641BCB286B4EA6C08878"/>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8">
    <w:name w:val="F05274B6450F47EEBF586851074D3FA38"/>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081785003CA46A3AADED9BBB1881DC18">
    <w:name w:val="4081785003CA46A3AADED9BBB1881DC18"/>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8">
    <w:name w:val="24190F3B320A41ABB6CE7BAFA070185E8"/>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8">
    <w:name w:val="1DD05DB72819419BBB144B7A8B17C3958"/>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8">
    <w:name w:val="52215DBB3962478887B08B0CD567120E8"/>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85DD2DE25A4CE49C3973CE2DAC7E351">
    <w:name w:val="5085DD2DE25A4CE49C3973CE2DAC7E351"/>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F06791DE84E4F68A4DA64914E574FB91">
    <w:name w:val="4F06791DE84E4F68A4DA64914E574FB91"/>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5E851A6988B498285D532339423BB7A">
    <w:name w:val="15E851A6988B498285D532339423BB7A"/>
    <w:rsid w:val="005644FC"/>
    <w:pPr>
      <w:widowControl w:val="0"/>
      <w:jc w:val="both"/>
    </w:pPr>
  </w:style>
  <w:style w:type="paragraph" w:customStyle="1" w:styleId="B08ACD103D2C42509E6660A80C2DBDBF">
    <w:name w:val="B08ACD103D2C42509E6660A80C2DBDBF"/>
    <w:rsid w:val="005644FC"/>
    <w:pPr>
      <w:widowControl w:val="0"/>
      <w:jc w:val="both"/>
    </w:pPr>
  </w:style>
  <w:style w:type="paragraph" w:customStyle="1" w:styleId="758EEBAC0EFD4219A90513668FD3635E">
    <w:name w:val="758EEBAC0EFD4219A90513668FD3635E"/>
    <w:rsid w:val="005644FC"/>
    <w:pPr>
      <w:widowControl w:val="0"/>
      <w:jc w:val="both"/>
    </w:pPr>
  </w:style>
  <w:style w:type="paragraph" w:customStyle="1" w:styleId="C61140F6C8D74CBA8B23D9D56DD2C05F">
    <w:name w:val="C61140F6C8D74CBA8B23D9D56DD2C05F"/>
    <w:rsid w:val="005644FC"/>
    <w:pPr>
      <w:widowControl w:val="0"/>
      <w:jc w:val="both"/>
    </w:pPr>
  </w:style>
  <w:style w:type="paragraph" w:customStyle="1" w:styleId="8FB989359A74469387C1CB05D4DCA90D">
    <w:name w:val="8FB989359A74469387C1CB05D4DCA90D"/>
    <w:rsid w:val="005644FC"/>
    <w:pPr>
      <w:widowControl w:val="0"/>
      <w:jc w:val="both"/>
    </w:pPr>
  </w:style>
  <w:style w:type="paragraph" w:customStyle="1" w:styleId="494CC2419DF343AFAD6BB37D7900A17B">
    <w:name w:val="494CC2419DF343AFAD6BB37D7900A17B"/>
    <w:rsid w:val="005644FC"/>
    <w:pPr>
      <w:widowControl w:val="0"/>
      <w:jc w:val="both"/>
    </w:pPr>
  </w:style>
  <w:style w:type="paragraph" w:customStyle="1" w:styleId="FFCA466AB3DD4D079F34FB3B257860B4">
    <w:name w:val="FFCA466AB3DD4D079F34FB3B257860B4"/>
    <w:rsid w:val="005644FC"/>
    <w:pPr>
      <w:widowControl w:val="0"/>
      <w:jc w:val="both"/>
    </w:pPr>
  </w:style>
  <w:style w:type="paragraph" w:customStyle="1" w:styleId="55EC53D63A914EF4ACCB7F6D9A104041">
    <w:name w:val="55EC53D63A914EF4ACCB7F6D9A104041"/>
    <w:rsid w:val="005644FC"/>
    <w:pPr>
      <w:widowControl w:val="0"/>
      <w:jc w:val="both"/>
    </w:pPr>
  </w:style>
  <w:style w:type="paragraph" w:customStyle="1" w:styleId="788126EBD1C44374887C501841BFF65A">
    <w:name w:val="788126EBD1C44374887C501841BFF65A"/>
    <w:rsid w:val="005644FC"/>
    <w:pPr>
      <w:widowControl w:val="0"/>
      <w:jc w:val="both"/>
    </w:pPr>
  </w:style>
  <w:style w:type="paragraph" w:customStyle="1" w:styleId="51F86CB0279B46A19E4C2AF0EF6F4777">
    <w:name w:val="51F86CB0279B46A19E4C2AF0EF6F4777"/>
    <w:rsid w:val="005644FC"/>
    <w:pPr>
      <w:widowControl w:val="0"/>
      <w:jc w:val="both"/>
    </w:pPr>
  </w:style>
  <w:style w:type="paragraph" w:customStyle="1" w:styleId="C1895D292DDA4A7FB5D908C26BA8A800">
    <w:name w:val="C1895D292DDA4A7FB5D908C26BA8A800"/>
    <w:rsid w:val="005644FC"/>
    <w:pPr>
      <w:widowControl w:val="0"/>
      <w:jc w:val="both"/>
    </w:pPr>
  </w:style>
  <w:style w:type="paragraph" w:customStyle="1" w:styleId="575BE37A3314426A9D9A9F90D16515DA">
    <w:name w:val="575BE37A3314426A9D9A9F90D16515DA"/>
    <w:rsid w:val="005644FC"/>
    <w:pPr>
      <w:widowControl w:val="0"/>
      <w:jc w:val="both"/>
    </w:pPr>
  </w:style>
  <w:style w:type="paragraph" w:customStyle="1" w:styleId="5C082E7A2ABD4B2F87A71B6387BD0AB99">
    <w:name w:val="5C082E7A2ABD4B2F87A71B6387BD0AB99"/>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5BDFC1DC4A4849B2F67030894684EE9">
    <w:name w:val="595BDFC1DC4A4849B2F67030894684EE9"/>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B84FDC2744D4641BCB286B4EA6C08879">
    <w:name w:val="9B84FDC2744D4641BCB286B4EA6C08879"/>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9">
    <w:name w:val="F05274B6450F47EEBF586851074D3FA39"/>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081785003CA46A3AADED9BBB1881DC19">
    <w:name w:val="4081785003CA46A3AADED9BBB1881DC19"/>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9">
    <w:name w:val="24190F3B320A41ABB6CE7BAFA070185E9"/>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9">
    <w:name w:val="1DD05DB72819419BBB144B7A8B17C3959"/>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9">
    <w:name w:val="52215DBB3962478887B08B0CD567120E9"/>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85DD2DE25A4CE49C3973CE2DAC7E352">
    <w:name w:val="5085DD2DE25A4CE49C3973CE2DAC7E352"/>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5E851A6988B498285D532339423BB7A1">
    <w:name w:val="15E851A6988B498285D532339423BB7A1"/>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F06791DE84E4F68A4DA64914E574FB92">
    <w:name w:val="4F06791DE84E4F68A4DA64914E574FB92"/>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B08ACD103D2C42509E6660A80C2DBDBF1">
    <w:name w:val="B08ACD103D2C42509E6660A80C2DBDBF1"/>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758EEBAC0EFD4219A90513668FD3635E1">
    <w:name w:val="758EEBAC0EFD4219A90513668FD3635E1"/>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61140F6C8D74CBA8B23D9D56DD2C05F1">
    <w:name w:val="C61140F6C8D74CBA8B23D9D56DD2C05F1"/>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75BE37A3314426A9D9A9F90D16515DA1">
    <w:name w:val="575BE37A3314426A9D9A9F90D16515DA1"/>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FB989359A74469387C1CB05D4DCA90D1">
    <w:name w:val="8FB989359A74469387C1CB05D4DCA90D1"/>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94CC2419DF343AFAD6BB37D7900A17B1">
    <w:name w:val="494CC2419DF343AFAD6BB37D7900A17B1"/>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FCA466AB3DD4D079F34FB3B257860B41">
    <w:name w:val="FFCA466AB3DD4D079F34FB3B257860B41"/>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5EC53D63A914EF4ACCB7F6D9A1040411">
    <w:name w:val="55EC53D63A914EF4ACCB7F6D9A1040411"/>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8126EBD1C44374887C501841BFF65A1">
    <w:name w:val="788126EBD1C44374887C501841BFF65A1"/>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F86CB0279B46A19E4C2AF0EF6F47771">
    <w:name w:val="51F86CB0279B46A19E4C2AF0EF6F47771"/>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1895D292DDA4A7FB5D908C26BA8A8001">
    <w:name w:val="C1895D292DDA4A7FB5D908C26BA8A8001"/>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C082E7A2ABD4B2F87A71B6387BD0AB910">
    <w:name w:val="5C082E7A2ABD4B2F87A71B6387BD0AB910"/>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5BDFC1DC4A4849B2F67030894684EE10">
    <w:name w:val="595BDFC1DC4A4849B2F67030894684EE10"/>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B84FDC2744D4641BCB286B4EA6C088710">
    <w:name w:val="9B84FDC2744D4641BCB286B4EA6C088710"/>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10">
    <w:name w:val="F05274B6450F47EEBF586851074D3FA310"/>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081785003CA46A3AADED9BBB1881DC110">
    <w:name w:val="4081785003CA46A3AADED9BBB1881DC110"/>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10">
    <w:name w:val="24190F3B320A41ABB6CE7BAFA070185E10"/>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10">
    <w:name w:val="1DD05DB72819419BBB144B7A8B17C39510"/>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10">
    <w:name w:val="52215DBB3962478887B08B0CD567120E10"/>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85DD2DE25A4CE49C3973CE2DAC7E353">
    <w:name w:val="5085DD2DE25A4CE49C3973CE2DAC7E353"/>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5E851A6988B498285D532339423BB7A2">
    <w:name w:val="15E851A6988B498285D532339423BB7A2"/>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F06791DE84E4F68A4DA64914E574FB93">
    <w:name w:val="4F06791DE84E4F68A4DA64914E574FB93"/>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B08ACD103D2C42509E6660A80C2DBDBF2">
    <w:name w:val="B08ACD103D2C42509E6660A80C2DBDBF2"/>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758EEBAC0EFD4219A90513668FD3635E2">
    <w:name w:val="758EEBAC0EFD4219A90513668FD3635E2"/>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61140F6C8D74CBA8B23D9D56DD2C05F2">
    <w:name w:val="C61140F6C8D74CBA8B23D9D56DD2C05F2"/>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0F047C21DA42B58FFAA3076CC057BF">
    <w:name w:val="C00F047C21DA42B58FFAA3076CC057BF"/>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FB989359A74469387C1CB05D4DCA90D2">
    <w:name w:val="8FB989359A74469387C1CB05D4DCA90D2"/>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94CC2419DF343AFAD6BB37D7900A17B2">
    <w:name w:val="494CC2419DF343AFAD6BB37D7900A17B2"/>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FCA466AB3DD4D079F34FB3B257860B42">
    <w:name w:val="FFCA466AB3DD4D079F34FB3B257860B42"/>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5EC53D63A914EF4ACCB7F6D9A1040412">
    <w:name w:val="55EC53D63A914EF4ACCB7F6D9A1040412"/>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8126EBD1C44374887C501841BFF65A2">
    <w:name w:val="788126EBD1C44374887C501841BFF65A2"/>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F86CB0279B46A19E4C2AF0EF6F47772">
    <w:name w:val="51F86CB0279B46A19E4C2AF0EF6F47772"/>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1895D292DDA4A7FB5D908C26BA8A8002">
    <w:name w:val="C1895D292DDA4A7FB5D908C26BA8A8002"/>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C082E7A2ABD4B2F87A71B6387BD0AB911">
    <w:name w:val="5C082E7A2ABD4B2F87A71B6387BD0AB911"/>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5BDFC1DC4A4849B2F67030894684EE11">
    <w:name w:val="595BDFC1DC4A4849B2F67030894684EE11"/>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B84FDC2744D4641BCB286B4EA6C088711">
    <w:name w:val="9B84FDC2744D4641BCB286B4EA6C088711"/>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11">
    <w:name w:val="F05274B6450F47EEBF586851074D3FA311"/>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081785003CA46A3AADED9BBB1881DC111">
    <w:name w:val="4081785003CA46A3AADED9BBB1881DC111"/>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11">
    <w:name w:val="24190F3B320A41ABB6CE7BAFA070185E11"/>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11">
    <w:name w:val="1DD05DB72819419BBB144B7A8B17C39511"/>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11">
    <w:name w:val="52215DBB3962478887B08B0CD567120E11"/>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85DD2DE25A4CE49C3973CE2DAC7E354">
    <w:name w:val="5085DD2DE25A4CE49C3973CE2DAC7E354"/>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5E851A6988B498285D532339423BB7A3">
    <w:name w:val="15E851A6988B498285D532339423BB7A3"/>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F06791DE84E4F68A4DA64914E574FB94">
    <w:name w:val="4F06791DE84E4F68A4DA64914E574FB94"/>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B08ACD103D2C42509E6660A80C2DBDBF3">
    <w:name w:val="B08ACD103D2C42509E6660A80C2DBDBF3"/>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758EEBAC0EFD4219A90513668FD3635E3">
    <w:name w:val="758EEBAC0EFD4219A90513668FD3635E3"/>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61140F6C8D74CBA8B23D9D56DD2C05F3">
    <w:name w:val="C61140F6C8D74CBA8B23D9D56DD2C05F3"/>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0F047C21DA42B58FFAA3076CC057BF1">
    <w:name w:val="C00F047C21DA42B58FFAA3076CC057BF1"/>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FB989359A74469387C1CB05D4DCA90D3">
    <w:name w:val="8FB989359A74469387C1CB05D4DCA90D3"/>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94CC2419DF343AFAD6BB37D7900A17B3">
    <w:name w:val="494CC2419DF343AFAD6BB37D7900A17B3"/>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FCA466AB3DD4D079F34FB3B257860B43">
    <w:name w:val="FFCA466AB3DD4D079F34FB3B257860B43"/>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5EC53D63A914EF4ACCB7F6D9A1040413">
    <w:name w:val="55EC53D63A914EF4ACCB7F6D9A1040413"/>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8126EBD1C44374887C501841BFF65A3">
    <w:name w:val="788126EBD1C44374887C501841BFF65A3"/>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F86CB0279B46A19E4C2AF0EF6F47773">
    <w:name w:val="51F86CB0279B46A19E4C2AF0EF6F47773"/>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1895D292DDA4A7FB5D908C26BA8A8003">
    <w:name w:val="C1895D292DDA4A7FB5D908C26BA8A8003"/>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C082E7A2ABD4B2F87A71B6387BD0AB912">
    <w:name w:val="5C082E7A2ABD4B2F87A71B6387BD0AB912"/>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5BDFC1DC4A4849B2F67030894684EE12">
    <w:name w:val="595BDFC1DC4A4849B2F67030894684EE12"/>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B84FDC2744D4641BCB286B4EA6C088712">
    <w:name w:val="9B84FDC2744D4641BCB286B4EA6C088712"/>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12">
    <w:name w:val="F05274B6450F47EEBF586851074D3FA312"/>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081785003CA46A3AADED9BBB1881DC112">
    <w:name w:val="4081785003CA46A3AADED9BBB1881DC112"/>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12">
    <w:name w:val="24190F3B320A41ABB6CE7BAFA070185E12"/>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12">
    <w:name w:val="1DD05DB72819419BBB144B7A8B17C39512"/>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12">
    <w:name w:val="52215DBB3962478887B08B0CD567120E12"/>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85DD2DE25A4CE49C3973CE2DAC7E355">
    <w:name w:val="5085DD2DE25A4CE49C3973CE2DAC7E355"/>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5E851A6988B498285D532339423BB7A4">
    <w:name w:val="15E851A6988B498285D532339423BB7A4"/>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F06791DE84E4F68A4DA64914E574FB95">
    <w:name w:val="4F06791DE84E4F68A4DA64914E574FB95"/>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B08ACD103D2C42509E6660A80C2DBDBF4">
    <w:name w:val="B08ACD103D2C42509E6660A80C2DBDBF4"/>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758EEBAC0EFD4219A90513668FD3635E4">
    <w:name w:val="758EEBAC0EFD4219A90513668FD3635E4"/>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61140F6C8D74CBA8B23D9D56DD2C05F4">
    <w:name w:val="C61140F6C8D74CBA8B23D9D56DD2C05F4"/>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0F047C21DA42B58FFAA3076CC057BF2">
    <w:name w:val="C00F047C21DA42B58FFAA3076CC057BF2"/>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FB989359A74469387C1CB05D4DCA90D4">
    <w:name w:val="8FB989359A74469387C1CB05D4DCA90D4"/>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94CC2419DF343AFAD6BB37D7900A17B4">
    <w:name w:val="494CC2419DF343AFAD6BB37D7900A17B4"/>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FCA466AB3DD4D079F34FB3B257860B44">
    <w:name w:val="FFCA466AB3DD4D079F34FB3B257860B44"/>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5EC53D63A914EF4ACCB7F6D9A1040414">
    <w:name w:val="55EC53D63A914EF4ACCB7F6D9A1040414"/>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8126EBD1C44374887C501841BFF65A4">
    <w:name w:val="788126EBD1C44374887C501841BFF65A4"/>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F86CB0279B46A19E4C2AF0EF6F47774">
    <w:name w:val="51F86CB0279B46A19E4C2AF0EF6F47774"/>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1895D292DDA4A7FB5D908C26BA8A8004">
    <w:name w:val="C1895D292DDA4A7FB5D908C26BA8A8004"/>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C082E7A2ABD4B2F87A71B6387BD0AB913">
    <w:name w:val="5C082E7A2ABD4B2F87A71B6387BD0AB913"/>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5BDFC1DC4A4849B2F67030894684EE13">
    <w:name w:val="595BDFC1DC4A4849B2F67030894684EE13"/>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B84FDC2744D4641BCB286B4EA6C088713">
    <w:name w:val="9B84FDC2744D4641BCB286B4EA6C088713"/>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13">
    <w:name w:val="F05274B6450F47EEBF586851074D3FA313"/>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081785003CA46A3AADED9BBB1881DC113">
    <w:name w:val="4081785003CA46A3AADED9BBB1881DC113"/>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13">
    <w:name w:val="24190F3B320A41ABB6CE7BAFA070185E13"/>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13">
    <w:name w:val="1DD05DB72819419BBB144B7A8B17C39513"/>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13">
    <w:name w:val="52215DBB3962478887B08B0CD567120E13"/>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85DD2DE25A4CE49C3973CE2DAC7E356">
    <w:name w:val="5085DD2DE25A4CE49C3973CE2DAC7E356"/>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5E851A6988B498285D532339423BB7A5">
    <w:name w:val="15E851A6988B498285D532339423BB7A5"/>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F06791DE84E4F68A4DA64914E574FB96">
    <w:name w:val="4F06791DE84E4F68A4DA64914E574FB96"/>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B08ACD103D2C42509E6660A80C2DBDBF5">
    <w:name w:val="B08ACD103D2C42509E6660A80C2DBDBF5"/>
    <w:rsid w:val="005644FC"/>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758EEBAC0EFD4219A90513668FD3635E5">
    <w:name w:val="758EEBAC0EFD4219A90513668FD3635E5"/>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61140F6C8D74CBA8B23D9D56DD2C05F5">
    <w:name w:val="C61140F6C8D74CBA8B23D9D56DD2C05F5"/>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0F047C21DA42B58FFAA3076CC057BF3">
    <w:name w:val="C00F047C21DA42B58FFAA3076CC057BF3"/>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FB989359A74469387C1CB05D4DCA90D5">
    <w:name w:val="8FB989359A74469387C1CB05D4DCA90D5"/>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94CC2419DF343AFAD6BB37D7900A17B5">
    <w:name w:val="494CC2419DF343AFAD6BB37D7900A17B5"/>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FCA466AB3DD4D079F34FB3B257860B45">
    <w:name w:val="FFCA466AB3DD4D079F34FB3B257860B45"/>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5EC53D63A914EF4ACCB7F6D9A1040415">
    <w:name w:val="55EC53D63A914EF4ACCB7F6D9A1040415"/>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8126EBD1C44374887C501841BFF65A5">
    <w:name w:val="788126EBD1C44374887C501841BFF65A5"/>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F86CB0279B46A19E4C2AF0EF6F47775">
    <w:name w:val="51F86CB0279B46A19E4C2AF0EF6F47775"/>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1895D292DDA4A7FB5D908C26BA8A8005">
    <w:name w:val="C1895D292DDA4A7FB5D908C26BA8A8005"/>
    <w:rsid w:val="005644FC"/>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87F80EF48D44B2CA2583FE1D3FA4438">
    <w:name w:val="E87F80EF48D44B2CA2583FE1D3FA4438"/>
    <w:rsid w:val="005644FC"/>
    <w:pPr>
      <w:widowControl w:val="0"/>
      <w:jc w:val="both"/>
    </w:pPr>
  </w:style>
  <w:style w:type="paragraph" w:customStyle="1" w:styleId="6991F18668E94F67A1FD0F96ECF83D6E">
    <w:name w:val="6991F18668E94F67A1FD0F96ECF83D6E"/>
    <w:rsid w:val="005644FC"/>
    <w:pPr>
      <w:widowControl w:val="0"/>
      <w:jc w:val="both"/>
    </w:pPr>
  </w:style>
  <w:style w:type="paragraph" w:customStyle="1" w:styleId="6D6945ABB14548928EF9EEBC39E457BD">
    <w:name w:val="6D6945ABB14548928EF9EEBC39E457BD"/>
    <w:rsid w:val="005644FC"/>
    <w:pPr>
      <w:widowControl w:val="0"/>
      <w:jc w:val="both"/>
    </w:pPr>
  </w:style>
  <w:style w:type="paragraph" w:customStyle="1" w:styleId="5C082E7A2ABD4B2F87A71B6387BD0AB914">
    <w:name w:val="5C082E7A2ABD4B2F87A71B6387BD0AB91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5BDFC1DC4A4849B2F67030894684EE14">
    <w:name w:val="595BDFC1DC4A4849B2F67030894684EE1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B84FDC2744D4641BCB286B4EA6C088714">
    <w:name w:val="9B84FDC2744D4641BCB286B4EA6C08871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14">
    <w:name w:val="F05274B6450F47EEBF586851074D3FA314"/>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081785003CA46A3AADED9BBB1881DC114">
    <w:name w:val="4081785003CA46A3AADED9BBB1881DC114"/>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14">
    <w:name w:val="24190F3B320A41ABB6CE7BAFA070185E14"/>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14">
    <w:name w:val="1DD05DB72819419BBB144B7A8B17C39514"/>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14">
    <w:name w:val="52215DBB3962478887B08B0CD567120E14"/>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85DD2DE25A4CE49C3973CE2DAC7E357">
    <w:name w:val="5085DD2DE25A4CE49C3973CE2DAC7E357"/>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5E851A6988B498285D532339423BB7A6">
    <w:name w:val="15E851A6988B498285D532339423BB7A6"/>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F06791DE84E4F68A4DA64914E574FB97">
    <w:name w:val="4F06791DE84E4F68A4DA64914E574FB97"/>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B08ACD103D2C42509E6660A80C2DBDBF6">
    <w:name w:val="B08ACD103D2C42509E6660A80C2DBDBF6"/>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758EEBAC0EFD4219A90513668FD3635E6">
    <w:name w:val="758EEBAC0EFD4219A90513668FD3635E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61140F6C8D74CBA8B23D9D56DD2C05F6">
    <w:name w:val="C61140F6C8D74CBA8B23D9D56DD2C05F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0F047C21DA42B58FFAA3076CC057BF4">
    <w:name w:val="C00F047C21DA42B58FFAA3076CC057BF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FB989359A74469387C1CB05D4DCA90D6">
    <w:name w:val="8FB989359A74469387C1CB05D4DCA90D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94CC2419DF343AFAD6BB37D7900A17B6">
    <w:name w:val="494CC2419DF343AFAD6BB37D7900A17B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87F80EF48D44B2CA2583FE1D3FA44381">
    <w:name w:val="E87F80EF48D44B2CA2583FE1D3FA4438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FCA466AB3DD4D079F34FB3B257860B46">
    <w:name w:val="FFCA466AB3DD4D079F34FB3B257860B4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5EC53D63A914EF4ACCB7F6D9A1040416">
    <w:name w:val="55EC53D63A914EF4ACCB7F6D9A104041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991F18668E94F67A1FD0F96ECF83D6E1">
    <w:name w:val="6991F18668E94F67A1FD0F96ECF83D6E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8126EBD1C44374887C501841BFF65A6">
    <w:name w:val="788126EBD1C44374887C501841BFF65A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F86CB0279B46A19E4C2AF0EF6F47776">
    <w:name w:val="51F86CB0279B46A19E4C2AF0EF6F4777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1895D292DDA4A7FB5D908C26BA8A8006">
    <w:name w:val="C1895D292DDA4A7FB5D908C26BA8A800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6945ABB14548928EF9EEBC39E457BD1">
    <w:name w:val="6D6945ABB14548928EF9EEBC39E457BD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AC964169CC44FE8815CE4F5E06E510F">
    <w:name w:val="9AC964169CC44FE8815CE4F5E06E510F"/>
    <w:rsid w:val="00397A3B"/>
    <w:pPr>
      <w:widowControl w:val="0"/>
      <w:jc w:val="both"/>
    </w:pPr>
  </w:style>
  <w:style w:type="paragraph" w:customStyle="1" w:styleId="96AB8C98648A41A0BE38763ECE1EEA08">
    <w:name w:val="96AB8C98648A41A0BE38763ECE1EEA08"/>
    <w:rsid w:val="00397A3B"/>
    <w:pPr>
      <w:widowControl w:val="0"/>
      <w:jc w:val="both"/>
    </w:pPr>
  </w:style>
  <w:style w:type="paragraph" w:customStyle="1" w:styleId="80EF5D09130042FC80F56362F7072C12">
    <w:name w:val="80EF5D09130042FC80F56362F7072C12"/>
    <w:rsid w:val="00397A3B"/>
    <w:pPr>
      <w:widowControl w:val="0"/>
      <w:jc w:val="both"/>
    </w:pPr>
  </w:style>
  <w:style w:type="paragraph" w:customStyle="1" w:styleId="1ACC35684C6C41539BE43F74F965D6A9">
    <w:name w:val="1ACC35684C6C41539BE43F74F965D6A9"/>
    <w:rsid w:val="00397A3B"/>
    <w:pPr>
      <w:widowControl w:val="0"/>
      <w:jc w:val="both"/>
    </w:pPr>
  </w:style>
  <w:style w:type="paragraph" w:customStyle="1" w:styleId="EB033765642440ABB3B76777B0A7E13A">
    <w:name w:val="EB033765642440ABB3B76777B0A7E13A"/>
    <w:rsid w:val="00397A3B"/>
    <w:pPr>
      <w:widowControl w:val="0"/>
      <w:jc w:val="both"/>
    </w:pPr>
  </w:style>
  <w:style w:type="paragraph" w:customStyle="1" w:styleId="5CE2120F273C4957B801253ACB130F20">
    <w:name w:val="5CE2120F273C4957B801253ACB130F20"/>
    <w:rsid w:val="00397A3B"/>
    <w:pPr>
      <w:widowControl w:val="0"/>
      <w:jc w:val="both"/>
    </w:pPr>
  </w:style>
  <w:style w:type="paragraph" w:customStyle="1" w:styleId="3BD8E64A7E144FF6933FF92DB4A60B9B">
    <w:name w:val="3BD8E64A7E144FF6933FF92DB4A60B9B"/>
    <w:rsid w:val="00397A3B"/>
    <w:pPr>
      <w:widowControl w:val="0"/>
      <w:jc w:val="both"/>
    </w:pPr>
  </w:style>
  <w:style w:type="paragraph" w:customStyle="1" w:styleId="AEFC374F7C3040D4BC128E58AA2A4476">
    <w:name w:val="AEFC374F7C3040D4BC128E58AA2A4476"/>
    <w:rsid w:val="00397A3B"/>
    <w:pPr>
      <w:widowControl w:val="0"/>
      <w:jc w:val="both"/>
    </w:pPr>
  </w:style>
  <w:style w:type="paragraph" w:customStyle="1" w:styleId="D4CE3685C4CA46219B52EC761410A719">
    <w:name w:val="D4CE3685C4CA46219B52EC761410A719"/>
    <w:rsid w:val="00397A3B"/>
    <w:pPr>
      <w:widowControl w:val="0"/>
      <w:jc w:val="both"/>
    </w:pPr>
  </w:style>
  <w:style w:type="paragraph" w:customStyle="1" w:styleId="48A9C0C3A8274BFCB0953AD34982E210">
    <w:name w:val="48A9C0C3A8274BFCB0953AD34982E210"/>
    <w:rsid w:val="00397A3B"/>
    <w:pPr>
      <w:widowControl w:val="0"/>
      <w:jc w:val="both"/>
    </w:pPr>
  </w:style>
  <w:style w:type="paragraph" w:customStyle="1" w:styleId="CC3F6FA33A624E96AA5BC45BD6A8A23A">
    <w:name w:val="CC3F6FA33A624E96AA5BC45BD6A8A23A"/>
    <w:rsid w:val="00397A3B"/>
    <w:pPr>
      <w:widowControl w:val="0"/>
      <w:jc w:val="both"/>
    </w:pPr>
  </w:style>
  <w:style w:type="paragraph" w:customStyle="1" w:styleId="A6FE20D1F5CA4AEBA8F15D01C167F7C1">
    <w:name w:val="A6FE20D1F5CA4AEBA8F15D01C167F7C1"/>
    <w:rsid w:val="00397A3B"/>
    <w:pPr>
      <w:widowControl w:val="0"/>
      <w:jc w:val="both"/>
    </w:pPr>
  </w:style>
  <w:style w:type="paragraph" w:customStyle="1" w:styleId="D492CFF8D02F4E0FAE3CF554CF434F85">
    <w:name w:val="D492CFF8D02F4E0FAE3CF554CF434F85"/>
    <w:rsid w:val="00397A3B"/>
    <w:pPr>
      <w:widowControl w:val="0"/>
      <w:jc w:val="both"/>
    </w:pPr>
  </w:style>
  <w:style w:type="paragraph" w:customStyle="1" w:styleId="DF75C2EC67034E72B8EDFC7CE8D70050">
    <w:name w:val="DF75C2EC67034E72B8EDFC7CE8D70050"/>
    <w:rsid w:val="00397A3B"/>
    <w:pPr>
      <w:widowControl w:val="0"/>
      <w:jc w:val="both"/>
    </w:pPr>
  </w:style>
  <w:style w:type="paragraph" w:customStyle="1" w:styleId="6DF7EC188CF54FAF9AEF335A5EF177F9">
    <w:name w:val="6DF7EC188CF54FAF9AEF335A5EF177F9"/>
    <w:rsid w:val="00397A3B"/>
    <w:pPr>
      <w:widowControl w:val="0"/>
      <w:jc w:val="both"/>
    </w:pPr>
  </w:style>
  <w:style w:type="paragraph" w:customStyle="1" w:styleId="2A85E4C58F3B40A594A60C79DF23D052">
    <w:name w:val="2A85E4C58F3B40A594A60C79DF23D052"/>
    <w:rsid w:val="00397A3B"/>
    <w:pPr>
      <w:widowControl w:val="0"/>
      <w:jc w:val="both"/>
    </w:pPr>
  </w:style>
  <w:style w:type="paragraph" w:customStyle="1" w:styleId="FEAF8789E73142E5A90BECDC4872DA33">
    <w:name w:val="FEAF8789E73142E5A90BECDC4872DA33"/>
    <w:rsid w:val="00397A3B"/>
    <w:pPr>
      <w:widowControl w:val="0"/>
      <w:jc w:val="both"/>
    </w:pPr>
  </w:style>
  <w:style w:type="paragraph" w:customStyle="1" w:styleId="627A9B8616AA4B7D9AD706AA57E5AA0B">
    <w:name w:val="627A9B8616AA4B7D9AD706AA57E5AA0B"/>
    <w:rsid w:val="00397A3B"/>
    <w:pPr>
      <w:widowControl w:val="0"/>
      <w:jc w:val="both"/>
    </w:pPr>
  </w:style>
  <w:style w:type="paragraph" w:customStyle="1" w:styleId="DDC4C1AE312441DA9AC11327F94F2115">
    <w:name w:val="DDC4C1AE312441DA9AC11327F94F2115"/>
    <w:rsid w:val="00397A3B"/>
    <w:pPr>
      <w:widowControl w:val="0"/>
      <w:jc w:val="both"/>
    </w:pPr>
  </w:style>
  <w:style w:type="paragraph" w:customStyle="1" w:styleId="DF75417DA94B43918AEB5F3BDFDAE1EC">
    <w:name w:val="DF75417DA94B43918AEB5F3BDFDAE1EC"/>
    <w:rsid w:val="00397A3B"/>
    <w:pPr>
      <w:widowControl w:val="0"/>
      <w:jc w:val="both"/>
    </w:pPr>
  </w:style>
  <w:style w:type="paragraph" w:customStyle="1" w:styleId="87DEFBEEB8FD44C0931F7036DD5DDD5D">
    <w:name w:val="87DEFBEEB8FD44C0931F7036DD5DDD5D"/>
    <w:rsid w:val="00397A3B"/>
    <w:pPr>
      <w:widowControl w:val="0"/>
      <w:jc w:val="both"/>
    </w:pPr>
  </w:style>
  <w:style w:type="paragraph" w:customStyle="1" w:styleId="406029343CA04D9BBE3733C5A3213767">
    <w:name w:val="406029343CA04D9BBE3733C5A3213767"/>
    <w:rsid w:val="00397A3B"/>
    <w:pPr>
      <w:widowControl w:val="0"/>
      <w:jc w:val="both"/>
    </w:pPr>
  </w:style>
  <w:style w:type="paragraph" w:customStyle="1" w:styleId="728C64229E0C4CF7B70A54AB4A943FA5">
    <w:name w:val="728C64229E0C4CF7B70A54AB4A943FA5"/>
    <w:rsid w:val="00397A3B"/>
    <w:pPr>
      <w:widowControl w:val="0"/>
      <w:jc w:val="both"/>
    </w:pPr>
  </w:style>
  <w:style w:type="paragraph" w:customStyle="1" w:styleId="D4011EB2E8F24F5ABE19F01262006E66">
    <w:name w:val="D4011EB2E8F24F5ABE19F01262006E66"/>
    <w:rsid w:val="00397A3B"/>
    <w:pPr>
      <w:widowControl w:val="0"/>
      <w:jc w:val="both"/>
    </w:pPr>
  </w:style>
  <w:style w:type="paragraph" w:customStyle="1" w:styleId="B786802532A24D3BA02001497134E6C0">
    <w:name w:val="B786802532A24D3BA02001497134E6C0"/>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C082E7A2ABD4B2F87A71B6387BD0AB915">
    <w:name w:val="5C082E7A2ABD4B2F87A71B6387BD0AB91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5BDFC1DC4A4849B2F67030894684EE15">
    <w:name w:val="595BDFC1DC4A4849B2F67030894684EE1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B84FDC2744D4641BCB286B4EA6C088715">
    <w:name w:val="9B84FDC2744D4641BCB286B4EA6C08871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15">
    <w:name w:val="F05274B6450F47EEBF586851074D3FA315"/>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6AB8C98648A41A0BE38763ECE1EEA081">
    <w:name w:val="96AB8C98648A41A0BE38763ECE1EEA081"/>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15">
    <w:name w:val="24190F3B320A41ABB6CE7BAFA070185E15"/>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15">
    <w:name w:val="1DD05DB72819419BBB144B7A8B17C39515"/>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15">
    <w:name w:val="52215DBB3962478887B08B0CD567120E15"/>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ACC35684C6C41539BE43F74F965D6A91">
    <w:name w:val="1ACC35684C6C41539BE43F74F965D6A91"/>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CE2120F273C4957B801253ACB130F201">
    <w:name w:val="5CE2120F273C4957B801253ACB130F201"/>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B033765642440ABB3B76777B0A7E13A1">
    <w:name w:val="EB033765642440ABB3B76777B0A7E13A1"/>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BD8E64A7E144FF6933FF92DB4A60B9B1">
    <w:name w:val="3BD8E64A7E144FF6933FF92DB4A60B9B1"/>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EFC374F7C3040D4BC128E58AA2A44761">
    <w:name w:val="AEFC374F7C3040D4BC128E58AA2A4476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4CE3685C4CA46219B52EC761410A7191">
    <w:name w:val="D4CE3685C4CA46219B52EC761410A719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0F047C21DA42B58FFAA3076CC057BF5">
    <w:name w:val="C00F047C21DA42B58FFAA3076CC057BF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C0DB7F9F04E4D99AA9E653122FC4D58">
    <w:name w:val="EC0DB7F9F04E4D99AA9E653122FC4D58"/>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9C0C3A8274BFCB0953AD34982E2101">
    <w:name w:val="48A9C0C3A8274BFCB0953AD34982E210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C3F6FA33A624E96AA5BC45BD6A8A23A1">
    <w:name w:val="CC3F6FA33A624E96AA5BC45BD6A8A23A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87F80EF48D44B2CA2583FE1D3FA44382">
    <w:name w:val="E87F80EF48D44B2CA2583FE1D3FA4438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FE20D1F5CA4AEBA8F15D01C167F7C11">
    <w:name w:val="A6FE20D1F5CA4AEBA8F15D01C167F7C1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492CFF8D02F4E0FAE3CF554CF434F851">
    <w:name w:val="D492CFF8D02F4E0FAE3CF554CF434F85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991F18668E94F67A1FD0F96ECF83D6E2">
    <w:name w:val="6991F18668E94F67A1FD0F96ECF83D6E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75C2EC67034E72B8EDFC7CE8D700501">
    <w:name w:val="DF75C2EC67034E72B8EDFC7CE8D70050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85E4C58F3B40A594A60C79DF23D0521">
    <w:name w:val="2A85E4C58F3B40A594A60C79DF23D052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AF8789E73142E5A90BECDC4872DA331">
    <w:name w:val="FEAF8789E73142E5A90BECDC4872DA33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6945ABB14548928EF9EEBC39E457BD2">
    <w:name w:val="6D6945ABB14548928EF9EEBC39E457BD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DEFBEEB8FD44C0931F7036DD5DDD5D1">
    <w:name w:val="87DEFBEEB8FD44C0931F7036DD5DDD5D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06029343CA04D9BBE3733C5A32137671">
    <w:name w:val="406029343CA04D9BBE3733C5A3213767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28C64229E0C4CF7B70A54AB4A943FA51">
    <w:name w:val="728C64229E0C4CF7B70A54AB4A943FA5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4011EB2E8F24F5ABE19F01262006E661">
    <w:name w:val="D4011EB2E8F24F5ABE19F01262006E66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1">
    <w:name w:val="B786802532A24D3BA02001497134E6C0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16">
    <w:name w:val="F05274B6450F47EEBF586851074D3FA316"/>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6AB8C98648A41A0BE38763ECE1EEA082">
    <w:name w:val="96AB8C98648A41A0BE38763ECE1EEA082"/>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16">
    <w:name w:val="24190F3B320A41ABB6CE7BAFA070185E16"/>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16">
    <w:name w:val="1DD05DB72819419BBB144B7A8B17C39516"/>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16">
    <w:name w:val="52215DBB3962478887B08B0CD567120E16"/>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ACC35684C6C41539BE43F74F965D6A92">
    <w:name w:val="1ACC35684C6C41539BE43F74F965D6A92"/>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CE2120F273C4957B801253ACB130F202">
    <w:name w:val="5CE2120F273C4957B801253ACB130F202"/>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B033765642440ABB3B76777B0A7E13A2">
    <w:name w:val="EB033765642440ABB3B76777B0A7E13A2"/>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BD8E64A7E144FF6933FF92DB4A60B9B2">
    <w:name w:val="3BD8E64A7E144FF6933FF92DB4A60B9B2"/>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EFC374F7C3040D4BC128E58AA2A44762">
    <w:name w:val="AEFC374F7C3040D4BC128E58AA2A4476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4CE3685C4CA46219B52EC761410A7192">
    <w:name w:val="D4CE3685C4CA46219B52EC761410A719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0F047C21DA42B58FFAA3076CC057BF6">
    <w:name w:val="C00F047C21DA42B58FFAA3076CC057BF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EADC56EB61E4D5085E9885C262BBB68">
    <w:name w:val="2EADC56EB61E4D5085E9885C262BBB68"/>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9C0C3A8274BFCB0953AD34982E2102">
    <w:name w:val="48A9C0C3A8274BFCB0953AD34982E210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C3F6FA33A624E96AA5BC45BD6A8A23A2">
    <w:name w:val="CC3F6FA33A624E96AA5BC45BD6A8A23A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87F80EF48D44B2CA2583FE1D3FA44383">
    <w:name w:val="E87F80EF48D44B2CA2583FE1D3FA4438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FE20D1F5CA4AEBA8F15D01C167F7C12">
    <w:name w:val="A6FE20D1F5CA4AEBA8F15D01C167F7C1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492CFF8D02F4E0FAE3CF554CF434F852">
    <w:name w:val="D492CFF8D02F4E0FAE3CF554CF434F85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991F18668E94F67A1FD0F96ECF83D6E3">
    <w:name w:val="6991F18668E94F67A1FD0F96ECF83D6E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75C2EC67034E72B8EDFC7CE8D700502">
    <w:name w:val="DF75C2EC67034E72B8EDFC7CE8D70050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85E4C58F3B40A594A60C79DF23D0522">
    <w:name w:val="2A85E4C58F3B40A594A60C79DF23D052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AF8789E73142E5A90BECDC4872DA332">
    <w:name w:val="FEAF8789E73142E5A90BECDC4872DA33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6945ABB14548928EF9EEBC39E457BD3">
    <w:name w:val="6D6945ABB14548928EF9EEBC39E457BD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DEFBEEB8FD44C0931F7036DD5DDD5D2">
    <w:name w:val="87DEFBEEB8FD44C0931F7036DD5DDD5D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06029343CA04D9BBE3733C5A32137672">
    <w:name w:val="406029343CA04D9BBE3733C5A3213767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28C64229E0C4CF7B70A54AB4A943FA52">
    <w:name w:val="728C64229E0C4CF7B70A54AB4A943FA5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4011EB2E8F24F5ABE19F01262006E662">
    <w:name w:val="D4011EB2E8F24F5ABE19F01262006E66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DBFD20FC5C40F98BED26D4671DAD9E">
    <w:name w:val="B7DBFD20FC5C40F98BED26D4671DAD9E"/>
    <w:rsid w:val="00397A3B"/>
    <w:pPr>
      <w:widowControl w:val="0"/>
      <w:jc w:val="both"/>
    </w:pPr>
  </w:style>
  <w:style w:type="paragraph" w:customStyle="1" w:styleId="E2F38BF671A44D538F279EBEE1A17B7A">
    <w:name w:val="E2F38BF671A44D538F279EBEE1A17B7A"/>
    <w:rsid w:val="00397A3B"/>
    <w:pPr>
      <w:widowControl w:val="0"/>
      <w:jc w:val="both"/>
    </w:pPr>
  </w:style>
  <w:style w:type="paragraph" w:customStyle="1" w:styleId="5555E91DD90A4FAA87AB7DA17BFE69F3">
    <w:name w:val="5555E91DD90A4FAA87AB7DA17BFE69F3"/>
    <w:rsid w:val="00397A3B"/>
    <w:pPr>
      <w:widowControl w:val="0"/>
      <w:jc w:val="both"/>
    </w:pPr>
  </w:style>
  <w:style w:type="paragraph" w:customStyle="1" w:styleId="376AA9F7EABB4B76A72CF1378F37FE63">
    <w:name w:val="376AA9F7EABB4B76A72CF1378F37FE63"/>
    <w:rsid w:val="00397A3B"/>
    <w:pPr>
      <w:widowControl w:val="0"/>
      <w:jc w:val="both"/>
    </w:pPr>
  </w:style>
  <w:style w:type="paragraph" w:customStyle="1" w:styleId="6D5DA05E4E304AC0AD9428684A3A91DD">
    <w:name w:val="6D5DA05E4E304AC0AD9428684A3A91DD"/>
    <w:rsid w:val="00397A3B"/>
    <w:pPr>
      <w:widowControl w:val="0"/>
      <w:jc w:val="both"/>
    </w:pPr>
  </w:style>
  <w:style w:type="paragraph" w:customStyle="1" w:styleId="416AFCA6E04B4C1AA204222018C04ABC">
    <w:name w:val="416AFCA6E04B4C1AA204222018C04ABC"/>
    <w:rsid w:val="00397A3B"/>
    <w:pPr>
      <w:widowControl w:val="0"/>
      <w:jc w:val="both"/>
    </w:pPr>
  </w:style>
  <w:style w:type="paragraph" w:customStyle="1" w:styleId="A5B50E4835E24A8187E5EFA678156C1C">
    <w:name w:val="A5B50E4835E24A8187E5EFA678156C1C"/>
    <w:rsid w:val="00397A3B"/>
    <w:pPr>
      <w:widowControl w:val="0"/>
      <w:jc w:val="both"/>
    </w:pPr>
  </w:style>
  <w:style w:type="paragraph" w:customStyle="1" w:styleId="38452EB6617C4662BD21FF6878D2D5BD">
    <w:name w:val="38452EB6617C4662BD21FF6878D2D5BD"/>
    <w:rsid w:val="00397A3B"/>
    <w:pPr>
      <w:widowControl w:val="0"/>
      <w:jc w:val="both"/>
    </w:pPr>
  </w:style>
  <w:style w:type="paragraph" w:customStyle="1" w:styleId="76166C95357148F3AE4FD3762C2BCBAE">
    <w:name w:val="76166C95357148F3AE4FD3762C2BCBAE"/>
    <w:rsid w:val="00397A3B"/>
    <w:pPr>
      <w:widowControl w:val="0"/>
      <w:jc w:val="both"/>
    </w:pPr>
  </w:style>
  <w:style w:type="paragraph" w:customStyle="1" w:styleId="7B83218F14C94E4D8D999F2A0EE82C89">
    <w:name w:val="7B83218F14C94E4D8D999F2A0EE82C89"/>
    <w:rsid w:val="00397A3B"/>
    <w:pPr>
      <w:widowControl w:val="0"/>
      <w:jc w:val="both"/>
    </w:pPr>
  </w:style>
  <w:style w:type="paragraph" w:customStyle="1" w:styleId="9FE22EE3A49D4DDF91DC988F1EF3251F">
    <w:name w:val="9FE22EE3A49D4DDF91DC988F1EF3251F"/>
    <w:rsid w:val="00397A3B"/>
    <w:pPr>
      <w:widowControl w:val="0"/>
      <w:jc w:val="both"/>
    </w:pPr>
  </w:style>
  <w:style w:type="paragraph" w:customStyle="1" w:styleId="DAA13430C4A0411A8346C57B2FFA66DA">
    <w:name w:val="DAA13430C4A0411A8346C57B2FFA66DA"/>
    <w:rsid w:val="00397A3B"/>
    <w:pPr>
      <w:widowControl w:val="0"/>
      <w:jc w:val="both"/>
    </w:pPr>
  </w:style>
  <w:style w:type="paragraph" w:customStyle="1" w:styleId="A3DFCF01DEF546CC8D229B65669A90B2">
    <w:name w:val="A3DFCF01DEF546CC8D229B65669A90B2"/>
    <w:rsid w:val="00397A3B"/>
    <w:pPr>
      <w:widowControl w:val="0"/>
      <w:jc w:val="both"/>
    </w:pPr>
  </w:style>
  <w:style w:type="paragraph" w:customStyle="1" w:styleId="308CBB5BF1984FD689675F49B6F4310D">
    <w:name w:val="308CBB5BF1984FD689675F49B6F4310D"/>
    <w:rsid w:val="00397A3B"/>
    <w:pPr>
      <w:widowControl w:val="0"/>
      <w:jc w:val="both"/>
    </w:pPr>
  </w:style>
  <w:style w:type="paragraph" w:customStyle="1" w:styleId="A1253CF6EC3745C18DA94EA624431195">
    <w:name w:val="A1253CF6EC3745C18DA94EA624431195"/>
    <w:rsid w:val="00397A3B"/>
    <w:pPr>
      <w:widowControl w:val="0"/>
      <w:jc w:val="both"/>
    </w:pPr>
  </w:style>
  <w:style w:type="paragraph" w:customStyle="1" w:styleId="40D42AAF795D4C45AD766B7EC09A96F8">
    <w:name w:val="40D42AAF795D4C45AD766B7EC09A96F8"/>
    <w:rsid w:val="00397A3B"/>
    <w:pPr>
      <w:widowControl w:val="0"/>
      <w:jc w:val="both"/>
    </w:pPr>
  </w:style>
  <w:style w:type="paragraph" w:customStyle="1" w:styleId="B9B50ED17CD5491E803051A5C4DEC39B">
    <w:name w:val="B9B50ED17CD5491E803051A5C4DEC39B"/>
    <w:rsid w:val="00397A3B"/>
    <w:pPr>
      <w:widowControl w:val="0"/>
      <w:jc w:val="both"/>
    </w:pPr>
  </w:style>
  <w:style w:type="paragraph" w:customStyle="1" w:styleId="B01D02B1197C4D65B046498008189233">
    <w:name w:val="B01D02B1197C4D65B046498008189233"/>
    <w:rsid w:val="00397A3B"/>
    <w:pPr>
      <w:widowControl w:val="0"/>
      <w:jc w:val="both"/>
    </w:pPr>
  </w:style>
  <w:style w:type="paragraph" w:customStyle="1" w:styleId="1DEC9FCA3C864DA3940B8FA19E393D0D">
    <w:name w:val="1DEC9FCA3C864DA3940B8FA19E393D0D"/>
    <w:rsid w:val="00397A3B"/>
    <w:pPr>
      <w:widowControl w:val="0"/>
      <w:jc w:val="both"/>
    </w:pPr>
  </w:style>
  <w:style w:type="paragraph" w:customStyle="1" w:styleId="B786802532A24D3BA02001497134E6C02">
    <w:name w:val="B786802532A24D3BA02001497134E6C0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17">
    <w:name w:val="F05274B6450F47EEBF586851074D3FA317"/>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6AB8C98648A41A0BE38763ECE1EEA083">
    <w:name w:val="96AB8C98648A41A0BE38763ECE1EEA083"/>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17">
    <w:name w:val="24190F3B320A41ABB6CE7BAFA070185E17"/>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17">
    <w:name w:val="1DD05DB72819419BBB144B7A8B17C39517"/>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17">
    <w:name w:val="52215DBB3962478887B08B0CD567120E17"/>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ACC35684C6C41539BE43F74F965D6A93">
    <w:name w:val="1ACC35684C6C41539BE43F74F965D6A93"/>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CE2120F273C4957B801253ACB130F203">
    <w:name w:val="5CE2120F273C4957B801253ACB130F203"/>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B033765642440ABB3B76777B0A7E13A3">
    <w:name w:val="EB033765642440ABB3B76777B0A7E13A3"/>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BD8E64A7E144FF6933FF92DB4A60B9B3">
    <w:name w:val="3BD8E64A7E144FF6933FF92DB4A60B9B3"/>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EFC374F7C3040D4BC128E58AA2A44763">
    <w:name w:val="AEFC374F7C3040D4BC128E58AA2A4476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4CE3685C4CA46219B52EC761410A7193">
    <w:name w:val="D4CE3685C4CA46219B52EC761410A719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0F047C21DA42B58FFAA3076CC057BF7">
    <w:name w:val="C00F047C21DA42B58FFAA3076CC057BF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DEC9FCA3C864DA3940B8FA19E393D0D1">
    <w:name w:val="1DEC9FCA3C864DA3940B8FA19E393D0D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9C0C3A8274BFCB0953AD34982E2103">
    <w:name w:val="48A9C0C3A8274BFCB0953AD34982E210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C3F6FA33A624E96AA5BC45BD6A8A23A3">
    <w:name w:val="CC3F6FA33A624E96AA5BC45BD6A8A23A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87F80EF48D44B2CA2583FE1D3FA44384">
    <w:name w:val="E87F80EF48D44B2CA2583FE1D3FA4438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FE20D1F5CA4AEBA8F15D01C167F7C13">
    <w:name w:val="A6FE20D1F5CA4AEBA8F15D01C167F7C1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492CFF8D02F4E0FAE3CF554CF434F853">
    <w:name w:val="D492CFF8D02F4E0FAE3CF554CF434F85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991F18668E94F67A1FD0F96ECF83D6E4">
    <w:name w:val="6991F18668E94F67A1FD0F96ECF83D6E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75C2EC67034E72B8EDFC7CE8D700503">
    <w:name w:val="DF75C2EC67034E72B8EDFC7CE8D70050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85E4C58F3B40A594A60C79DF23D0523">
    <w:name w:val="2A85E4C58F3B40A594A60C79DF23D052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AF8789E73142E5A90BECDC4872DA333">
    <w:name w:val="FEAF8789E73142E5A90BECDC4872DA33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6945ABB14548928EF9EEBC39E457BD4">
    <w:name w:val="6D6945ABB14548928EF9EEBC39E457BD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DEFBEEB8FD44C0931F7036DD5DDD5D3">
    <w:name w:val="87DEFBEEB8FD44C0931F7036DD5DDD5D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06029343CA04D9BBE3733C5A32137673">
    <w:name w:val="406029343CA04D9BBE3733C5A3213767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28C64229E0C4CF7B70A54AB4A943FA53">
    <w:name w:val="728C64229E0C4CF7B70A54AB4A943FA5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4011EB2E8F24F5ABE19F01262006E663">
    <w:name w:val="D4011EB2E8F24F5ABE19F01262006E66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CD9291B98748D2A1767B0C7A8FFDD1">
    <w:name w:val="92CD9291B98748D2A1767B0C7A8FFDD1"/>
    <w:rsid w:val="00397A3B"/>
    <w:pPr>
      <w:widowControl w:val="0"/>
      <w:jc w:val="both"/>
    </w:pPr>
  </w:style>
  <w:style w:type="paragraph" w:customStyle="1" w:styleId="9810DE1B182C44CFB2D48B2AA5478696">
    <w:name w:val="9810DE1B182C44CFB2D48B2AA5478696"/>
    <w:rsid w:val="00397A3B"/>
    <w:pPr>
      <w:widowControl w:val="0"/>
      <w:jc w:val="both"/>
    </w:pPr>
  </w:style>
  <w:style w:type="paragraph" w:customStyle="1" w:styleId="20AE9C6BFFA6489389CC25FB97CA61F0">
    <w:name w:val="20AE9C6BFFA6489389CC25FB97CA61F0"/>
    <w:rsid w:val="00397A3B"/>
    <w:pPr>
      <w:widowControl w:val="0"/>
      <w:jc w:val="both"/>
    </w:pPr>
  </w:style>
  <w:style w:type="paragraph" w:customStyle="1" w:styleId="219EC2EB92CC427F8D9A77644C3A778F">
    <w:name w:val="219EC2EB92CC427F8D9A77644C3A778F"/>
    <w:rsid w:val="00397A3B"/>
    <w:pPr>
      <w:widowControl w:val="0"/>
      <w:jc w:val="both"/>
    </w:pPr>
  </w:style>
  <w:style w:type="paragraph" w:customStyle="1" w:styleId="A88B063134BD48A394D03AEF3EB030A4">
    <w:name w:val="A88B063134BD48A394D03AEF3EB030A4"/>
    <w:rsid w:val="00397A3B"/>
    <w:pPr>
      <w:widowControl w:val="0"/>
      <w:jc w:val="both"/>
    </w:pPr>
  </w:style>
  <w:style w:type="paragraph" w:customStyle="1" w:styleId="BC401E3A4E6A4535B3E26FF18D763201">
    <w:name w:val="BC401E3A4E6A4535B3E26FF18D763201"/>
    <w:rsid w:val="00397A3B"/>
    <w:pPr>
      <w:widowControl w:val="0"/>
      <w:jc w:val="both"/>
    </w:pPr>
  </w:style>
  <w:style w:type="paragraph" w:customStyle="1" w:styleId="DE174BD50830490ABCD114B851EFE144">
    <w:name w:val="DE174BD50830490ABCD114B851EFE144"/>
    <w:rsid w:val="00397A3B"/>
    <w:pPr>
      <w:widowControl w:val="0"/>
      <w:jc w:val="both"/>
    </w:pPr>
  </w:style>
  <w:style w:type="paragraph" w:customStyle="1" w:styleId="D1BA7C2FBAA447A5A8D4729FBE1CCCE2">
    <w:name w:val="D1BA7C2FBAA447A5A8D4729FBE1CCCE2"/>
    <w:rsid w:val="00397A3B"/>
    <w:pPr>
      <w:widowControl w:val="0"/>
      <w:jc w:val="both"/>
    </w:pPr>
  </w:style>
  <w:style w:type="paragraph" w:customStyle="1" w:styleId="39BA4F54D5204E8CB9FE4F7D0D6F3EBC">
    <w:name w:val="39BA4F54D5204E8CB9FE4F7D0D6F3EBC"/>
    <w:rsid w:val="00397A3B"/>
    <w:pPr>
      <w:widowControl w:val="0"/>
      <w:jc w:val="both"/>
    </w:pPr>
  </w:style>
  <w:style w:type="paragraph" w:customStyle="1" w:styleId="A6B445E78AEE480FBCB6B133EE72C152">
    <w:name w:val="A6B445E78AEE480FBCB6B133EE72C152"/>
    <w:rsid w:val="00397A3B"/>
    <w:pPr>
      <w:widowControl w:val="0"/>
      <w:jc w:val="both"/>
    </w:pPr>
  </w:style>
  <w:style w:type="paragraph" w:customStyle="1" w:styleId="B786802532A24D3BA02001497134E6C03">
    <w:name w:val="B786802532A24D3BA02001497134E6C0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18">
    <w:name w:val="F05274B6450F47EEBF586851074D3FA318"/>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6AB8C98648A41A0BE38763ECE1EEA084">
    <w:name w:val="96AB8C98648A41A0BE38763ECE1EEA084"/>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18">
    <w:name w:val="24190F3B320A41ABB6CE7BAFA070185E18"/>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18">
    <w:name w:val="1DD05DB72819419BBB144B7A8B17C39518"/>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18">
    <w:name w:val="52215DBB3962478887B08B0CD567120E18"/>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ACC35684C6C41539BE43F74F965D6A94">
    <w:name w:val="1ACC35684C6C41539BE43F74F965D6A94"/>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CE2120F273C4957B801253ACB130F204">
    <w:name w:val="5CE2120F273C4957B801253ACB130F204"/>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B033765642440ABB3B76777B0A7E13A4">
    <w:name w:val="EB033765642440ABB3B76777B0A7E13A4"/>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BD8E64A7E144FF6933FF92DB4A60B9B4">
    <w:name w:val="3BD8E64A7E144FF6933FF92DB4A60B9B4"/>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EFC374F7C3040D4BC128E58AA2A44764">
    <w:name w:val="AEFC374F7C3040D4BC128E58AA2A4476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4CE3685C4CA46219B52EC761410A7194">
    <w:name w:val="D4CE3685C4CA46219B52EC761410A719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0F047C21DA42B58FFAA3076CC057BF8">
    <w:name w:val="C00F047C21DA42B58FFAA3076CC057BF8"/>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CD9291B98748D2A1767B0C7A8FFDD11">
    <w:name w:val="92CD9291B98748D2A1767B0C7A8FFDD1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810DE1B182C44CFB2D48B2AA54786961">
    <w:name w:val="9810DE1B182C44CFB2D48B2AA5478696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9C0C3A8274BFCB0953AD34982E2104">
    <w:name w:val="48A9C0C3A8274BFCB0953AD34982E210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C3F6FA33A624E96AA5BC45BD6A8A23A4">
    <w:name w:val="CC3F6FA33A624E96AA5BC45BD6A8A23A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87F80EF48D44B2CA2583FE1D3FA44385">
    <w:name w:val="E87F80EF48D44B2CA2583FE1D3FA4438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0AE9C6BFFA6489389CC25FB97CA61F01">
    <w:name w:val="20AE9C6BFFA6489389CC25FB97CA61F0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19EC2EB92CC427F8D9A77644C3A778F1">
    <w:name w:val="219EC2EB92CC427F8D9A77644C3A778F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FE20D1F5CA4AEBA8F15D01C167F7C14">
    <w:name w:val="A6FE20D1F5CA4AEBA8F15D01C167F7C1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492CFF8D02F4E0FAE3CF554CF434F854">
    <w:name w:val="D492CFF8D02F4E0FAE3CF554CF434F85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991F18668E94F67A1FD0F96ECF83D6E5">
    <w:name w:val="6991F18668E94F67A1FD0F96ECF83D6E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88B063134BD48A394D03AEF3EB030A41">
    <w:name w:val="A88B063134BD48A394D03AEF3EB030A4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C401E3A4E6A4535B3E26FF18D7632011">
    <w:name w:val="BC401E3A4E6A4535B3E26FF18D763201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75C2EC67034E72B8EDFC7CE8D700504">
    <w:name w:val="DF75C2EC67034E72B8EDFC7CE8D70050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85E4C58F3B40A594A60C79DF23D0524">
    <w:name w:val="2A85E4C58F3B40A594A60C79DF23D052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AF8789E73142E5A90BECDC4872DA334">
    <w:name w:val="FEAF8789E73142E5A90BECDC4872DA33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6945ABB14548928EF9EEBC39E457BD5">
    <w:name w:val="6D6945ABB14548928EF9EEBC39E457BD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E174BD50830490ABCD114B851EFE1441">
    <w:name w:val="DE174BD50830490ABCD114B851EFE144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1BA7C2FBAA447A5A8D4729FBE1CCCE21">
    <w:name w:val="D1BA7C2FBAA447A5A8D4729FBE1CCCE2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DEFBEEB8FD44C0931F7036DD5DDD5D4">
    <w:name w:val="87DEFBEEB8FD44C0931F7036DD5DDD5D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06029343CA04D9BBE3733C5A32137674">
    <w:name w:val="406029343CA04D9BBE3733C5A3213767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28C64229E0C4CF7B70A54AB4A943FA54">
    <w:name w:val="728C64229E0C4CF7B70A54AB4A943FA5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4011EB2E8F24F5ABE19F01262006E664">
    <w:name w:val="D4011EB2E8F24F5ABE19F01262006E66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9BA4F54D5204E8CB9FE4F7D0D6F3EBC1">
    <w:name w:val="39BA4F54D5204E8CB9FE4F7D0D6F3EBC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B445E78AEE480FBCB6B133EE72C1521">
    <w:name w:val="A6B445E78AEE480FBCB6B133EE72C152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4">
    <w:name w:val="B786802532A24D3BA02001497134E6C0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19">
    <w:name w:val="F05274B6450F47EEBF586851074D3FA319"/>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6AB8C98648A41A0BE38763ECE1EEA085">
    <w:name w:val="96AB8C98648A41A0BE38763ECE1EEA085"/>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19">
    <w:name w:val="24190F3B320A41ABB6CE7BAFA070185E19"/>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19">
    <w:name w:val="1DD05DB72819419BBB144B7A8B17C39519"/>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19">
    <w:name w:val="52215DBB3962478887B08B0CD567120E19"/>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ACC35684C6C41539BE43F74F965D6A95">
    <w:name w:val="1ACC35684C6C41539BE43F74F965D6A95"/>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CE2120F273C4957B801253ACB130F205">
    <w:name w:val="5CE2120F273C4957B801253ACB130F205"/>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B033765642440ABB3B76777B0A7E13A5">
    <w:name w:val="EB033765642440ABB3B76777B0A7E13A5"/>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BD8E64A7E144FF6933FF92DB4A60B9B5">
    <w:name w:val="3BD8E64A7E144FF6933FF92DB4A60B9B5"/>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EFC374F7C3040D4BC128E58AA2A44765">
    <w:name w:val="AEFC374F7C3040D4BC128E58AA2A4476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4CE3685C4CA46219B52EC761410A7195">
    <w:name w:val="D4CE3685C4CA46219B52EC761410A719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0F047C21DA42B58FFAA3076CC057BF9">
    <w:name w:val="C00F047C21DA42B58FFAA3076CC057BF9"/>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CD9291B98748D2A1767B0C7A8FFDD12">
    <w:name w:val="92CD9291B98748D2A1767B0C7A8FFDD1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810DE1B182C44CFB2D48B2AA54786962">
    <w:name w:val="9810DE1B182C44CFB2D48B2AA5478696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9C0C3A8274BFCB0953AD34982E2105">
    <w:name w:val="48A9C0C3A8274BFCB0953AD34982E210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C3F6FA33A624E96AA5BC45BD6A8A23A5">
    <w:name w:val="CC3F6FA33A624E96AA5BC45BD6A8A23A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87F80EF48D44B2CA2583FE1D3FA44386">
    <w:name w:val="E87F80EF48D44B2CA2583FE1D3FA4438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0AE9C6BFFA6489389CC25FB97CA61F02">
    <w:name w:val="20AE9C6BFFA6489389CC25FB97CA61F0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19EC2EB92CC427F8D9A77644C3A778F2">
    <w:name w:val="219EC2EB92CC427F8D9A77644C3A778F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FE20D1F5CA4AEBA8F15D01C167F7C15">
    <w:name w:val="A6FE20D1F5CA4AEBA8F15D01C167F7C1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492CFF8D02F4E0FAE3CF554CF434F855">
    <w:name w:val="D492CFF8D02F4E0FAE3CF554CF434F85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991F18668E94F67A1FD0F96ECF83D6E6">
    <w:name w:val="6991F18668E94F67A1FD0F96ECF83D6E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88B063134BD48A394D03AEF3EB030A42">
    <w:name w:val="A88B063134BD48A394D03AEF3EB030A4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C401E3A4E6A4535B3E26FF18D7632012">
    <w:name w:val="BC401E3A4E6A4535B3E26FF18D763201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75C2EC67034E72B8EDFC7CE8D700505">
    <w:name w:val="DF75C2EC67034E72B8EDFC7CE8D70050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85E4C58F3B40A594A60C79DF23D0525">
    <w:name w:val="2A85E4C58F3B40A594A60C79DF23D052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AF8789E73142E5A90BECDC4872DA335">
    <w:name w:val="FEAF8789E73142E5A90BECDC4872DA33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6945ABB14548928EF9EEBC39E457BD6">
    <w:name w:val="6D6945ABB14548928EF9EEBC39E457BD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E174BD50830490ABCD114B851EFE1442">
    <w:name w:val="DE174BD50830490ABCD114B851EFE144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1BA7C2FBAA447A5A8D4729FBE1CCCE22">
    <w:name w:val="D1BA7C2FBAA447A5A8D4729FBE1CCCE2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DEFBEEB8FD44C0931F7036DD5DDD5D5">
    <w:name w:val="87DEFBEEB8FD44C0931F7036DD5DDD5D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06029343CA04D9BBE3733C5A32137675">
    <w:name w:val="406029343CA04D9BBE3733C5A3213767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28C64229E0C4CF7B70A54AB4A943FA55">
    <w:name w:val="728C64229E0C4CF7B70A54AB4A943FA5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4011EB2E8F24F5ABE19F01262006E665">
    <w:name w:val="D4011EB2E8F24F5ABE19F01262006E66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9BA4F54D5204E8CB9FE4F7D0D6F3EBC2">
    <w:name w:val="39BA4F54D5204E8CB9FE4F7D0D6F3EBC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B445E78AEE480FBCB6B133EE72C1522">
    <w:name w:val="A6B445E78AEE480FBCB6B133EE72C152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5F802C5F05E4B88B474CD6D932CB9C8">
    <w:name w:val="55F802C5F05E4B88B474CD6D932CB9C8"/>
    <w:rsid w:val="00397A3B"/>
    <w:pPr>
      <w:widowControl w:val="0"/>
      <w:jc w:val="both"/>
    </w:pPr>
  </w:style>
  <w:style w:type="paragraph" w:customStyle="1" w:styleId="8D2ACB2B42A948E4A8F7CA3A547F42C7">
    <w:name w:val="8D2ACB2B42A948E4A8F7CA3A547F42C7"/>
    <w:rsid w:val="00397A3B"/>
    <w:pPr>
      <w:widowControl w:val="0"/>
      <w:jc w:val="both"/>
    </w:pPr>
  </w:style>
  <w:style w:type="paragraph" w:customStyle="1" w:styleId="FD0C0826481E4FE2812A2130CD1A9FBD">
    <w:name w:val="FD0C0826481E4FE2812A2130CD1A9FBD"/>
    <w:rsid w:val="00397A3B"/>
    <w:pPr>
      <w:widowControl w:val="0"/>
      <w:jc w:val="both"/>
    </w:pPr>
  </w:style>
  <w:style w:type="paragraph" w:customStyle="1" w:styleId="05B0DCF03F464D44BE17505A554D7C9B">
    <w:name w:val="05B0DCF03F464D44BE17505A554D7C9B"/>
    <w:rsid w:val="00397A3B"/>
    <w:pPr>
      <w:widowControl w:val="0"/>
      <w:jc w:val="both"/>
    </w:pPr>
  </w:style>
  <w:style w:type="paragraph" w:customStyle="1" w:styleId="2DD298F274A34DF5989A39B32F61CE48">
    <w:name w:val="2DD298F274A34DF5989A39B32F61CE48"/>
    <w:rsid w:val="00397A3B"/>
    <w:pPr>
      <w:widowControl w:val="0"/>
      <w:jc w:val="both"/>
    </w:pPr>
  </w:style>
  <w:style w:type="paragraph" w:customStyle="1" w:styleId="B9AA1B82E3BF46CFA5FDF1B2FDD143AF">
    <w:name w:val="B9AA1B82E3BF46CFA5FDF1B2FDD143AF"/>
    <w:rsid w:val="00397A3B"/>
    <w:pPr>
      <w:widowControl w:val="0"/>
      <w:jc w:val="both"/>
    </w:pPr>
  </w:style>
  <w:style w:type="paragraph" w:customStyle="1" w:styleId="48CAB6C393A1421FA772E9B63B316758">
    <w:name w:val="48CAB6C393A1421FA772E9B63B316758"/>
    <w:rsid w:val="00397A3B"/>
    <w:pPr>
      <w:widowControl w:val="0"/>
      <w:jc w:val="both"/>
    </w:pPr>
  </w:style>
  <w:style w:type="paragraph" w:customStyle="1" w:styleId="38F1D50549CB4A36ACFB581045CA5001">
    <w:name w:val="38F1D50549CB4A36ACFB581045CA5001"/>
    <w:rsid w:val="00397A3B"/>
    <w:pPr>
      <w:widowControl w:val="0"/>
      <w:jc w:val="both"/>
    </w:pPr>
  </w:style>
  <w:style w:type="paragraph" w:customStyle="1" w:styleId="7B2D0EFD52944B0096CF181577EAE69D">
    <w:name w:val="7B2D0EFD52944B0096CF181577EAE69D"/>
    <w:rsid w:val="00397A3B"/>
    <w:pPr>
      <w:widowControl w:val="0"/>
      <w:jc w:val="both"/>
    </w:pPr>
  </w:style>
  <w:style w:type="paragraph" w:customStyle="1" w:styleId="DDA011DE76834397971D16B0CA1D7E31">
    <w:name w:val="DDA011DE76834397971D16B0CA1D7E31"/>
    <w:rsid w:val="00397A3B"/>
    <w:pPr>
      <w:widowControl w:val="0"/>
      <w:jc w:val="both"/>
    </w:pPr>
  </w:style>
  <w:style w:type="paragraph" w:customStyle="1" w:styleId="BA88F5257B234510A0647CD8513C65DC">
    <w:name w:val="BA88F5257B234510A0647CD8513C65DC"/>
    <w:rsid w:val="00397A3B"/>
    <w:pPr>
      <w:widowControl w:val="0"/>
      <w:jc w:val="both"/>
    </w:pPr>
  </w:style>
  <w:style w:type="paragraph" w:customStyle="1" w:styleId="10E8C1076A9241C591CC9AC3873D66B1">
    <w:name w:val="10E8C1076A9241C591CC9AC3873D66B1"/>
    <w:rsid w:val="00397A3B"/>
    <w:pPr>
      <w:widowControl w:val="0"/>
      <w:jc w:val="both"/>
    </w:pPr>
  </w:style>
  <w:style w:type="paragraph" w:customStyle="1" w:styleId="9D76CD8B6846432B950FACCD77672EBA">
    <w:name w:val="9D76CD8B6846432B950FACCD77672EBA"/>
    <w:rsid w:val="00397A3B"/>
    <w:pPr>
      <w:widowControl w:val="0"/>
      <w:jc w:val="both"/>
    </w:pPr>
  </w:style>
  <w:style w:type="paragraph" w:customStyle="1" w:styleId="0DF51460777B4BF0BC87D982CC735C2E">
    <w:name w:val="0DF51460777B4BF0BC87D982CC735C2E"/>
    <w:rsid w:val="00397A3B"/>
    <w:pPr>
      <w:widowControl w:val="0"/>
      <w:jc w:val="both"/>
    </w:pPr>
  </w:style>
  <w:style w:type="paragraph" w:customStyle="1" w:styleId="1C20E07AE8B7484788A8310A05175159">
    <w:name w:val="1C20E07AE8B7484788A8310A05175159"/>
    <w:rsid w:val="00397A3B"/>
    <w:pPr>
      <w:widowControl w:val="0"/>
      <w:jc w:val="both"/>
    </w:pPr>
  </w:style>
  <w:style w:type="paragraph" w:customStyle="1" w:styleId="5971187B92064CE1B6502BA5156AB13E">
    <w:name w:val="5971187B92064CE1B6502BA5156AB13E"/>
    <w:rsid w:val="00397A3B"/>
    <w:pPr>
      <w:widowControl w:val="0"/>
      <w:jc w:val="both"/>
    </w:pPr>
  </w:style>
  <w:style w:type="paragraph" w:customStyle="1" w:styleId="0215752311D74CCB9EBBAC97E2C4D2A4">
    <w:name w:val="0215752311D74CCB9EBBAC97E2C4D2A4"/>
    <w:rsid w:val="00397A3B"/>
    <w:pPr>
      <w:widowControl w:val="0"/>
      <w:jc w:val="both"/>
    </w:pPr>
  </w:style>
  <w:style w:type="paragraph" w:customStyle="1" w:styleId="C6415ADE5EEB4018A6C61041E676729B">
    <w:name w:val="C6415ADE5EEB4018A6C61041E676729B"/>
    <w:rsid w:val="00397A3B"/>
    <w:pPr>
      <w:widowControl w:val="0"/>
      <w:jc w:val="both"/>
    </w:pPr>
  </w:style>
  <w:style w:type="paragraph" w:customStyle="1" w:styleId="9CB52466D1334AFB9FD27843A7EDF5A9">
    <w:name w:val="9CB52466D1334AFB9FD27843A7EDF5A9"/>
    <w:rsid w:val="00397A3B"/>
    <w:pPr>
      <w:widowControl w:val="0"/>
      <w:jc w:val="both"/>
    </w:pPr>
  </w:style>
  <w:style w:type="paragraph" w:customStyle="1" w:styleId="9268BA69D50C4DE29F62B593AC0FEB61">
    <w:name w:val="9268BA69D50C4DE29F62B593AC0FEB61"/>
    <w:rsid w:val="00397A3B"/>
    <w:pPr>
      <w:widowControl w:val="0"/>
      <w:jc w:val="both"/>
    </w:pPr>
  </w:style>
  <w:style w:type="paragraph" w:customStyle="1" w:styleId="E38B2379369640DABF4F770C4919B347">
    <w:name w:val="E38B2379369640DABF4F770C4919B347"/>
    <w:rsid w:val="00397A3B"/>
    <w:pPr>
      <w:widowControl w:val="0"/>
      <w:jc w:val="both"/>
    </w:pPr>
  </w:style>
  <w:style w:type="paragraph" w:customStyle="1" w:styleId="6519F77926BC4AD38A91D49335C9F59A">
    <w:name w:val="6519F77926BC4AD38A91D49335C9F59A"/>
    <w:rsid w:val="00397A3B"/>
    <w:pPr>
      <w:widowControl w:val="0"/>
      <w:jc w:val="both"/>
    </w:pPr>
  </w:style>
  <w:style w:type="paragraph" w:customStyle="1" w:styleId="B87EB06C79DD4E88B90144152EAFC7FF">
    <w:name w:val="B87EB06C79DD4E88B90144152EAFC7FF"/>
    <w:rsid w:val="00397A3B"/>
    <w:pPr>
      <w:widowControl w:val="0"/>
      <w:jc w:val="both"/>
    </w:pPr>
  </w:style>
  <w:style w:type="paragraph" w:customStyle="1" w:styleId="244B160C93704D758FBC824BF2E0BE03">
    <w:name w:val="244B160C93704D758FBC824BF2E0BE03"/>
    <w:rsid w:val="00397A3B"/>
    <w:pPr>
      <w:widowControl w:val="0"/>
      <w:jc w:val="both"/>
    </w:pPr>
  </w:style>
  <w:style w:type="paragraph" w:customStyle="1" w:styleId="7BD1484BC6BF4B868C4AFD624B6E23DE">
    <w:name w:val="7BD1484BC6BF4B868C4AFD624B6E23DE"/>
    <w:rsid w:val="00397A3B"/>
    <w:pPr>
      <w:widowControl w:val="0"/>
      <w:jc w:val="both"/>
    </w:pPr>
  </w:style>
  <w:style w:type="paragraph" w:customStyle="1" w:styleId="74CE27F051DE4A3FB1518A6473F6AD28">
    <w:name w:val="74CE27F051DE4A3FB1518A6473F6AD28"/>
    <w:rsid w:val="00397A3B"/>
    <w:pPr>
      <w:widowControl w:val="0"/>
      <w:jc w:val="both"/>
    </w:pPr>
  </w:style>
  <w:style w:type="paragraph" w:customStyle="1" w:styleId="C916580A27514641AFDC4E4A3CA46AD8">
    <w:name w:val="C916580A27514641AFDC4E4A3CA46AD8"/>
    <w:rsid w:val="00397A3B"/>
    <w:pPr>
      <w:widowControl w:val="0"/>
      <w:jc w:val="both"/>
    </w:pPr>
  </w:style>
  <w:style w:type="paragraph" w:customStyle="1" w:styleId="0BB4B4C7BA3240228C0049E6751F1470">
    <w:name w:val="0BB4B4C7BA3240228C0049E6751F1470"/>
    <w:rsid w:val="00397A3B"/>
    <w:pPr>
      <w:widowControl w:val="0"/>
      <w:jc w:val="both"/>
    </w:pPr>
  </w:style>
  <w:style w:type="paragraph" w:customStyle="1" w:styleId="03951ED7FBE54E1BA085F745ECAC5689">
    <w:name w:val="03951ED7FBE54E1BA085F745ECAC5689"/>
    <w:rsid w:val="00397A3B"/>
    <w:pPr>
      <w:widowControl w:val="0"/>
      <w:jc w:val="both"/>
    </w:pPr>
  </w:style>
  <w:style w:type="paragraph" w:customStyle="1" w:styleId="C271141162ED4E71AF43228621A87193">
    <w:name w:val="C271141162ED4E71AF43228621A87193"/>
    <w:rsid w:val="00397A3B"/>
    <w:pPr>
      <w:widowControl w:val="0"/>
      <w:jc w:val="both"/>
    </w:pPr>
  </w:style>
  <w:style w:type="paragraph" w:customStyle="1" w:styleId="5C8F4D5D73D84365B80C85AEF92C51E0">
    <w:name w:val="5C8F4D5D73D84365B80C85AEF92C51E0"/>
    <w:rsid w:val="00397A3B"/>
    <w:pPr>
      <w:widowControl w:val="0"/>
      <w:jc w:val="both"/>
    </w:pPr>
  </w:style>
  <w:style w:type="paragraph" w:customStyle="1" w:styleId="9467ED676A024F88AFA6E760C3DCA91F">
    <w:name w:val="9467ED676A024F88AFA6E760C3DCA91F"/>
    <w:rsid w:val="00397A3B"/>
    <w:pPr>
      <w:widowControl w:val="0"/>
      <w:jc w:val="both"/>
    </w:pPr>
  </w:style>
  <w:style w:type="paragraph" w:customStyle="1" w:styleId="512E85453CAE4019A7C950EB12C4DCB1">
    <w:name w:val="512E85453CAE4019A7C950EB12C4DCB1"/>
    <w:rsid w:val="00397A3B"/>
    <w:pPr>
      <w:widowControl w:val="0"/>
      <w:jc w:val="both"/>
    </w:pPr>
  </w:style>
  <w:style w:type="paragraph" w:customStyle="1" w:styleId="4DDB14EF8BF14EFCA3CB36DA8E105B14">
    <w:name w:val="4DDB14EF8BF14EFCA3CB36DA8E105B14"/>
    <w:rsid w:val="00397A3B"/>
    <w:pPr>
      <w:widowControl w:val="0"/>
      <w:jc w:val="both"/>
    </w:pPr>
  </w:style>
  <w:style w:type="paragraph" w:customStyle="1" w:styleId="9D4896226AF8423C964E7FF219A4AC6E">
    <w:name w:val="9D4896226AF8423C964E7FF219A4AC6E"/>
    <w:rsid w:val="00397A3B"/>
    <w:pPr>
      <w:widowControl w:val="0"/>
      <w:jc w:val="both"/>
    </w:pPr>
  </w:style>
  <w:style w:type="paragraph" w:customStyle="1" w:styleId="130D7941742643D1B12D9F258A15B114">
    <w:name w:val="130D7941742643D1B12D9F258A15B114"/>
    <w:rsid w:val="00397A3B"/>
    <w:pPr>
      <w:widowControl w:val="0"/>
      <w:jc w:val="both"/>
    </w:pPr>
  </w:style>
  <w:style w:type="paragraph" w:customStyle="1" w:styleId="6A44E58649604606BCE8DBB7ED9F5D57">
    <w:name w:val="6A44E58649604606BCE8DBB7ED9F5D57"/>
    <w:rsid w:val="00397A3B"/>
    <w:pPr>
      <w:widowControl w:val="0"/>
      <w:jc w:val="both"/>
    </w:pPr>
  </w:style>
  <w:style w:type="paragraph" w:customStyle="1" w:styleId="A56E1C4722A04EC387E62FEEAA65A39F">
    <w:name w:val="A56E1C4722A04EC387E62FEEAA65A39F"/>
    <w:rsid w:val="00397A3B"/>
    <w:pPr>
      <w:widowControl w:val="0"/>
      <w:jc w:val="both"/>
    </w:pPr>
  </w:style>
  <w:style w:type="paragraph" w:customStyle="1" w:styleId="E804B3DDE756477791B45D00367AC0FD">
    <w:name w:val="E804B3DDE756477791B45D00367AC0FD"/>
    <w:rsid w:val="00397A3B"/>
    <w:pPr>
      <w:widowControl w:val="0"/>
      <w:jc w:val="both"/>
    </w:pPr>
  </w:style>
  <w:style w:type="paragraph" w:customStyle="1" w:styleId="ED4E4E39A3024029A24F81ECA7F87069">
    <w:name w:val="ED4E4E39A3024029A24F81ECA7F87069"/>
    <w:rsid w:val="00397A3B"/>
    <w:pPr>
      <w:widowControl w:val="0"/>
      <w:jc w:val="both"/>
    </w:pPr>
  </w:style>
  <w:style w:type="paragraph" w:customStyle="1" w:styleId="FB257E9C3596498DAD5DA01CF9061875">
    <w:name w:val="FB257E9C3596498DAD5DA01CF9061875"/>
    <w:rsid w:val="00397A3B"/>
    <w:pPr>
      <w:widowControl w:val="0"/>
      <w:jc w:val="both"/>
    </w:pPr>
  </w:style>
  <w:style w:type="paragraph" w:customStyle="1" w:styleId="E8271F88A3EF4B2383A10901E7CA3824">
    <w:name w:val="E8271F88A3EF4B2383A10901E7CA3824"/>
    <w:rsid w:val="00397A3B"/>
    <w:pPr>
      <w:widowControl w:val="0"/>
      <w:jc w:val="both"/>
    </w:pPr>
  </w:style>
  <w:style w:type="paragraph" w:customStyle="1" w:styleId="4AEA742D2A4B43B896729A1464FF6076">
    <w:name w:val="4AEA742D2A4B43B896729A1464FF6076"/>
    <w:rsid w:val="00397A3B"/>
    <w:pPr>
      <w:widowControl w:val="0"/>
      <w:jc w:val="both"/>
    </w:pPr>
  </w:style>
  <w:style w:type="paragraph" w:customStyle="1" w:styleId="72AC3AA72CEC45698D34F52197F7B50D">
    <w:name w:val="72AC3AA72CEC45698D34F52197F7B50D"/>
    <w:rsid w:val="00397A3B"/>
    <w:pPr>
      <w:widowControl w:val="0"/>
      <w:jc w:val="both"/>
    </w:pPr>
  </w:style>
  <w:style w:type="paragraph" w:customStyle="1" w:styleId="DF2918003AEF44D4A37FC8296E14BB74">
    <w:name w:val="DF2918003AEF44D4A37FC8296E14BB74"/>
    <w:rsid w:val="00397A3B"/>
    <w:pPr>
      <w:widowControl w:val="0"/>
      <w:jc w:val="both"/>
    </w:pPr>
  </w:style>
  <w:style w:type="paragraph" w:customStyle="1" w:styleId="E6E3F30B004D44F689019B0C9DDACCC6">
    <w:name w:val="E6E3F30B004D44F689019B0C9DDACCC6"/>
    <w:rsid w:val="00397A3B"/>
    <w:pPr>
      <w:widowControl w:val="0"/>
      <w:jc w:val="both"/>
    </w:pPr>
  </w:style>
  <w:style w:type="paragraph" w:customStyle="1" w:styleId="163AE22E36E8464AA7892853CDD55066">
    <w:name w:val="163AE22E36E8464AA7892853CDD55066"/>
    <w:rsid w:val="00397A3B"/>
    <w:pPr>
      <w:widowControl w:val="0"/>
      <w:jc w:val="both"/>
    </w:pPr>
  </w:style>
  <w:style w:type="paragraph" w:customStyle="1" w:styleId="7DCA05A3323641C58FA5F313F4832E19">
    <w:name w:val="7DCA05A3323641C58FA5F313F4832E19"/>
    <w:rsid w:val="00397A3B"/>
    <w:pPr>
      <w:widowControl w:val="0"/>
      <w:jc w:val="both"/>
    </w:pPr>
  </w:style>
  <w:style w:type="paragraph" w:customStyle="1" w:styleId="7CF881DC6CAF4E54B2334A155B31C014">
    <w:name w:val="7CF881DC6CAF4E54B2334A155B31C014"/>
    <w:rsid w:val="00397A3B"/>
    <w:pPr>
      <w:widowControl w:val="0"/>
      <w:jc w:val="both"/>
    </w:pPr>
  </w:style>
  <w:style w:type="paragraph" w:customStyle="1" w:styleId="9A48E00B43DE459181234C599C360564">
    <w:name w:val="9A48E00B43DE459181234C599C360564"/>
    <w:rsid w:val="00397A3B"/>
    <w:pPr>
      <w:widowControl w:val="0"/>
      <w:jc w:val="both"/>
    </w:pPr>
  </w:style>
  <w:style w:type="paragraph" w:customStyle="1" w:styleId="13F92AFA46A44CDC94EFE8E4440162BE">
    <w:name w:val="13F92AFA46A44CDC94EFE8E4440162BE"/>
    <w:rsid w:val="00397A3B"/>
    <w:pPr>
      <w:widowControl w:val="0"/>
      <w:jc w:val="both"/>
    </w:pPr>
  </w:style>
  <w:style w:type="paragraph" w:customStyle="1" w:styleId="E163C7BF73F046E49BB5417324EF1340">
    <w:name w:val="E163C7BF73F046E49BB5417324EF1340"/>
    <w:rsid w:val="00397A3B"/>
    <w:pPr>
      <w:widowControl w:val="0"/>
      <w:jc w:val="both"/>
    </w:pPr>
  </w:style>
  <w:style w:type="paragraph" w:customStyle="1" w:styleId="0F5852DDD3A6427199763E9A312741CD">
    <w:name w:val="0F5852DDD3A6427199763E9A312741CD"/>
    <w:rsid w:val="00397A3B"/>
    <w:pPr>
      <w:widowControl w:val="0"/>
      <w:jc w:val="both"/>
    </w:pPr>
  </w:style>
  <w:style w:type="paragraph" w:customStyle="1" w:styleId="92DA0E40AFDD49B7B0A3F6DD2E10250D">
    <w:name w:val="92DA0E40AFDD49B7B0A3F6DD2E10250D"/>
    <w:rsid w:val="00397A3B"/>
    <w:pPr>
      <w:widowControl w:val="0"/>
      <w:jc w:val="both"/>
    </w:pPr>
  </w:style>
  <w:style w:type="paragraph" w:customStyle="1" w:styleId="EB16DA75C85D422D80CF1150A26F6131">
    <w:name w:val="EB16DA75C85D422D80CF1150A26F6131"/>
    <w:rsid w:val="00397A3B"/>
    <w:pPr>
      <w:widowControl w:val="0"/>
      <w:jc w:val="both"/>
    </w:pPr>
  </w:style>
  <w:style w:type="paragraph" w:customStyle="1" w:styleId="A41F2743A0EF4FA58FFD609D7E1A6C53">
    <w:name w:val="A41F2743A0EF4FA58FFD609D7E1A6C53"/>
    <w:rsid w:val="00397A3B"/>
    <w:pPr>
      <w:widowControl w:val="0"/>
      <w:jc w:val="both"/>
    </w:pPr>
  </w:style>
  <w:style w:type="paragraph" w:customStyle="1" w:styleId="05DB4BBFA44149AF982DE5B2F7AB34FC">
    <w:name w:val="05DB4BBFA44149AF982DE5B2F7AB34FC"/>
    <w:rsid w:val="00397A3B"/>
    <w:pPr>
      <w:widowControl w:val="0"/>
      <w:jc w:val="both"/>
    </w:pPr>
  </w:style>
  <w:style w:type="paragraph" w:customStyle="1" w:styleId="8A6555DB67D64104B921C8A504272568">
    <w:name w:val="8A6555DB67D64104B921C8A504272568"/>
    <w:rsid w:val="00397A3B"/>
    <w:pPr>
      <w:widowControl w:val="0"/>
      <w:jc w:val="both"/>
    </w:pPr>
  </w:style>
  <w:style w:type="paragraph" w:customStyle="1" w:styleId="23D66C90C71546A4BAD93C89137BDFB6">
    <w:name w:val="23D66C90C71546A4BAD93C89137BDFB6"/>
    <w:rsid w:val="00397A3B"/>
    <w:pPr>
      <w:widowControl w:val="0"/>
      <w:jc w:val="both"/>
    </w:pPr>
  </w:style>
  <w:style w:type="paragraph" w:customStyle="1" w:styleId="6523BCBB00C8408986FF5E4D3BA0EEFA">
    <w:name w:val="6523BCBB00C8408986FF5E4D3BA0EEFA"/>
    <w:rsid w:val="00397A3B"/>
    <w:pPr>
      <w:widowControl w:val="0"/>
      <w:jc w:val="both"/>
    </w:pPr>
  </w:style>
  <w:style w:type="paragraph" w:customStyle="1" w:styleId="1E3C4F53E66648928DF99C61265E9D61">
    <w:name w:val="1E3C4F53E66648928DF99C61265E9D61"/>
    <w:rsid w:val="00397A3B"/>
    <w:pPr>
      <w:widowControl w:val="0"/>
      <w:jc w:val="both"/>
    </w:pPr>
  </w:style>
  <w:style w:type="paragraph" w:customStyle="1" w:styleId="BE8AEB224C1F4B98B59BFE69AAD1CE58">
    <w:name w:val="BE8AEB224C1F4B98B59BFE69AAD1CE58"/>
    <w:rsid w:val="00397A3B"/>
    <w:pPr>
      <w:widowControl w:val="0"/>
      <w:jc w:val="both"/>
    </w:pPr>
  </w:style>
  <w:style w:type="paragraph" w:customStyle="1" w:styleId="28FEC2B962A0487AAFA8FCC1EF7C219A">
    <w:name w:val="28FEC2B962A0487AAFA8FCC1EF7C219A"/>
    <w:rsid w:val="00397A3B"/>
    <w:pPr>
      <w:widowControl w:val="0"/>
      <w:jc w:val="both"/>
    </w:pPr>
  </w:style>
  <w:style w:type="paragraph" w:customStyle="1" w:styleId="23DBF04DCF66400989A1D85C47642269">
    <w:name w:val="23DBF04DCF66400989A1D85C47642269"/>
    <w:rsid w:val="00397A3B"/>
    <w:pPr>
      <w:widowControl w:val="0"/>
      <w:jc w:val="both"/>
    </w:pPr>
  </w:style>
  <w:style w:type="paragraph" w:customStyle="1" w:styleId="3D39A1B44C214A18903A42A066FD2D7B">
    <w:name w:val="3D39A1B44C214A18903A42A066FD2D7B"/>
    <w:rsid w:val="00397A3B"/>
    <w:pPr>
      <w:widowControl w:val="0"/>
      <w:jc w:val="both"/>
    </w:pPr>
  </w:style>
  <w:style w:type="paragraph" w:customStyle="1" w:styleId="5ACB135F1C4E43E4970E5123084824CC">
    <w:name w:val="5ACB135F1C4E43E4970E5123084824CC"/>
    <w:rsid w:val="00397A3B"/>
    <w:pPr>
      <w:widowControl w:val="0"/>
      <w:jc w:val="both"/>
    </w:pPr>
  </w:style>
  <w:style w:type="paragraph" w:customStyle="1" w:styleId="10C569FD69654BB0BC67758E6BA73338">
    <w:name w:val="10C569FD69654BB0BC67758E6BA73338"/>
    <w:rsid w:val="00397A3B"/>
    <w:pPr>
      <w:widowControl w:val="0"/>
      <w:jc w:val="both"/>
    </w:pPr>
  </w:style>
  <w:style w:type="paragraph" w:customStyle="1" w:styleId="CBC23858B4B74E3BACD48D3320ADD452">
    <w:name w:val="CBC23858B4B74E3BACD48D3320ADD452"/>
    <w:rsid w:val="00397A3B"/>
    <w:pPr>
      <w:widowControl w:val="0"/>
      <w:jc w:val="both"/>
    </w:pPr>
  </w:style>
  <w:style w:type="paragraph" w:customStyle="1" w:styleId="344600B4CEE546F2935237F74532E066">
    <w:name w:val="344600B4CEE546F2935237F74532E066"/>
    <w:rsid w:val="00397A3B"/>
    <w:pPr>
      <w:widowControl w:val="0"/>
      <w:jc w:val="both"/>
    </w:pPr>
  </w:style>
  <w:style w:type="paragraph" w:customStyle="1" w:styleId="DFE89730740D4B3893001A7459414D4A">
    <w:name w:val="DFE89730740D4B3893001A7459414D4A"/>
    <w:rsid w:val="00397A3B"/>
    <w:pPr>
      <w:widowControl w:val="0"/>
      <w:jc w:val="both"/>
    </w:pPr>
  </w:style>
  <w:style w:type="paragraph" w:customStyle="1" w:styleId="EEE3D16F11E54DD585FB06F1DF2027AF">
    <w:name w:val="EEE3D16F11E54DD585FB06F1DF2027AF"/>
    <w:rsid w:val="00397A3B"/>
    <w:pPr>
      <w:widowControl w:val="0"/>
      <w:jc w:val="both"/>
    </w:pPr>
  </w:style>
  <w:style w:type="paragraph" w:customStyle="1" w:styleId="FE2D941F8C0F4BF9A207E851161FF820">
    <w:name w:val="FE2D941F8C0F4BF9A207E851161FF820"/>
    <w:rsid w:val="00397A3B"/>
    <w:pPr>
      <w:widowControl w:val="0"/>
      <w:jc w:val="both"/>
    </w:pPr>
  </w:style>
  <w:style w:type="paragraph" w:customStyle="1" w:styleId="B0C3B421F0904B6991FD3943141BCEBE">
    <w:name w:val="B0C3B421F0904B6991FD3943141BCEBE"/>
    <w:rsid w:val="00397A3B"/>
    <w:pPr>
      <w:widowControl w:val="0"/>
      <w:jc w:val="both"/>
    </w:pPr>
  </w:style>
  <w:style w:type="paragraph" w:customStyle="1" w:styleId="D49CB42262ED4ED5B644735423D00604">
    <w:name w:val="D49CB42262ED4ED5B644735423D00604"/>
    <w:rsid w:val="00397A3B"/>
    <w:pPr>
      <w:widowControl w:val="0"/>
      <w:jc w:val="both"/>
    </w:pPr>
  </w:style>
  <w:style w:type="paragraph" w:customStyle="1" w:styleId="7CC8BA2A1A654571BB5A01129902FF31">
    <w:name w:val="7CC8BA2A1A654571BB5A01129902FF31"/>
    <w:rsid w:val="00397A3B"/>
    <w:pPr>
      <w:widowControl w:val="0"/>
      <w:jc w:val="both"/>
    </w:pPr>
  </w:style>
  <w:style w:type="paragraph" w:customStyle="1" w:styleId="0AE79BD650804923B90844C748925425">
    <w:name w:val="0AE79BD650804923B90844C748925425"/>
    <w:rsid w:val="00397A3B"/>
    <w:pPr>
      <w:widowControl w:val="0"/>
      <w:jc w:val="both"/>
    </w:pPr>
  </w:style>
  <w:style w:type="paragraph" w:customStyle="1" w:styleId="DBE6D8CEFB1C4EABB1FE8353984D96CF">
    <w:name w:val="DBE6D8CEFB1C4EABB1FE8353984D96CF"/>
    <w:rsid w:val="00397A3B"/>
    <w:pPr>
      <w:widowControl w:val="0"/>
      <w:jc w:val="both"/>
    </w:pPr>
  </w:style>
  <w:style w:type="paragraph" w:customStyle="1" w:styleId="96202D9149BC4024A2338DFE7E435007">
    <w:name w:val="96202D9149BC4024A2338DFE7E435007"/>
    <w:rsid w:val="00397A3B"/>
    <w:pPr>
      <w:widowControl w:val="0"/>
      <w:jc w:val="both"/>
    </w:pPr>
  </w:style>
  <w:style w:type="paragraph" w:customStyle="1" w:styleId="7A755863AA7340359551AF5F30A63100">
    <w:name w:val="7A755863AA7340359551AF5F30A63100"/>
    <w:rsid w:val="00397A3B"/>
    <w:pPr>
      <w:widowControl w:val="0"/>
      <w:jc w:val="both"/>
    </w:pPr>
  </w:style>
  <w:style w:type="paragraph" w:customStyle="1" w:styleId="2AF4823289E7419CB9D83551278E67B6">
    <w:name w:val="2AF4823289E7419CB9D83551278E67B6"/>
    <w:rsid w:val="00397A3B"/>
    <w:pPr>
      <w:widowControl w:val="0"/>
      <w:jc w:val="both"/>
    </w:pPr>
  </w:style>
  <w:style w:type="paragraph" w:customStyle="1" w:styleId="A95F59DBEF0B435FA866E0CDF7CC5B53">
    <w:name w:val="A95F59DBEF0B435FA866E0CDF7CC5B53"/>
    <w:rsid w:val="00397A3B"/>
    <w:pPr>
      <w:widowControl w:val="0"/>
      <w:jc w:val="both"/>
    </w:pPr>
  </w:style>
  <w:style w:type="paragraph" w:customStyle="1" w:styleId="52A90F5CCE0649DCBC62438B5E0D5620">
    <w:name w:val="52A90F5CCE0649DCBC62438B5E0D5620"/>
    <w:rsid w:val="00397A3B"/>
    <w:pPr>
      <w:widowControl w:val="0"/>
      <w:jc w:val="both"/>
    </w:pPr>
  </w:style>
  <w:style w:type="paragraph" w:customStyle="1" w:styleId="1B82247524A543DBB2F6C0989678F67E">
    <w:name w:val="1B82247524A543DBB2F6C0989678F67E"/>
    <w:rsid w:val="00397A3B"/>
    <w:pPr>
      <w:widowControl w:val="0"/>
      <w:jc w:val="both"/>
    </w:pPr>
  </w:style>
  <w:style w:type="paragraph" w:customStyle="1" w:styleId="E665708592774473AD9203291ACE7D55">
    <w:name w:val="E665708592774473AD9203291ACE7D55"/>
    <w:rsid w:val="00397A3B"/>
    <w:pPr>
      <w:widowControl w:val="0"/>
      <w:jc w:val="both"/>
    </w:pPr>
  </w:style>
  <w:style w:type="paragraph" w:customStyle="1" w:styleId="02714805DB1D49C0A26E3100187F351F">
    <w:name w:val="02714805DB1D49C0A26E3100187F351F"/>
    <w:rsid w:val="00397A3B"/>
    <w:pPr>
      <w:widowControl w:val="0"/>
      <w:jc w:val="both"/>
    </w:pPr>
  </w:style>
  <w:style w:type="paragraph" w:customStyle="1" w:styleId="6B2F1B2904F74122BA7AC704FA92175A">
    <w:name w:val="6B2F1B2904F74122BA7AC704FA92175A"/>
    <w:rsid w:val="00397A3B"/>
    <w:pPr>
      <w:widowControl w:val="0"/>
      <w:jc w:val="both"/>
    </w:pPr>
  </w:style>
  <w:style w:type="paragraph" w:customStyle="1" w:styleId="D0490A5AD7424DBCA1482319958D21F2">
    <w:name w:val="D0490A5AD7424DBCA1482319958D21F2"/>
    <w:rsid w:val="00397A3B"/>
    <w:pPr>
      <w:widowControl w:val="0"/>
      <w:jc w:val="both"/>
    </w:pPr>
  </w:style>
  <w:style w:type="paragraph" w:customStyle="1" w:styleId="7B6282FCBB21425791FB4790BB1663C4">
    <w:name w:val="7B6282FCBB21425791FB4790BB1663C4"/>
    <w:rsid w:val="00397A3B"/>
    <w:pPr>
      <w:widowControl w:val="0"/>
      <w:jc w:val="both"/>
    </w:pPr>
  </w:style>
  <w:style w:type="paragraph" w:customStyle="1" w:styleId="6B2BB4D809334F98A70D1C2D94AE853D">
    <w:name w:val="6B2BB4D809334F98A70D1C2D94AE853D"/>
    <w:rsid w:val="00397A3B"/>
    <w:pPr>
      <w:widowControl w:val="0"/>
      <w:jc w:val="both"/>
    </w:pPr>
  </w:style>
  <w:style w:type="paragraph" w:customStyle="1" w:styleId="B786802532A24D3BA02001497134E6C05">
    <w:name w:val="B786802532A24D3BA02001497134E6C0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20">
    <w:name w:val="F05274B6450F47EEBF586851074D3FA320"/>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6AB8C98648A41A0BE38763ECE1EEA086">
    <w:name w:val="96AB8C98648A41A0BE38763ECE1EEA086"/>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20">
    <w:name w:val="24190F3B320A41ABB6CE7BAFA070185E20"/>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20">
    <w:name w:val="1DD05DB72819419BBB144B7A8B17C39520"/>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20">
    <w:name w:val="52215DBB3962478887B08B0CD567120E20"/>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ACC35684C6C41539BE43F74F965D6A96">
    <w:name w:val="1ACC35684C6C41539BE43F74F965D6A96"/>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CE2120F273C4957B801253ACB130F206">
    <w:name w:val="5CE2120F273C4957B801253ACB130F206"/>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B033765642440ABB3B76777B0A7E13A6">
    <w:name w:val="EB033765642440ABB3B76777B0A7E13A6"/>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BD8E64A7E144FF6933FF92DB4A60B9B6">
    <w:name w:val="3BD8E64A7E144FF6933FF92DB4A60B9B6"/>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EFC374F7C3040D4BC128E58AA2A44766">
    <w:name w:val="AEFC374F7C3040D4BC128E58AA2A4476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4CE3685C4CA46219B52EC761410A7196">
    <w:name w:val="D4CE3685C4CA46219B52EC761410A719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0F047C21DA42B58FFAA3076CC057BF10">
    <w:name w:val="C00F047C21DA42B58FFAA3076CC057BF10"/>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CD9291B98748D2A1767B0C7A8FFDD13">
    <w:name w:val="92CD9291B98748D2A1767B0C7A8FFDD1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810DE1B182C44CFB2D48B2AA54786963">
    <w:name w:val="9810DE1B182C44CFB2D48B2AA5478696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5F802C5F05E4B88B474CD6D932CB9C81">
    <w:name w:val="55F802C5F05E4B88B474CD6D932CB9C8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2ACB2B42A948E4A8F7CA3A547F42C71">
    <w:name w:val="8D2ACB2B42A948E4A8F7CA3A547F42C7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D0C0826481E4FE2812A2130CD1A9FBD1">
    <w:name w:val="FD0C0826481E4FE2812A2130CD1A9FBD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5B0DCF03F464D44BE17505A554D7C9B1">
    <w:name w:val="05B0DCF03F464D44BE17505A554D7C9B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DD298F274A34DF5989A39B32F61CE481">
    <w:name w:val="2DD298F274A34DF5989A39B32F61CE48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2A90F5CCE0649DCBC62438B5E0D56201">
    <w:name w:val="52A90F5CCE0649DCBC62438B5E0D5620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B82247524A543DBB2F6C0989678F67E1">
    <w:name w:val="1B82247524A543DBB2F6C0989678F67E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7EB06C79DD4E88B90144152EAFC7FF1">
    <w:name w:val="B87EB06C79DD4E88B90144152EAFC7FF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44B160C93704D758FBC824BF2E0BE031">
    <w:name w:val="244B160C93704D758FBC824BF2E0BE03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BD1484BC6BF4B868C4AFD624B6E23DE1">
    <w:name w:val="7BD1484BC6BF4B868C4AFD624B6E23DE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4CE27F051DE4A3FB1518A6473F6AD281">
    <w:name w:val="74CE27F051DE4A3FB1518A6473F6AD28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916580A27514641AFDC4E4A3CA46AD81">
    <w:name w:val="C916580A27514641AFDC4E4A3CA46AD8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665708592774473AD9203291ACE7D551">
    <w:name w:val="E665708592774473AD9203291ACE7D55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2714805DB1D49C0A26E3100187F351F1">
    <w:name w:val="02714805DB1D49C0A26E3100187F351F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D4E4E39A3024029A24F81ECA7F870691">
    <w:name w:val="ED4E4E39A3024029A24F81ECA7F87069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257E9C3596498DAD5DA01CF90618751">
    <w:name w:val="FB257E9C3596498DAD5DA01CF9061875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8271F88A3EF4B2383A10901E7CA38241">
    <w:name w:val="E8271F88A3EF4B2383A10901E7CA3824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AEA742D2A4B43B896729A1464FF60761">
    <w:name w:val="4AEA742D2A4B43B896729A1464FF6076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2AC3AA72CEC45698D34F52197F7B50D1">
    <w:name w:val="72AC3AA72CEC45698D34F52197F7B50D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2918003AEF44D4A37FC8296E14BB741">
    <w:name w:val="DF2918003AEF44D4A37FC8296E14BB74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B6282FCBB21425791FB4790BB1663C41">
    <w:name w:val="7B6282FCBB21425791FB4790BB1663C4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2F1B2904F74122BA7AC704FA92175A1">
    <w:name w:val="6B2F1B2904F74122BA7AC704FA92175A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163C7BF73F046E49BB5417324EF13401">
    <w:name w:val="E163C7BF73F046E49BB5417324EF1340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5852DDD3A6427199763E9A312741CD1">
    <w:name w:val="0F5852DDD3A6427199763E9A312741CD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DA0E40AFDD49B7B0A3F6DD2E10250D1">
    <w:name w:val="92DA0E40AFDD49B7B0A3F6DD2E10250D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16DA75C85D422D80CF1150A26F61311">
    <w:name w:val="EB16DA75C85D422D80CF1150A26F6131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1F2743A0EF4FA58FFD609D7E1A6C531">
    <w:name w:val="A41F2743A0EF4FA58FFD609D7E1A6C53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5DB4BBFA44149AF982DE5B2F7AB34FC1">
    <w:name w:val="05DB4BBFA44149AF982DE5B2F7AB34FC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2BB4D809334F98A70D1C2D94AE853D1">
    <w:name w:val="6B2BB4D809334F98A70D1C2D94AE853D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0490A5AD7424DBCA1482319958D21F21">
    <w:name w:val="D0490A5AD7424DBCA1482319958D21F2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05D7BADF8454EA89CB6A693446B4C22">
    <w:name w:val="B05D7BADF8454EA89CB6A693446B4C22"/>
    <w:rsid w:val="00397A3B"/>
    <w:pPr>
      <w:widowControl w:val="0"/>
      <w:jc w:val="both"/>
    </w:pPr>
  </w:style>
  <w:style w:type="paragraph" w:customStyle="1" w:styleId="CB4D9390DF3F48F480C7DB668DFB4517">
    <w:name w:val="CB4D9390DF3F48F480C7DB668DFB4517"/>
    <w:rsid w:val="00397A3B"/>
    <w:pPr>
      <w:widowControl w:val="0"/>
      <w:jc w:val="both"/>
    </w:pPr>
  </w:style>
  <w:style w:type="paragraph" w:customStyle="1" w:styleId="3946E5AB0DEF48B09EA760DCD567E5C8">
    <w:name w:val="3946E5AB0DEF48B09EA760DCD567E5C8"/>
    <w:rsid w:val="00397A3B"/>
    <w:pPr>
      <w:widowControl w:val="0"/>
      <w:jc w:val="both"/>
    </w:pPr>
  </w:style>
  <w:style w:type="paragraph" w:customStyle="1" w:styleId="2225E12B458C4D6D9CC1BBFD6FDEDF18">
    <w:name w:val="2225E12B458C4D6D9CC1BBFD6FDEDF18"/>
    <w:rsid w:val="00397A3B"/>
    <w:pPr>
      <w:widowControl w:val="0"/>
      <w:jc w:val="both"/>
    </w:pPr>
  </w:style>
  <w:style w:type="paragraph" w:customStyle="1" w:styleId="129E725727F7469886803BACEE49E154">
    <w:name w:val="129E725727F7469886803BACEE49E154"/>
    <w:rsid w:val="00397A3B"/>
    <w:pPr>
      <w:widowControl w:val="0"/>
      <w:jc w:val="both"/>
    </w:pPr>
  </w:style>
  <w:style w:type="paragraph" w:customStyle="1" w:styleId="6EFA33E0E7C6425FB4B81AF14F57ED37">
    <w:name w:val="6EFA33E0E7C6425FB4B81AF14F57ED37"/>
    <w:rsid w:val="00397A3B"/>
    <w:pPr>
      <w:widowControl w:val="0"/>
      <w:jc w:val="both"/>
    </w:pPr>
  </w:style>
  <w:style w:type="paragraph" w:customStyle="1" w:styleId="C3ABD09D381F49C99477170967DA50AA">
    <w:name w:val="C3ABD09D381F49C99477170967DA50AA"/>
    <w:rsid w:val="00397A3B"/>
    <w:pPr>
      <w:widowControl w:val="0"/>
      <w:jc w:val="both"/>
    </w:pPr>
  </w:style>
  <w:style w:type="paragraph" w:customStyle="1" w:styleId="C725228684454A39AD627C0095B07BCA">
    <w:name w:val="C725228684454A39AD627C0095B07BCA"/>
    <w:rsid w:val="00397A3B"/>
    <w:pPr>
      <w:widowControl w:val="0"/>
      <w:jc w:val="both"/>
    </w:pPr>
  </w:style>
  <w:style w:type="paragraph" w:customStyle="1" w:styleId="07A29ED84284494592E52F952CBABA10">
    <w:name w:val="07A29ED84284494592E52F952CBABA10"/>
    <w:rsid w:val="00397A3B"/>
    <w:pPr>
      <w:widowControl w:val="0"/>
      <w:jc w:val="both"/>
    </w:pPr>
  </w:style>
  <w:style w:type="paragraph" w:customStyle="1" w:styleId="B33441824C4E4750AAD00F06C9A71300">
    <w:name w:val="B33441824C4E4750AAD00F06C9A71300"/>
    <w:rsid w:val="00397A3B"/>
    <w:pPr>
      <w:widowControl w:val="0"/>
      <w:jc w:val="both"/>
    </w:pPr>
  </w:style>
  <w:style w:type="paragraph" w:customStyle="1" w:styleId="0F32B4374E684296A9F33281861D253C">
    <w:name w:val="0F32B4374E684296A9F33281861D253C"/>
    <w:rsid w:val="00397A3B"/>
    <w:pPr>
      <w:widowControl w:val="0"/>
      <w:jc w:val="both"/>
    </w:pPr>
  </w:style>
  <w:style w:type="paragraph" w:customStyle="1" w:styleId="3B4ECE1AA5A442F09411EA7A73CEE470">
    <w:name w:val="3B4ECE1AA5A442F09411EA7A73CEE470"/>
    <w:rsid w:val="00397A3B"/>
    <w:pPr>
      <w:widowControl w:val="0"/>
      <w:jc w:val="both"/>
    </w:pPr>
  </w:style>
  <w:style w:type="paragraph" w:customStyle="1" w:styleId="8654666C508D4C1AB1547882F07F578D">
    <w:name w:val="8654666C508D4C1AB1547882F07F578D"/>
    <w:rsid w:val="00397A3B"/>
    <w:pPr>
      <w:widowControl w:val="0"/>
      <w:jc w:val="both"/>
    </w:pPr>
  </w:style>
  <w:style w:type="paragraph" w:customStyle="1" w:styleId="A849ECE3DA764928B7D6E0BBB14D62EC">
    <w:name w:val="A849ECE3DA764928B7D6E0BBB14D62EC"/>
    <w:rsid w:val="00397A3B"/>
    <w:pPr>
      <w:widowControl w:val="0"/>
      <w:jc w:val="both"/>
    </w:pPr>
  </w:style>
  <w:style w:type="paragraph" w:customStyle="1" w:styleId="68290401D41C487D929B30CE4F9CF05F">
    <w:name w:val="68290401D41C487D929B30CE4F9CF05F"/>
    <w:rsid w:val="00397A3B"/>
    <w:pPr>
      <w:widowControl w:val="0"/>
      <w:jc w:val="both"/>
    </w:pPr>
  </w:style>
  <w:style w:type="paragraph" w:customStyle="1" w:styleId="F0F705C57A874B07A0E6CC9A1B287C3D">
    <w:name w:val="F0F705C57A874B07A0E6CC9A1B287C3D"/>
    <w:rsid w:val="00397A3B"/>
    <w:pPr>
      <w:widowControl w:val="0"/>
      <w:jc w:val="both"/>
    </w:pPr>
  </w:style>
  <w:style w:type="paragraph" w:customStyle="1" w:styleId="CE9CED9E3BDA4BAEA1364194DA5C69B0">
    <w:name w:val="CE9CED9E3BDA4BAEA1364194DA5C69B0"/>
    <w:rsid w:val="00397A3B"/>
    <w:pPr>
      <w:widowControl w:val="0"/>
      <w:jc w:val="both"/>
    </w:pPr>
  </w:style>
  <w:style w:type="paragraph" w:customStyle="1" w:styleId="593B97DEE53241CCAF6B9319AF89CDF4">
    <w:name w:val="593B97DEE53241CCAF6B9319AF89CDF4"/>
    <w:rsid w:val="00397A3B"/>
    <w:pPr>
      <w:widowControl w:val="0"/>
      <w:jc w:val="both"/>
    </w:pPr>
  </w:style>
  <w:style w:type="paragraph" w:customStyle="1" w:styleId="AAC76F917A454E0AB64079E838631B5C">
    <w:name w:val="AAC76F917A454E0AB64079E838631B5C"/>
    <w:rsid w:val="00397A3B"/>
    <w:pPr>
      <w:widowControl w:val="0"/>
      <w:jc w:val="both"/>
    </w:pPr>
  </w:style>
  <w:style w:type="paragraph" w:customStyle="1" w:styleId="01820EB410194B1897ADF24EE9D47432">
    <w:name w:val="01820EB410194B1897ADF24EE9D47432"/>
    <w:rsid w:val="00397A3B"/>
    <w:pPr>
      <w:widowControl w:val="0"/>
      <w:jc w:val="both"/>
    </w:pPr>
  </w:style>
  <w:style w:type="paragraph" w:customStyle="1" w:styleId="566CE4C04D3841CCA4CC3A508E15BADD">
    <w:name w:val="566CE4C04D3841CCA4CC3A508E15BADD"/>
    <w:rsid w:val="00397A3B"/>
    <w:pPr>
      <w:widowControl w:val="0"/>
      <w:jc w:val="both"/>
    </w:pPr>
  </w:style>
  <w:style w:type="paragraph" w:customStyle="1" w:styleId="86B552E158D54874996A34F3E1C62E82">
    <w:name w:val="86B552E158D54874996A34F3E1C62E82"/>
    <w:rsid w:val="00397A3B"/>
    <w:pPr>
      <w:widowControl w:val="0"/>
      <w:jc w:val="both"/>
    </w:pPr>
  </w:style>
  <w:style w:type="paragraph" w:customStyle="1" w:styleId="95A8D855125A4D58A0EBCC01BC237F44">
    <w:name w:val="95A8D855125A4D58A0EBCC01BC237F44"/>
    <w:rsid w:val="00397A3B"/>
    <w:pPr>
      <w:widowControl w:val="0"/>
      <w:jc w:val="both"/>
    </w:pPr>
  </w:style>
  <w:style w:type="paragraph" w:customStyle="1" w:styleId="3E1C823670204E6A95F5E3EB6B617B14">
    <w:name w:val="3E1C823670204E6A95F5E3EB6B617B14"/>
    <w:rsid w:val="00397A3B"/>
    <w:pPr>
      <w:widowControl w:val="0"/>
      <w:jc w:val="both"/>
    </w:pPr>
  </w:style>
  <w:style w:type="paragraph" w:customStyle="1" w:styleId="B2A84C476F5F4388B9774C8CA942E9BC">
    <w:name w:val="B2A84C476F5F4388B9774C8CA942E9BC"/>
    <w:rsid w:val="00397A3B"/>
    <w:pPr>
      <w:widowControl w:val="0"/>
      <w:jc w:val="both"/>
    </w:pPr>
  </w:style>
  <w:style w:type="paragraph" w:customStyle="1" w:styleId="7D77041A8E164044A9B9D7E3F24C9C85">
    <w:name w:val="7D77041A8E164044A9B9D7E3F24C9C85"/>
    <w:rsid w:val="00397A3B"/>
    <w:pPr>
      <w:widowControl w:val="0"/>
      <w:jc w:val="both"/>
    </w:pPr>
  </w:style>
  <w:style w:type="paragraph" w:customStyle="1" w:styleId="C4F088CC74C5456487A0A1AD99E11AE5">
    <w:name w:val="C4F088CC74C5456487A0A1AD99E11AE5"/>
    <w:rsid w:val="00397A3B"/>
    <w:pPr>
      <w:widowControl w:val="0"/>
      <w:jc w:val="both"/>
    </w:pPr>
  </w:style>
  <w:style w:type="paragraph" w:customStyle="1" w:styleId="065F3010BCB440E9A9ADB1849D091779">
    <w:name w:val="065F3010BCB440E9A9ADB1849D091779"/>
    <w:rsid w:val="00397A3B"/>
    <w:pPr>
      <w:widowControl w:val="0"/>
      <w:jc w:val="both"/>
    </w:pPr>
  </w:style>
  <w:style w:type="paragraph" w:customStyle="1" w:styleId="9D258CF16BD94BA8A117B402FD0D8380">
    <w:name w:val="9D258CF16BD94BA8A117B402FD0D8380"/>
    <w:rsid w:val="00397A3B"/>
    <w:pPr>
      <w:widowControl w:val="0"/>
      <w:jc w:val="both"/>
    </w:pPr>
  </w:style>
  <w:style w:type="paragraph" w:customStyle="1" w:styleId="AFB95336F5794E91A011ADB1B2AB97DB">
    <w:name w:val="AFB95336F5794E91A011ADB1B2AB97DB"/>
    <w:rsid w:val="00397A3B"/>
    <w:pPr>
      <w:widowControl w:val="0"/>
      <w:jc w:val="both"/>
    </w:pPr>
  </w:style>
  <w:style w:type="paragraph" w:customStyle="1" w:styleId="ED0A4BFED34C4587AD076173079794DC">
    <w:name w:val="ED0A4BFED34C4587AD076173079794DC"/>
    <w:rsid w:val="00397A3B"/>
    <w:pPr>
      <w:widowControl w:val="0"/>
      <w:jc w:val="both"/>
    </w:pPr>
  </w:style>
  <w:style w:type="paragraph" w:customStyle="1" w:styleId="B61A592F03844FF6BA0EFF8D9A7183C1">
    <w:name w:val="B61A592F03844FF6BA0EFF8D9A7183C1"/>
    <w:rsid w:val="00397A3B"/>
    <w:pPr>
      <w:widowControl w:val="0"/>
      <w:jc w:val="both"/>
    </w:pPr>
  </w:style>
  <w:style w:type="paragraph" w:customStyle="1" w:styleId="5B1812F4529E48F6B4BF445E5E494CE8">
    <w:name w:val="5B1812F4529E48F6B4BF445E5E494CE8"/>
    <w:rsid w:val="00397A3B"/>
    <w:pPr>
      <w:widowControl w:val="0"/>
      <w:jc w:val="both"/>
    </w:pPr>
  </w:style>
  <w:style w:type="paragraph" w:customStyle="1" w:styleId="6A649523FFCA44CE83083DEE6D6E0303">
    <w:name w:val="6A649523FFCA44CE83083DEE6D6E0303"/>
    <w:rsid w:val="00397A3B"/>
    <w:pPr>
      <w:widowControl w:val="0"/>
      <w:jc w:val="both"/>
    </w:pPr>
  </w:style>
  <w:style w:type="paragraph" w:customStyle="1" w:styleId="F273B884E459421C9B041748CFEF8C8C">
    <w:name w:val="F273B884E459421C9B041748CFEF8C8C"/>
    <w:rsid w:val="00397A3B"/>
    <w:pPr>
      <w:widowControl w:val="0"/>
      <w:jc w:val="both"/>
    </w:pPr>
  </w:style>
  <w:style w:type="paragraph" w:customStyle="1" w:styleId="3D3E959DA88644C6BF92238BD56892CC">
    <w:name w:val="3D3E959DA88644C6BF92238BD56892CC"/>
    <w:rsid w:val="00397A3B"/>
    <w:pPr>
      <w:widowControl w:val="0"/>
      <w:jc w:val="both"/>
    </w:pPr>
  </w:style>
  <w:style w:type="paragraph" w:customStyle="1" w:styleId="2ECFBE92E87A437AB1C46CBD5D2116C0">
    <w:name w:val="2ECFBE92E87A437AB1C46CBD5D2116C0"/>
    <w:rsid w:val="00397A3B"/>
    <w:pPr>
      <w:widowControl w:val="0"/>
      <w:jc w:val="both"/>
    </w:pPr>
  </w:style>
  <w:style w:type="paragraph" w:customStyle="1" w:styleId="D2A3636EC6854DFEB6013B08D5D2AD0F">
    <w:name w:val="D2A3636EC6854DFEB6013B08D5D2AD0F"/>
    <w:rsid w:val="00397A3B"/>
    <w:pPr>
      <w:widowControl w:val="0"/>
      <w:jc w:val="both"/>
    </w:pPr>
  </w:style>
  <w:style w:type="paragraph" w:customStyle="1" w:styleId="E1A77A06CAE64ED681C818635A11FA48">
    <w:name w:val="E1A77A06CAE64ED681C818635A11FA48"/>
    <w:rsid w:val="00397A3B"/>
    <w:pPr>
      <w:widowControl w:val="0"/>
      <w:jc w:val="both"/>
    </w:pPr>
  </w:style>
  <w:style w:type="paragraph" w:customStyle="1" w:styleId="830795A855AF4B8E8A771C61E6A24B06">
    <w:name w:val="830795A855AF4B8E8A771C61E6A24B06"/>
    <w:rsid w:val="00397A3B"/>
    <w:pPr>
      <w:widowControl w:val="0"/>
      <w:jc w:val="both"/>
    </w:pPr>
  </w:style>
  <w:style w:type="paragraph" w:customStyle="1" w:styleId="AAE4B8E7CF2D49288A381945C970704B">
    <w:name w:val="AAE4B8E7CF2D49288A381945C970704B"/>
    <w:rsid w:val="00397A3B"/>
    <w:pPr>
      <w:widowControl w:val="0"/>
      <w:jc w:val="both"/>
    </w:pPr>
  </w:style>
  <w:style w:type="paragraph" w:customStyle="1" w:styleId="CDE6202598354BE9A7A8AA06D874402B">
    <w:name w:val="CDE6202598354BE9A7A8AA06D874402B"/>
    <w:rsid w:val="00397A3B"/>
    <w:pPr>
      <w:widowControl w:val="0"/>
      <w:jc w:val="both"/>
    </w:pPr>
  </w:style>
  <w:style w:type="paragraph" w:customStyle="1" w:styleId="037FA638CC3944A89332F5AE1C54A9D8">
    <w:name w:val="037FA638CC3944A89332F5AE1C54A9D8"/>
    <w:rsid w:val="00397A3B"/>
    <w:pPr>
      <w:widowControl w:val="0"/>
      <w:jc w:val="both"/>
    </w:pPr>
  </w:style>
  <w:style w:type="paragraph" w:customStyle="1" w:styleId="DB809CD80D774A2199608A36BD7F896D">
    <w:name w:val="DB809CD80D774A2199608A36BD7F896D"/>
    <w:rsid w:val="00397A3B"/>
    <w:pPr>
      <w:widowControl w:val="0"/>
      <w:jc w:val="both"/>
    </w:pPr>
  </w:style>
  <w:style w:type="paragraph" w:customStyle="1" w:styleId="3ABDC107BD224914B764A7C7C92BC05F">
    <w:name w:val="3ABDC107BD224914B764A7C7C92BC05F"/>
    <w:rsid w:val="00397A3B"/>
    <w:pPr>
      <w:widowControl w:val="0"/>
      <w:jc w:val="both"/>
    </w:pPr>
  </w:style>
  <w:style w:type="paragraph" w:customStyle="1" w:styleId="C9976F477DDC404F87A64CB78B92805E">
    <w:name w:val="C9976F477DDC404F87A64CB78B92805E"/>
    <w:rsid w:val="00397A3B"/>
    <w:pPr>
      <w:widowControl w:val="0"/>
      <w:jc w:val="both"/>
    </w:pPr>
  </w:style>
  <w:style w:type="paragraph" w:customStyle="1" w:styleId="6AA696D0264E41D186422918A87B0DDE">
    <w:name w:val="6AA696D0264E41D186422918A87B0DDE"/>
    <w:rsid w:val="00397A3B"/>
    <w:pPr>
      <w:widowControl w:val="0"/>
      <w:jc w:val="both"/>
    </w:pPr>
  </w:style>
  <w:style w:type="paragraph" w:customStyle="1" w:styleId="731E2EA1CF554552AA637581442889B3">
    <w:name w:val="731E2EA1CF554552AA637581442889B3"/>
    <w:rsid w:val="00397A3B"/>
    <w:pPr>
      <w:widowControl w:val="0"/>
      <w:jc w:val="both"/>
    </w:pPr>
  </w:style>
  <w:style w:type="paragraph" w:customStyle="1" w:styleId="3B30F01592D2420EA3E2CFB26276919C">
    <w:name w:val="3B30F01592D2420EA3E2CFB26276919C"/>
    <w:rsid w:val="00397A3B"/>
    <w:pPr>
      <w:widowControl w:val="0"/>
      <w:jc w:val="both"/>
    </w:pPr>
  </w:style>
  <w:style w:type="paragraph" w:customStyle="1" w:styleId="E87673AECDDB43FCA29AC6D3A3606534">
    <w:name w:val="E87673AECDDB43FCA29AC6D3A3606534"/>
    <w:rsid w:val="00397A3B"/>
    <w:pPr>
      <w:widowControl w:val="0"/>
      <w:jc w:val="both"/>
    </w:pPr>
  </w:style>
  <w:style w:type="paragraph" w:customStyle="1" w:styleId="5DDA66D286EF4B1F84F1D8919502E3AD">
    <w:name w:val="5DDA66D286EF4B1F84F1D8919502E3AD"/>
    <w:rsid w:val="00397A3B"/>
    <w:pPr>
      <w:widowControl w:val="0"/>
      <w:jc w:val="both"/>
    </w:pPr>
  </w:style>
  <w:style w:type="paragraph" w:customStyle="1" w:styleId="F5D5EF6D8E4345F8B23C36E84D981C7F">
    <w:name w:val="F5D5EF6D8E4345F8B23C36E84D981C7F"/>
    <w:rsid w:val="00397A3B"/>
    <w:pPr>
      <w:widowControl w:val="0"/>
      <w:jc w:val="both"/>
    </w:pPr>
  </w:style>
  <w:style w:type="paragraph" w:customStyle="1" w:styleId="DA5E50B6E590463DA0A51D763EE4B4D0">
    <w:name w:val="DA5E50B6E590463DA0A51D763EE4B4D0"/>
    <w:rsid w:val="00397A3B"/>
    <w:pPr>
      <w:widowControl w:val="0"/>
      <w:jc w:val="both"/>
    </w:pPr>
  </w:style>
  <w:style w:type="paragraph" w:customStyle="1" w:styleId="93D4FE4F447D4DD89ED234D7A3F0B9D8">
    <w:name w:val="93D4FE4F447D4DD89ED234D7A3F0B9D8"/>
    <w:rsid w:val="00397A3B"/>
    <w:pPr>
      <w:widowControl w:val="0"/>
      <w:jc w:val="both"/>
    </w:pPr>
  </w:style>
  <w:style w:type="paragraph" w:customStyle="1" w:styleId="71C62CCD26DD4195B30D401C74CFB92A">
    <w:name w:val="71C62CCD26DD4195B30D401C74CFB92A"/>
    <w:rsid w:val="00397A3B"/>
    <w:pPr>
      <w:widowControl w:val="0"/>
      <w:jc w:val="both"/>
    </w:pPr>
  </w:style>
  <w:style w:type="paragraph" w:customStyle="1" w:styleId="50577B9BE3EC4517B939C0EE95E150D6">
    <w:name w:val="50577B9BE3EC4517B939C0EE95E150D6"/>
    <w:rsid w:val="00397A3B"/>
    <w:pPr>
      <w:widowControl w:val="0"/>
      <w:jc w:val="both"/>
    </w:pPr>
  </w:style>
  <w:style w:type="paragraph" w:customStyle="1" w:styleId="B848FEB0ED914144A9B4BFE4960CF4E0">
    <w:name w:val="B848FEB0ED914144A9B4BFE4960CF4E0"/>
    <w:rsid w:val="00397A3B"/>
    <w:pPr>
      <w:widowControl w:val="0"/>
      <w:jc w:val="both"/>
    </w:pPr>
  </w:style>
  <w:style w:type="paragraph" w:customStyle="1" w:styleId="50287ADD2E8646FB8788826D06EE6581">
    <w:name w:val="50287ADD2E8646FB8788826D06EE6581"/>
    <w:rsid w:val="00397A3B"/>
    <w:pPr>
      <w:widowControl w:val="0"/>
      <w:jc w:val="both"/>
    </w:pPr>
  </w:style>
  <w:style w:type="paragraph" w:customStyle="1" w:styleId="91B845A9B0C145FCBFFA10F86847E8D3">
    <w:name w:val="91B845A9B0C145FCBFFA10F86847E8D3"/>
    <w:rsid w:val="00397A3B"/>
    <w:pPr>
      <w:widowControl w:val="0"/>
      <w:jc w:val="both"/>
    </w:pPr>
  </w:style>
  <w:style w:type="paragraph" w:customStyle="1" w:styleId="7799BB59D9D549878000CE0247E82256">
    <w:name w:val="7799BB59D9D549878000CE0247E82256"/>
    <w:rsid w:val="00397A3B"/>
    <w:pPr>
      <w:widowControl w:val="0"/>
      <w:jc w:val="both"/>
    </w:pPr>
  </w:style>
  <w:style w:type="paragraph" w:customStyle="1" w:styleId="1347663507E94DD1A4A24AF7219C5280">
    <w:name w:val="1347663507E94DD1A4A24AF7219C5280"/>
    <w:rsid w:val="00397A3B"/>
    <w:pPr>
      <w:widowControl w:val="0"/>
      <w:jc w:val="both"/>
    </w:pPr>
  </w:style>
  <w:style w:type="paragraph" w:customStyle="1" w:styleId="4CA129DCB784452BBDE4DFBEE6BA997D">
    <w:name w:val="4CA129DCB784452BBDE4DFBEE6BA997D"/>
    <w:rsid w:val="00397A3B"/>
    <w:pPr>
      <w:widowControl w:val="0"/>
      <w:jc w:val="both"/>
    </w:pPr>
  </w:style>
  <w:style w:type="paragraph" w:customStyle="1" w:styleId="228BE48D9FF34E47909D1E1973DBDEE6">
    <w:name w:val="228BE48D9FF34E47909D1E1973DBDEE6"/>
    <w:rsid w:val="00397A3B"/>
    <w:pPr>
      <w:widowControl w:val="0"/>
      <w:jc w:val="both"/>
    </w:pPr>
  </w:style>
  <w:style w:type="paragraph" w:customStyle="1" w:styleId="33D01B6AA5C241BBA2F2CC4B263DB511">
    <w:name w:val="33D01B6AA5C241BBA2F2CC4B263DB511"/>
    <w:rsid w:val="00397A3B"/>
    <w:pPr>
      <w:widowControl w:val="0"/>
      <w:jc w:val="both"/>
    </w:pPr>
  </w:style>
  <w:style w:type="paragraph" w:customStyle="1" w:styleId="8A43F106D8CA465281B85E09AFA9B76A">
    <w:name w:val="8A43F106D8CA465281B85E09AFA9B76A"/>
    <w:rsid w:val="00397A3B"/>
    <w:pPr>
      <w:widowControl w:val="0"/>
      <w:jc w:val="both"/>
    </w:pPr>
  </w:style>
  <w:style w:type="paragraph" w:customStyle="1" w:styleId="6B4820DE13884F79B9BD95C9ADA9EC4F">
    <w:name w:val="6B4820DE13884F79B9BD95C9ADA9EC4F"/>
    <w:rsid w:val="00397A3B"/>
    <w:pPr>
      <w:widowControl w:val="0"/>
      <w:jc w:val="both"/>
    </w:pPr>
  </w:style>
  <w:style w:type="paragraph" w:customStyle="1" w:styleId="B062BE5878734E189F886C60DD523FFD">
    <w:name w:val="B062BE5878734E189F886C60DD523FFD"/>
    <w:rsid w:val="00397A3B"/>
    <w:pPr>
      <w:widowControl w:val="0"/>
      <w:jc w:val="both"/>
    </w:pPr>
  </w:style>
  <w:style w:type="paragraph" w:customStyle="1" w:styleId="DE938D7DAA3442ACB2C9AA854752514B">
    <w:name w:val="DE938D7DAA3442ACB2C9AA854752514B"/>
    <w:rsid w:val="00397A3B"/>
    <w:pPr>
      <w:widowControl w:val="0"/>
      <w:jc w:val="both"/>
    </w:pPr>
  </w:style>
  <w:style w:type="paragraph" w:customStyle="1" w:styleId="C7959CF3B7064F679BA1D09690EA4736">
    <w:name w:val="C7959CF3B7064F679BA1D09690EA4736"/>
    <w:rsid w:val="00397A3B"/>
    <w:pPr>
      <w:widowControl w:val="0"/>
      <w:jc w:val="both"/>
    </w:pPr>
  </w:style>
  <w:style w:type="paragraph" w:customStyle="1" w:styleId="99595FF6DE034295868759AE51B4B589">
    <w:name w:val="99595FF6DE034295868759AE51B4B589"/>
    <w:rsid w:val="00397A3B"/>
    <w:pPr>
      <w:widowControl w:val="0"/>
      <w:jc w:val="both"/>
    </w:pPr>
  </w:style>
  <w:style w:type="paragraph" w:customStyle="1" w:styleId="93B644335467441E94B4E4446DD75BA1">
    <w:name w:val="93B644335467441E94B4E4446DD75BA1"/>
    <w:rsid w:val="00397A3B"/>
    <w:pPr>
      <w:widowControl w:val="0"/>
      <w:jc w:val="both"/>
    </w:pPr>
  </w:style>
  <w:style w:type="paragraph" w:customStyle="1" w:styleId="A8D9F97A02B541FAA6DAC877A42981E3">
    <w:name w:val="A8D9F97A02B541FAA6DAC877A42981E3"/>
    <w:rsid w:val="00397A3B"/>
    <w:pPr>
      <w:widowControl w:val="0"/>
      <w:jc w:val="both"/>
    </w:pPr>
  </w:style>
  <w:style w:type="paragraph" w:customStyle="1" w:styleId="CA14EB1069134E8D84A39B23C82DF209">
    <w:name w:val="CA14EB1069134E8D84A39B23C82DF209"/>
    <w:rsid w:val="00397A3B"/>
    <w:pPr>
      <w:widowControl w:val="0"/>
      <w:jc w:val="both"/>
    </w:pPr>
  </w:style>
  <w:style w:type="paragraph" w:customStyle="1" w:styleId="4E31DB04132F41BEB9DD6ADB1ED3C397">
    <w:name w:val="4E31DB04132F41BEB9DD6ADB1ED3C397"/>
    <w:rsid w:val="00397A3B"/>
    <w:pPr>
      <w:widowControl w:val="0"/>
      <w:jc w:val="both"/>
    </w:pPr>
  </w:style>
  <w:style w:type="paragraph" w:customStyle="1" w:styleId="5A6AC764A0604FCDAD5AAABB6799B2FF">
    <w:name w:val="5A6AC764A0604FCDAD5AAABB6799B2FF"/>
    <w:rsid w:val="00397A3B"/>
    <w:pPr>
      <w:widowControl w:val="0"/>
      <w:jc w:val="both"/>
    </w:pPr>
  </w:style>
  <w:style w:type="paragraph" w:customStyle="1" w:styleId="B7C410FC32234A6B898684C5044F2DF7">
    <w:name w:val="B7C410FC32234A6B898684C5044F2DF7"/>
    <w:rsid w:val="00397A3B"/>
    <w:pPr>
      <w:widowControl w:val="0"/>
      <w:jc w:val="both"/>
    </w:pPr>
  </w:style>
  <w:style w:type="paragraph" w:customStyle="1" w:styleId="CD4766BC612E44C8BF02D44A19C18EEB">
    <w:name w:val="CD4766BC612E44C8BF02D44A19C18EEB"/>
    <w:rsid w:val="00397A3B"/>
    <w:pPr>
      <w:widowControl w:val="0"/>
      <w:jc w:val="both"/>
    </w:pPr>
  </w:style>
  <w:style w:type="paragraph" w:customStyle="1" w:styleId="BA1BF136DDB84BF2B0F0C5A91ECC640B">
    <w:name w:val="BA1BF136DDB84BF2B0F0C5A91ECC640B"/>
    <w:rsid w:val="00397A3B"/>
    <w:pPr>
      <w:widowControl w:val="0"/>
      <w:jc w:val="both"/>
    </w:pPr>
  </w:style>
  <w:style w:type="paragraph" w:customStyle="1" w:styleId="DC6B3BA6DA6145E68417D2E8739ADE98">
    <w:name w:val="DC6B3BA6DA6145E68417D2E8739ADE98"/>
    <w:rsid w:val="00397A3B"/>
    <w:pPr>
      <w:widowControl w:val="0"/>
      <w:jc w:val="both"/>
    </w:pPr>
  </w:style>
  <w:style w:type="paragraph" w:customStyle="1" w:styleId="451E67796B4D4B32A82B4CB6EEE00BF7">
    <w:name w:val="451E67796B4D4B32A82B4CB6EEE00BF7"/>
    <w:rsid w:val="00397A3B"/>
    <w:pPr>
      <w:widowControl w:val="0"/>
      <w:jc w:val="both"/>
    </w:pPr>
  </w:style>
  <w:style w:type="paragraph" w:customStyle="1" w:styleId="CF063C7262414C48ADAE153348CE0DB4">
    <w:name w:val="CF063C7262414C48ADAE153348CE0DB4"/>
    <w:rsid w:val="00397A3B"/>
    <w:pPr>
      <w:widowControl w:val="0"/>
      <w:jc w:val="both"/>
    </w:pPr>
  </w:style>
  <w:style w:type="paragraph" w:customStyle="1" w:styleId="08C86450FD7142569754C7B91D098B84">
    <w:name w:val="08C86450FD7142569754C7B91D098B84"/>
    <w:rsid w:val="00397A3B"/>
    <w:pPr>
      <w:widowControl w:val="0"/>
      <w:jc w:val="both"/>
    </w:pPr>
  </w:style>
  <w:style w:type="paragraph" w:customStyle="1" w:styleId="584191F475D24945A52728D152F987D3">
    <w:name w:val="584191F475D24945A52728D152F987D3"/>
    <w:rsid w:val="00397A3B"/>
    <w:pPr>
      <w:widowControl w:val="0"/>
      <w:jc w:val="both"/>
    </w:pPr>
  </w:style>
  <w:style w:type="paragraph" w:customStyle="1" w:styleId="6599CE3B334741B4A241DD8FCA9A74B5">
    <w:name w:val="6599CE3B334741B4A241DD8FCA9A74B5"/>
    <w:rsid w:val="00397A3B"/>
    <w:pPr>
      <w:widowControl w:val="0"/>
      <w:jc w:val="both"/>
    </w:pPr>
  </w:style>
  <w:style w:type="paragraph" w:customStyle="1" w:styleId="A4F65DD6C0E74D09B5D5C20E5B3D20C2">
    <w:name w:val="A4F65DD6C0E74D09B5D5C20E5B3D20C2"/>
    <w:rsid w:val="00397A3B"/>
    <w:pPr>
      <w:widowControl w:val="0"/>
      <w:jc w:val="both"/>
    </w:pPr>
  </w:style>
  <w:style w:type="paragraph" w:customStyle="1" w:styleId="65E704909A1E4ABB9FD7633A72A67F60">
    <w:name w:val="65E704909A1E4ABB9FD7633A72A67F60"/>
    <w:rsid w:val="00397A3B"/>
    <w:pPr>
      <w:widowControl w:val="0"/>
      <w:jc w:val="both"/>
    </w:pPr>
  </w:style>
  <w:style w:type="paragraph" w:customStyle="1" w:styleId="099EF41FD9734D839C2A58E0DA10B055">
    <w:name w:val="099EF41FD9734D839C2A58E0DA10B055"/>
    <w:rsid w:val="00397A3B"/>
    <w:pPr>
      <w:widowControl w:val="0"/>
      <w:jc w:val="both"/>
    </w:pPr>
  </w:style>
  <w:style w:type="paragraph" w:customStyle="1" w:styleId="4E842B5D582E4FD6A1CB871A68B66DF3">
    <w:name w:val="4E842B5D582E4FD6A1CB871A68B66DF3"/>
    <w:rsid w:val="00397A3B"/>
    <w:pPr>
      <w:widowControl w:val="0"/>
      <w:jc w:val="both"/>
    </w:pPr>
  </w:style>
  <w:style w:type="paragraph" w:customStyle="1" w:styleId="4DA826AE23CD4D0FA0F9F61CB04094EA">
    <w:name w:val="4DA826AE23CD4D0FA0F9F61CB04094EA"/>
    <w:rsid w:val="00397A3B"/>
    <w:pPr>
      <w:widowControl w:val="0"/>
      <w:jc w:val="both"/>
    </w:pPr>
  </w:style>
  <w:style w:type="paragraph" w:customStyle="1" w:styleId="E61E7CFEA1A242089989207E80A2A8BC">
    <w:name w:val="E61E7CFEA1A242089989207E80A2A8BC"/>
    <w:rsid w:val="00397A3B"/>
    <w:pPr>
      <w:widowControl w:val="0"/>
      <w:jc w:val="both"/>
    </w:pPr>
  </w:style>
  <w:style w:type="paragraph" w:customStyle="1" w:styleId="562275E59A354A2EA0C81D3F4E905A53">
    <w:name w:val="562275E59A354A2EA0C81D3F4E905A53"/>
    <w:rsid w:val="00397A3B"/>
    <w:pPr>
      <w:widowControl w:val="0"/>
      <w:jc w:val="both"/>
    </w:pPr>
  </w:style>
  <w:style w:type="paragraph" w:customStyle="1" w:styleId="5F149494DD7A46FDB4F8EA4F21FD1EBF">
    <w:name w:val="5F149494DD7A46FDB4F8EA4F21FD1EBF"/>
    <w:rsid w:val="00397A3B"/>
    <w:pPr>
      <w:widowControl w:val="0"/>
      <w:jc w:val="both"/>
    </w:pPr>
  </w:style>
  <w:style w:type="paragraph" w:customStyle="1" w:styleId="F0F79AD8C07A4F0F9583930BD1A76454">
    <w:name w:val="F0F79AD8C07A4F0F9583930BD1A76454"/>
    <w:rsid w:val="00397A3B"/>
    <w:pPr>
      <w:widowControl w:val="0"/>
      <w:jc w:val="both"/>
    </w:pPr>
  </w:style>
  <w:style w:type="paragraph" w:customStyle="1" w:styleId="317916A5B1A143CD998A179E41728D47">
    <w:name w:val="317916A5B1A143CD998A179E41728D47"/>
    <w:rsid w:val="00397A3B"/>
    <w:pPr>
      <w:widowControl w:val="0"/>
      <w:jc w:val="both"/>
    </w:pPr>
  </w:style>
  <w:style w:type="paragraph" w:customStyle="1" w:styleId="7241295B891249F5AF9ACFE902DD1CE7">
    <w:name w:val="7241295B891249F5AF9ACFE902DD1CE7"/>
    <w:rsid w:val="00397A3B"/>
    <w:pPr>
      <w:widowControl w:val="0"/>
      <w:jc w:val="both"/>
    </w:pPr>
  </w:style>
  <w:style w:type="paragraph" w:customStyle="1" w:styleId="DD8250A2A57A4BE38334A9DD625530CA">
    <w:name w:val="DD8250A2A57A4BE38334A9DD625530CA"/>
    <w:rsid w:val="00397A3B"/>
    <w:pPr>
      <w:widowControl w:val="0"/>
      <w:jc w:val="both"/>
    </w:pPr>
  </w:style>
  <w:style w:type="paragraph" w:customStyle="1" w:styleId="25F0D34DC5F34337ABB3C2942C3D632B">
    <w:name w:val="25F0D34DC5F34337ABB3C2942C3D632B"/>
    <w:rsid w:val="00397A3B"/>
    <w:pPr>
      <w:widowControl w:val="0"/>
      <w:jc w:val="both"/>
    </w:pPr>
  </w:style>
  <w:style w:type="paragraph" w:customStyle="1" w:styleId="B8C48DDD24044B7E9CCC89A750BE7959">
    <w:name w:val="B8C48DDD24044B7E9CCC89A750BE7959"/>
    <w:rsid w:val="00397A3B"/>
    <w:pPr>
      <w:widowControl w:val="0"/>
      <w:jc w:val="both"/>
    </w:pPr>
  </w:style>
  <w:style w:type="paragraph" w:customStyle="1" w:styleId="C6987B7565F14E0D964EA26B61B08434">
    <w:name w:val="C6987B7565F14E0D964EA26B61B08434"/>
    <w:rsid w:val="00397A3B"/>
    <w:pPr>
      <w:widowControl w:val="0"/>
      <w:jc w:val="both"/>
    </w:pPr>
  </w:style>
  <w:style w:type="paragraph" w:customStyle="1" w:styleId="6ED14307778B4CD3B78A492652A31942">
    <w:name w:val="6ED14307778B4CD3B78A492652A31942"/>
    <w:rsid w:val="00397A3B"/>
    <w:pPr>
      <w:widowControl w:val="0"/>
      <w:jc w:val="both"/>
    </w:pPr>
  </w:style>
  <w:style w:type="paragraph" w:customStyle="1" w:styleId="E0B5B1DBC5D74BAD9B74186A0F4D0AC3">
    <w:name w:val="E0B5B1DBC5D74BAD9B74186A0F4D0AC3"/>
    <w:rsid w:val="00397A3B"/>
    <w:pPr>
      <w:widowControl w:val="0"/>
      <w:jc w:val="both"/>
    </w:pPr>
  </w:style>
  <w:style w:type="paragraph" w:customStyle="1" w:styleId="EA55C31994044348AB1F3280C3C5A3DB">
    <w:name w:val="EA55C31994044348AB1F3280C3C5A3DB"/>
    <w:rsid w:val="00397A3B"/>
    <w:pPr>
      <w:widowControl w:val="0"/>
      <w:jc w:val="both"/>
    </w:pPr>
  </w:style>
  <w:style w:type="paragraph" w:customStyle="1" w:styleId="05FD55CFBA114E25847D2FD0949DDCCD">
    <w:name w:val="05FD55CFBA114E25847D2FD0949DDCCD"/>
    <w:rsid w:val="00397A3B"/>
    <w:pPr>
      <w:widowControl w:val="0"/>
      <w:jc w:val="both"/>
    </w:pPr>
  </w:style>
  <w:style w:type="paragraph" w:customStyle="1" w:styleId="AD146706E3C94565AFCB38077578A3AC">
    <w:name w:val="AD146706E3C94565AFCB38077578A3AC"/>
    <w:rsid w:val="00397A3B"/>
    <w:pPr>
      <w:widowControl w:val="0"/>
      <w:jc w:val="both"/>
    </w:pPr>
  </w:style>
  <w:style w:type="paragraph" w:customStyle="1" w:styleId="1E35EA41C95246AA9828349A6E8D8BBE">
    <w:name w:val="1E35EA41C95246AA9828349A6E8D8BBE"/>
    <w:rsid w:val="00397A3B"/>
    <w:pPr>
      <w:widowControl w:val="0"/>
      <w:jc w:val="both"/>
    </w:pPr>
  </w:style>
  <w:style w:type="paragraph" w:customStyle="1" w:styleId="238B219DC48A4E9AA39ABA24D9A64A1C">
    <w:name w:val="238B219DC48A4E9AA39ABA24D9A64A1C"/>
    <w:rsid w:val="00397A3B"/>
    <w:pPr>
      <w:widowControl w:val="0"/>
      <w:jc w:val="both"/>
    </w:pPr>
  </w:style>
  <w:style w:type="paragraph" w:customStyle="1" w:styleId="805B67E4F13B4AC39A12E9659E912E79">
    <w:name w:val="805B67E4F13B4AC39A12E9659E912E79"/>
    <w:rsid w:val="00397A3B"/>
    <w:pPr>
      <w:widowControl w:val="0"/>
      <w:jc w:val="both"/>
    </w:pPr>
  </w:style>
  <w:style w:type="paragraph" w:customStyle="1" w:styleId="45230C76550A4F2C8359ADCE10C12B6D">
    <w:name w:val="45230C76550A4F2C8359ADCE10C12B6D"/>
    <w:rsid w:val="00397A3B"/>
    <w:pPr>
      <w:widowControl w:val="0"/>
      <w:jc w:val="both"/>
    </w:pPr>
  </w:style>
  <w:style w:type="paragraph" w:customStyle="1" w:styleId="E5EA6A5D0EE244379B677A6A7A63C879">
    <w:name w:val="E5EA6A5D0EE244379B677A6A7A63C879"/>
    <w:rsid w:val="00397A3B"/>
    <w:pPr>
      <w:widowControl w:val="0"/>
      <w:jc w:val="both"/>
    </w:pPr>
  </w:style>
  <w:style w:type="paragraph" w:customStyle="1" w:styleId="6B241242970C4A36B0970F49A9E41E9A">
    <w:name w:val="6B241242970C4A36B0970F49A9E41E9A"/>
    <w:rsid w:val="00397A3B"/>
    <w:pPr>
      <w:widowControl w:val="0"/>
      <w:jc w:val="both"/>
    </w:pPr>
  </w:style>
  <w:style w:type="paragraph" w:customStyle="1" w:styleId="4DFB1CE81A8241609A10A45A764E3BF9">
    <w:name w:val="4DFB1CE81A8241609A10A45A764E3BF9"/>
    <w:rsid w:val="00397A3B"/>
    <w:pPr>
      <w:widowControl w:val="0"/>
      <w:jc w:val="both"/>
    </w:pPr>
  </w:style>
  <w:style w:type="paragraph" w:customStyle="1" w:styleId="ADD032284E6E4FC0BE0665B96F8ECF66">
    <w:name w:val="ADD032284E6E4FC0BE0665B96F8ECF66"/>
    <w:rsid w:val="00397A3B"/>
    <w:pPr>
      <w:widowControl w:val="0"/>
      <w:jc w:val="both"/>
    </w:pPr>
  </w:style>
  <w:style w:type="paragraph" w:customStyle="1" w:styleId="A207AA74FBB446D4B758F97D7E274F04">
    <w:name w:val="A207AA74FBB446D4B758F97D7E274F04"/>
    <w:rsid w:val="00397A3B"/>
    <w:pPr>
      <w:widowControl w:val="0"/>
      <w:jc w:val="both"/>
    </w:pPr>
  </w:style>
  <w:style w:type="paragraph" w:customStyle="1" w:styleId="85A5232D2FE54CCDA3ECE0357221B337">
    <w:name w:val="85A5232D2FE54CCDA3ECE0357221B337"/>
    <w:rsid w:val="00397A3B"/>
    <w:pPr>
      <w:widowControl w:val="0"/>
      <w:jc w:val="both"/>
    </w:pPr>
  </w:style>
  <w:style w:type="paragraph" w:customStyle="1" w:styleId="CE554EF3321A44FF9CDF33913FA13466">
    <w:name w:val="CE554EF3321A44FF9CDF33913FA13466"/>
    <w:rsid w:val="00397A3B"/>
    <w:pPr>
      <w:widowControl w:val="0"/>
      <w:jc w:val="both"/>
    </w:pPr>
  </w:style>
  <w:style w:type="paragraph" w:customStyle="1" w:styleId="E771838CFB8142A7B5159F79FD3205EA">
    <w:name w:val="E771838CFB8142A7B5159F79FD3205EA"/>
    <w:rsid w:val="00397A3B"/>
    <w:pPr>
      <w:widowControl w:val="0"/>
      <w:jc w:val="both"/>
    </w:pPr>
  </w:style>
  <w:style w:type="paragraph" w:customStyle="1" w:styleId="BFCD8B1487694CEE8C0B15ACDC5DB24D">
    <w:name w:val="BFCD8B1487694CEE8C0B15ACDC5DB24D"/>
    <w:rsid w:val="00397A3B"/>
    <w:pPr>
      <w:widowControl w:val="0"/>
      <w:jc w:val="both"/>
    </w:pPr>
  </w:style>
  <w:style w:type="paragraph" w:customStyle="1" w:styleId="C1D5EF11DB0746F6BC9462F21331D9E6">
    <w:name w:val="C1D5EF11DB0746F6BC9462F21331D9E6"/>
    <w:rsid w:val="00397A3B"/>
    <w:pPr>
      <w:widowControl w:val="0"/>
      <w:jc w:val="both"/>
    </w:pPr>
  </w:style>
  <w:style w:type="paragraph" w:customStyle="1" w:styleId="2F963D36A31B41A2A46B756489070F5B">
    <w:name w:val="2F963D36A31B41A2A46B756489070F5B"/>
    <w:rsid w:val="00397A3B"/>
    <w:pPr>
      <w:widowControl w:val="0"/>
      <w:jc w:val="both"/>
    </w:pPr>
  </w:style>
  <w:style w:type="paragraph" w:customStyle="1" w:styleId="5382A066AAC4432FA39309E12409FEF6">
    <w:name w:val="5382A066AAC4432FA39309E12409FEF6"/>
    <w:rsid w:val="00397A3B"/>
    <w:pPr>
      <w:widowControl w:val="0"/>
      <w:jc w:val="both"/>
    </w:pPr>
  </w:style>
  <w:style w:type="paragraph" w:customStyle="1" w:styleId="BA78DC709B194E3D87AD487B6296D723">
    <w:name w:val="BA78DC709B194E3D87AD487B6296D723"/>
    <w:rsid w:val="00397A3B"/>
    <w:pPr>
      <w:widowControl w:val="0"/>
      <w:jc w:val="both"/>
    </w:pPr>
  </w:style>
  <w:style w:type="paragraph" w:customStyle="1" w:styleId="355AAC63AC8A4C91B3D6F716FA277A1C">
    <w:name w:val="355AAC63AC8A4C91B3D6F716FA277A1C"/>
    <w:rsid w:val="00397A3B"/>
    <w:pPr>
      <w:widowControl w:val="0"/>
      <w:jc w:val="both"/>
    </w:pPr>
  </w:style>
  <w:style w:type="paragraph" w:customStyle="1" w:styleId="002C467F09D14A73BF4A530FC4E0F053">
    <w:name w:val="002C467F09D14A73BF4A530FC4E0F053"/>
    <w:rsid w:val="00397A3B"/>
    <w:pPr>
      <w:widowControl w:val="0"/>
      <w:jc w:val="both"/>
    </w:pPr>
  </w:style>
  <w:style w:type="paragraph" w:customStyle="1" w:styleId="166657EF526840039ED5C1006F3CA7E2">
    <w:name w:val="166657EF526840039ED5C1006F3CA7E2"/>
    <w:rsid w:val="00397A3B"/>
    <w:pPr>
      <w:widowControl w:val="0"/>
      <w:jc w:val="both"/>
    </w:pPr>
  </w:style>
  <w:style w:type="paragraph" w:customStyle="1" w:styleId="BD06235476914C6B91FBF080553C337E">
    <w:name w:val="BD06235476914C6B91FBF080553C337E"/>
    <w:rsid w:val="00397A3B"/>
    <w:pPr>
      <w:widowControl w:val="0"/>
      <w:jc w:val="both"/>
    </w:pPr>
  </w:style>
  <w:style w:type="paragraph" w:customStyle="1" w:styleId="6674F657D464474BBAF5E69A4668A47E">
    <w:name w:val="6674F657D464474BBAF5E69A4668A47E"/>
    <w:rsid w:val="00397A3B"/>
    <w:pPr>
      <w:widowControl w:val="0"/>
      <w:jc w:val="both"/>
    </w:pPr>
  </w:style>
  <w:style w:type="paragraph" w:customStyle="1" w:styleId="A0D521D38835461F89C80EE259C7883D">
    <w:name w:val="A0D521D38835461F89C80EE259C7883D"/>
    <w:rsid w:val="00397A3B"/>
    <w:pPr>
      <w:widowControl w:val="0"/>
      <w:jc w:val="both"/>
    </w:pPr>
  </w:style>
  <w:style w:type="paragraph" w:customStyle="1" w:styleId="BC553BE29D6C4EC78E7EC640AE13553E">
    <w:name w:val="BC553BE29D6C4EC78E7EC640AE13553E"/>
    <w:rsid w:val="00397A3B"/>
    <w:pPr>
      <w:widowControl w:val="0"/>
      <w:jc w:val="both"/>
    </w:pPr>
  </w:style>
  <w:style w:type="paragraph" w:customStyle="1" w:styleId="8DCBE577C69E424BA4E41F9F30AB9B49">
    <w:name w:val="8DCBE577C69E424BA4E41F9F30AB9B49"/>
    <w:rsid w:val="00397A3B"/>
    <w:pPr>
      <w:widowControl w:val="0"/>
      <w:jc w:val="both"/>
    </w:pPr>
  </w:style>
  <w:style w:type="paragraph" w:customStyle="1" w:styleId="061AF1310C554DC3A6C615162AE274EA">
    <w:name w:val="061AF1310C554DC3A6C615162AE274EA"/>
    <w:rsid w:val="00397A3B"/>
    <w:pPr>
      <w:widowControl w:val="0"/>
      <w:jc w:val="both"/>
    </w:pPr>
  </w:style>
  <w:style w:type="paragraph" w:customStyle="1" w:styleId="58354E38912E4C8C96B0FEF15946DEE8">
    <w:name w:val="58354E38912E4C8C96B0FEF15946DEE8"/>
    <w:rsid w:val="00397A3B"/>
    <w:pPr>
      <w:widowControl w:val="0"/>
      <w:jc w:val="both"/>
    </w:pPr>
  </w:style>
  <w:style w:type="paragraph" w:customStyle="1" w:styleId="B2C66F0CE686422E8AE032DDC81781F1">
    <w:name w:val="B2C66F0CE686422E8AE032DDC81781F1"/>
    <w:rsid w:val="00397A3B"/>
    <w:pPr>
      <w:widowControl w:val="0"/>
      <w:jc w:val="both"/>
    </w:pPr>
  </w:style>
  <w:style w:type="paragraph" w:customStyle="1" w:styleId="0A7EBF65ED2C4DE3AD6FA20D2325EF24">
    <w:name w:val="0A7EBF65ED2C4DE3AD6FA20D2325EF24"/>
    <w:rsid w:val="00397A3B"/>
    <w:pPr>
      <w:widowControl w:val="0"/>
      <w:jc w:val="both"/>
    </w:pPr>
  </w:style>
  <w:style w:type="paragraph" w:customStyle="1" w:styleId="22D587737D9840AC859ED5DD3B1B6691">
    <w:name w:val="22D587737D9840AC859ED5DD3B1B6691"/>
    <w:rsid w:val="00397A3B"/>
    <w:pPr>
      <w:widowControl w:val="0"/>
      <w:jc w:val="both"/>
    </w:pPr>
  </w:style>
  <w:style w:type="paragraph" w:customStyle="1" w:styleId="1B0A75771B2244C4A3A6360366B870DF">
    <w:name w:val="1B0A75771B2244C4A3A6360366B870DF"/>
    <w:rsid w:val="00397A3B"/>
    <w:pPr>
      <w:widowControl w:val="0"/>
      <w:jc w:val="both"/>
    </w:pPr>
  </w:style>
  <w:style w:type="paragraph" w:customStyle="1" w:styleId="702D74A52FD3465C8F94B05E490ADB53">
    <w:name w:val="702D74A52FD3465C8F94B05E490ADB53"/>
    <w:rsid w:val="00397A3B"/>
    <w:pPr>
      <w:widowControl w:val="0"/>
      <w:jc w:val="both"/>
    </w:pPr>
  </w:style>
  <w:style w:type="paragraph" w:customStyle="1" w:styleId="20A5E5451E6E4F35A1BC546E24A80C27">
    <w:name w:val="20A5E5451E6E4F35A1BC546E24A80C27"/>
    <w:rsid w:val="00397A3B"/>
    <w:pPr>
      <w:widowControl w:val="0"/>
      <w:jc w:val="both"/>
    </w:pPr>
  </w:style>
  <w:style w:type="paragraph" w:customStyle="1" w:styleId="CC01A9FB7AB54D30BB1E04367A82D42F">
    <w:name w:val="CC01A9FB7AB54D30BB1E04367A82D42F"/>
    <w:rsid w:val="00397A3B"/>
    <w:pPr>
      <w:widowControl w:val="0"/>
      <w:jc w:val="both"/>
    </w:pPr>
  </w:style>
  <w:style w:type="paragraph" w:customStyle="1" w:styleId="07272A0734F6478F84E6FE7E0F89C4CE">
    <w:name w:val="07272A0734F6478F84E6FE7E0F89C4CE"/>
    <w:rsid w:val="00397A3B"/>
    <w:pPr>
      <w:widowControl w:val="0"/>
      <w:jc w:val="both"/>
    </w:pPr>
  </w:style>
  <w:style w:type="paragraph" w:customStyle="1" w:styleId="A349E0820373483BB124769B4D8785E2">
    <w:name w:val="A349E0820373483BB124769B4D8785E2"/>
    <w:rsid w:val="00397A3B"/>
    <w:pPr>
      <w:widowControl w:val="0"/>
      <w:jc w:val="both"/>
    </w:pPr>
  </w:style>
  <w:style w:type="paragraph" w:customStyle="1" w:styleId="BDA99C54B48149E5B9874C649FC73477">
    <w:name w:val="BDA99C54B48149E5B9874C649FC73477"/>
    <w:rsid w:val="00397A3B"/>
    <w:pPr>
      <w:widowControl w:val="0"/>
      <w:jc w:val="both"/>
    </w:pPr>
  </w:style>
  <w:style w:type="paragraph" w:customStyle="1" w:styleId="56A6074D77DF4F898CBAEA5E0DEA4314">
    <w:name w:val="56A6074D77DF4F898CBAEA5E0DEA4314"/>
    <w:rsid w:val="00397A3B"/>
    <w:pPr>
      <w:widowControl w:val="0"/>
      <w:jc w:val="both"/>
    </w:pPr>
  </w:style>
  <w:style w:type="paragraph" w:customStyle="1" w:styleId="602011EB8AA44AD9B1242C7F947EFCC4">
    <w:name w:val="602011EB8AA44AD9B1242C7F947EFCC4"/>
    <w:rsid w:val="00397A3B"/>
    <w:pPr>
      <w:widowControl w:val="0"/>
      <w:jc w:val="both"/>
    </w:pPr>
  </w:style>
  <w:style w:type="paragraph" w:customStyle="1" w:styleId="D423F8D79F85404384AC7266E9D162A5">
    <w:name w:val="D423F8D79F85404384AC7266E9D162A5"/>
    <w:rsid w:val="00397A3B"/>
    <w:pPr>
      <w:widowControl w:val="0"/>
      <w:jc w:val="both"/>
    </w:pPr>
  </w:style>
  <w:style w:type="paragraph" w:customStyle="1" w:styleId="95F20A20AB3448CA8BE43C90B398660B">
    <w:name w:val="95F20A20AB3448CA8BE43C90B398660B"/>
    <w:rsid w:val="00397A3B"/>
    <w:pPr>
      <w:widowControl w:val="0"/>
      <w:jc w:val="both"/>
    </w:pPr>
  </w:style>
  <w:style w:type="paragraph" w:customStyle="1" w:styleId="7894752EDB544EC79837D9B1444167FC">
    <w:name w:val="7894752EDB544EC79837D9B1444167FC"/>
    <w:rsid w:val="00397A3B"/>
    <w:pPr>
      <w:widowControl w:val="0"/>
      <w:jc w:val="both"/>
    </w:pPr>
  </w:style>
  <w:style w:type="paragraph" w:customStyle="1" w:styleId="A0E738AC05A4497BBC068F83111A2839">
    <w:name w:val="A0E738AC05A4497BBC068F83111A2839"/>
    <w:rsid w:val="00397A3B"/>
    <w:pPr>
      <w:widowControl w:val="0"/>
      <w:jc w:val="both"/>
    </w:pPr>
  </w:style>
  <w:style w:type="paragraph" w:customStyle="1" w:styleId="C017C38C3AB34A369683D48A52E65E62">
    <w:name w:val="C017C38C3AB34A369683D48A52E65E62"/>
    <w:rsid w:val="00397A3B"/>
    <w:pPr>
      <w:widowControl w:val="0"/>
      <w:jc w:val="both"/>
    </w:pPr>
  </w:style>
  <w:style w:type="paragraph" w:customStyle="1" w:styleId="923A3BB7AC654A5ABE7C1E9CF805815C">
    <w:name w:val="923A3BB7AC654A5ABE7C1E9CF805815C"/>
    <w:rsid w:val="00397A3B"/>
    <w:pPr>
      <w:widowControl w:val="0"/>
      <w:jc w:val="both"/>
    </w:pPr>
  </w:style>
  <w:style w:type="paragraph" w:customStyle="1" w:styleId="F84669B805744AA4BFAC235F098A41C0">
    <w:name w:val="F84669B805744AA4BFAC235F098A41C0"/>
    <w:rsid w:val="00397A3B"/>
    <w:pPr>
      <w:widowControl w:val="0"/>
      <w:jc w:val="both"/>
    </w:pPr>
  </w:style>
  <w:style w:type="paragraph" w:customStyle="1" w:styleId="94ADDEB6467C409BB33FC5B7BCD8269F">
    <w:name w:val="94ADDEB6467C409BB33FC5B7BCD8269F"/>
    <w:rsid w:val="00397A3B"/>
    <w:pPr>
      <w:widowControl w:val="0"/>
      <w:jc w:val="both"/>
    </w:pPr>
  </w:style>
  <w:style w:type="paragraph" w:customStyle="1" w:styleId="35CAC417B81843B9BC777489A6D87BC4">
    <w:name w:val="35CAC417B81843B9BC777489A6D87BC4"/>
    <w:rsid w:val="00397A3B"/>
    <w:pPr>
      <w:widowControl w:val="0"/>
      <w:jc w:val="both"/>
    </w:pPr>
  </w:style>
  <w:style w:type="paragraph" w:customStyle="1" w:styleId="29EDA27349C54E0DAD9DE447A118D749">
    <w:name w:val="29EDA27349C54E0DAD9DE447A118D749"/>
    <w:rsid w:val="00397A3B"/>
    <w:pPr>
      <w:widowControl w:val="0"/>
      <w:jc w:val="both"/>
    </w:pPr>
  </w:style>
  <w:style w:type="paragraph" w:customStyle="1" w:styleId="CB9A0FE0B9344C13A5EAC89B9A460BEE">
    <w:name w:val="CB9A0FE0B9344C13A5EAC89B9A460BEE"/>
    <w:rsid w:val="00397A3B"/>
    <w:pPr>
      <w:widowControl w:val="0"/>
      <w:jc w:val="both"/>
    </w:pPr>
  </w:style>
  <w:style w:type="paragraph" w:customStyle="1" w:styleId="053CD55EAF5A4694A57D32B13AF59FC2">
    <w:name w:val="053CD55EAF5A4694A57D32B13AF59FC2"/>
    <w:rsid w:val="00397A3B"/>
    <w:pPr>
      <w:widowControl w:val="0"/>
      <w:jc w:val="both"/>
    </w:pPr>
  </w:style>
  <w:style w:type="paragraph" w:customStyle="1" w:styleId="D9FDC187C7FD44489FA9FCEEF45E198B">
    <w:name w:val="D9FDC187C7FD44489FA9FCEEF45E198B"/>
    <w:rsid w:val="00397A3B"/>
    <w:pPr>
      <w:widowControl w:val="0"/>
      <w:jc w:val="both"/>
    </w:pPr>
  </w:style>
  <w:style w:type="paragraph" w:customStyle="1" w:styleId="9174094E82474C099222410D36A419A5">
    <w:name w:val="9174094E82474C099222410D36A419A5"/>
    <w:rsid w:val="00397A3B"/>
    <w:pPr>
      <w:widowControl w:val="0"/>
      <w:jc w:val="both"/>
    </w:pPr>
  </w:style>
  <w:style w:type="paragraph" w:customStyle="1" w:styleId="7A742E3A1C9D453BBC4BEE7241BDD417">
    <w:name w:val="7A742E3A1C9D453BBC4BEE7241BDD417"/>
    <w:rsid w:val="00397A3B"/>
    <w:pPr>
      <w:widowControl w:val="0"/>
      <w:jc w:val="both"/>
    </w:pPr>
  </w:style>
  <w:style w:type="paragraph" w:customStyle="1" w:styleId="16A937E9427A407782DB60FB718AAD09">
    <w:name w:val="16A937E9427A407782DB60FB718AAD09"/>
    <w:rsid w:val="00397A3B"/>
    <w:pPr>
      <w:widowControl w:val="0"/>
      <w:jc w:val="both"/>
    </w:pPr>
  </w:style>
  <w:style w:type="paragraph" w:customStyle="1" w:styleId="EA899B6EA5554525B561C089AC57C167">
    <w:name w:val="EA899B6EA5554525B561C089AC57C167"/>
    <w:rsid w:val="00397A3B"/>
    <w:pPr>
      <w:widowControl w:val="0"/>
      <w:jc w:val="both"/>
    </w:pPr>
  </w:style>
  <w:style w:type="paragraph" w:customStyle="1" w:styleId="15BBA1C711554D379E20FF8C430E351A">
    <w:name w:val="15BBA1C711554D379E20FF8C430E351A"/>
    <w:rsid w:val="00397A3B"/>
    <w:pPr>
      <w:widowControl w:val="0"/>
      <w:jc w:val="both"/>
    </w:pPr>
  </w:style>
  <w:style w:type="paragraph" w:customStyle="1" w:styleId="CD6BB26838704E3C96831C23BAA050E9">
    <w:name w:val="CD6BB26838704E3C96831C23BAA050E9"/>
    <w:rsid w:val="00397A3B"/>
    <w:pPr>
      <w:widowControl w:val="0"/>
      <w:jc w:val="both"/>
    </w:pPr>
  </w:style>
  <w:style w:type="paragraph" w:customStyle="1" w:styleId="62C25F882863442DB02C630C8C6A1FC1">
    <w:name w:val="62C25F882863442DB02C630C8C6A1FC1"/>
    <w:rsid w:val="00397A3B"/>
    <w:pPr>
      <w:widowControl w:val="0"/>
      <w:jc w:val="both"/>
    </w:pPr>
  </w:style>
  <w:style w:type="paragraph" w:customStyle="1" w:styleId="F355AD47D7104391B39B17149C846357">
    <w:name w:val="F355AD47D7104391B39B17149C846357"/>
    <w:rsid w:val="00397A3B"/>
    <w:pPr>
      <w:widowControl w:val="0"/>
      <w:jc w:val="both"/>
    </w:pPr>
  </w:style>
  <w:style w:type="paragraph" w:customStyle="1" w:styleId="07E69319DF754E8DA3D762810E44D4F1">
    <w:name w:val="07E69319DF754E8DA3D762810E44D4F1"/>
    <w:rsid w:val="00397A3B"/>
    <w:pPr>
      <w:widowControl w:val="0"/>
      <w:jc w:val="both"/>
    </w:pPr>
  </w:style>
  <w:style w:type="paragraph" w:customStyle="1" w:styleId="6F0414F8644142188C3CB3CF842FA35E">
    <w:name w:val="6F0414F8644142188C3CB3CF842FA35E"/>
    <w:rsid w:val="00397A3B"/>
    <w:pPr>
      <w:widowControl w:val="0"/>
      <w:jc w:val="both"/>
    </w:pPr>
  </w:style>
  <w:style w:type="paragraph" w:customStyle="1" w:styleId="1330362FC25C40038186C87940577DBA">
    <w:name w:val="1330362FC25C40038186C87940577DBA"/>
    <w:rsid w:val="00397A3B"/>
    <w:pPr>
      <w:widowControl w:val="0"/>
      <w:jc w:val="both"/>
    </w:pPr>
  </w:style>
  <w:style w:type="paragraph" w:customStyle="1" w:styleId="591AAD54DE974B29B300C7E0B00AB789">
    <w:name w:val="591AAD54DE974B29B300C7E0B00AB789"/>
    <w:rsid w:val="00397A3B"/>
    <w:pPr>
      <w:widowControl w:val="0"/>
      <w:jc w:val="both"/>
    </w:pPr>
  </w:style>
  <w:style w:type="paragraph" w:customStyle="1" w:styleId="9781C88A472F4F99B9C232BFAFBCB82B">
    <w:name w:val="9781C88A472F4F99B9C232BFAFBCB82B"/>
    <w:rsid w:val="00397A3B"/>
    <w:pPr>
      <w:widowControl w:val="0"/>
      <w:jc w:val="both"/>
    </w:pPr>
  </w:style>
  <w:style w:type="paragraph" w:customStyle="1" w:styleId="D2DF40BEBDE24E19ABED2E202B229432">
    <w:name w:val="D2DF40BEBDE24E19ABED2E202B229432"/>
    <w:rsid w:val="00397A3B"/>
    <w:pPr>
      <w:widowControl w:val="0"/>
      <w:jc w:val="both"/>
    </w:pPr>
  </w:style>
  <w:style w:type="paragraph" w:customStyle="1" w:styleId="E5FCB0FC1A714031A21C2547F0286583">
    <w:name w:val="E5FCB0FC1A714031A21C2547F0286583"/>
    <w:rsid w:val="00397A3B"/>
    <w:pPr>
      <w:widowControl w:val="0"/>
      <w:jc w:val="both"/>
    </w:pPr>
  </w:style>
  <w:style w:type="paragraph" w:customStyle="1" w:styleId="7842081077FD4A8191DA5CD35EB7BA78">
    <w:name w:val="7842081077FD4A8191DA5CD35EB7BA78"/>
    <w:rsid w:val="00397A3B"/>
    <w:pPr>
      <w:widowControl w:val="0"/>
      <w:jc w:val="both"/>
    </w:pPr>
  </w:style>
  <w:style w:type="paragraph" w:customStyle="1" w:styleId="32397F6AE95E44569789DFF642CDF7CF">
    <w:name w:val="32397F6AE95E44569789DFF642CDF7CF"/>
    <w:rsid w:val="00397A3B"/>
    <w:pPr>
      <w:widowControl w:val="0"/>
      <w:jc w:val="both"/>
    </w:pPr>
  </w:style>
  <w:style w:type="paragraph" w:customStyle="1" w:styleId="F231F4B61C45447C9DAACFB8EF072E17">
    <w:name w:val="F231F4B61C45447C9DAACFB8EF072E17"/>
    <w:rsid w:val="00397A3B"/>
    <w:pPr>
      <w:widowControl w:val="0"/>
      <w:jc w:val="both"/>
    </w:pPr>
  </w:style>
  <w:style w:type="paragraph" w:customStyle="1" w:styleId="B618AE2E0D524F7784AB2088C4DE063D">
    <w:name w:val="B618AE2E0D524F7784AB2088C4DE063D"/>
    <w:rsid w:val="00397A3B"/>
    <w:pPr>
      <w:widowControl w:val="0"/>
      <w:jc w:val="both"/>
    </w:pPr>
  </w:style>
  <w:style w:type="paragraph" w:customStyle="1" w:styleId="8DE20A4FE6944357AC206E8E9DF9E173">
    <w:name w:val="8DE20A4FE6944357AC206E8E9DF9E173"/>
    <w:rsid w:val="00397A3B"/>
    <w:pPr>
      <w:widowControl w:val="0"/>
      <w:jc w:val="both"/>
    </w:pPr>
  </w:style>
  <w:style w:type="paragraph" w:customStyle="1" w:styleId="AA55AC7C76594D699539187979F7587B">
    <w:name w:val="AA55AC7C76594D699539187979F7587B"/>
    <w:rsid w:val="00397A3B"/>
    <w:pPr>
      <w:widowControl w:val="0"/>
      <w:jc w:val="both"/>
    </w:pPr>
  </w:style>
  <w:style w:type="paragraph" w:customStyle="1" w:styleId="82D8FFCAF1114CB8984CC3D7B56D1373">
    <w:name w:val="82D8FFCAF1114CB8984CC3D7B56D1373"/>
    <w:rsid w:val="00397A3B"/>
    <w:pPr>
      <w:widowControl w:val="0"/>
      <w:jc w:val="both"/>
    </w:pPr>
  </w:style>
  <w:style w:type="paragraph" w:customStyle="1" w:styleId="FB07527729ED46B18394BE682205D088">
    <w:name w:val="FB07527729ED46B18394BE682205D088"/>
    <w:rsid w:val="00397A3B"/>
    <w:pPr>
      <w:widowControl w:val="0"/>
      <w:jc w:val="both"/>
    </w:pPr>
  </w:style>
  <w:style w:type="paragraph" w:customStyle="1" w:styleId="B4D2E5B7643C44A88B333B36D27C61EB">
    <w:name w:val="B4D2E5B7643C44A88B333B36D27C61EB"/>
    <w:rsid w:val="00397A3B"/>
    <w:pPr>
      <w:widowControl w:val="0"/>
      <w:jc w:val="both"/>
    </w:pPr>
  </w:style>
  <w:style w:type="paragraph" w:customStyle="1" w:styleId="EBA1F054F23D40DF91A4211CEAA0DF76">
    <w:name w:val="EBA1F054F23D40DF91A4211CEAA0DF76"/>
    <w:rsid w:val="00397A3B"/>
    <w:pPr>
      <w:widowControl w:val="0"/>
      <w:jc w:val="both"/>
    </w:pPr>
  </w:style>
  <w:style w:type="paragraph" w:customStyle="1" w:styleId="5DC5B2035344469AB23D6EF0770EEBC8">
    <w:name w:val="5DC5B2035344469AB23D6EF0770EEBC8"/>
    <w:rsid w:val="00397A3B"/>
    <w:pPr>
      <w:widowControl w:val="0"/>
      <w:jc w:val="both"/>
    </w:pPr>
  </w:style>
  <w:style w:type="paragraph" w:customStyle="1" w:styleId="87E6AC5CA5B34686BE6A9DBA67F2220E">
    <w:name w:val="87E6AC5CA5B34686BE6A9DBA67F2220E"/>
    <w:rsid w:val="00397A3B"/>
    <w:pPr>
      <w:widowControl w:val="0"/>
      <w:jc w:val="both"/>
    </w:pPr>
  </w:style>
  <w:style w:type="paragraph" w:customStyle="1" w:styleId="37B33F0E1D8244BD98E5AF42DA64DB91">
    <w:name w:val="37B33F0E1D8244BD98E5AF42DA64DB91"/>
    <w:rsid w:val="00397A3B"/>
    <w:pPr>
      <w:widowControl w:val="0"/>
      <w:jc w:val="both"/>
    </w:pPr>
  </w:style>
  <w:style w:type="paragraph" w:customStyle="1" w:styleId="BA9EFB2C79734B1981F9F95AE8C79FF4">
    <w:name w:val="BA9EFB2C79734B1981F9F95AE8C79FF4"/>
    <w:rsid w:val="00397A3B"/>
    <w:pPr>
      <w:widowControl w:val="0"/>
      <w:jc w:val="both"/>
    </w:pPr>
  </w:style>
  <w:style w:type="paragraph" w:customStyle="1" w:styleId="4EFC5E65A2844BC88C7F54071200A0A1">
    <w:name w:val="4EFC5E65A2844BC88C7F54071200A0A1"/>
    <w:rsid w:val="00397A3B"/>
    <w:pPr>
      <w:widowControl w:val="0"/>
      <w:jc w:val="both"/>
    </w:pPr>
  </w:style>
  <w:style w:type="paragraph" w:customStyle="1" w:styleId="364BECBB70224535B019A334E0FAEED1">
    <w:name w:val="364BECBB70224535B019A334E0FAEED1"/>
    <w:rsid w:val="00397A3B"/>
    <w:pPr>
      <w:widowControl w:val="0"/>
      <w:jc w:val="both"/>
    </w:pPr>
  </w:style>
  <w:style w:type="paragraph" w:customStyle="1" w:styleId="2AE337788F4F4FC88C456B350956037D">
    <w:name w:val="2AE337788F4F4FC88C456B350956037D"/>
    <w:rsid w:val="00397A3B"/>
    <w:pPr>
      <w:widowControl w:val="0"/>
      <w:jc w:val="both"/>
    </w:pPr>
  </w:style>
  <w:style w:type="paragraph" w:customStyle="1" w:styleId="8D99489B3B4D44A8976D0795A2C2129F">
    <w:name w:val="8D99489B3B4D44A8976D0795A2C2129F"/>
    <w:rsid w:val="00397A3B"/>
    <w:pPr>
      <w:widowControl w:val="0"/>
      <w:jc w:val="both"/>
    </w:pPr>
  </w:style>
  <w:style w:type="paragraph" w:customStyle="1" w:styleId="B8A23D683A324B3F9872FF78326CF60F">
    <w:name w:val="B8A23D683A324B3F9872FF78326CF60F"/>
    <w:rsid w:val="00397A3B"/>
    <w:pPr>
      <w:widowControl w:val="0"/>
      <w:jc w:val="both"/>
    </w:pPr>
  </w:style>
  <w:style w:type="paragraph" w:customStyle="1" w:styleId="0D460EDC5BC2456487F50C76739FB89D">
    <w:name w:val="0D460EDC5BC2456487F50C76739FB89D"/>
    <w:rsid w:val="00397A3B"/>
    <w:pPr>
      <w:widowControl w:val="0"/>
      <w:jc w:val="both"/>
    </w:pPr>
  </w:style>
  <w:style w:type="paragraph" w:customStyle="1" w:styleId="4812D6A28D0D46CE946856910FC88502">
    <w:name w:val="4812D6A28D0D46CE946856910FC88502"/>
    <w:rsid w:val="00397A3B"/>
    <w:pPr>
      <w:widowControl w:val="0"/>
      <w:jc w:val="both"/>
    </w:pPr>
  </w:style>
  <w:style w:type="paragraph" w:customStyle="1" w:styleId="7FAD0B75F40E4450925DD0C253233682">
    <w:name w:val="7FAD0B75F40E4450925DD0C253233682"/>
    <w:rsid w:val="00397A3B"/>
    <w:pPr>
      <w:widowControl w:val="0"/>
      <w:jc w:val="both"/>
    </w:pPr>
  </w:style>
  <w:style w:type="paragraph" w:customStyle="1" w:styleId="6BDE69584B134F94965F13E2263BC570">
    <w:name w:val="6BDE69584B134F94965F13E2263BC570"/>
    <w:rsid w:val="00397A3B"/>
    <w:pPr>
      <w:widowControl w:val="0"/>
      <w:jc w:val="both"/>
    </w:pPr>
  </w:style>
  <w:style w:type="paragraph" w:customStyle="1" w:styleId="A618A57B0CBE4FE6954C255C0E4967E0">
    <w:name w:val="A618A57B0CBE4FE6954C255C0E4967E0"/>
    <w:rsid w:val="00397A3B"/>
    <w:pPr>
      <w:widowControl w:val="0"/>
      <w:jc w:val="both"/>
    </w:pPr>
  </w:style>
  <w:style w:type="paragraph" w:customStyle="1" w:styleId="9FD124A447BA4D028F9BD4A65F57B892">
    <w:name w:val="9FD124A447BA4D028F9BD4A65F57B892"/>
    <w:rsid w:val="00397A3B"/>
    <w:pPr>
      <w:widowControl w:val="0"/>
      <w:jc w:val="both"/>
    </w:pPr>
  </w:style>
  <w:style w:type="paragraph" w:customStyle="1" w:styleId="DB9C3E719C5244FA85EA36F1F30889B9">
    <w:name w:val="DB9C3E719C5244FA85EA36F1F30889B9"/>
    <w:rsid w:val="00397A3B"/>
    <w:pPr>
      <w:widowControl w:val="0"/>
      <w:jc w:val="both"/>
    </w:pPr>
  </w:style>
  <w:style w:type="paragraph" w:customStyle="1" w:styleId="9D6B5E112BD74311AE52B862910F6201">
    <w:name w:val="9D6B5E112BD74311AE52B862910F6201"/>
    <w:rsid w:val="00397A3B"/>
    <w:pPr>
      <w:widowControl w:val="0"/>
      <w:jc w:val="both"/>
    </w:pPr>
  </w:style>
  <w:style w:type="paragraph" w:customStyle="1" w:styleId="7508B0240A4545818C84CD7D781FCE2C">
    <w:name w:val="7508B0240A4545818C84CD7D781FCE2C"/>
    <w:rsid w:val="00397A3B"/>
    <w:pPr>
      <w:widowControl w:val="0"/>
      <w:jc w:val="both"/>
    </w:pPr>
  </w:style>
  <w:style w:type="paragraph" w:customStyle="1" w:styleId="B786802532A24D3BA02001497134E6C06">
    <w:name w:val="B786802532A24D3BA02001497134E6C0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21">
    <w:name w:val="F05274B6450F47EEBF586851074D3FA321"/>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6AB8C98648A41A0BE38763ECE1EEA087">
    <w:name w:val="96AB8C98648A41A0BE38763ECE1EEA087"/>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21">
    <w:name w:val="24190F3B320A41ABB6CE7BAFA070185E21"/>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21">
    <w:name w:val="1DD05DB72819419BBB144B7A8B17C39521"/>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21">
    <w:name w:val="52215DBB3962478887B08B0CD567120E21"/>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ACC35684C6C41539BE43F74F965D6A97">
    <w:name w:val="1ACC35684C6C41539BE43F74F965D6A97"/>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CE2120F273C4957B801253ACB130F207">
    <w:name w:val="5CE2120F273C4957B801253ACB130F207"/>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B033765642440ABB3B76777B0A7E13A7">
    <w:name w:val="EB033765642440ABB3B76777B0A7E13A7"/>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BD8E64A7E144FF6933FF92DB4A60B9B7">
    <w:name w:val="3BD8E64A7E144FF6933FF92DB4A60B9B7"/>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B33441824C4E4750AAD00F06C9A713001">
    <w:name w:val="B33441824C4E4750AAD00F06C9A71300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32B4374E684296A9F33281861D253C1">
    <w:name w:val="0F32B4374E684296A9F33281861D253C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B4ECE1AA5A442F09411EA7A73CEE4701">
    <w:name w:val="3B4ECE1AA5A442F09411EA7A73CEE470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654666C508D4C1AB1547882F07F578D1">
    <w:name w:val="8654666C508D4C1AB1547882F07F578D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849ECE3DA764928B7D6E0BBB14D62EC1">
    <w:name w:val="A849ECE3DA764928B7D6E0BBB14D62EC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8290401D41C487D929B30CE4F9CF05F1">
    <w:name w:val="68290401D41C487D929B30CE4F9CF05F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F705C57A874B07A0E6CC9A1B287C3D1">
    <w:name w:val="F0F705C57A874B07A0E6CC9A1B287C3D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9CED9E3BDA4BAEA1364194DA5C69B01">
    <w:name w:val="CE9CED9E3BDA4BAEA1364194DA5C69B0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3B97DEE53241CCAF6B9319AF89CDF41">
    <w:name w:val="593B97DEE53241CCAF6B9319AF89CDF4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C76F917A454E0AB64079E838631B5C1">
    <w:name w:val="AAC76F917A454E0AB64079E838631B5C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1820EB410194B1897ADF24EE9D474321">
    <w:name w:val="01820EB410194B1897ADF24EE9D47432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66CE4C04D3841CCA4CC3A508E15BADD1">
    <w:name w:val="566CE4C04D3841CCA4CC3A508E15BADD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ABDC107BD224914B764A7C7C92BC05F1">
    <w:name w:val="3ABDC107BD224914B764A7C7C92BC05F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9976F477DDC404F87A64CB78B92805E1">
    <w:name w:val="C9976F477DDC404F87A64CB78B92805E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AA696D0264E41D186422918A87B0DDE1">
    <w:name w:val="6AA696D0264E41D186422918A87B0DDE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31E2EA1CF554552AA637581442889B31">
    <w:name w:val="731E2EA1CF554552AA637581442889B3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B30F01592D2420EA3E2CFB26276919C1">
    <w:name w:val="3B30F01592D2420EA3E2CFB26276919C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87673AECDDB43FCA29AC6D3A36065341">
    <w:name w:val="E87673AECDDB43FCA29AC6D3A3606534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DA66D286EF4B1F84F1D8919502E3AD1">
    <w:name w:val="5DDA66D286EF4B1F84F1D8919502E3AD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E938D7DAA3442ACB2C9AA854752514B1">
    <w:name w:val="DE938D7DAA3442ACB2C9AA854752514B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7959CF3B7064F679BA1D09690EA47361">
    <w:name w:val="C7959CF3B7064F679BA1D09690EA4736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9595FF6DE034295868759AE51B4B5891">
    <w:name w:val="99595FF6DE034295868759AE51B4B589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3B644335467441E94B4E4446DD75BA11">
    <w:name w:val="93B644335467441E94B4E4446DD75BA1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8D9F97A02B541FAA6DAC877A42981E31">
    <w:name w:val="A8D9F97A02B541FAA6DAC877A42981E3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A14EB1069134E8D84A39B23C82DF2091">
    <w:name w:val="CA14EB1069134E8D84A39B23C82DF209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31DB04132F41BEB9DD6ADB1ED3C3971">
    <w:name w:val="4E31DB04132F41BEB9DD6ADB1ED3C397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6AC764A0604FCDAD5AAABB6799B2FF1">
    <w:name w:val="5A6AC764A0604FCDAD5AAABB6799B2FF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599CE3B334741B4A241DD8FCA9A74B51">
    <w:name w:val="6599CE3B334741B4A241DD8FCA9A74B5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F65DD6C0E74D09B5D5C20E5B3D20C21">
    <w:name w:val="A4F65DD6C0E74D09B5D5C20E5B3D20C2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5E704909A1E4ABB9FD7633A72A67F601">
    <w:name w:val="65E704909A1E4ABB9FD7633A72A67F60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99EF41FD9734D839C2A58E0DA10B0551">
    <w:name w:val="099EF41FD9734D839C2A58E0DA10B055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842B5D582E4FD6A1CB871A68B66DF31">
    <w:name w:val="4E842B5D582E4FD6A1CB871A68B66DF3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DA826AE23CD4D0FA0F9F61CB04094EA1">
    <w:name w:val="4DA826AE23CD4D0FA0F9F61CB04094EA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61E7CFEA1A242089989207E80A2A8BC1">
    <w:name w:val="E61E7CFEA1A242089989207E80A2A8BC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62275E59A354A2EA0C81D3F4E905A531">
    <w:name w:val="562275E59A354A2EA0C81D3F4E905A53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05D7BADF8454EA89CB6A693446B4C221">
    <w:name w:val="B05D7BADF8454EA89CB6A693446B4C22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4D9390DF3F48F480C7DB668DFB45171">
    <w:name w:val="CB4D9390DF3F48F480C7DB668DFB4517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29E725727F7469886803BACEE49E1541">
    <w:name w:val="129E725727F7469886803BACEE49E154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3ABD09D381F49C99477170967DA50AA1">
    <w:name w:val="C3ABD09D381F49C99477170967DA50AA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D14307778B4CD3B78A492652A319421">
    <w:name w:val="6ED14307778B4CD3B78A492652A31942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0B5B1DBC5D74BAD9B74186A0F4D0AC31">
    <w:name w:val="E0B5B1DBC5D74BAD9B74186A0F4D0AC3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D8250A2A57A4BE38334A9DD625530CA1">
    <w:name w:val="DD8250A2A57A4BE38334A9DD625530CA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5F0D34DC5F34337ABB3C2942C3D632B1">
    <w:name w:val="25F0D34DC5F34337ABB3C2942C3D632B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C48DDD24044B7E9CCC89A750BE79591">
    <w:name w:val="B8C48DDD24044B7E9CCC89A750BE7959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6987B7565F14E0D964EA26B61B084341">
    <w:name w:val="C6987B7565F14E0D964EA26B61B08434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A55C31994044348AB1F3280C3C5A3DB1">
    <w:name w:val="EA55C31994044348AB1F3280C3C5A3DB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5FD55CFBA114E25847D2FD0949DDCCD1">
    <w:name w:val="05FD55CFBA114E25847D2FD0949DDCCD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355AD47D7104391B39B17149C8463571">
    <w:name w:val="F355AD47D7104391B39B17149C846357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1">
    <w:name w:val="07E69319DF754E8DA3D762810E44D4F1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1">
    <w:name w:val="6F0414F8644142188C3CB3CF842FA35E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1">
    <w:name w:val="1330362FC25C40038186C87940577DBA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1">
    <w:name w:val="591AAD54DE974B29B300C7E0B00AB789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1">
    <w:name w:val="9781C88A472F4F99B9C232BFAFBCB82B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1">
    <w:name w:val="D2DF40BEBDE24E19ABED2E202B229432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1">
    <w:name w:val="E5FCB0FC1A714031A21C2547F0286583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1">
    <w:name w:val="7842081077FD4A8191DA5CD35EB7BA78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1">
    <w:name w:val="32397F6AE95E44569789DFF642CDF7CF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1">
    <w:name w:val="F231F4B61C45447C9DAACFB8EF072E17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1">
    <w:name w:val="B618AE2E0D524F7784AB2088C4DE063D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1">
    <w:name w:val="8DE20A4FE6944357AC206E8E9DF9E173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1">
    <w:name w:val="AA55AC7C76594D699539187979F7587B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1">
    <w:name w:val="82D8FFCAF1114CB8984CC3D7B56D1373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1">
    <w:name w:val="FB07527729ED46B18394BE682205D088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1">
    <w:name w:val="B4D2E5B7643C44A88B333B36D27C61EB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1">
    <w:name w:val="EBA1F054F23D40DF91A4211CEAA0DF76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1">
    <w:name w:val="5DC5B2035344469AB23D6EF0770EEBC8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1">
    <w:name w:val="87E6AC5CA5B34686BE6A9DBA67F2220E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1">
    <w:name w:val="37B33F0E1D8244BD98E5AF42DA64DB91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1">
    <w:name w:val="BA9EFB2C79734B1981F9F95AE8C79FF4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1">
    <w:name w:val="4EFC5E65A2844BC88C7F54071200A0A1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1">
    <w:name w:val="364BECBB70224535B019A334E0FAEED1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1">
    <w:name w:val="2AE337788F4F4FC88C456B350956037D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1">
    <w:name w:val="8D99489B3B4D44A8976D0795A2C2129F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1">
    <w:name w:val="B8A23D683A324B3F9872FF78326CF60F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1">
    <w:name w:val="0D460EDC5BC2456487F50C76739FB89D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1">
    <w:name w:val="4812D6A28D0D46CE946856910FC88502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1">
    <w:name w:val="7FAD0B75F40E4450925DD0C253233682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1">
    <w:name w:val="6BDE69584B134F94965F13E2263BC570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1">
    <w:name w:val="9FD124A447BA4D028F9BD4A65F57B892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1">
    <w:name w:val="9D6B5E112BD74311AE52B862910F6201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1">
    <w:name w:val="A618A57B0CBE4FE6954C255C0E4967E0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1">
    <w:name w:val="DB9C3E719C5244FA85EA36F1F30889B9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1">
    <w:name w:val="7508B0240A4545818C84CD7D781FCE2C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7">
    <w:name w:val="B786802532A24D3BA02001497134E6C0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5274B6450F47EEBF586851074D3FA322">
    <w:name w:val="F05274B6450F47EEBF586851074D3FA322"/>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6AB8C98648A41A0BE38763ECE1EEA088">
    <w:name w:val="96AB8C98648A41A0BE38763ECE1EEA088"/>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22">
    <w:name w:val="24190F3B320A41ABB6CE7BAFA070185E22"/>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22">
    <w:name w:val="1DD05DB72819419BBB144B7A8B17C39522"/>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22">
    <w:name w:val="52215DBB3962478887B08B0CD567120E22"/>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ACC35684C6C41539BE43F74F965D6A98">
    <w:name w:val="1ACC35684C6C41539BE43F74F965D6A98"/>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CE2120F273C4957B801253ACB130F208">
    <w:name w:val="5CE2120F273C4957B801253ACB130F208"/>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B033765642440ABB3B76777B0A7E13A8">
    <w:name w:val="EB033765642440ABB3B76777B0A7E13A8"/>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BD8E64A7E144FF6933FF92DB4A60B9B8">
    <w:name w:val="3BD8E64A7E144FF6933FF92DB4A60B9B8"/>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B33441824C4E4750AAD00F06C9A713002">
    <w:name w:val="B33441824C4E4750AAD00F06C9A71300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32B4374E684296A9F33281861D253C2">
    <w:name w:val="0F32B4374E684296A9F33281861D253C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B4ECE1AA5A442F09411EA7A73CEE4702">
    <w:name w:val="3B4ECE1AA5A442F09411EA7A73CEE470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654666C508D4C1AB1547882F07F578D2">
    <w:name w:val="8654666C508D4C1AB1547882F07F578D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849ECE3DA764928B7D6E0BBB14D62EC2">
    <w:name w:val="A849ECE3DA764928B7D6E0BBB14D62EC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8290401D41C487D929B30CE4F9CF05F2">
    <w:name w:val="68290401D41C487D929B30CE4F9CF05F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F705C57A874B07A0E6CC9A1B287C3D2">
    <w:name w:val="F0F705C57A874B07A0E6CC9A1B287C3D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9CED9E3BDA4BAEA1364194DA5C69B02">
    <w:name w:val="CE9CED9E3BDA4BAEA1364194DA5C69B0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3B97DEE53241CCAF6B9319AF89CDF42">
    <w:name w:val="593B97DEE53241CCAF6B9319AF89CDF4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C76F917A454E0AB64079E838631B5C2">
    <w:name w:val="AAC76F917A454E0AB64079E838631B5C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1820EB410194B1897ADF24EE9D474322">
    <w:name w:val="01820EB410194B1897ADF24EE9D47432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66CE4C04D3841CCA4CC3A508E15BADD2">
    <w:name w:val="566CE4C04D3841CCA4CC3A508E15BADD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ABDC107BD224914B764A7C7C92BC05F2">
    <w:name w:val="3ABDC107BD224914B764A7C7C92BC05F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9976F477DDC404F87A64CB78B92805E2">
    <w:name w:val="C9976F477DDC404F87A64CB78B92805E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AA696D0264E41D186422918A87B0DDE2">
    <w:name w:val="6AA696D0264E41D186422918A87B0DDE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31E2EA1CF554552AA637581442889B32">
    <w:name w:val="731E2EA1CF554552AA637581442889B3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B30F01592D2420EA3E2CFB26276919C2">
    <w:name w:val="3B30F01592D2420EA3E2CFB26276919C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87673AECDDB43FCA29AC6D3A36065342">
    <w:name w:val="E87673AECDDB43FCA29AC6D3A3606534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DA66D286EF4B1F84F1D8919502E3AD2">
    <w:name w:val="5DDA66D286EF4B1F84F1D8919502E3AD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E938D7DAA3442ACB2C9AA854752514B2">
    <w:name w:val="DE938D7DAA3442ACB2C9AA854752514B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7959CF3B7064F679BA1D09690EA47362">
    <w:name w:val="C7959CF3B7064F679BA1D09690EA4736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9595FF6DE034295868759AE51B4B5892">
    <w:name w:val="99595FF6DE034295868759AE51B4B589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3B644335467441E94B4E4446DD75BA12">
    <w:name w:val="93B644335467441E94B4E4446DD75BA1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8D9F97A02B541FAA6DAC877A42981E32">
    <w:name w:val="A8D9F97A02B541FAA6DAC877A42981E3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A14EB1069134E8D84A39B23C82DF2092">
    <w:name w:val="CA14EB1069134E8D84A39B23C82DF209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31DB04132F41BEB9DD6ADB1ED3C3972">
    <w:name w:val="4E31DB04132F41BEB9DD6ADB1ED3C397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6AC764A0604FCDAD5AAABB6799B2FF2">
    <w:name w:val="5A6AC764A0604FCDAD5AAABB6799B2FF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599CE3B334741B4A241DD8FCA9A74B52">
    <w:name w:val="6599CE3B334741B4A241DD8FCA9A74B5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F65DD6C0E74D09B5D5C20E5B3D20C22">
    <w:name w:val="A4F65DD6C0E74D09B5D5C20E5B3D20C2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5E704909A1E4ABB9FD7633A72A67F602">
    <w:name w:val="65E704909A1E4ABB9FD7633A72A67F60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99EF41FD9734D839C2A58E0DA10B0552">
    <w:name w:val="099EF41FD9734D839C2A58E0DA10B055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842B5D582E4FD6A1CB871A68B66DF32">
    <w:name w:val="4E842B5D582E4FD6A1CB871A68B66DF3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DA826AE23CD4D0FA0F9F61CB04094EA2">
    <w:name w:val="4DA826AE23CD4D0FA0F9F61CB04094EA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61E7CFEA1A242089989207E80A2A8BC2">
    <w:name w:val="E61E7CFEA1A242089989207E80A2A8BC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62275E59A354A2EA0C81D3F4E905A532">
    <w:name w:val="562275E59A354A2EA0C81D3F4E905A53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05D7BADF8454EA89CB6A693446B4C222">
    <w:name w:val="B05D7BADF8454EA89CB6A693446B4C22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4D9390DF3F48F480C7DB668DFB45172">
    <w:name w:val="CB4D9390DF3F48F480C7DB668DFB4517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29E725727F7469886803BACEE49E1542">
    <w:name w:val="129E725727F7469886803BACEE49E154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3ABD09D381F49C99477170967DA50AA2">
    <w:name w:val="C3ABD09D381F49C99477170967DA50AA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D14307778B4CD3B78A492652A319422">
    <w:name w:val="6ED14307778B4CD3B78A492652A31942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0B5B1DBC5D74BAD9B74186A0F4D0AC32">
    <w:name w:val="E0B5B1DBC5D74BAD9B74186A0F4D0AC3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D8250A2A57A4BE38334A9DD625530CA2">
    <w:name w:val="DD8250A2A57A4BE38334A9DD625530CA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5F0D34DC5F34337ABB3C2942C3D632B2">
    <w:name w:val="25F0D34DC5F34337ABB3C2942C3D632B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C48DDD24044B7E9CCC89A750BE79592">
    <w:name w:val="B8C48DDD24044B7E9CCC89A750BE7959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6987B7565F14E0D964EA26B61B084342">
    <w:name w:val="C6987B7565F14E0D964EA26B61B08434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A55C31994044348AB1F3280C3C5A3DB2">
    <w:name w:val="EA55C31994044348AB1F3280C3C5A3DB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5FD55CFBA114E25847D2FD0949DDCCD2">
    <w:name w:val="05FD55CFBA114E25847D2FD0949DDCCD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355AD47D7104391B39B17149C8463572">
    <w:name w:val="F355AD47D7104391B39B17149C846357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2">
    <w:name w:val="07E69319DF754E8DA3D762810E44D4F1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2">
    <w:name w:val="6F0414F8644142188C3CB3CF842FA35E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2">
    <w:name w:val="1330362FC25C40038186C87940577DBA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2">
    <w:name w:val="591AAD54DE974B29B300C7E0B00AB789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2">
    <w:name w:val="9781C88A472F4F99B9C232BFAFBCB82B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2">
    <w:name w:val="D2DF40BEBDE24E19ABED2E202B229432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2">
    <w:name w:val="E5FCB0FC1A714031A21C2547F0286583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2">
    <w:name w:val="7842081077FD4A8191DA5CD35EB7BA78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2">
    <w:name w:val="32397F6AE95E44569789DFF642CDF7CF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2">
    <w:name w:val="F231F4B61C45447C9DAACFB8EF072E17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2">
    <w:name w:val="B618AE2E0D524F7784AB2088C4DE063D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2">
    <w:name w:val="8DE20A4FE6944357AC206E8E9DF9E173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2">
    <w:name w:val="AA55AC7C76594D699539187979F7587B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2">
    <w:name w:val="82D8FFCAF1114CB8984CC3D7B56D1373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2">
    <w:name w:val="FB07527729ED46B18394BE682205D088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2">
    <w:name w:val="B4D2E5B7643C44A88B333B36D27C61EB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2">
    <w:name w:val="EBA1F054F23D40DF91A4211CEAA0DF76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2">
    <w:name w:val="5DC5B2035344469AB23D6EF0770EEBC8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2">
    <w:name w:val="87E6AC5CA5B34686BE6A9DBA67F2220E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2">
    <w:name w:val="37B33F0E1D8244BD98E5AF42DA64DB91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2">
    <w:name w:val="BA9EFB2C79734B1981F9F95AE8C79FF4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2">
    <w:name w:val="4EFC5E65A2844BC88C7F54071200A0A1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2">
    <w:name w:val="364BECBB70224535B019A334E0FAEED1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2">
    <w:name w:val="2AE337788F4F4FC88C456B350956037D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2">
    <w:name w:val="8D99489B3B4D44A8976D0795A2C2129F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2">
    <w:name w:val="B8A23D683A324B3F9872FF78326CF60F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2">
    <w:name w:val="0D460EDC5BC2456487F50C76739FB89D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2">
    <w:name w:val="4812D6A28D0D46CE946856910FC88502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2">
    <w:name w:val="7FAD0B75F40E4450925DD0C253233682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2">
    <w:name w:val="6BDE69584B134F94965F13E2263BC570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2">
    <w:name w:val="9FD124A447BA4D028F9BD4A65F57B892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2">
    <w:name w:val="9D6B5E112BD74311AE52B862910F6201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2">
    <w:name w:val="A618A57B0CBE4FE6954C255C0E4967E0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2">
    <w:name w:val="DB9C3E719C5244FA85EA36F1F30889B9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2">
    <w:name w:val="7508B0240A4545818C84CD7D781FCE2C2"/>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8F190B551464CC7A71C35EE1D796A49">
    <w:name w:val="18F190B551464CC7A71C35EE1D796A49"/>
    <w:rsid w:val="00397A3B"/>
    <w:pPr>
      <w:widowControl w:val="0"/>
      <w:jc w:val="both"/>
    </w:pPr>
  </w:style>
  <w:style w:type="paragraph" w:customStyle="1" w:styleId="9F8BB64EE8D440A8A1CDB6515B320664">
    <w:name w:val="9F8BB64EE8D440A8A1CDB6515B320664"/>
    <w:rsid w:val="00397A3B"/>
    <w:pPr>
      <w:widowControl w:val="0"/>
      <w:jc w:val="both"/>
    </w:pPr>
  </w:style>
  <w:style w:type="paragraph" w:customStyle="1" w:styleId="31D836C95B6045B4A4E9D08F18A7B7D3">
    <w:name w:val="31D836C95B6045B4A4E9D08F18A7B7D3"/>
    <w:rsid w:val="00397A3B"/>
    <w:pPr>
      <w:widowControl w:val="0"/>
      <w:jc w:val="both"/>
    </w:pPr>
  </w:style>
  <w:style w:type="paragraph" w:customStyle="1" w:styleId="551CE3CD39694B06800E9C596858AB7C">
    <w:name w:val="551CE3CD39694B06800E9C596858AB7C"/>
    <w:rsid w:val="00397A3B"/>
    <w:pPr>
      <w:widowControl w:val="0"/>
      <w:jc w:val="both"/>
    </w:pPr>
  </w:style>
  <w:style w:type="paragraph" w:customStyle="1" w:styleId="61256F293436492F901B9FAF9EE936E3">
    <w:name w:val="61256F293436492F901B9FAF9EE936E3"/>
    <w:rsid w:val="00397A3B"/>
    <w:pPr>
      <w:widowControl w:val="0"/>
      <w:jc w:val="both"/>
    </w:pPr>
  </w:style>
  <w:style w:type="paragraph" w:customStyle="1" w:styleId="FCFC02139CA14EF69E3ECDA91901B653">
    <w:name w:val="FCFC02139CA14EF69E3ECDA91901B653"/>
    <w:rsid w:val="00397A3B"/>
    <w:pPr>
      <w:widowControl w:val="0"/>
      <w:jc w:val="both"/>
    </w:pPr>
  </w:style>
  <w:style w:type="paragraph" w:customStyle="1" w:styleId="99AE7049B8CA451AAEB0CA08612ECD89">
    <w:name w:val="99AE7049B8CA451AAEB0CA08612ECD89"/>
    <w:rsid w:val="00397A3B"/>
    <w:pPr>
      <w:widowControl w:val="0"/>
      <w:jc w:val="both"/>
    </w:pPr>
  </w:style>
  <w:style w:type="paragraph" w:customStyle="1" w:styleId="126D76DAE1384FA89910F9916C06578D">
    <w:name w:val="126D76DAE1384FA89910F9916C06578D"/>
    <w:rsid w:val="00397A3B"/>
    <w:pPr>
      <w:widowControl w:val="0"/>
      <w:jc w:val="both"/>
    </w:pPr>
  </w:style>
  <w:style w:type="paragraph" w:customStyle="1" w:styleId="B786802532A24D3BA02001497134E6C08">
    <w:name w:val="B786802532A24D3BA02001497134E6C08"/>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9AE7049B8CA451AAEB0CA08612ECD891">
    <w:name w:val="99AE7049B8CA451AAEB0CA08612ECD891"/>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61256F293436492F901B9FAF9EE936E31">
    <w:name w:val="61256F293436492F901B9FAF9EE936E31"/>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26D76DAE1384FA89910F9916C06578D1">
    <w:name w:val="126D76DAE1384FA89910F9916C06578D1"/>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CFC02139CA14EF69E3ECDA91901B6531">
    <w:name w:val="FCFC02139CA14EF69E3ECDA91901B6531"/>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4190F3B320A41ABB6CE7BAFA070185E23">
    <w:name w:val="24190F3B320A41ABB6CE7BAFA070185E23"/>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DD05DB72819419BBB144B7A8B17C39523">
    <w:name w:val="1DD05DB72819419BBB144B7A8B17C39523"/>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2215DBB3962478887B08B0CD567120E23">
    <w:name w:val="52215DBB3962478887B08B0CD567120E23"/>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ACC35684C6C41539BE43F74F965D6A99">
    <w:name w:val="1ACC35684C6C41539BE43F74F965D6A99"/>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CE2120F273C4957B801253ACB130F209">
    <w:name w:val="5CE2120F273C4957B801253ACB130F209"/>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B033765642440ABB3B76777B0A7E13A9">
    <w:name w:val="EB033765642440ABB3B76777B0A7E13A9"/>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BD8E64A7E144FF6933FF92DB4A60B9B9">
    <w:name w:val="3BD8E64A7E144FF6933FF92DB4A60B9B9"/>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B33441824C4E4750AAD00F06C9A713003">
    <w:name w:val="B33441824C4E4750AAD00F06C9A71300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32B4374E684296A9F33281861D253C3">
    <w:name w:val="0F32B4374E684296A9F33281861D253C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B4ECE1AA5A442F09411EA7A73CEE4703">
    <w:name w:val="3B4ECE1AA5A442F09411EA7A73CEE470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654666C508D4C1AB1547882F07F578D3">
    <w:name w:val="8654666C508D4C1AB1547882F07F578D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849ECE3DA764928B7D6E0BBB14D62EC3">
    <w:name w:val="A849ECE3DA764928B7D6E0BBB14D62EC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8290401D41C487D929B30CE4F9CF05F3">
    <w:name w:val="68290401D41C487D929B30CE4F9CF05F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F705C57A874B07A0E6CC9A1B287C3D3">
    <w:name w:val="F0F705C57A874B07A0E6CC9A1B287C3D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9CED9E3BDA4BAEA1364194DA5C69B03">
    <w:name w:val="CE9CED9E3BDA4BAEA1364194DA5C69B0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3B97DEE53241CCAF6B9319AF89CDF43">
    <w:name w:val="593B97DEE53241CCAF6B9319AF89CDF4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C76F917A454E0AB64079E838631B5C3">
    <w:name w:val="AAC76F917A454E0AB64079E838631B5C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1820EB410194B1897ADF24EE9D474323">
    <w:name w:val="01820EB410194B1897ADF24EE9D47432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66CE4C04D3841CCA4CC3A508E15BADD3">
    <w:name w:val="566CE4C04D3841CCA4CC3A508E15BADD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ABDC107BD224914B764A7C7C92BC05F3">
    <w:name w:val="3ABDC107BD224914B764A7C7C92BC05F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9976F477DDC404F87A64CB78B92805E3">
    <w:name w:val="C9976F477DDC404F87A64CB78B92805E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AA696D0264E41D186422918A87B0DDE3">
    <w:name w:val="6AA696D0264E41D186422918A87B0DDE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31E2EA1CF554552AA637581442889B33">
    <w:name w:val="731E2EA1CF554552AA637581442889B3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B30F01592D2420EA3E2CFB26276919C3">
    <w:name w:val="3B30F01592D2420EA3E2CFB26276919C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87673AECDDB43FCA29AC6D3A36065343">
    <w:name w:val="E87673AECDDB43FCA29AC6D3A3606534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DA66D286EF4B1F84F1D8919502E3AD3">
    <w:name w:val="5DDA66D286EF4B1F84F1D8919502E3AD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E938D7DAA3442ACB2C9AA854752514B3">
    <w:name w:val="DE938D7DAA3442ACB2C9AA854752514B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7959CF3B7064F679BA1D09690EA47363">
    <w:name w:val="C7959CF3B7064F679BA1D09690EA4736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9595FF6DE034295868759AE51B4B5893">
    <w:name w:val="99595FF6DE034295868759AE51B4B589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3B644335467441E94B4E4446DD75BA13">
    <w:name w:val="93B644335467441E94B4E4446DD75BA1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8D9F97A02B541FAA6DAC877A42981E33">
    <w:name w:val="A8D9F97A02B541FAA6DAC877A42981E3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A14EB1069134E8D84A39B23C82DF2093">
    <w:name w:val="CA14EB1069134E8D84A39B23C82DF209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31DB04132F41BEB9DD6ADB1ED3C3973">
    <w:name w:val="4E31DB04132F41BEB9DD6ADB1ED3C397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6AC764A0604FCDAD5AAABB6799B2FF3">
    <w:name w:val="5A6AC764A0604FCDAD5AAABB6799B2FF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599CE3B334741B4A241DD8FCA9A74B53">
    <w:name w:val="6599CE3B334741B4A241DD8FCA9A74B5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F65DD6C0E74D09B5D5C20E5B3D20C23">
    <w:name w:val="A4F65DD6C0E74D09B5D5C20E5B3D20C2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5E704909A1E4ABB9FD7633A72A67F603">
    <w:name w:val="65E704909A1E4ABB9FD7633A72A67F60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99EF41FD9734D839C2A58E0DA10B0553">
    <w:name w:val="099EF41FD9734D839C2A58E0DA10B055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842B5D582E4FD6A1CB871A68B66DF33">
    <w:name w:val="4E842B5D582E4FD6A1CB871A68B66DF3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DA826AE23CD4D0FA0F9F61CB04094EA3">
    <w:name w:val="4DA826AE23CD4D0FA0F9F61CB04094EA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61E7CFEA1A242089989207E80A2A8BC3">
    <w:name w:val="E61E7CFEA1A242089989207E80A2A8BC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62275E59A354A2EA0C81D3F4E905A533">
    <w:name w:val="562275E59A354A2EA0C81D3F4E905A53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05D7BADF8454EA89CB6A693446B4C223">
    <w:name w:val="B05D7BADF8454EA89CB6A693446B4C22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4D9390DF3F48F480C7DB668DFB45173">
    <w:name w:val="CB4D9390DF3F48F480C7DB668DFB4517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29E725727F7469886803BACEE49E1543">
    <w:name w:val="129E725727F7469886803BACEE49E154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3ABD09D381F49C99477170967DA50AA3">
    <w:name w:val="C3ABD09D381F49C99477170967DA50AA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D14307778B4CD3B78A492652A319423">
    <w:name w:val="6ED14307778B4CD3B78A492652A31942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0B5B1DBC5D74BAD9B74186A0F4D0AC33">
    <w:name w:val="E0B5B1DBC5D74BAD9B74186A0F4D0AC3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D8250A2A57A4BE38334A9DD625530CA3">
    <w:name w:val="DD8250A2A57A4BE38334A9DD625530CA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5F0D34DC5F34337ABB3C2942C3D632B3">
    <w:name w:val="25F0D34DC5F34337ABB3C2942C3D632B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C48DDD24044B7E9CCC89A750BE79593">
    <w:name w:val="B8C48DDD24044B7E9CCC89A750BE7959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6987B7565F14E0D964EA26B61B084343">
    <w:name w:val="C6987B7565F14E0D964EA26B61B08434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A55C31994044348AB1F3280C3C5A3DB3">
    <w:name w:val="EA55C31994044348AB1F3280C3C5A3DB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5FD55CFBA114E25847D2FD0949DDCCD3">
    <w:name w:val="05FD55CFBA114E25847D2FD0949DDCCD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355AD47D7104391B39B17149C8463573">
    <w:name w:val="F355AD47D7104391B39B17149C846357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3">
    <w:name w:val="07E69319DF754E8DA3D762810E44D4F1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3">
    <w:name w:val="6F0414F8644142188C3CB3CF842FA35E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3">
    <w:name w:val="1330362FC25C40038186C87940577DBA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3">
    <w:name w:val="591AAD54DE974B29B300C7E0B00AB789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3">
    <w:name w:val="9781C88A472F4F99B9C232BFAFBCB82B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3">
    <w:name w:val="D2DF40BEBDE24E19ABED2E202B229432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3">
    <w:name w:val="E5FCB0FC1A714031A21C2547F0286583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3">
    <w:name w:val="7842081077FD4A8191DA5CD35EB7BA78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3">
    <w:name w:val="32397F6AE95E44569789DFF642CDF7CF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3">
    <w:name w:val="F231F4B61C45447C9DAACFB8EF072E17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3">
    <w:name w:val="B618AE2E0D524F7784AB2088C4DE063D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3">
    <w:name w:val="8DE20A4FE6944357AC206E8E9DF9E173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3">
    <w:name w:val="AA55AC7C76594D699539187979F7587B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3">
    <w:name w:val="82D8FFCAF1114CB8984CC3D7B56D1373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3">
    <w:name w:val="FB07527729ED46B18394BE682205D088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3">
    <w:name w:val="B4D2E5B7643C44A88B333B36D27C61EB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3">
    <w:name w:val="EBA1F054F23D40DF91A4211CEAA0DF76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3">
    <w:name w:val="5DC5B2035344469AB23D6EF0770EEBC8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3">
    <w:name w:val="87E6AC5CA5B34686BE6A9DBA67F2220E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3">
    <w:name w:val="37B33F0E1D8244BD98E5AF42DA64DB91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3">
    <w:name w:val="BA9EFB2C79734B1981F9F95AE8C79FF4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3">
    <w:name w:val="4EFC5E65A2844BC88C7F54071200A0A1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3">
    <w:name w:val="364BECBB70224535B019A334E0FAEED1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3">
    <w:name w:val="2AE337788F4F4FC88C456B350956037D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3">
    <w:name w:val="8D99489B3B4D44A8976D0795A2C2129F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3">
    <w:name w:val="B8A23D683A324B3F9872FF78326CF60F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3">
    <w:name w:val="0D460EDC5BC2456487F50C76739FB89D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3">
    <w:name w:val="4812D6A28D0D46CE946856910FC88502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3">
    <w:name w:val="7FAD0B75F40E4450925DD0C253233682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3">
    <w:name w:val="6BDE69584B134F94965F13E2263BC570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3">
    <w:name w:val="9FD124A447BA4D028F9BD4A65F57B892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3">
    <w:name w:val="9D6B5E112BD74311AE52B862910F6201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3">
    <w:name w:val="A618A57B0CBE4FE6954C255C0E4967E0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3">
    <w:name w:val="DB9C3E719C5244FA85EA36F1F30889B9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3">
    <w:name w:val="7508B0240A4545818C84CD7D781FCE2C3"/>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3508B582CE049AC9848C7AF8F4F8B0C">
    <w:name w:val="03508B582CE049AC9848C7AF8F4F8B0C"/>
    <w:rsid w:val="00397A3B"/>
    <w:pPr>
      <w:widowControl w:val="0"/>
      <w:jc w:val="both"/>
    </w:pPr>
  </w:style>
  <w:style w:type="paragraph" w:customStyle="1" w:styleId="4E0EC769A6CF4A6CB37ED67B6B410E3C">
    <w:name w:val="4E0EC769A6CF4A6CB37ED67B6B410E3C"/>
    <w:rsid w:val="00397A3B"/>
    <w:pPr>
      <w:widowControl w:val="0"/>
      <w:jc w:val="both"/>
    </w:pPr>
  </w:style>
  <w:style w:type="paragraph" w:customStyle="1" w:styleId="53D74E676FCF4141B4137D8CC3F8E3C2">
    <w:name w:val="53D74E676FCF4141B4137D8CC3F8E3C2"/>
    <w:rsid w:val="00397A3B"/>
    <w:pPr>
      <w:widowControl w:val="0"/>
      <w:jc w:val="both"/>
    </w:pPr>
  </w:style>
  <w:style w:type="paragraph" w:customStyle="1" w:styleId="99AE7049B8CA451AAEB0CA08612ECD892">
    <w:name w:val="99AE7049B8CA451AAEB0CA08612ECD892"/>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61256F293436492F901B9FAF9EE936E32">
    <w:name w:val="61256F293436492F901B9FAF9EE936E32"/>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26D76DAE1384FA89910F9916C06578D2">
    <w:name w:val="126D76DAE1384FA89910F9916C06578D2"/>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CFC02139CA14EF69E3ECDA91901B6532">
    <w:name w:val="FCFC02139CA14EF69E3ECDA91901B6532"/>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3508B582CE049AC9848C7AF8F4F8B0C1">
    <w:name w:val="03508B582CE049AC9848C7AF8F4F8B0C1"/>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E0EC769A6CF4A6CB37ED67B6B410E3C1">
    <w:name w:val="4E0EC769A6CF4A6CB37ED67B6B410E3C1"/>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3D74E676FCF4141B4137D8CC3F8E3C21">
    <w:name w:val="53D74E676FCF4141B4137D8CC3F8E3C21"/>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ACC35684C6C41539BE43F74F965D6A910">
    <w:name w:val="1ACC35684C6C41539BE43F74F965D6A910"/>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CE2120F273C4957B801253ACB130F2010">
    <w:name w:val="5CE2120F273C4957B801253ACB130F2010"/>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B033765642440ABB3B76777B0A7E13A10">
    <w:name w:val="EB033765642440ABB3B76777B0A7E13A10"/>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BD8E64A7E144FF6933FF92DB4A60B9B10">
    <w:name w:val="3BD8E64A7E144FF6933FF92DB4A60B9B10"/>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B33441824C4E4750AAD00F06C9A713004">
    <w:name w:val="B33441824C4E4750AAD00F06C9A71300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32B4374E684296A9F33281861D253C4">
    <w:name w:val="0F32B4374E684296A9F33281861D253C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B4ECE1AA5A442F09411EA7A73CEE4704">
    <w:name w:val="3B4ECE1AA5A442F09411EA7A73CEE470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654666C508D4C1AB1547882F07F578D4">
    <w:name w:val="8654666C508D4C1AB1547882F07F578D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849ECE3DA764928B7D6E0BBB14D62EC4">
    <w:name w:val="A849ECE3DA764928B7D6E0BBB14D62EC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8290401D41C487D929B30CE4F9CF05F4">
    <w:name w:val="68290401D41C487D929B30CE4F9CF05F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F705C57A874B07A0E6CC9A1B287C3D4">
    <w:name w:val="F0F705C57A874B07A0E6CC9A1B287C3D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9CED9E3BDA4BAEA1364194DA5C69B04">
    <w:name w:val="CE9CED9E3BDA4BAEA1364194DA5C69B0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3B97DEE53241CCAF6B9319AF89CDF44">
    <w:name w:val="593B97DEE53241CCAF6B9319AF89CDF4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C76F917A454E0AB64079E838631B5C4">
    <w:name w:val="AAC76F917A454E0AB64079E838631B5C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1820EB410194B1897ADF24EE9D474324">
    <w:name w:val="01820EB410194B1897ADF24EE9D47432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66CE4C04D3841CCA4CC3A508E15BADD4">
    <w:name w:val="566CE4C04D3841CCA4CC3A508E15BADD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ABDC107BD224914B764A7C7C92BC05F4">
    <w:name w:val="3ABDC107BD224914B764A7C7C92BC05F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9976F477DDC404F87A64CB78B92805E4">
    <w:name w:val="C9976F477DDC404F87A64CB78B92805E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AA696D0264E41D186422918A87B0DDE4">
    <w:name w:val="6AA696D0264E41D186422918A87B0DDE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31E2EA1CF554552AA637581442889B34">
    <w:name w:val="731E2EA1CF554552AA637581442889B3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B30F01592D2420EA3E2CFB26276919C4">
    <w:name w:val="3B30F01592D2420EA3E2CFB26276919C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87673AECDDB43FCA29AC6D3A36065344">
    <w:name w:val="E87673AECDDB43FCA29AC6D3A3606534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DA66D286EF4B1F84F1D8919502E3AD4">
    <w:name w:val="5DDA66D286EF4B1F84F1D8919502E3AD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E938D7DAA3442ACB2C9AA854752514B4">
    <w:name w:val="DE938D7DAA3442ACB2C9AA854752514B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7959CF3B7064F679BA1D09690EA47364">
    <w:name w:val="C7959CF3B7064F679BA1D09690EA4736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9595FF6DE034295868759AE51B4B5894">
    <w:name w:val="99595FF6DE034295868759AE51B4B589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3B644335467441E94B4E4446DD75BA14">
    <w:name w:val="93B644335467441E94B4E4446DD75BA1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8D9F97A02B541FAA6DAC877A42981E34">
    <w:name w:val="A8D9F97A02B541FAA6DAC877A42981E3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A14EB1069134E8D84A39B23C82DF2094">
    <w:name w:val="CA14EB1069134E8D84A39B23C82DF209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31DB04132F41BEB9DD6ADB1ED3C3974">
    <w:name w:val="4E31DB04132F41BEB9DD6ADB1ED3C397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6AC764A0604FCDAD5AAABB6799B2FF4">
    <w:name w:val="5A6AC764A0604FCDAD5AAABB6799B2FF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599CE3B334741B4A241DD8FCA9A74B54">
    <w:name w:val="6599CE3B334741B4A241DD8FCA9A74B5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F65DD6C0E74D09B5D5C20E5B3D20C24">
    <w:name w:val="A4F65DD6C0E74D09B5D5C20E5B3D20C2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5E704909A1E4ABB9FD7633A72A67F604">
    <w:name w:val="65E704909A1E4ABB9FD7633A72A67F60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99EF41FD9734D839C2A58E0DA10B0554">
    <w:name w:val="099EF41FD9734D839C2A58E0DA10B055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842B5D582E4FD6A1CB871A68B66DF34">
    <w:name w:val="4E842B5D582E4FD6A1CB871A68B66DF3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DA826AE23CD4D0FA0F9F61CB04094EA4">
    <w:name w:val="4DA826AE23CD4D0FA0F9F61CB04094EA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61E7CFEA1A242089989207E80A2A8BC4">
    <w:name w:val="E61E7CFEA1A242089989207E80A2A8BC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62275E59A354A2EA0C81D3F4E905A534">
    <w:name w:val="562275E59A354A2EA0C81D3F4E905A53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05D7BADF8454EA89CB6A693446B4C224">
    <w:name w:val="B05D7BADF8454EA89CB6A693446B4C22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4D9390DF3F48F480C7DB668DFB45174">
    <w:name w:val="CB4D9390DF3F48F480C7DB668DFB4517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29E725727F7469886803BACEE49E1544">
    <w:name w:val="129E725727F7469886803BACEE49E154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3ABD09D381F49C99477170967DA50AA4">
    <w:name w:val="C3ABD09D381F49C99477170967DA50AA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D14307778B4CD3B78A492652A319424">
    <w:name w:val="6ED14307778B4CD3B78A492652A31942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0B5B1DBC5D74BAD9B74186A0F4D0AC34">
    <w:name w:val="E0B5B1DBC5D74BAD9B74186A0F4D0AC3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D8250A2A57A4BE38334A9DD625530CA4">
    <w:name w:val="DD8250A2A57A4BE38334A9DD625530CA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5F0D34DC5F34337ABB3C2942C3D632B4">
    <w:name w:val="25F0D34DC5F34337ABB3C2942C3D632B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C48DDD24044B7E9CCC89A750BE79594">
    <w:name w:val="B8C48DDD24044B7E9CCC89A750BE7959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6987B7565F14E0D964EA26B61B084344">
    <w:name w:val="C6987B7565F14E0D964EA26B61B08434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A55C31994044348AB1F3280C3C5A3DB4">
    <w:name w:val="EA55C31994044348AB1F3280C3C5A3DB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5FD55CFBA114E25847D2FD0949DDCCD4">
    <w:name w:val="05FD55CFBA114E25847D2FD0949DDCCD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355AD47D7104391B39B17149C8463574">
    <w:name w:val="F355AD47D7104391B39B17149C846357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4">
    <w:name w:val="07E69319DF754E8DA3D762810E44D4F1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4">
    <w:name w:val="6F0414F8644142188C3CB3CF842FA35E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4">
    <w:name w:val="1330362FC25C40038186C87940577DBA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4">
    <w:name w:val="591AAD54DE974B29B300C7E0B00AB789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4">
    <w:name w:val="9781C88A472F4F99B9C232BFAFBCB82B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4">
    <w:name w:val="D2DF40BEBDE24E19ABED2E202B229432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4">
    <w:name w:val="E5FCB0FC1A714031A21C2547F0286583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4">
    <w:name w:val="7842081077FD4A8191DA5CD35EB7BA78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4">
    <w:name w:val="32397F6AE95E44569789DFF642CDF7CF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4">
    <w:name w:val="F231F4B61C45447C9DAACFB8EF072E17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4">
    <w:name w:val="B618AE2E0D524F7784AB2088C4DE063D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4">
    <w:name w:val="8DE20A4FE6944357AC206E8E9DF9E173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4">
    <w:name w:val="AA55AC7C76594D699539187979F7587B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4">
    <w:name w:val="82D8FFCAF1114CB8984CC3D7B56D1373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4">
    <w:name w:val="FB07527729ED46B18394BE682205D088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4">
    <w:name w:val="B4D2E5B7643C44A88B333B36D27C61EB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4">
    <w:name w:val="EBA1F054F23D40DF91A4211CEAA0DF76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4">
    <w:name w:val="5DC5B2035344469AB23D6EF0770EEBC8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4">
    <w:name w:val="87E6AC5CA5B34686BE6A9DBA67F2220E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4">
    <w:name w:val="37B33F0E1D8244BD98E5AF42DA64DB91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4">
    <w:name w:val="BA9EFB2C79734B1981F9F95AE8C79FF4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4">
    <w:name w:val="4EFC5E65A2844BC88C7F54071200A0A1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4">
    <w:name w:val="364BECBB70224535B019A334E0FAEED1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4">
    <w:name w:val="2AE337788F4F4FC88C456B350956037D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4">
    <w:name w:val="8D99489B3B4D44A8976D0795A2C2129F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4">
    <w:name w:val="B8A23D683A324B3F9872FF78326CF60F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4">
    <w:name w:val="0D460EDC5BC2456487F50C76739FB89D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4">
    <w:name w:val="4812D6A28D0D46CE946856910FC88502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4">
    <w:name w:val="7FAD0B75F40E4450925DD0C253233682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4">
    <w:name w:val="6BDE69584B134F94965F13E2263BC570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4">
    <w:name w:val="9FD124A447BA4D028F9BD4A65F57B892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4">
    <w:name w:val="9D6B5E112BD74311AE52B862910F6201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4">
    <w:name w:val="A618A57B0CBE4FE6954C255C0E4967E0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4">
    <w:name w:val="DB9C3E719C5244FA85EA36F1F30889B9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4">
    <w:name w:val="7508B0240A4545818C84CD7D781FCE2C4"/>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9">
    <w:name w:val="B786802532A24D3BA02001497134E6C09"/>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9AE7049B8CA451AAEB0CA08612ECD893">
    <w:name w:val="99AE7049B8CA451AAEB0CA08612ECD893"/>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61256F293436492F901B9FAF9EE936E33">
    <w:name w:val="61256F293436492F901B9FAF9EE936E33"/>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26D76DAE1384FA89910F9916C06578D3">
    <w:name w:val="126D76DAE1384FA89910F9916C06578D3"/>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CFC02139CA14EF69E3ECDA91901B6533">
    <w:name w:val="FCFC02139CA14EF69E3ECDA91901B6533"/>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3508B582CE049AC9848C7AF8F4F8B0C2">
    <w:name w:val="03508B582CE049AC9848C7AF8F4F8B0C2"/>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E0EC769A6CF4A6CB37ED67B6B410E3C2">
    <w:name w:val="4E0EC769A6CF4A6CB37ED67B6B410E3C2"/>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3D74E676FCF4141B4137D8CC3F8E3C22">
    <w:name w:val="53D74E676FCF4141B4137D8CC3F8E3C22"/>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ACC35684C6C41539BE43F74F965D6A911">
    <w:name w:val="1ACC35684C6C41539BE43F74F965D6A911"/>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CE2120F273C4957B801253ACB130F2011">
    <w:name w:val="5CE2120F273C4957B801253ACB130F2011"/>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B033765642440ABB3B76777B0A7E13A11">
    <w:name w:val="EB033765642440ABB3B76777B0A7E13A11"/>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BD8E64A7E144FF6933FF92DB4A60B9B11">
    <w:name w:val="3BD8E64A7E144FF6933FF92DB4A60B9B11"/>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B33441824C4E4750AAD00F06C9A713005">
    <w:name w:val="B33441824C4E4750AAD00F06C9A71300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32B4374E684296A9F33281861D253C5">
    <w:name w:val="0F32B4374E684296A9F33281861D253C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B4ECE1AA5A442F09411EA7A73CEE4705">
    <w:name w:val="3B4ECE1AA5A442F09411EA7A73CEE470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654666C508D4C1AB1547882F07F578D5">
    <w:name w:val="8654666C508D4C1AB1547882F07F578D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849ECE3DA764928B7D6E0BBB14D62EC5">
    <w:name w:val="A849ECE3DA764928B7D6E0BBB14D62EC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8290401D41C487D929B30CE4F9CF05F5">
    <w:name w:val="68290401D41C487D929B30CE4F9CF05F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F705C57A874B07A0E6CC9A1B287C3D5">
    <w:name w:val="F0F705C57A874B07A0E6CC9A1B287C3D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9CED9E3BDA4BAEA1364194DA5C69B05">
    <w:name w:val="CE9CED9E3BDA4BAEA1364194DA5C69B0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3B97DEE53241CCAF6B9319AF89CDF45">
    <w:name w:val="593B97DEE53241CCAF6B9319AF89CDF4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C76F917A454E0AB64079E838631B5C5">
    <w:name w:val="AAC76F917A454E0AB64079E838631B5C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1820EB410194B1897ADF24EE9D474325">
    <w:name w:val="01820EB410194B1897ADF24EE9D47432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66CE4C04D3841CCA4CC3A508E15BADD5">
    <w:name w:val="566CE4C04D3841CCA4CC3A508E15BADD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ABDC107BD224914B764A7C7C92BC05F5">
    <w:name w:val="3ABDC107BD224914B764A7C7C92BC05F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9976F477DDC404F87A64CB78B92805E5">
    <w:name w:val="C9976F477DDC404F87A64CB78B92805E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AA696D0264E41D186422918A87B0DDE5">
    <w:name w:val="6AA696D0264E41D186422918A87B0DDE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31E2EA1CF554552AA637581442889B35">
    <w:name w:val="731E2EA1CF554552AA637581442889B3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B30F01592D2420EA3E2CFB26276919C5">
    <w:name w:val="3B30F01592D2420EA3E2CFB26276919C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87673AECDDB43FCA29AC6D3A36065345">
    <w:name w:val="E87673AECDDB43FCA29AC6D3A3606534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DA66D286EF4B1F84F1D8919502E3AD5">
    <w:name w:val="5DDA66D286EF4B1F84F1D8919502E3AD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E938D7DAA3442ACB2C9AA854752514B5">
    <w:name w:val="DE938D7DAA3442ACB2C9AA854752514B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7959CF3B7064F679BA1D09690EA47365">
    <w:name w:val="C7959CF3B7064F679BA1D09690EA4736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9595FF6DE034295868759AE51B4B5895">
    <w:name w:val="99595FF6DE034295868759AE51B4B589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3B644335467441E94B4E4446DD75BA15">
    <w:name w:val="93B644335467441E94B4E4446DD75BA1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8D9F97A02B541FAA6DAC877A42981E35">
    <w:name w:val="A8D9F97A02B541FAA6DAC877A42981E3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A14EB1069134E8D84A39B23C82DF2095">
    <w:name w:val="CA14EB1069134E8D84A39B23C82DF209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31DB04132F41BEB9DD6ADB1ED3C3975">
    <w:name w:val="4E31DB04132F41BEB9DD6ADB1ED3C397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6AC764A0604FCDAD5AAABB6799B2FF5">
    <w:name w:val="5A6AC764A0604FCDAD5AAABB6799B2FF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599CE3B334741B4A241DD8FCA9A74B55">
    <w:name w:val="6599CE3B334741B4A241DD8FCA9A74B5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F65DD6C0E74D09B5D5C20E5B3D20C25">
    <w:name w:val="A4F65DD6C0E74D09B5D5C20E5B3D20C2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5E704909A1E4ABB9FD7633A72A67F605">
    <w:name w:val="65E704909A1E4ABB9FD7633A72A67F60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99EF41FD9734D839C2A58E0DA10B0555">
    <w:name w:val="099EF41FD9734D839C2A58E0DA10B055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842B5D582E4FD6A1CB871A68B66DF35">
    <w:name w:val="4E842B5D582E4FD6A1CB871A68B66DF3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DA826AE23CD4D0FA0F9F61CB04094EA5">
    <w:name w:val="4DA826AE23CD4D0FA0F9F61CB04094EA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61E7CFEA1A242089989207E80A2A8BC5">
    <w:name w:val="E61E7CFEA1A242089989207E80A2A8BC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62275E59A354A2EA0C81D3F4E905A535">
    <w:name w:val="562275E59A354A2EA0C81D3F4E905A53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05D7BADF8454EA89CB6A693446B4C225">
    <w:name w:val="B05D7BADF8454EA89CB6A693446B4C22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4D9390DF3F48F480C7DB668DFB45175">
    <w:name w:val="CB4D9390DF3F48F480C7DB668DFB4517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29E725727F7469886803BACEE49E1545">
    <w:name w:val="129E725727F7469886803BACEE49E154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3ABD09D381F49C99477170967DA50AA5">
    <w:name w:val="C3ABD09D381F49C99477170967DA50AA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D14307778B4CD3B78A492652A319425">
    <w:name w:val="6ED14307778B4CD3B78A492652A31942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0B5B1DBC5D74BAD9B74186A0F4D0AC35">
    <w:name w:val="E0B5B1DBC5D74BAD9B74186A0F4D0AC3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D8250A2A57A4BE38334A9DD625530CA5">
    <w:name w:val="DD8250A2A57A4BE38334A9DD625530CA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5F0D34DC5F34337ABB3C2942C3D632B5">
    <w:name w:val="25F0D34DC5F34337ABB3C2942C3D632B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C48DDD24044B7E9CCC89A750BE79595">
    <w:name w:val="B8C48DDD24044B7E9CCC89A750BE7959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6987B7565F14E0D964EA26B61B084345">
    <w:name w:val="C6987B7565F14E0D964EA26B61B08434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A55C31994044348AB1F3280C3C5A3DB5">
    <w:name w:val="EA55C31994044348AB1F3280C3C5A3DB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5FD55CFBA114E25847D2FD0949DDCCD5">
    <w:name w:val="05FD55CFBA114E25847D2FD0949DDCCD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355AD47D7104391B39B17149C8463575">
    <w:name w:val="F355AD47D7104391B39B17149C846357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5">
    <w:name w:val="07E69319DF754E8DA3D762810E44D4F1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5">
    <w:name w:val="6F0414F8644142188C3CB3CF842FA35E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5">
    <w:name w:val="1330362FC25C40038186C87940577DBA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5">
    <w:name w:val="591AAD54DE974B29B300C7E0B00AB789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5">
    <w:name w:val="9781C88A472F4F99B9C232BFAFBCB82B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5">
    <w:name w:val="D2DF40BEBDE24E19ABED2E202B229432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5">
    <w:name w:val="E5FCB0FC1A714031A21C2547F0286583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5">
    <w:name w:val="7842081077FD4A8191DA5CD35EB7BA78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5">
    <w:name w:val="32397F6AE95E44569789DFF642CDF7CF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5">
    <w:name w:val="F231F4B61C45447C9DAACFB8EF072E17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5">
    <w:name w:val="B618AE2E0D524F7784AB2088C4DE063D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5">
    <w:name w:val="8DE20A4FE6944357AC206E8E9DF9E173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5">
    <w:name w:val="AA55AC7C76594D699539187979F7587B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5">
    <w:name w:val="82D8FFCAF1114CB8984CC3D7B56D1373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5">
    <w:name w:val="FB07527729ED46B18394BE682205D088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5">
    <w:name w:val="B4D2E5B7643C44A88B333B36D27C61EB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5">
    <w:name w:val="EBA1F054F23D40DF91A4211CEAA0DF76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5">
    <w:name w:val="5DC5B2035344469AB23D6EF0770EEBC8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5">
    <w:name w:val="87E6AC5CA5B34686BE6A9DBA67F2220E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5">
    <w:name w:val="37B33F0E1D8244BD98E5AF42DA64DB91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5">
    <w:name w:val="BA9EFB2C79734B1981F9F95AE8C79FF4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5">
    <w:name w:val="4EFC5E65A2844BC88C7F54071200A0A1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5">
    <w:name w:val="364BECBB70224535B019A334E0FAEED1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5">
    <w:name w:val="2AE337788F4F4FC88C456B350956037D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5">
    <w:name w:val="8D99489B3B4D44A8976D0795A2C2129F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5">
    <w:name w:val="B8A23D683A324B3F9872FF78326CF60F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5">
    <w:name w:val="0D460EDC5BC2456487F50C76739FB89D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5">
    <w:name w:val="4812D6A28D0D46CE946856910FC88502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5">
    <w:name w:val="7FAD0B75F40E4450925DD0C253233682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5">
    <w:name w:val="6BDE69584B134F94965F13E2263BC570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5">
    <w:name w:val="9FD124A447BA4D028F9BD4A65F57B892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5">
    <w:name w:val="9D6B5E112BD74311AE52B862910F6201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5">
    <w:name w:val="A618A57B0CBE4FE6954C255C0E4967E0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5">
    <w:name w:val="DB9C3E719C5244FA85EA36F1F30889B9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5">
    <w:name w:val="7508B0240A4545818C84CD7D781FCE2C5"/>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10">
    <w:name w:val="B786802532A24D3BA02001497134E6C010"/>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9AE7049B8CA451AAEB0CA08612ECD894">
    <w:name w:val="99AE7049B8CA451AAEB0CA08612ECD894"/>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61256F293436492F901B9FAF9EE936E34">
    <w:name w:val="61256F293436492F901B9FAF9EE936E34"/>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26D76DAE1384FA89910F9916C06578D4">
    <w:name w:val="126D76DAE1384FA89910F9916C06578D4"/>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CFC02139CA14EF69E3ECDA91901B6534">
    <w:name w:val="FCFC02139CA14EF69E3ECDA91901B6534"/>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3508B582CE049AC9848C7AF8F4F8B0C3">
    <w:name w:val="03508B582CE049AC9848C7AF8F4F8B0C3"/>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E0EC769A6CF4A6CB37ED67B6B410E3C3">
    <w:name w:val="4E0EC769A6CF4A6CB37ED67B6B410E3C3"/>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3D74E676FCF4141B4137D8CC3F8E3C23">
    <w:name w:val="53D74E676FCF4141B4137D8CC3F8E3C23"/>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ACC35684C6C41539BE43F74F965D6A912">
    <w:name w:val="1ACC35684C6C41539BE43F74F965D6A912"/>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CE2120F273C4957B801253ACB130F2012">
    <w:name w:val="5CE2120F273C4957B801253ACB130F2012"/>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B033765642440ABB3B76777B0A7E13A12">
    <w:name w:val="EB033765642440ABB3B76777B0A7E13A12"/>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BD8E64A7E144FF6933FF92DB4A60B9B12">
    <w:name w:val="3BD8E64A7E144FF6933FF92DB4A60B9B12"/>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B33441824C4E4750AAD00F06C9A713006">
    <w:name w:val="B33441824C4E4750AAD00F06C9A71300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32B4374E684296A9F33281861D253C6">
    <w:name w:val="0F32B4374E684296A9F33281861D253C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B4ECE1AA5A442F09411EA7A73CEE4706">
    <w:name w:val="3B4ECE1AA5A442F09411EA7A73CEE470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654666C508D4C1AB1547882F07F578D6">
    <w:name w:val="8654666C508D4C1AB1547882F07F578D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849ECE3DA764928B7D6E0BBB14D62EC6">
    <w:name w:val="A849ECE3DA764928B7D6E0BBB14D62EC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8290401D41C487D929B30CE4F9CF05F6">
    <w:name w:val="68290401D41C487D929B30CE4F9CF05F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F705C57A874B07A0E6CC9A1B287C3D6">
    <w:name w:val="F0F705C57A874B07A0E6CC9A1B287C3D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9CED9E3BDA4BAEA1364194DA5C69B06">
    <w:name w:val="CE9CED9E3BDA4BAEA1364194DA5C69B0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3B97DEE53241CCAF6B9319AF89CDF46">
    <w:name w:val="593B97DEE53241CCAF6B9319AF89CDF4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C76F917A454E0AB64079E838631B5C6">
    <w:name w:val="AAC76F917A454E0AB64079E838631B5C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1820EB410194B1897ADF24EE9D474326">
    <w:name w:val="01820EB410194B1897ADF24EE9D47432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66CE4C04D3841CCA4CC3A508E15BADD6">
    <w:name w:val="566CE4C04D3841CCA4CC3A508E15BADD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ABDC107BD224914B764A7C7C92BC05F6">
    <w:name w:val="3ABDC107BD224914B764A7C7C92BC05F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9976F477DDC404F87A64CB78B92805E6">
    <w:name w:val="C9976F477DDC404F87A64CB78B92805E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AA696D0264E41D186422918A87B0DDE6">
    <w:name w:val="6AA696D0264E41D186422918A87B0DDE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31E2EA1CF554552AA637581442889B36">
    <w:name w:val="731E2EA1CF554552AA637581442889B3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B30F01592D2420EA3E2CFB26276919C6">
    <w:name w:val="3B30F01592D2420EA3E2CFB26276919C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87673AECDDB43FCA29AC6D3A36065346">
    <w:name w:val="E87673AECDDB43FCA29AC6D3A3606534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DA66D286EF4B1F84F1D8919502E3AD6">
    <w:name w:val="5DDA66D286EF4B1F84F1D8919502E3AD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E938D7DAA3442ACB2C9AA854752514B6">
    <w:name w:val="DE938D7DAA3442ACB2C9AA854752514B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7959CF3B7064F679BA1D09690EA47366">
    <w:name w:val="C7959CF3B7064F679BA1D09690EA4736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9595FF6DE034295868759AE51B4B5896">
    <w:name w:val="99595FF6DE034295868759AE51B4B589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3B644335467441E94B4E4446DD75BA16">
    <w:name w:val="93B644335467441E94B4E4446DD75BA1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8D9F97A02B541FAA6DAC877A42981E36">
    <w:name w:val="A8D9F97A02B541FAA6DAC877A42981E3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A14EB1069134E8D84A39B23C82DF2096">
    <w:name w:val="CA14EB1069134E8D84A39B23C82DF209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31DB04132F41BEB9DD6ADB1ED3C3976">
    <w:name w:val="4E31DB04132F41BEB9DD6ADB1ED3C397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6AC764A0604FCDAD5AAABB6799B2FF6">
    <w:name w:val="5A6AC764A0604FCDAD5AAABB6799B2FF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599CE3B334741B4A241DD8FCA9A74B56">
    <w:name w:val="6599CE3B334741B4A241DD8FCA9A74B5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F65DD6C0E74D09B5D5C20E5B3D20C26">
    <w:name w:val="A4F65DD6C0E74D09B5D5C20E5B3D20C2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5E704909A1E4ABB9FD7633A72A67F606">
    <w:name w:val="65E704909A1E4ABB9FD7633A72A67F60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99EF41FD9734D839C2A58E0DA10B0556">
    <w:name w:val="099EF41FD9734D839C2A58E0DA10B055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842B5D582E4FD6A1CB871A68B66DF36">
    <w:name w:val="4E842B5D582E4FD6A1CB871A68B66DF3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DA826AE23CD4D0FA0F9F61CB04094EA6">
    <w:name w:val="4DA826AE23CD4D0FA0F9F61CB04094EA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61E7CFEA1A242089989207E80A2A8BC6">
    <w:name w:val="E61E7CFEA1A242089989207E80A2A8BC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62275E59A354A2EA0C81D3F4E905A536">
    <w:name w:val="562275E59A354A2EA0C81D3F4E905A53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05D7BADF8454EA89CB6A693446B4C226">
    <w:name w:val="B05D7BADF8454EA89CB6A693446B4C22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4D9390DF3F48F480C7DB668DFB45176">
    <w:name w:val="CB4D9390DF3F48F480C7DB668DFB4517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29E725727F7469886803BACEE49E1546">
    <w:name w:val="129E725727F7469886803BACEE49E154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3ABD09D381F49C99477170967DA50AA6">
    <w:name w:val="C3ABD09D381F49C99477170967DA50AA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D14307778B4CD3B78A492652A319426">
    <w:name w:val="6ED14307778B4CD3B78A492652A31942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0B5B1DBC5D74BAD9B74186A0F4D0AC36">
    <w:name w:val="E0B5B1DBC5D74BAD9B74186A0F4D0AC3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D8250A2A57A4BE38334A9DD625530CA6">
    <w:name w:val="DD8250A2A57A4BE38334A9DD625530CA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5F0D34DC5F34337ABB3C2942C3D632B6">
    <w:name w:val="25F0D34DC5F34337ABB3C2942C3D632B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C48DDD24044B7E9CCC89A750BE79596">
    <w:name w:val="B8C48DDD24044B7E9CCC89A750BE7959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6987B7565F14E0D964EA26B61B084346">
    <w:name w:val="C6987B7565F14E0D964EA26B61B08434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A55C31994044348AB1F3280C3C5A3DB6">
    <w:name w:val="EA55C31994044348AB1F3280C3C5A3DB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5FD55CFBA114E25847D2FD0949DDCCD6">
    <w:name w:val="05FD55CFBA114E25847D2FD0949DDCCD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355AD47D7104391B39B17149C8463576">
    <w:name w:val="F355AD47D7104391B39B17149C846357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6">
    <w:name w:val="07E69319DF754E8DA3D762810E44D4F1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6">
    <w:name w:val="6F0414F8644142188C3CB3CF842FA35E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6">
    <w:name w:val="1330362FC25C40038186C87940577DBA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6">
    <w:name w:val="591AAD54DE974B29B300C7E0B00AB789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6">
    <w:name w:val="9781C88A472F4F99B9C232BFAFBCB82B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6">
    <w:name w:val="D2DF40BEBDE24E19ABED2E202B229432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6">
    <w:name w:val="E5FCB0FC1A714031A21C2547F0286583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6">
    <w:name w:val="7842081077FD4A8191DA5CD35EB7BA78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6">
    <w:name w:val="32397F6AE95E44569789DFF642CDF7CF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6">
    <w:name w:val="F231F4B61C45447C9DAACFB8EF072E17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6">
    <w:name w:val="B618AE2E0D524F7784AB2088C4DE063D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6">
    <w:name w:val="8DE20A4FE6944357AC206E8E9DF9E173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6">
    <w:name w:val="AA55AC7C76594D699539187979F7587B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6">
    <w:name w:val="82D8FFCAF1114CB8984CC3D7B56D1373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6">
    <w:name w:val="FB07527729ED46B18394BE682205D088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6">
    <w:name w:val="B4D2E5B7643C44A88B333B36D27C61EB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6">
    <w:name w:val="EBA1F054F23D40DF91A4211CEAA0DF76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6">
    <w:name w:val="5DC5B2035344469AB23D6EF0770EEBC8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6">
    <w:name w:val="87E6AC5CA5B34686BE6A9DBA67F2220E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6">
    <w:name w:val="37B33F0E1D8244BD98E5AF42DA64DB91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6">
    <w:name w:val="BA9EFB2C79734B1981F9F95AE8C79FF4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6">
    <w:name w:val="4EFC5E65A2844BC88C7F54071200A0A1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6">
    <w:name w:val="364BECBB70224535B019A334E0FAEED1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6">
    <w:name w:val="2AE337788F4F4FC88C456B350956037D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6">
    <w:name w:val="8D99489B3B4D44A8976D0795A2C2129F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6">
    <w:name w:val="B8A23D683A324B3F9872FF78326CF60F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6">
    <w:name w:val="0D460EDC5BC2456487F50C76739FB89D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6">
    <w:name w:val="4812D6A28D0D46CE946856910FC88502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6">
    <w:name w:val="7FAD0B75F40E4450925DD0C253233682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6">
    <w:name w:val="6BDE69584B134F94965F13E2263BC570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6">
    <w:name w:val="9FD124A447BA4D028F9BD4A65F57B892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6">
    <w:name w:val="9D6B5E112BD74311AE52B862910F6201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6">
    <w:name w:val="A618A57B0CBE4FE6954C255C0E4967E0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6">
    <w:name w:val="DB9C3E719C5244FA85EA36F1F30889B9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6">
    <w:name w:val="7508B0240A4545818C84CD7D781FCE2C6"/>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11">
    <w:name w:val="B786802532A24D3BA02001497134E6C011"/>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9AE7049B8CA451AAEB0CA08612ECD895">
    <w:name w:val="99AE7049B8CA451AAEB0CA08612ECD895"/>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61256F293436492F901B9FAF9EE936E35">
    <w:name w:val="61256F293436492F901B9FAF9EE936E35"/>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26D76DAE1384FA89910F9916C06578D5">
    <w:name w:val="126D76DAE1384FA89910F9916C06578D5"/>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CFC02139CA14EF69E3ECDA91901B6535">
    <w:name w:val="FCFC02139CA14EF69E3ECDA91901B6535"/>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3508B582CE049AC9848C7AF8F4F8B0C4">
    <w:name w:val="03508B582CE049AC9848C7AF8F4F8B0C4"/>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4E0EC769A6CF4A6CB37ED67B6B410E3C4">
    <w:name w:val="4E0EC769A6CF4A6CB37ED67B6B410E3C4"/>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3D74E676FCF4141B4137D8CC3F8E3C24">
    <w:name w:val="53D74E676FCF4141B4137D8CC3F8E3C24"/>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ACC35684C6C41539BE43F74F965D6A913">
    <w:name w:val="1ACC35684C6C41539BE43F74F965D6A913"/>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CE2120F273C4957B801253ACB130F2013">
    <w:name w:val="5CE2120F273C4957B801253ACB130F2013"/>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B033765642440ABB3B76777B0A7E13A13">
    <w:name w:val="EB033765642440ABB3B76777B0A7E13A13"/>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BD8E64A7E144FF6933FF92DB4A60B9B13">
    <w:name w:val="3BD8E64A7E144FF6933FF92DB4A60B9B13"/>
    <w:rsid w:val="00397A3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B33441824C4E4750AAD00F06C9A713007">
    <w:name w:val="B33441824C4E4750AAD00F06C9A71300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32B4374E684296A9F33281861D253C7">
    <w:name w:val="0F32B4374E684296A9F33281861D253C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B4ECE1AA5A442F09411EA7A73CEE4707">
    <w:name w:val="3B4ECE1AA5A442F09411EA7A73CEE470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654666C508D4C1AB1547882F07F578D7">
    <w:name w:val="8654666C508D4C1AB1547882F07F578D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849ECE3DA764928B7D6E0BBB14D62EC7">
    <w:name w:val="A849ECE3DA764928B7D6E0BBB14D62EC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8290401D41C487D929B30CE4F9CF05F7">
    <w:name w:val="68290401D41C487D929B30CE4F9CF05F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0F705C57A874B07A0E6CC9A1B287C3D7">
    <w:name w:val="F0F705C57A874B07A0E6CC9A1B287C3D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9CED9E3BDA4BAEA1364194DA5C69B07">
    <w:name w:val="CE9CED9E3BDA4BAEA1364194DA5C69B0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3B97DEE53241CCAF6B9319AF89CDF47">
    <w:name w:val="593B97DEE53241CCAF6B9319AF89CDF4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C76F917A454E0AB64079E838631B5C7">
    <w:name w:val="AAC76F917A454E0AB64079E838631B5C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1820EB410194B1897ADF24EE9D474327">
    <w:name w:val="01820EB410194B1897ADF24EE9D47432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66CE4C04D3841CCA4CC3A508E15BADD7">
    <w:name w:val="566CE4C04D3841CCA4CC3A508E15BADD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ABDC107BD224914B764A7C7C92BC05F7">
    <w:name w:val="3ABDC107BD224914B764A7C7C92BC05F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9976F477DDC404F87A64CB78B92805E7">
    <w:name w:val="C9976F477DDC404F87A64CB78B92805E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AA696D0264E41D186422918A87B0DDE7">
    <w:name w:val="6AA696D0264E41D186422918A87B0DDE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31E2EA1CF554552AA637581442889B37">
    <w:name w:val="731E2EA1CF554552AA637581442889B3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B30F01592D2420EA3E2CFB26276919C7">
    <w:name w:val="3B30F01592D2420EA3E2CFB26276919C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87673AECDDB43FCA29AC6D3A36065347">
    <w:name w:val="E87673AECDDB43FCA29AC6D3A3606534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DA66D286EF4B1F84F1D8919502E3AD7">
    <w:name w:val="5DDA66D286EF4B1F84F1D8919502E3AD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E938D7DAA3442ACB2C9AA854752514B7">
    <w:name w:val="DE938D7DAA3442ACB2C9AA854752514B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7959CF3B7064F679BA1D09690EA47367">
    <w:name w:val="C7959CF3B7064F679BA1D09690EA4736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9595FF6DE034295868759AE51B4B5897">
    <w:name w:val="99595FF6DE034295868759AE51B4B589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3B644335467441E94B4E4446DD75BA17">
    <w:name w:val="93B644335467441E94B4E4446DD75BA1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8D9F97A02B541FAA6DAC877A42981E37">
    <w:name w:val="A8D9F97A02B541FAA6DAC877A42981E3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A14EB1069134E8D84A39B23C82DF2097">
    <w:name w:val="CA14EB1069134E8D84A39B23C82DF209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31DB04132F41BEB9DD6ADB1ED3C3977">
    <w:name w:val="4E31DB04132F41BEB9DD6ADB1ED3C397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6AC764A0604FCDAD5AAABB6799B2FF7">
    <w:name w:val="5A6AC764A0604FCDAD5AAABB6799B2FF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599CE3B334741B4A241DD8FCA9A74B57">
    <w:name w:val="6599CE3B334741B4A241DD8FCA9A74B5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F65DD6C0E74D09B5D5C20E5B3D20C27">
    <w:name w:val="A4F65DD6C0E74D09B5D5C20E5B3D20C2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5E704909A1E4ABB9FD7633A72A67F607">
    <w:name w:val="65E704909A1E4ABB9FD7633A72A67F60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99EF41FD9734D839C2A58E0DA10B0557">
    <w:name w:val="099EF41FD9734D839C2A58E0DA10B055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842B5D582E4FD6A1CB871A68B66DF37">
    <w:name w:val="4E842B5D582E4FD6A1CB871A68B66DF3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DA826AE23CD4D0FA0F9F61CB04094EA7">
    <w:name w:val="4DA826AE23CD4D0FA0F9F61CB04094EA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61E7CFEA1A242089989207E80A2A8BC7">
    <w:name w:val="E61E7CFEA1A242089989207E80A2A8BC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62275E59A354A2EA0C81D3F4E905A537">
    <w:name w:val="562275E59A354A2EA0C81D3F4E905A53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05D7BADF8454EA89CB6A693446B4C227">
    <w:name w:val="B05D7BADF8454EA89CB6A693446B4C22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4D9390DF3F48F480C7DB668DFB45177">
    <w:name w:val="CB4D9390DF3F48F480C7DB668DFB4517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29E725727F7469886803BACEE49E1547">
    <w:name w:val="129E725727F7469886803BACEE49E154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3ABD09D381F49C99477170967DA50AA7">
    <w:name w:val="C3ABD09D381F49C99477170967DA50AA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D14307778B4CD3B78A492652A319427">
    <w:name w:val="6ED14307778B4CD3B78A492652A31942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0B5B1DBC5D74BAD9B74186A0F4D0AC37">
    <w:name w:val="E0B5B1DBC5D74BAD9B74186A0F4D0AC3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D8250A2A57A4BE38334A9DD625530CA7">
    <w:name w:val="DD8250A2A57A4BE38334A9DD625530CA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5F0D34DC5F34337ABB3C2942C3D632B7">
    <w:name w:val="25F0D34DC5F34337ABB3C2942C3D632B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C48DDD24044B7E9CCC89A750BE79597">
    <w:name w:val="B8C48DDD24044B7E9CCC89A750BE7959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6987B7565F14E0D964EA26B61B084347">
    <w:name w:val="C6987B7565F14E0D964EA26B61B08434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A55C31994044348AB1F3280C3C5A3DB7">
    <w:name w:val="EA55C31994044348AB1F3280C3C5A3DB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5FD55CFBA114E25847D2FD0949DDCCD7">
    <w:name w:val="05FD55CFBA114E25847D2FD0949DDCCD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355AD47D7104391B39B17149C8463577">
    <w:name w:val="F355AD47D7104391B39B17149C846357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7">
    <w:name w:val="07E69319DF754E8DA3D762810E44D4F1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7">
    <w:name w:val="6F0414F8644142188C3CB3CF842FA35E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7">
    <w:name w:val="1330362FC25C40038186C87940577DBA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7">
    <w:name w:val="591AAD54DE974B29B300C7E0B00AB789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7">
    <w:name w:val="9781C88A472F4F99B9C232BFAFBCB82B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7">
    <w:name w:val="D2DF40BEBDE24E19ABED2E202B229432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7">
    <w:name w:val="E5FCB0FC1A714031A21C2547F0286583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7">
    <w:name w:val="7842081077FD4A8191DA5CD35EB7BA78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7">
    <w:name w:val="32397F6AE95E44569789DFF642CDF7CF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7">
    <w:name w:val="F231F4B61C45447C9DAACFB8EF072E17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7">
    <w:name w:val="B618AE2E0D524F7784AB2088C4DE063D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7">
    <w:name w:val="8DE20A4FE6944357AC206E8E9DF9E173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7">
    <w:name w:val="AA55AC7C76594D699539187979F7587B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7">
    <w:name w:val="82D8FFCAF1114CB8984CC3D7B56D1373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7">
    <w:name w:val="FB07527729ED46B18394BE682205D088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7">
    <w:name w:val="B4D2E5B7643C44A88B333B36D27C61EB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7">
    <w:name w:val="EBA1F054F23D40DF91A4211CEAA0DF76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7">
    <w:name w:val="5DC5B2035344469AB23D6EF0770EEBC8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7">
    <w:name w:val="87E6AC5CA5B34686BE6A9DBA67F2220E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7">
    <w:name w:val="37B33F0E1D8244BD98E5AF42DA64DB91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7">
    <w:name w:val="BA9EFB2C79734B1981F9F95AE8C79FF4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7">
    <w:name w:val="4EFC5E65A2844BC88C7F54071200A0A1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7">
    <w:name w:val="364BECBB70224535B019A334E0FAEED1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7">
    <w:name w:val="2AE337788F4F4FC88C456B350956037D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7">
    <w:name w:val="8D99489B3B4D44A8976D0795A2C2129F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7">
    <w:name w:val="B8A23D683A324B3F9872FF78326CF60F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7">
    <w:name w:val="0D460EDC5BC2456487F50C76739FB89D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7">
    <w:name w:val="4812D6A28D0D46CE946856910FC88502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7">
    <w:name w:val="7FAD0B75F40E4450925DD0C253233682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7">
    <w:name w:val="6BDE69584B134F94965F13E2263BC570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7">
    <w:name w:val="9FD124A447BA4D028F9BD4A65F57B892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7">
    <w:name w:val="9D6B5E112BD74311AE52B862910F6201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7">
    <w:name w:val="A618A57B0CBE4FE6954C255C0E4967E0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7">
    <w:name w:val="DB9C3E719C5244FA85EA36F1F30889B9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7">
    <w:name w:val="7508B0240A4545818C84CD7D781FCE2C7"/>
    <w:rsid w:val="00397A3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7E7388E0C274023A834CE7C2B0C5308">
    <w:name w:val="C7E7388E0C274023A834CE7C2B0C5308"/>
    <w:rsid w:val="00397A3B"/>
    <w:pPr>
      <w:widowControl w:val="0"/>
      <w:jc w:val="both"/>
    </w:pPr>
  </w:style>
  <w:style w:type="paragraph" w:customStyle="1" w:styleId="10BF3DEA3BCB4A0C883781F2F437396B">
    <w:name w:val="10BF3DEA3BCB4A0C883781F2F437396B"/>
    <w:rsid w:val="00397A3B"/>
    <w:pPr>
      <w:widowControl w:val="0"/>
      <w:jc w:val="both"/>
    </w:pPr>
  </w:style>
  <w:style w:type="paragraph" w:customStyle="1" w:styleId="CC36A7C50DF94F4695B298E7733720ED">
    <w:name w:val="CC36A7C50DF94F4695B298E7733720ED"/>
    <w:rsid w:val="00397A3B"/>
    <w:pPr>
      <w:widowControl w:val="0"/>
      <w:jc w:val="both"/>
    </w:pPr>
  </w:style>
  <w:style w:type="paragraph" w:customStyle="1" w:styleId="E3F50A6A8BA44AEAA4803AC1F77FDC1F">
    <w:name w:val="E3F50A6A8BA44AEAA4803AC1F77FDC1F"/>
    <w:rsid w:val="00397A3B"/>
    <w:pPr>
      <w:widowControl w:val="0"/>
      <w:jc w:val="both"/>
    </w:pPr>
  </w:style>
  <w:style w:type="paragraph" w:customStyle="1" w:styleId="A8C5F7B5037E4998B261461E0D50D33A">
    <w:name w:val="A8C5F7B5037E4998B261461E0D50D33A"/>
    <w:rsid w:val="00397A3B"/>
    <w:pPr>
      <w:widowControl w:val="0"/>
      <w:jc w:val="both"/>
    </w:pPr>
  </w:style>
  <w:style w:type="paragraph" w:customStyle="1" w:styleId="EA67CFB3DAB446768E698E8295ED18FD">
    <w:name w:val="EA67CFB3DAB446768E698E8295ED18FD"/>
    <w:rsid w:val="00397A3B"/>
    <w:pPr>
      <w:widowControl w:val="0"/>
      <w:jc w:val="both"/>
    </w:pPr>
  </w:style>
  <w:style w:type="paragraph" w:customStyle="1" w:styleId="F5BBF7A37B924CAFA06356EBCF01515C">
    <w:name w:val="F5BBF7A37B924CAFA06356EBCF01515C"/>
    <w:rsid w:val="00397A3B"/>
    <w:pPr>
      <w:widowControl w:val="0"/>
      <w:jc w:val="both"/>
    </w:pPr>
  </w:style>
  <w:style w:type="paragraph" w:customStyle="1" w:styleId="B9241943968740AD9B15475A31BED140">
    <w:name w:val="B9241943968740AD9B15475A31BED140"/>
    <w:rsid w:val="00397A3B"/>
    <w:pPr>
      <w:widowControl w:val="0"/>
      <w:jc w:val="both"/>
    </w:pPr>
  </w:style>
  <w:style w:type="paragraph" w:customStyle="1" w:styleId="6BCB329A4E6545ED8F0887BACAB24506">
    <w:name w:val="6BCB329A4E6545ED8F0887BACAB24506"/>
    <w:rsid w:val="00397A3B"/>
    <w:pPr>
      <w:widowControl w:val="0"/>
      <w:jc w:val="both"/>
    </w:pPr>
  </w:style>
  <w:style w:type="paragraph" w:customStyle="1" w:styleId="0DC5A20C9874461287F274FEF2852453">
    <w:name w:val="0DC5A20C9874461287F274FEF2852453"/>
    <w:rsid w:val="00397A3B"/>
    <w:pPr>
      <w:widowControl w:val="0"/>
      <w:jc w:val="both"/>
    </w:pPr>
  </w:style>
  <w:style w:type="paragraph" w:customStyle="1" w:styleId="A458038DEF4048BC9FCAC3378CA3D3FC">
    <w:name w:val="A458038DEF4048BC9FCAC3378CA3D3FC"/>
    <w:rsid w:val="00397A3B"/>
    <w:pPr>
      <w:widowControl w:val="0"/>
      <w:jc w:val="both"/>
    </w:pPr>
  </w:style>
  <w:style w:type="paragraph" w:customStyle="1" w:styleId="F838C58644E5453E927F84139EA2E2EA">
    <w:name w:val="F838C58644E5453E927F84139EA2E2EA"/>
    <w:rsid w:val="00397A3B"/>
    <w:pPr>
      <w:widowControl w:val="0"/>
      <w:jc w:val="both"/>
    </w:pPr>
  </w:style>
  <w:style w:type="paragraph" w:customStyle="1" w:styleId="73757CB669824287A1936EE6C8EF58B3">
    <w:name w:val="73757CB669824287A1936EE6C8EF58B3"/>
    <w:rsid w:val="00F9686B"/>
    <w:pPr>
      <w:widowControl w:val="0"/>
      <w:jc w:val="both"/>
    </w:pPr>
  </w:style>
  <w:style w:type="paragraph" w:customStyle="1" w:styleId="B843CE5820294681B45004016CBEA906">
    <w:name w:val="B843CE5820294681B45004016CBEA906"/>
    <w:rsid w:val="00F9686B"/>
    <w:pPr>
      <w:widowControl w:val="0"/>
      <w:jc w:val="both"/>
    </w:pPr>
  </w:style>
  <w:style w:type="paragraph" w:customStyle="1" w:styleId="BC93A57D4F814B41A519E3F1E0FA145A">
    <w:name w:val="BC93A57D4F814B41A519E3F1E0FA145A"/>
    <w:rsid w:val="00F9686B"/>
    <w:pPr>
      <w:widowControl w:val="0"/>
      <w:jc w:val="both"/>
    </w:pPr>
  </w:style>
  <w:style w:type="paragraph" w:customStyle="1" w:styleId="DB4AF130101248E399655C37D495F5F5">
    <w:name w:val="DB4AF130101248E399655C37D495F5F5"/>
    <w:rsid w:val="00F9686B"/>
    <w:pPr>
      <w:widowControl w:val="0"/>
      <w:jc w:val="both"/>
    </w:pPr>
  </w:style>
  <w:style w:type="paragraph" w:customStyle="1" w:styleId="DD42B8B439014266B3892C2A78BE9670">
    <w:name w:val="DD42B8B439014266B3892C2A78BE9670"/>
    <w:rsid w:val="00F9686B"/>
    <w:pPr>
      <w:widowControl w:val="0"/>
      <w:jc w:val="both"/>
    </w:pPr>
  </w:style>
  <w:style w:type="paragraph" w:customStyle="1" w:styleId="DFBC7EBCA77E4ED880D2B240920B21CC">
    <w:name w:val="DFBC7EBCA77E4ED880D2B240920B21CC"/>
    <w:rsid w:val="00F9686B"/>
    <w:pPr>
      <w:widowControl w:val="0"/>
      <w:jc w:val="both"/>
    </w:pPr>
  </w:style>
  <w:style w:type="paragraph" w:customStyle="1" w:styleId="9ECEDF87934749538036B788BBE389E6">
    <w:name w:val="9ECEDF87934749538036B788BBE389E6"/>
    <w:rsid w:val="00F9686B"/>
    <w:pPr>
      <w:widowControl w:val="0"/>
      <w:jc w:val="both"/>
    </w:pPr>
  </w:style>
  <w:style w:type="paragraph" w:customStyle="1" w:styleId="5A13C5142E2D491CAE3715E199311232">
    <w:name w:val="5A13C5142E2D491CAE3715E199311232"/>
    <w:rsid w:val="00F9686B"/>
    <w:pPr>
      <w:widowControl w:val="0"/>
      <w:jc w:val="both"/>
    </w:pPr>
  </w:style>
  <w:style w:type="paragraph" w:customStyle="1" w:styleId="C0D1C09246A240F7A558B82E3D5A4791">
    <w:name w:val="C0D1C09246A240F7A558B82E3D5A4791"/>
    <w:rsid w:val="00F9686B"/>
    <w:pPr>
      <w:widowControl w:val="0"/>
      <w:jc w:val="both"/>
    </w:pPr>
  </w:style>
  <w:style w:type="paragraph" w:customStyle="1" w:styleId="3730594E7218422AB0C0C84D298476E6">
    <w:name w:val="3730594E7218422AB0C0C84D298476E6"/>
    <w:rsid w:val="00F9686B"/>
    <w:pPr>
      <w:widowControl w:val="0"/>
      <w:jc w:val="both"/>
    </w:pPr>
  </w:style>
  <w:style w:type="paragraph" w:customStyle="1" w:styleId="3511357A015641608BE227D3949EB6C1">
    <w:name w:val="3511357A015641608BE227D3949EB6C1"/>
    <w:rsid w:val="00F9686B"/>
    <w:pPr>
      <w:widowControl w:val="0"/>
      <w:jc w:val="both"/>
    </w:pPr>
  </w:style>
  <w:style w:type="paragraph" w:customStyle="1" w:styleId="C2C1A88095054FE3AEB3ABF2676222AA">
    <w:name w:val="C2C1A88095054FE3AEB3ABF2676222AA"/>
    <w:rsid w:val="00F9686B"/>
    <w:pPr>
      <w:widowControl w:val="0"/>
      <w:jc w:val="both"/>
    </w:pPr>
  </w:style>
  <w:style w:type="paragraph" w:customStyle="1" w:styleId="576AF3B4C2F3459EBFE7F462FFECC7D1">
    <w:name w:val="576AF3B4C2F3459EBFE7F462FFECC7D1"/>
    <w:rsid w:val="00F9686B"/>
    <w:pPr>
      <w:widowControl w:val="0"/>
      <w:jc w:val="both"/>
    </w:pPr>
  </w:style>
  <w:style w:type="paragraph" w:customStyle="1" w:styleId="519D24E30CA44E28BE64A976C04EBB5A">
    <w:name w:val="519D24E30CA44E28BE64A976C04EBB5A"/>
    <w:rsid w:val="00F9686B"/>
    <w:pPr>
      <w:widowControl w:val="0"/>
      <w:jc w:val="both"/>
    </w:pPr>
  </w:style>
  <w:style w:type="paragraph" w:customStyle="1" w:styleId="76F234313F824E12A5737060F4273D54">
    <w:name w:val="76F234313F824E12A5737060F4273D54"/>
    <w:rsid w:val="00F9686B"/>
    <w:pPr>
      <w:widowControl w:val="0"/>
      <w:jc w:val="both"/>
    </w:pPr>
  </w:style>
  <w:style w:type="paragraph" w:customStyle="1" w:styleId="3CAE121D87554FC88A0F9E33C42F66D0">
    <w:name w:val="3CAE121D87554FC88A0F9E33C42F66D0"/>
    <w:rsid w:val="00F9686B"/>
    <w:pPr>
      <w:widowControl w:val="0"/>
      <w:jc w:val="both"/>
    </w:pPr>
  </w:style>
  <w:style w:type="paragraph" w:customStyle="1" w:styleId="E42370FA69A24D17A33608A0CA548CC6">
    <w:name w:val="E42370FA69A24D17A33608A0CA548CC6"/>
    <w:rsid w:val="00F9686B"/>
    <w:pPr>
      <w:widowControl w:val="0"/>
      <w:jc w:val="both"/>
    </w:pPr>
  </w:style>
  <w:style w:type="paragraph" w:customStyle="1" w:styleId="28E87C626B69496787F44171983D1D25">
    <w:name w:val="28E87C626B69496787F44171983D1D25"/>
    <w:rsid w:val="00F9686B"/>
    <w:pPr>
      <w:widowControl w:val="0"/>
      <w:jc w:val="both"/>
    </w:pPr>
  </w:style>
  <w:style w:type="paragraph" w:customStyle="1" w:styleId="FE65249A59DA4E489DB09D375F236FF5">
    <w:name w:val="FE65249A59DA4E489DB09D375F236FF5"/>
    <w:rsid w:val="00F9686B"/>
    <w:pPr>
      <w:widowControl w:val="0"/>
      <w:jc w:val="both"/>
    </w:pPr>
  </w:style>
  <w:style w:type="paragraph" w:customStyle="1" w:styleId="1AF9EB7DD8244284B27351D118CC3D77">
    <w:name w:val="1AF9EB7DD8244284B27351D118CC3D77"/>
    <w:rsid w:val="00F9686B"/>
    <w:pPr>
      <w:widowControl w:val="0"/>
      <w:jc w:val="both"/>
    </w:pPr>
  </w:style>
  <w:style w:type="paragraph" w:customStyle="1" w:styleId="9799842FD62E47A4981CA385298E7717">
    <w:name w:val="9799842FD62E47A4981CA385298E7717"/>
    <w:rsid w:val="00F9686B"/>
    <w:pPr>
      <w:widowControl w:val="0"/>
      <w:jc w:val="both"/>
    </w:pPr>
  </w:style>
  <w:style w:type="paragraph" w:customStyle="1" w:styleId="48A2016A317D4434AF78A1D64E536F02">
    <w:name w:val="48A2016A317D4434AF78A1D64E536F02"/>
    <w:rsid w:val="00F9686B"/>
    <w:pPr>
      <w:widowControl w:val="0"/>
      <w:jc w:val="both"/>
    </w:pPr>
  </w:style>
  <w:style w:type="paragraph" w:customStyle="1" w:styleId="DAE7DC15B317408985263706E79419B1">
    <w:name w:val="DAE7DC15B317408985263706E79419B1"/>
    <w:rsid w:val="00F9686B"/>
    <w:pPr>
      <w:widowControl w:val="0"/>
      <w:jc w:val="both"/>
    </w:pPr>
  </w:style>
  <w:style w:type="paragraph" w:customStyle="1" w:styleId="0F968AF381AD48A2BF9098EB825166AD">
    <w:name w:val="0F968AF381AD48A2BF9098EB825166AD"/>
    <w:rsid w:val="00F9686B"/>
    <w:pPr>
      <w:widowControl w:val="0"/>
      <w:jc w:val="both"/>
    </w:pPr>
  </w:style>
  <w:style w:type="paragraph" w:customStyle="1" w:styleId="1F62A4B9E1A7428D85184EE6E3D76C74">
    <w:name w:val="1F62A4B9E1A7428D85184EE6E3D76C74"/>
    <w:rsid w:val="00F9686B"/>
    <w:pPr>
      <w:widowControl w:val="0"/>
      <w:jc w:val="both"/>
    </w:pPr>
  </w:style>
  <w:style w:type="paragraph" w:customStyle="1" w:styleId="F173C2C22DBC42A8B3C801AD5C057EB4">
    <w:name w:val="F173C2C22DBC42A8B3C801AD5C057EB4"/>
    <w:rsid w:val="00F9686B"/>
    <w:pPr>
      <w:widowControl w:val="0"/>
      <w:jc w:val="both"/>
    </w:pPr>
  </w:style>
  <w:style w:type="paragraph" w:customStyle="1" w:styleId="10B45A0BAD9B4C759BC0B1BE15D34A66">
    <w:name w:val="10B45A0BAD9B4C759BC0B1BE15D34A66"/>
    <w:rsid w:val="00F9686B"/>
    <w:pPr>
      <w:widowControl w:val="0"/>
      <w:jc w:val="both"/>
    </w:pPr>
  </w:style>
  <w:style w:type="paragraph" w:customStyle="1" w:styleId="4E0C8F0750D54AFE8D9B46F425102763">
    <w:name w:val="4E0C8F0750D54AFE8D9B46F425102763"/>
    <w:rsid w:val="00F9686B"/>
    <w:pPr>
      <w:widowControl w:val="0"/>
      <w:jc w:val="both"/>
    </w:pPr>
  </w:style>
  <w:style w:type="paragraph" w:customStyle="1" w:styleId="6CFE51D224564F2DBA36F68F89EE3E7F">
    <w:name w:val="6CFE51D224564F2DBA36F68F89EE3E7F"/>
    <w:rsid w:val="00F9686B"/>
    <w:pPr>
      <w:widowControl w:val="0"/>
      <w:jc w:val="both"/>
    </w:pPr>
  </w:style>
  <w:style w:type="paragraph" w:customStyle="1" w:styleId="B7623711D44343319A222C0F05108D31">
    <w:name w:val="B7623711D44343319A222C0F05108D31"/>
    <w:rsid w:val="00F9686B"/>
    <w:pPr>
      <w:widowControl w:val="0"/>
      <w:jc w:val="both"/>
    </w:pPr>
  </w:style>
  <w:style w:type="paragraph" w:customStyle="1" w:styleId="0416B3AAE34841FC93B9BA9E9A3B140A">
    <w:name w:val="0416B3AAE34841FC93B9BA9E9A3B140A"/>
    <w:rsid w:val="00F9686B"/>
    <w:pPr>
      <w:widowControl w:val="0"/>
      <w:jc w:val="both"/>
    </w:pPr>
  </w:style>
  <w:style w:type="paragraph" w:customStyle="1" w:styleId="DF53F3C271344A4184A20DF08C7BFC79">
    <w:name w:val="DF53F3C271344A4184A20DF08C7BFC79"/>
    <w:rsid w:val="00F9686B"/>
    <w:pPr>
      <w:widowControl w:val="0"/>
      <w:jc w:val="both"/>
    </w:pPr>
  </w:style>
  <w:style w:type="paragraph" w:customStyle="1" w:styleId="A4022EC3A3F049E8A5DB114C0EE8CEDE">
    <w:name w:val="A4022EC3A3F049E8A5DB114C0EE8CEDE"/>
    <w:rsid w:val="00F9686B"/>
    <w:pPr>
      <w:widowControl w:val="0"/>
      <w:jc w:val="both"/>
    </w:pPr>
  </w:style>
  <w:style w:type="paragraph" w:customStyle="1" w:styleId="A9F89AAE501143E289B024AAAD744E14">
    <w:name w:val="A9F89AAE501143E289B024AAAD744E14"/>
    <w:rsid w:val="00F9686B"/>
    <w:pPr>
      <w:widowControl w:val="0"/>
      <w:jc w:val="both"/>
    </w:pPr>
  </w:style>
  <w:style w:type="paragraph" w:customStyle="1" w:styleId="15B3C026EC874F30BF8E11008FD3E95B">
    <w:name w:val="15B3C026EC874F30BF8E11008FD3E95B"/>
    <w:rsid w:val="00F9686B"/>
    <w:pPr>
      <w:widowControl w:val="0"/>
      <w:jc w:val="both"/>
    </w:pPr>
  </w:style>
  <w:style w:type="paragraph" w:customStyle="1" w:styleId="CBD0F208031B47489470D95F085A6F3A">
    <w:name w:val="CBD0F208031B47489470D95F085A6F3A"/>
    <w:rsid w:val="00F9686B"/>
    <w:pPr>
      <w:widowControl w:val="0"/>
      <w:jc w:val="both"/>
    </w:pPr>
  </w:style>
  <w:style w:type="paragraph" w:customStyle="1" w:styleId="6DF0757EA99A42668D5FF482078AAF15">
    <w:name w:val="6DF0757EA99A42668D5FF482078AAF15"/>
    <w:rsid w:val="00F9686B"/>
    <w:pPr>
      <w:widowControl w:val="0"/>
      <w:jc w:val="both"/>
    </w:pPr>
  </w:style>
  <w:style w:type="paragraph" w:customStyle="1" w:styleId="6E36DC1A727D4F8B99960480CC05DF58">
    <w:name w:val="6E36DC1A727D4F8B99960480CC05DF58"/>
    <w:rsid w:val="00F9686B"/>
    <w:pPr>
      <w:widowControl w:val="0"/>
      <w:jc w:val="both"/>
    </w:pPr>
  </w:style>
  <w:style w:type="paragraph" w:customStyle="1" w:styleId="70414A0B8FB9493AA40E7730FFE3BB09">
    <w:name w:val="70414A0B8FB9493AA40E7730FFE3BB09"/>
    <w:rsid w:val="00F9686B"/>
    <w:pPr>
      <w:widowControl w:val="0"/>
      <w:jc w:val="both"/>
    </w:pPr>
  </w:style>
  <w:style w:type="paragraph" w:customStyle="1" w:styleId="C42425BF5CB34AF587087F984222F30F">
    <w:name w:val="C42425BF5CB34AF587087F984222F30F"/>
    <w:rsid w:val="00F9686B"/>
    <w:pPr>
      <w:widowControl w:val="0"/>
      <w:jc w:val="both"/>
    </w:pPr>
  </w:style>
  <w:style w:type="paragraph" w:customStyle="1" w:styleId="92B3EA4D49334A2390572B7CDF7B89A6">
    <w:name w:val="92B3EA4D49334A2390572B7CDF7B89A6"/>
    <w:rsid w:val="00F9686B"/>
    <w:pPr>
      <w:widowControl w:val="0"/>
      <w:jc w:val="both"/>
    </w:pPr>
  </w:style>
  <w:style w:type="paragraph" w:customStyle="1" w:styleId="B530D9E20868431CB7EF4E8F9D8F4F98">
    <w:name w:val="B530D9E20868431CB7EF4E8F9D8F4F98"/>
    <w:rsid w:val="00F9686B"/>
    <w:pPr>
      <w:widowControl w:val="0"/>
      <w:jc w:val="both"/>
    </w:pPr>
  </w:style>
  <w:style w:type="paragraph" w:customStyle="1" w:styleId="0ABA8C64623C47D3B1ECD4595AE14E29">
    <w:name w:val="0ABA8C64623C47D3B1ECD4595AE14E29"/>
    <w:rsid w:val="00F9686B"/>
    <w:pPr>
      <w:widowControl w:val="0"/>
      <w:jc w:val="both"/>
    </w:pPr>
  </w:style>
  <w:style w:type="paragraph" w:customStyle="1" w:styleId="28CA7C8D8D9849E5B5CF1269282C946F">
    <w:name w:val="28CA7C8D8D9849E5B5CF1269282C946F"/>
    <w:rsid w:val="00F9686B"/>
    <w:pPr>
      <w:widowControl w:val="0"/>
      <w:jc w:val="both"/>
    </w:pPr>
  </w:style>
  <w:style w:type="paragraph" w:customStyle="1" w:styleId="F55732B0330445E2A5890FCCEDF693B9">
    <w:name w:val="F55732B0330445E2A5890FCCEDF693B9"/>
    <w:rsid w:val="00F9686B"/>
    <w:pPr>
      <w:widowControl w:val="0"/>
      <w:jc w:val="both"/>
    </w:pPr>
  </w:style>
  <w:style w:type="paragraph" w:customStyle="1" w:styleId="B42F8ED697344E739E2A7C95CFD10E4C">
    <w:name w:val="B42F8ED697344E739E2A7C95CFD10E4C"/>
    <w:rsid w:val="00F9686B"/>
    <w:pPr>
      <w:widowControl w:val="0"/>
      <w:jc w:val="both"/>
    </w:pPr>
  </w:style>
  <w:style w:type="paragraph" w:customStyle="1" w:styleId="649A943F2BFA4DE292947EA940BE176D">
    <w:name w:val="649A943F2BFA4DE292947EA940BE176D"/>
    <w:rsid w:val="00F9686B"/>
    <w:pPr>
      <w:widowControl w:val="0"/>
      <w:jc w:val="both"/>
    </w:pPr>
  </w:style>
  <w:style w:type="paragraph" w:customStyle="1" w:styleId="8EC3F54E36944201A6EB180FDDC2E7E4">
    <w:name w:val="8EC3F54E36944201A6EB180FDDC2E7E4"/>
    <w:rsid w:val="00F9686B"/>
    <w:pPr>
      <w:widowControl w:val="0"/>
      <w:jc w:val="both"/>
    </w:pPr>
  </w:style>
  <w:style w:type="paragraph" w:customStyle="1" w:styleId="EE2249B155A940E29F996FBA3C723E5C">
    <w:name w:val="EE2249B155A940E29F996FBA3C723E5C"/>
    <w:rsid w:val="00F9686B"/>
    <w:pPr>
      <w:widowControl w:val="0"/>
      <w:jc w:val="both"/>
    </w:pPr>
  </w:style>
  <w:style w:type="paragraph" w:customStyle="1" w:styleId="2245A4D397AD4DEDAA47906D0A29BC4B">
    <w:name w:val="2245A4D397AD4DEDAA47906D0A29BC4B"/>
    <w:rsid w:val="00F9686B"/>
    <w:pPr>
      <w:widowControl w:val="0"/>
      <w:jc w:val="both"/>
    </w:pPr>
  </w:style>
  <w:style w:type="paragraph" w:customStyle="1" w:styleId="B9BCEE44F690421C9BB796FADB126050">
    <w:name w:val="B9BCEE44F690421C9BB796FADB126050"/>
    <w:rsid w:val="00F9686B"/>
    <w:pPr>
      <w:widowControl w:val="0"/>
      <w:jc w:val="both"/>
    </w:pPr>
  </w:style>
  <w:style w:type="paragraph" w:customStyle="1" w:styleId="5E56BC5F13FB4707A7F40AB0C8DDA1EB">
    <w:name w:val="5E56BC5F13FB4707A7F40AB0C8DDA1EB"/>
    <w:rsid w:val="00F9686B"/>
    <w:pPr>
      <w:widowControl w:val="0"/>
      <w:jc w:val="both"/>
    </w:pPr>
  </w:style>
  <w:style w:type="paragraph" w:customStyle="1" w:styleId="CEB0F2A4D43F4E6FA20AD816FA6A5533">
    <w:name w:val="CEB0F2A4D43F4E6FA20AD816FA6A5533"/>
    <w:rsid w:val="00F9686B"/>
    <w:pPr>
      <w:widowControl w:val="0"/>
      <w:jc w:val="both"/>
    </w:pPr>
  </w:style>
  <w:style w:type="paragraph" w:customStyle="1" w:styleId="1901DF6D6BD446328579CF3778CB569B">
    <w:name w:val="1901DF6D6BD446328579CF3778CB569B"/>
    <w:rsid w:val="00F9686B"/>
    <w:pPr>
      <w:widowControl w:val="0"/>
      <w:jc w:val="both"/>
    </w:pPr>
  </w:style>
  <w:style w:type="paragraph" w:customStyle="1" w:styleId="AF026B2B55C4481899904408F4D3E84A">
    <w:name w:val="AF026B2B55C4481899904408F4D3E84A"/>
    <w:rsid w:val="00F9686B"/>
    <w:pPr>
      <w:widowControl w:val="0"/>
      <w:jc w:val="both"/>
    </w:pPr>
  </w:style>
  <w:style w:type="paragraph" w:customStyle="1" w:styleId="ECE989ED5AAA4849BF41794E6FCE792B">
    <w:name w:val="ECE989ED5AAA4849BF41794E6FCE792B"/>
    <w:rsid w:val="00F9686B"/>
    <w:pPr>
      <w:widowControl w:val="0"/>
      <w:jc w:val="both"/>
    </w:pPr>
  </w:style>
  <w:style w:type="paragraph" w:customStyle="1" w:styleId="E8B62BB70E8A42F9B3A5B5248DB64CDB">
    <w:name w:val="E8B62BB70E8A42F9B3A5B5248DB64CDB"/>
    <w:rsid w:val="00F9686B"/>
    <w:pPr>
      <w:widowControl w:val="0"/>
      <w:jc w:val="both"/>
    </w:pPr>
  </w:style>
  <w:style w:type="paragraph" w:customStyle="1" w:styleId="A41F0CFFB5BB46F28180B9D66C72DA23">
    <w:name w:val="A41F0CFFB5BB46F28180B9D66C72DA23"/>
    <w:rsid w:val="00F9686B"/>
    <w:pPr>
      <w:widowControl w:val="0"/>
      <w:jc w:val="both"/>
    </w:pPr>
  </w:style>
  <w:style w:type="paragraph" w:customStyle="1" w:styleId="5CAFCF8A5E6A45808D6F3AE11A3045BD">
    <w:name w:val="5CAFCF8A5E6A45808D6F3AE11A3045BD"/>
    <w:rsid w:val="00F9686B"/>
    <w:pPr>
      <w:widowControl w:val="0"/>
      <w:jc w:val="both"/>
    </w:pPr>
  </w:style>
  <w:style w:type="paragraph" w:customStyle="1" w:styleId="A733660D270B4E7B90B5E3DFCE4E4E39">
    <w:name w:val="A733660D270B4E7B90B5E3DFCE4E4E39"/>
    <w:rsid w:val="00F9686B"/>
    <w:pPr>
      <w:widowControl w:val="0"/>
      <w:jc w:val="both"/>
    </w:pPr>
  </w:style>
  <w:style w:type="paragraph" w:customStyle="1" w:styleId="BEB216318B9B442DA6EB98C8AC2A8B9C">
    <w:name w:val="BEB216318B9B442DA6EB98C8AC2A8B9C"/>
    <w:rsid w:val="00F9686B"/>
    <w:pPr>
      <w:widowControl w:val="0"/>
      <w:jc w:val="both"/>
    </w:pPr>
  </w:style>
  <w:style w:type="paragraph" w:customStyle="1" w:styleId="D7408555748F46AF99B19399F96A1E20">
    <w:name w:val="D7408555748F46AF99B19399F96A1E20"/>
    <w:rsid w:val="00F9686B"/>
    <w:pPr>
      <w:widowControl w:val="0"/>
      <w:jc w:val="both"/>
    </w:pPr>
  </w:style>
  <w:style w:type="paragraph" w:customStyle="1" w:styleId="639EEECAEB8C49418E527AEB886CB52D">
    <w:name w:val="639EEECAEB8C49418E527AEB886CB52D"/>
    <w:rsid w:val="00F9686B"/>
    <w:pPr>
      <w:widowControl w:val="0"/>
      <w:jc w:val="both"/>
    </w:pPr>
  </w:style>
  <w:style w:type="paragraph" w:customStyle="1" w:styleId="90A0B0EC87304876ACE56C9FB7322B0F">
    <w:name w:val="90A0B0EC87304876ACE56C9FB7322B0F"/>
    <w:rsid w:val="00F9686B"/>
    <w:pPr>
      <w:widowControl w:val="0"/>
      <w:jc w:val="both"/>
    </w:pPr>
  </w:style>
  <w:style w:type="paragraph" w:customStyle="1" w:styleId="5052736EB38945AD8FF27F0E8B080E5B">
    <w:name w:val="5052736EB38945AD8FF27F0E8B080E5B"/>
    <w:rsid w:val="00F9686B"/>
    <w:pPr>
      <w:widowControl w:val="0"/>
      <w:jc w:val="both"/>
    </w:pPr>
  </w:style>
  <w:style w:type="paragraph" w:customStyle="1" w:styleId="DCC0365021594C80A8EDD1D4BF9E2D77">
    <w:name w:val="DCC0365021594C80A8EDD1D4BF9E2D77"/>
    <w:rsid w:val="00F9686B"/>
    <w:pPr>
      <w:widowControl w:val="0"/>
      <w:jc w:val="both"/>
    </w:pPr>
  </w:style>
  <w:style w:type="paragraph" w:customStyle="1" w:styleId="698ABD3BCD294FD6971A080033FA05D0">
    <w:name w:val="698ABD3BCD294FD6971A080033FA05D0"/>
    <w:rsid w:val="00F9686B"/>
    <w:pPr>
      <w:widowControl w:val="0"/>
      <w:jc w:val="both"/>
    </w:pPr>
  </w:style>
  <w:style w:type="paragraph" w:customStyle="1" w:styleId="C168182A398B4C9B87D6DCB9DF315245">
    <w:name w:val="C168182A398B4C9B87D6DCB9DF315245"/>
    <w:rsid w:val="00F9686B"/>
    <w:pPr>
      <w:widowControl w:val="0"/>
      <w:jc w:val="both"/>
    </w:pPr>
  </w:style>
  <w:style w:type="paragraph" w:customStyle="1" w:styleId="82A533B17FEB45EDA6A7B5CD9DEFF485">
    <w:name w:val="82A533B17FEB45EDA6A7B5CD9DEFF485"/>
    <w:rsid w:val="00F9686B"/>
    <w:pPr>
      <w:widowControl w:val="0"/>
      <w:jc w:val="both"/>
    </w:pPr>
  </w:style>
  <w:style w:type="paragraph" w:customStyle="1" w:styleId="D161DAB8C27640E898E6BA3F096ECF6F">
    <w:name w:val="D161DAB8C27640E898E6BA3F096ECF6F"/>
    <w:rsid w:val="00F9686B"/>
    <w:pPr>
      <w:widowControl w:val="0"/>
      <w:jc w:val="both"/>
    </w:pPr>
  </w:style>
  <w:style w:type="paragraph" w:customStyle="1" w:styleId="591ABA68286747BE9EBA88E10C71AFA6">
    <w:name w:val="591ABA68286747BE9EBA88E10C71AFA6"/>
    <w:rsid w:val="00F9686B"/>
    <w:pPr>
      <w:widowControl w:val="0"/>
      <w:jc w:val="both"/>
    </w:pPr>
  </w:style>
  <w:style w:type="paragraph" w:customStyle="1" w:styleId="B73BDFDD6A8243CD893F91FFF237CBAA">
    <w:name w:val="B73BDFDD6A8243CD893F91FFF237CBAA"/>
    <w:rsid w:val="00F9686B"/>
    <w:pPr>
      <w:widowControl w:val="0"/>
      <w:jc w:val="both"/>
    </w:pPr>
  </w:style>
  <w:style w:type="paragraph" w:customStyle="1" w:styleId="48F8101C80AA4FE28A0CFA5B1BC90C27">
    <w:name w:val="48F8101C80AA4FE28A0CFA5B1BC90C27"/>
    <w:rsid w:val="00F9686B"/>
    <w:pPr>
      <w:widowControl w:val="0"/>
      <w:jc w:val="both"/>
    </w:pPr>
  </w:style>
  <w:style w:type="paragraph" w:customStyle="1" w:styleId="F11619D8C3CE40DCAFB57BCCA3AA36F1">
    <w:name w:val="F11619D8C3CE40DCAFB57BCCA3AA36F1"/>
    <w:rsid w:val="00F9686B"/>
    <w:pPr>
      <w:widowControl w:val="0"/>
      <w:jc w:val="both"/>
    </w:pPr>
  </w:style>
  <w:style w:type="paragraph" w:customStyle="1" w:styleId="EC799BB1FDEB42DB863DEFF6C39F0D61">
    <w:name w:val="EC799BB1FDEB42DB863DEFF6C39F0D61"/>
    <w:rsid w:val="00F9686B"/>
    <w:pPr>
      <w:widowControl w:val="0"/>
      <w:jc w:val="both"/>
    </w:pPr>
  </w:style>
  <w:style w:type="paragraph" w:customStyle="1" w:styleId="DA392B4CDD6F483C80C4D23360BA40A4">
    <w:name w:val="DA392B4CDD6F483C80C4D23360BA40A4"/>
    <w:rsid w:val="00F9686B"/>
    <w:pPr>
      <w:widowControl w:val="0"/>
      <w:jc w:val="both"/>
    </w:pPr>
  </w:style>
  <w:style w:type="paragraph" w:customStyle="1" w:styleId="A225F990121848C7ADCCF3B8E930A3D3">
    <w:name w:val="A225F990121848C7ADCCF3B8E930A3D3"/>
    <w:rsid w:val="00F9686B"/>
    <w:pPr>
      <w:widowControl w:val="0"/>
      <w:jc w:val="both"/>
    </w:pPr>
  </w:style>
  <w:style w:type="paragraph" w:customStyle="1" w:styleId="E809CD31EB0F403C964E2948DB960A31">
    <w:name w:val="E809CD31EB0F403C964E2948DB960A31"/>
    <w:rsid w:val="00F9686B"/>
    <w:pPr>
      <w:widowControl w:val="0"/>
      <w:jc w:val="both"/>
    </w:pPr>
  </w:style>
  <w:style w:type="paragraph" w:customStyle="1" w:styleId="9BB9A8734365460DAC7EA88DD8C78AAD">
    <w:name w:val="9BB9A8734365460DAC7EA88DD8C78AAD"/>
    <w:rsid w:val="00F9686B"/>
    <w:pPr>
      <w:widowControl w:val="0"/>
      <w:jc w:val="both"/>
    </w:pPr>
  </w:style>
  <w:style w:type="paragraph" w:customStyle="1" w:styleId="E69238E0C2654594AD7A1D9545EF2AF1">
    <w:name w:val="E69238E0C2654594AD7A1D9545EF2AF1"/>
    <w:rsid w:val="00F9686B"/>
    <w:pPr>
      <w:widowControl w:val="0"/>
      <w:jc w:val="both"/>
    </w:pPr>
  </w:style>
  <w:style w:type="paragraph" w:customStyle="1" w:styleId="7FB6CAF90CE8433FA84E7467F2E936D9">
    <w:name w:val="7FB6CAF90CE8433FA84E7467F2E936D9"/>
    <w:rsid w:val="00F9686B"/>
    <w:pPr>
      <w:widowControl w:val="0"/>
      <w:jc w:val="both"/>
    </w:pPr>
  </w:style>
  <w:style w:type="paragraph" w:customStyle="1" w:styleId="F0A254DFD10E459CAA52FB1ECECB7217">
    <w:name w:val="F0A254DFD10E459CAA52FB1ECECB7217"/>
    <w:rsid w:val="00F9686B"/>
    <w:pPr>
      <w:widowControl w:val="0"/>
      <w:jc w:val="both"/>
    </w:pPr>
  </w:style>
  <w:style w:type="paragraph" w:customStyle="1" w:styleId="E431093682224D3399CA6BBD3CE16A7A">
    <w:name w:val="E431093682224D3399CA6BBD3CE16A7A"/>
    <w:rsid w:val="00F9686B"/>
    <w:pPr>
      <w:widowControl w:val="0"/>
      <w:jc w:val="both"/>
    </w:pPr>
  </w:style>
  <w:style w:type="paragraph" w:customStyle="1" w:styleId="B86F0325501A4B3DB687EACE83E15EF0">
    <w:name w:val="B86F0325501A4B3DB687EACE83E15EF0"/>
    <w:rsid w:val="00F9686B"/>
    <w:pPr>
      <w:widowControl w:val="0"/>
      <w:jc w:val="both"/>
    </w:pPr>
  </w:style>
  <w:style w:type="paragraph" w:customStyle="1" w:styleId="14C050354A2B431DB6C23F07D296313D">
    <w:name w:val="14C050354A2B431DB6C23F07D296313D"/>
    <w:rsid w:val="00F9686B"/>
    <w:pPr>
      <w:widowControl w:val="0"/>
      <w:jc w:val="both"/>
    </w:pPr>
  </w:style>
  <w:style w:type="paragraph" w:customStyle="1" w:styleId="8C479364C95447C69122390D81471096">
    <w:name w:val="8C479364C95447C69122390D81471096"/>
    <w:rsid w:val="00F9686B"/>
    <w:pPr>
      <w:widowControl w:val="0"/>
      <w:jc w:val="both"/>
    </w:pPr>
  </w:style>
  <w:style w:type="paragraph" w:customStyle="1" w:styleId="7C24BC3295624A97BA333DE5348DA07D">
    <w:name w:val="7C24BC3295624A97BA333DE5348DA07D"/>
    <w:rsid w:val="00F9686B"/>
    <w:pPr>
      <w:widowControl w:val="0"/>
      <w:jc w:val="both"/>
    </w:pPr>
  </w:style>
  <w:style w:type="paragraph" w:customStyle="1" w:styleId="094486866DBA40059249841A149CE115">
    <w:name w:val="094486866DBA40059249841A149CE115"/>
    <w:rsid w:val="00F9686B"/>
    <w:pPr>
      <w:widowControl w:val="0"/>
      <w:jc w:val="both"/>
    </w:pPr>
  </w:style>
  <w:style w:type="paragraph" w:customStyle="1" w:styleId="68569C77127346BDA0BD5A4CCF3D8EE7">
    <w:name w:val="68569C77127346BDA0BD5A4CCF3D8EE7"/>
    <w:rsid w:val="00F9686B"/>
    <w:pPr>
      <w:widowControl w:val="0"/>
      <w:jc w:val="both"/>
    </w:pPr>
  </w:style>
  <w:style w:type="paragraph" w:customStyle="1" w:styleId="F2A905076E0C45B18CC515ACE00F2CBA">
    <w:name w:val="F2A905076E0C45B18CC515ACE00F2CBA"/>
    <w:rsid w:val="00F9686B"/>
    <w:pPr>
      <w:widowControl w:val="0"/>
      <w:jc w:val="both"/>
    </w:pPr>
  </w:style>
  <w:style w:type="paragraph" w:customStyle="1" w:styleId="AA4F6F0B285244558D1C99D8C410AAC1">
    <w:name w:val="AA4F6F0B285244558D1C99D8C410AAC1"/>
    <w:rsid w:val="00F9686B"/>
    <w:pPr>
      <w:widowControl w:val="0"/>
      <w:jc w:val="both"/>
    </w:pPr>
  </w:style>
  <w:style w:type="paragraph" w:customStyle="1" w:styleId="2F0189CA35634387A64CD6A4AE582D7E">
    <w:name w:val="2F0189CA35634387A64CD6A4AE582D7E"/>
    <w:rsid w:val="00F9686B"/>
    <w:pPr>
      <w:widowControl w:val="0"/>
      <w:jc w:val="both"/>
    </w:pPr>
  </w:style>
  <w:style w:type="paragraph" w:customStyle="1" w:styleId="E4FD464FB2CB4FEAABF447FFD443ADEE">
    <w:name w:val="E4FD464FB2CB4FEAABF447FFD443ADEE"/>
    <w:rsid w:val="00F9686B"/>
    <w:pPr>
      <w:widowControl w:val="0"/>
      <w:jc w:val="both"/>
    </w:pPr>
  </w:style>
  <w:style w:type="paragraph" w:customStyle="1" w:styleId="9A7A6D5D98DD472A9F0EAF43F29EA4C1">
    <w:name w:val="9A7A6D5D98DD472A9F0EAF43F29EA4C1"/>
    <w:rsid w:val="00F9686B"/>
    <w:pPr>
      <w:widowControl w:val="0"/>
      <w:jc w:val="both"/>
    </w:pPr>
  </w:style>
  <w:style w:type="paragraph" w:customStyle="1" w:styleId="6F716AE6F2B447C0B6E81A4E1CA7041E">
    <w:name w:val="6F716AE6F2B447C0B6E81A4E1CA7041E"/>
    <w:rsid w:val="00F9686B"/>
    <w:pPr>
      <w:widowControl w:val="0"/>
      <w:jc w:val="both"/>
    </w:pPr>
  </w:style>
  <w:style w:type="paragraph" w:customStyle="1" w:styleId="68FCDE07DA05457AA355A6922146F142">
    <w:name w:val="68FCDE07DA05457AA355A6922146F142"/>
    <w:rsid w:val="00F9686B"/>
    <w:pPr>
      <w:widowControl w:val="0"/>
      <w:jc w:val="both"/>
    </w:pPr>
  </w:style>
  <w:style w:type="paragraph" w:customStyle="1" w:styleId="B7B1AFC5A5044FB78440BA1EC4FE9413">
    <w:name w:val="B7B1AFC5A5044FB78440BA1EC4FE9413"/>
    <w:rsid w:val="00F9686B"/>
    <w:pPr>
      <w:widowControl w:val="0"/>
      <w:jc w:val="both"/>
    </w:pPr>
  </w:style>
  <w:style w:type="paragraph" w:customStyle="1" w:styleId="B5E0917CFE704F3C9C851E9E89E88C4E">
    <w:name w:val="B5E0917CFE704F3C9C851E9E89E88C4E"/>
    <w:rsid w:val="00F9686B"/>
    <w:pPr>
      <w:widowControl w:val="0"/>
      <w:jc w:val="both"/>
    </w:pPr>
  </w:style>
  <w:style w:type="paragraph" w:customStyle="1" w:styleId="F059692C79F84DEA8B11EA2091CEA1AF">
    <w:name w:val="F059692C79F84DEA8B11EA2091CEA1AF"/>
    <w:rsid w:val="00F9686B"/>
    <w:pPr>
      <w:widowControl w:val="0"/>
      <w:jc w:val="both"/>
    </w:pPr>
  </w:style>
  <w:style w:type="paragraph" w:customStyle="1" w:styleId="33D3FD41EACD432FB696E968D0A1997D">
    <w:name w:val="33D3FD41EACD432FB696E968D0A1997D"/>
    <w:rsid w:val="00F9686B"/>
    <w:pPr>
      <w:widowControl w:val="0"/>
      <w:jc w:val="both"/>
    </w:pPr>
  </w:style>
  <w:style w:type="paragraph" w:customStyle="1" w:styleId="3114D42312AE4DAAA8AC9CED0C2D0F5E">
    <w:name w:val="3114D42312AE4DAAA8AC9CED0C2D0F5E"/>
    <w:rsid w:val="00F9686B"/>
    <w:pPr>
      <w:widowControl w:val="0"/>
      <w:jc w:val="both"/>
    </w:pPr>
  </w:style>
  <w:style w:type="paragraph" w:customStyle="1" w:styleId="F701F86376D64DAAA69FE8F1AA219DD5">
    <w:name w:val="F701F86376D64DAAA69FE8F1AA219DD5"/>
    <w:rsid w:val="00F9686B"/>
    <w:pPr>
      <w:widowControl w:val="0"/>
      <w:jc w:val="both"/>
    </w:pPr>
  </w:style>
  <w:style w:type="paragraph" w:customStyle="1" w:styleId="DE96C47B9E9449EAB16BB71EAD1FA645">
    <w:name w:val="DE96C47B9E9449EAB16BB71EAD1FA645"/>
    <w:rsid w:val="00F9686B"/>
    <w:pPr>
      <w:widowControl w:val="0"/>
      <w:jc w:val="both"/>
    </w:pPr>
  </w:style>
  <w:style w:type="paragraph" w:customStyle="1" w:styleId="0A650C69A8994F4892B3DAAC1ACEBDFD">
    <w:name w:val="0A650C69A8994F4892B3DAAC1ACEBDFD"/>
    <w:rsid w:val="00F9686B"/>
    <w:pPr>
      <w:widowControl w:val="0"/>
      <w:jc w:val="both"/>
    </w:pPr>
  </w:style>
  <w:style w:type="paragraph" w:customStyle="1" w:styleId="2B713A75BFCD43789AACF89769A0733C">
    <w:name w:val="2B713A75BFCD43789AACF89769A0733C"/>
    <w:rsid w:val="00F9686B"/>
    <w:pPr>
      <w:widowControl w:val="0"/>
      <w:jc w:val="both"/>
    </w:pPr>
  </w:style>
  <w:style w:type="paragraph" w:customStyle="1" w:styleId="723F910E283147A4AA0E2948F8AFD725">
    <w:name w:val="723F910E283147A4AA0E2948F8AFD725"/>
    <w:rsid w:val="00F9686B"/>
    <w:pPr>
      <w:widowControl w:val="0"/>
      <w:jc w:val="both"/>
    </w:pPr>
  </w:style>
  <w:style w:type="paragraph" w:customStyle="1" w:styleId="E73856C5B1DB42FA9F26341D2B71A4BD">
    <w:name w:val="E73856C5B1DB42FA9F26341D2B71A4BD"/>
    <w:rsid w:val="00F9686B"/>
    <w:pPr>
      <w:widowControl w:val="0"/>
      <w:jc w:val="both"/>
    </w:pPr>
  </w:style>
  <w:style w:type="paragraph" w:customStyle="1" w:styleId="79B6F3BF16894FA38EBADE6461B350B6">
    <w:name w:val="79B6F3BF16894FA38EBADE6461B350B6"/>
    <w:rsid w:val="00F9686B"/>
    <w:pPr>
      <w:widowControl w:val="0"/>
      <w:jc w:val="both"/>
    </w:pPr>
  </w:style>
  <w:style w:type="paragraph" w:customStyle="1" w:styleId="DD0D36DBFD39475C9D6E9092D5ED64CF">
    <w:name w:val="DD0D36DBFD39475C9D6E9092D5ED64CF"/>
    <w:rsid w:val="00F9686B"/>
    <w:pPr>
      <w:widowControl w:val="0"/>
      <w:jc w:val="both"/>
    </w:pPr>
  </w:style>
  <w:style w:type="paragraph" w:customStyle="1" w:styleId="926530CBF5EB47CEB00B15E9B9FB56E6">
    <w:name w:val="926530CBF5EB47CEB00B15E9B9FB56E6"/>
    <w:rsid w:val="00F9686B"/>
    <w:pPr>
      <w:widowControl w:val="0"/>
      <w:jc w:val="both"/>
    </w:pPr>
  </w:style>
  <w:style w:type="paragraph" w:customStyle="1" w:styleId="AD51BB30A7E3483E9968494182B3167C">
    <w:name w:val="AD51BB30A7E3483E9968494182B3167C"/>
    <w:rsid w:val="00F9686B"/>
    <w:pPr>
      <w:widowControl w:val="0"/>
      <w:jc w:val="both"/>
    </w:pPr>
  </w:style>
  <w:style w:type="paragraph" w:customStyle="1" w:styleId="0E34304469514ADA96A61F82B5FE87F4">
    <w:name w:val="0E34304469514ADA96A61F82B5FE87F4"/>
    <w:rsid w:val="00F9686B"/>
    <w:pPr>
      <w:widowControl w:val="0"/>
      <w:jc w:val="both"/>
    </w:pPr>
  </w:style>
  <w:style w:type="paragraph" w:customStyle="1" w:styleId="461B05ABAF0D480D812777478B8CFE98">
    <w:name w:val="461B05ABAF0D480D812777478B8CFE98"/>
    <w:rsid w:val="00F9686B"/>
    <w:pPr>
      <w:widowControl w:val="0"/>
      <w:jc w:val="both"/>
    </w:pPr>
  </w:style>
  <w:style w:type="paragraph" w:customStyle="1" w:styleId="E316CF8E2E6346D6819BB704B2314A98">
    <w:name w:val="E316CF8E2E6346D6819BB704B2314A98"/>
    <w:rsid w:val="00F9686B"/>
    <w:pPr>
      <w:widowControl w:val="0"/>
      <w:jc w:val="both"/>
    </w:pPr>
  </w:style>
  <w:style w:type="paragraph" w:customStyle="1" w:styleId="510827BD2D8A46B3A6211F9DCA06920B">
    <w:name w:val="510827BD2D8A46B3A6211F9DCA06920B"/>
    <w:rsid w:val="00F9686B"/>
    <w:pPr>
      <w:widowControl w:val="0"/>
      <w:jc w:val="both"/>
    </w:pPr>
  </w:style>
  <w:style w:type="paragraph" w:customStyle="1" w:styleId="519007BB7DEF4F5B91965C7AECA96C2A">
    <w:name w:val="519007BB7DEF4F5B91965C7AECA96C2A"/>
    <w:rsid w:val="00F9686B"/>
    <w:pPr>
      <w:widowControl w:val="0"/>
      <w:jc w:val="both"/>
    </w:pPr>
  </w:style>
  <w:style w:type="paragraph" w:customStyle="1" w:styleId="1976E258FAB442FB926B5736AE5D779A">
    <w:name w:val="1976E258FAB442FB926B5736AE5D779A"/>
    <w:rsid w:val="00F9686B"/>
    <w:pPr>
      <w:widowControl w:val="0"/>
      <w:jc w:val="both"/>
    </w:pPr>
  </w:style>
  <w:style w:type="paragraph" w:customStyle="1" w:styleId="B786802532A24D3BA02001497134E6C012">
    <w:name w:val="B786802532A24D3BA02001497134E6C0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7408555748F46AF99B19399F96A1E201">
    <w:name w:val="D7408555748F46AF99B19399F96A1E201"/>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639EEECAEB8C49418E527AEB886CB52D1">
    <w:name w:val="639EEECAEB8C49418E527AEB886CB52D1"/>
    <w:rsid w:val="00F9686B"/>
    <w:pPr>
      <w:widowControl w:val="0"/>
      <w:jc w:val="both"/>
    </w:pPr>
    <w:rPr>
      <w:rFonts w:ascii="Century" w:eastAsia="ＭＳ 明朝" w:hAnsi="Century" w:cs="Times New Roman"/>
      <w:szCs w:val="24"/>
    </w:rPr>
  </w:style>
  <w:style w:type="paragraph" w:customStyle="1" w:styleId="90A0B0EC87304876ACE56C9FB7322B0F1">
    <w:name w:val="90A0B0EC87304876ACE56C9FB7322B0F1"/>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52736EB38945AD8FF27F0E8B080E5B1">
    <w:name w:val="5052736EB38945AD8FF27F0E8B080E5B1"/>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CC0365021594C80A8EDD1D4BF9E2D771">
    <w:name w:val="DCC0365021594C80A8EDD1D4BF9E2D771"/>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CC36A7C50DF94F4695B298E7733720ED1">
    <w:name w:val="CC36A7C50DF94F4695B298E7733720ED1"/>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FBC7EBCA77E4ED880D2B240920B21CC1">
    <w:name w:val="DFBC7EBCA77E4ED880D2B240920B21CC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ECEDF87934749538036B788BBE389E61">
    <w:name w:val="9ECEDF87934749538036B788BBE389E6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13C5142E2D491CAE3715E1993112321">
    <w:name w:val="5A13C5142E2D491CAE3715E19931123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D1C09246A240F7A558B82E3D5A47911">
    <w:name w:val="C0D1C09246A240F7A558B82E3D5A479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30594E7218422AB0C0C84D298476E61">
    <w:name w:val="3730594E7218422AB0C0C84D298476E6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511357A015641608BE227D3949EB6C11">
    <w:name w:val="3511357A015641608BE227D3949EB6C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2C1A88095054FE3AEB3ABF2676222AA1">
    <w:name w:val="C2C1A88095054FE3AEB3ABF2676222AA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76AF3B4C2F3459EBFE7F462FFECC7D11">
    <w:name w:val="576AF3B4C2F3459EBFE7F462FFECC7D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9D24E30CA44E28BE64A976C04EBB5A1">
    <w:name w:val="519D24E30CA44E28BE64A976C04EBB5A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6F234313F824E12A5737060F4273D541">
    <w:name w:val="76F234313F824E12A5737060F4273D54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CAE121D87554FC88A0F9E33C42F66D01">
    <w:name w:val="3CAE121D87554FC88A0F9E33C42F66D0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42370FA69A24D17A33608A0CA548CC61">
    <w:name w:val="E42370FA69A24D17A33608A0CA548CC6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E87C626B69496787F44171983D1D251">
    <w:name w:val="28E87C626B69496787F44171983D1D25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65249A59DA4E489DB09D375F236FF51">
    <w:name w:val="FE65249A59DA4E489DB09D375F236FF5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AF9EB7DD8244284B27351D118CC3D771">
    <w:name w:val="1AF9EB7DD8244284B27351D118CC3D77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99842FD62E47A4981CA385298E77171">
    <w:name w:val="9799842FD62E47A4981CA385298E7717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2016A317D4434AF78A1D64E536F021">
    <w:name w:val="48A2016A317D4434AF78A1D64E536F0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AE7DC15B317408985263706E79419B11">
    <w:name w:val="DAE7DC15B317408985263706E79419B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968AF381AD48A2BF9098EB825166AD1">
    <w:name w:val="0F968AF381AD48A2BF9098EB825166AD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F62A4B9E1A7428D85184EE6E3D76C741">
    <w:name w:val="1F62A4B9E1A7428D85184EE6E3D76C74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173C2C22DBC42A8B3C801AD5C057EB41">
    <w:name w:val="F173C2C22DBC42A8B3C801AD5C057EB4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0B45A0BAD9B4C759BC0B1BE15D34A661">
    <w:name w:val="10B45A0BAD9B4C759BC0B1BE15D34A66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0C8F0750D54AFE8D9B46F4251027631">
    <w:name w:val="4E0C8F0750D54AFE8D9B46F425102763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CFE51D224564F2DBA36F68F89EE3E7F1">
    <w:name w:val="6CFE51D224564F2DBA36F68F89EE3E7F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623711D44343319A222C0F05108D311">
    <w:name w:val="B7623711D44343319A222C0F05108D3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416B3AAE34841FC93B9BA9E9A3B140A1">
    <w:name w:val="0416B3AAE34841FC93B9BA9E9A3B140A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53F3C271344A4184A20DF08C7BFC791">
    <w:name w:val="DF53F3C271344A4184A20DF08C7BFC79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022EC3A3F049E8A5DB114C0EE8CEDE1">
    <w:name w:val="A4022EC3A3F049E8A5DB114C0EE8CEDE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9F89AAE501143E289B024AAAD744E141">
    <w:name w:val="A9F89AAE501143E289B024AAAD744E14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5B3C026EC874F30BF8E11008FD3E95B1">
    <w:name w:val="15B3C026EC874F30BF8E11008FD3E95B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D0F208031B47489470D95F085A6F3A1">
    <w:name w:val="CBD0F208031B47489470D95F085A6F3A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F0757EA99A42668D5FF482078AAF151">
    <w:name w:val="6DF0757EA99A42668D5FF482078AAF15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36DC1A727D4F8B99960480CC05DF581">
    <w:name w:val="6E36DC1A727D4F8B99960480CC05DF58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0414A0B8FB9493AA40E7730FFE3BB091">
    <w:name w:val="70414A0B8FB9493AA40E7730FFE3BB09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42425BF5CB34AF587087F984222F30F1">
    <w:name w:val="C42425BF5CB34AF587087F984222F30F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B3EA4D49334A2390572B7CDF7B89A61">
    <w:name w:val="92B3EA4D49334A2390572B7CDF7B89A6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1">
    <w:name w:val="B530D9E20868431CB7EF4E8F9D8F4F98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1">
    <w:name w:val="0ABA8C64623C47D3B1ECD4595AE14E29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1">
    <w:name w:val="28CA7C8D8D9849E5B5CF1269282C946F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1">
    <w:name w:val="F55732B0330445E2A5890FCCEDF693B9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1">
    <w:name w:val="B42F8ED697344E739E2A7C95CFD10E4C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1">
    <w:name w:val="649A943F2BFA4DE292947EA940BE176D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1">
    <w:name w:val="8EC3F54E36944201A6EB180FDDC2E7E4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1">
    <w:name w:val="EE2249B155A940E29F996FBA3C723E5C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1">
    <w:name w:val="2245A4D397AD4DEDAA47906D0A29BC4B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1">
    <w:name w:val="B9BCEE44F690421C9BB796FADB126050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1">
    <w:name w:val="5E56BC5F13FB4707A7F40AB0C8DDA1EB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B0F2A4D43F4E6FA20AD816FA6A55331">
    <w:name w:val="CEB0F2A4D43F4E6FA20AD816FA6A55331"/>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901DF6D6BD446328579CF3778CB569B1">
    <w:name w:val="1901DF6D6BD446328579CF3778CB569B1"/>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026B2B55C4481899904408F4D3E84A1">
    <w:name w:val="AF026B2B55C4481899904408F4D3E84A1"/>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CE989ED5AAA4849BF41794E6FCE792B1">
    <w:name w:val="ECE989ED5AAA4849BF41794E6FCE792B1"/>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8">
    <w:name w:val="F355AD47D7104391B39B17149C846357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8">
    <w:name w:val="07E69319DF754E8DA3D762810E44D4F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8">
    <w:name w:val="6F0414F8644142188C3CB3CF842FA35E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8">
    <w:name w:val="1330362FC25C40038186C87940577DBA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8">
    <w:name w:val="591AAD54DE974B29B300C7E0B00AB789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8">
    <w:name w:val="9781C88A472F4F99B9C232BFAFBCB82B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8">
    <w:name w:val="D2DF40BEBDE24E19ABED2E202B229432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8">
    <w:name w:val="E5FCB0FC1A714031A21C2547F0286583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8">
    <w:name w:val="7842081077FD4A8191DA5CD35EB7BA78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8">
    <w:name w:val="32397F6AE95E44569789DFF642CDF7CF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8">
    <w:name w:val="F231F4B61C45447C9DAACFB8EF072E17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8">
    <w:name w:val="B618AE2E0D524F7784AB2088C4DE063D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8">
    <w:name w:val="8DE20A4FE6944357AC206E8E9DF9E173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8">
    <w:name w:val="AA55AC7C76594D699539187979F7587B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8">
    <w:name w:val="82D8FFCAF1114CB8984CC3D7B56D1373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8">
    <w:name w:val="FB07527729ED46B18394BE682205D088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8">
    <w:name w:val="B4D2E5B7643C44A88B333B36D27C61EB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8">
    <w:name w:val="EBA1F054F23D40DF91A4211CEAA0DF76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8">
    <w:name w:val="5DC5B2035344469AB23D6EF0770EEBC8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8">
    <w:name w:val="87E6AC5CA5B34686BE6A9DBA67F2220E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8">
    <w:name w:val="37B33F0E1D8244BD98E5AF42DA64DB9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8">
    <w:name w:val="BA9EFB2C79734B1981F9F95AE8C79FF4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8">
    <w:name w:val="4EFC5E65A2844BC88C7F54071200A0A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8">
    <w:name w:val="364BECBB70224535B019A334E0FAEED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8">
    <w:name w:val="2AE337788F4F4FC88C456B350956037D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8">
    <w:name w:val="8D99489B3B4D44A8976D0795A2C2129F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8">
    <w:name w:val="B8A23D683A324B3F9872FF78326CF60F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8">
    <w:name w:val="0D460EDC5BC2456487F50C76739FB89D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8">
    <w:name w:val="4812D6A28D0D46CE946856910FC88502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8">
    <w:name w:val="7FAD0B75F40E4450925DD0C253233682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8">
    <w:name w:val="6BDE69584B134F94965F13E2263BC570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8">
    <w:name w:val="9FD124A447BA4D028F9BD4A65F57B892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8">
    <w:name w:val="9D6B5E112BD74311AE52B862910F620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8">
    <w:name w:val="A618A57B0CBE4FE6954C255C0E4967E0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8">
    <w:name w:val="DB9C3E719C5244FA85EA36F1F30889B9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8">
    <w:name w:val="7508B0240A4545818C84CD7D781FCE2C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13">
    <w:name w:val="B786802532A24D3BA02001497134E6C0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7408555748F46AF99B19399F96A1E202">
    <w:name w:val="D7408555748F46AF99B19399F96A1E202"/>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639EEECAEB8C49418E527AEB886CB52D2">
    <w:name w:val="639EEECAEB8C49418E527AEB886CB52D2"/>
    <w:rsid w:val="00F9686B"/>
    <w:pPr>
      <w:widowControl w:val="0"/>
      <w:jc w:val="both"/>
    </w:pPr>
    <w:rPr>
      <w:rFonts w:ascii="Century" w:eastAsia="ＭＳ 明朝" w:hAnsi="Century" w:cs="Times New Roman"/>
      <w:szCs w:val="24"/>
    </w:rPr>
  </w:style>
  <w:style w:type="paragraph" w:customStyle="1" w:styleId="90A0B0EC87304876ACE56C9FB7322B0F2">
    <w:name w:val="90A0B0EC87304876ACE56C9FB7322B0F2"/>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52736EB38945AD8FF27F0E8B080E5B2">
    <w:name w:val="5052736EB38945AD8FF27F0E8B080E5B2"/>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CC0365021594C80A8EDD1D4BF9E2D772">
    <w:name w:val="DCC0365021594C80A8EDD1D4BF9E2D772"/>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CC36A7C50DF94F4695B298E7733720ED2">
    <w:name w:val="CC36A7C50DF94F4695B298E7733720ED2"/>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FBC7EBCA77E4ED880D2B240920B21CC2">
    <w:name w:val="DFBC7EBCA77E4ED880D2B240920B21CC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ECEDF87934749538036B788BBE389E62">
    <w:name w:val="9ECEDF87934749538036B788BBE389E6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13C5142E2D491CAE3715E1993112322">
    <w:name w:val="5A13C5142E2D491CAE3715E19931123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D1C09246A240F7A558B82E3D5A47912">
    <w:name w:val="C0D1C09246A240F7A558B82E3D5A479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30594E7218422AB0C0C84D298476E62">
    <w:name w:val="3730594E7218422AB0C0C84D298476E6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511357A015641608BE227D3949EB6C12">
    <w:name w:val="3511357A015641608BE227D3949EB6C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2C1A88095054FE3AEB3ABF2676222AA2">
    <w:name w:val="C2C1A88095054FE3AEB3ABF2676222AA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76AF3B4C2F3459EBFE7F462FFECC7D12">
    <w:name w:val="576AF3B4C2F3459EBFE7F462FFECC7D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9D24E30CA44E28BE64A976C04EBB5A2">
    <w:name w:val="519D24E30CA44E28BE64A976C04EBB5A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6F234313F824E12A5737060F4273D542">
    <w:name w:val="76F234313F824E12A5737060F4273D54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CAE121D87554FC88A0F9E33C42F66D02">
    <w:name w:val="3CAE121D87554FC88A0F9E33C42F66D0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42370FA69A24D17A33608A0CA548CC62">
    <w:name w:val="E42370FA69A24D17A33608A0CA548CC6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E87C626B69496787F44171983D1D252">
    <w:name w:val="28E87C626B69496787F44171983D1D25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65249A59DA4E489DB09D375F236FF52">
    <w:name w:val="FE65249A59DA4E489DB09D375F236FF5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AF9EB7DD8244284B27351D118CC3D772">
    <w:name w:val="1AF9EB7DD8244284B27351D118CC3D77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99842FD62E47A4981CA385298E77172">
    <w:name w:val="9799842FD62E47A4981CA385298E7717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2016A317D4434AF78A1D64E536F022">
    <w:name w:val="48A2016A317D4434AF78A1D64E536F0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AE7DC15B317408985263706E79419B12">
    <w:name w:val="DAE7DC15B317408985263706E79419B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968AF381AD48A2BF9098EB825166AD2">
    <w:name w:val="0F968AF381AD48A2BF9098EB825166AD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F62A4B9E1A7428D85184EE6E3D76C742">
    <w:name w:val="1F62A4B9E1A7428D85184EE6E3D76C74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173C2C22DBC42A8B3C801AD5C057EB42">
    <w:name w:val="F173C2C22DBC42A8B3C801AD5C057EB4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0B45A0BAD9B4C759BC0B1BE15D34A662">
    <w:name w:val="10B45A0BAD9B4C759BC0B1BE15D34A66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0C8F0750D54AFE8D9B46F4251027632">
    <w:name w:val="4E0C8F0750D54AFE8D9B46F425102763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CFE51D224564F2DBA36F68F89EE3E7F2">
    <w:name w:val="6CFE51D224564F2DBA36F68F89EE3E7F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623711D44343319A222C0F05108D312">
    <w:name w:val="B7623711D44343319A222C0F05108D3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416B3AAE34841FC93B9BA9E9A3B140A2">
    <w:name w:val="0416B3AAE34841FC93B9BA9E9A3B140A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53F3C271344A4184A20DF08C7BFC792">
    <w:name w:val="DF53F3C271344A4184A20DF08C7BFC79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022EC3A3F049E8A5DB114C0EE8CEDE2">
    <w:name w:val="A4022EC3A3F049E8A5DB114C0EE8CEDE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9F89AAE501143E289B024AAAD744E142">
    <w:name w:val="A9F89AAE501143E289B024AAAD744E14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5B3C026EC874F30BF8E11008FD3E95B2">
    <w:name w:val="15B3C026EC874F30BF8E11008FD3E95B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D0F208031B47489470D95F085A6F3A2">
    <w:name w:val="CBD0F208031B47489470D95F085A6F3A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F0757EA99A42668D5FF482078AAF152">
    <w:name w:val="6DF0757EA99A42668D5FF482078AAF15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36DC1A727D4F8B99960480CC05DF582">
    <w:name w:val="6E36DC1A727D4F8B99960480CC05DF58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0414A0B8FB9493AA40E7730FFE3BB092">
    <w:name w:val="70414A0B8FB9493AA40E7730FFE3BB09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42425BF5CB34AF587087F984222F30F2">
    <w:name w:val="C42425BF5CB34AF587087F984222F30F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B3EA4D49334A2390572B7CDF7B89A62">
    <w:name w:val="92B3EA4D49334A2390572B7CDF7B89A6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2">
    <w:name w:val="B530D9E20868431CB7EF4E8F9D8F4F98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2">
    <w:name w:val="0ABA8C64623C47D3B1ECD4595AE14E29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2">
    <w:name w:val="28CA7C8D8D9849E5B5CF1269282C946F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2">
    <w:name w:val="F55732B0330445E2A5890FCCEDF693B9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2">
    <w:name w:val="B42F8ED697344E739E2A7C95CFD10E4C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2">
    <w:name w:val="649A943F2BFA4DE292947EA940BE176D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2">
    <w:name w:val="8EC3F54E36944201A6EB180FDDC2E7E4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2">
    <w:name w:val="EE2249B155A940E29F996FBA3C723E5C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2">
    <w:name w:val="2245A4D397AD4DEDAA47906D0A29BC4B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2">
    <w:name w:val="B9BCEE44F690421C9BB796FADB126050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2">
    <w:name w:val="5E56BC5F13FB4707A7F40AB0C8DDA1EB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B0F2A4D43F4E6FA20AD816FA6A55332">
    <w:name w:val="CEB0F2A4D43F4E6FA20AD816FA6A55332"/>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901DF6D6BD446328579CF3778CB569B2">
    <w:name w:val="1901DF6D6BD446328579CF3778CB569B2"/>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026B2B55C4481899904408F4D3E84A2">
    <w:name w:val="AF026B2B55C4481899904408F4D3E84A2"/>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CE989ED5AAA4849BF41794E6FCE792B2">
    <w:name w:val="ECE989ED5AAA4849BF41794E6FCE792B2"/>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9">
    <w:name w:val="F355AD47D7104391B39B17149C846357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9">
    <w:name w:val="07E69319DF754E8DA3D762810E44D4F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9">
    <w:name w:val="6F0414F8644142188C3CB3CF842FA35E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9">
    <w:name w:val="1330362FC25C40038186C87940577DBA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9">
    <w:name w:val="591AAD54DE974B29B300C7E0B00AB789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9">
    <w:name w:val="9781C88A472F4F99B9C232BFAFBCB82B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9">
    <w:name w:val="D2DF40BEBDE24E19ABED2E202B229432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9">
    <w:name w:val="E5FCB0FC1A714031A21C2547F0286583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9">
    <w:name w:val="7842081077FD4A8191DA5CD35EB7BA78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9">
    <w:name w:val="32397F6AE95E44569789DFF642CDF7CF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9">
    <w:name w:val="F231F4B61C45447C9DAACFB8EF072E17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9">
    <w:name w:val="B618AE2E0D524F7784AB2088C4DE063D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9">
    <w:name w:val="8DE20A4FE6944357AC206E8E9DF9E173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9">
    <w:name w:val="AA55AC7C76594D699539187979F7587B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9">
    <w:name w:val="82D8FFCAF1114CB8984CC3D7B56D1373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9">
    <w:name w:val="FB07527729ED46B18394BE682205D088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9">
    <w:name w:val="B4D2E5B7643C44A88B333B36D27C61EB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9">
    <w:name w:val="EBA1F054F23D40DF91A4211CEAA0DF76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9">
    <w:name w:val="5DC5B2035344469AB23D6EF0770EEBC8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9">
    <w:name w:val="87E6AC5CA5B34686BE6A9DBA67F2220E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9">
    <w:name w:val="37B33F0E1D8244BD98E5AF42DA64DB9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9">
    <w:name w:val="BA9EFB2C79734B1981F9F95AE8C79FF4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9">
    <w:name w:val="4EFC5E65A2844BC88C7F54071200A0A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9">
    <w:name w:val="364BECBB70224535B019A334E0FAEED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9">
    <w:name w:val="2AE337788F4F4FC88C456B350956037D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9">
    <w:name w:val="8D99489B3B4D44A8976D0795A2C2129F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9">
    <w:name w:val="B8A23D683A324B3F9872FF78326CF60F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9">
    <w:name w:val="0D460EDC5BC2456487F50C76739FB89D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9">
    <w:name w:val="4812D6A28D0D46CE946856910FC88502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9">
    <w:name w:val="7FAD0B75F40E4450925DD0C253233682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9">
    <w:name w:val="6BDE69584B134F94965F13E2263BC570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9">
    <w:name w:val="9FD124A447BA4D028F9BD4A65F57B892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9">
    <w:name w:val="9D6B5E112BD74311AE52B862910F620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9">
    <w:name w:val="A618A57B0CBE4FE6954C255C0E4967E0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9">
    <w:name w:val="DB9C3E719C5244FA85EA36F1F30889B9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9">
    <w:name w:val="7508B0240A4545818C84CD7D781FCE2C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14">
    <w:name w:val="B786802532A24D3BA02001497134E6C0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7408555748F46AF99B19399F96A1E203">
    <w:name w:val="D7408555748F46AF99B19399F96A1E203"/>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639EEECAEB8C49418E527AEB886CB52D3">
    <w:name w:val="639EEECAEB8C49418E527AEB886CB52D3"/>
    <w:rsid w:val="00F9686B"/>
    <w:pPr>
      <w:widowControl w:val="0"/>
      <w:jc w:val="both"/>
    </w:pPr>
    <w:rPr>
      <w:rFonts w:ascii="Century" w:eastAsia="ＭＳ 明朝" w:hAnsi="Century" w:cs="Times New Roman"/>
      <w:szCs w:val="24"/>
    </w:rPr>
  </w:style>
  <w:style w:type="paragraph" w:customStyle="1" w:styleId="90A0B0EC87304876ACE56C9FB7322B0F3">
    <w:name w:val="90A0B0EC87304876ACE56C9FB7322B0F3"/>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52736EB38945AD8FF27F0E8B080E5B3">
    <w:name w:val="5052736EB38945AD8FF27F0E8B080E5B3"/>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CC0365021594C80A8EDD1D4BF9E2D773">
    <w:name w:val="DCC0365021594C80A8EDD1D4BF9E2D773"/>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CC36A7C50DF94F4695B298E7733720ED3">
    <w:name w:val="CC36A7C50DF94F4695B298E7733720ED3"/>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FBC7EBCA77E4ED880D2B240920B21CC3">
    <w:name w:val="DFBC7EBCA77E4ED880D2B240920B21CC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ECEDF87934749538036B788BBE389E63">
    <w:name w:val="9ECEDF87934749538036B788BBE389E6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13C5142E2D491CAE3715E1993112323">
    <w:name w:val="5A13C5142E2D491CAE3715E19931123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D1C09246A240F7A558B82E3D5A47913">
    <w:name w:val="C0D1C09246A240F7A558B82E3D5A479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30594E7218422AB0C0C84D298476E63">
    <w:name w:val="3730594E7218422AB0C0C84D298476E6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511357A015641608BE227D3949EB6C13">
    <w:name w:val="3511357A015641608BE227D3949EB6C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2C1A88095054FE3AEB3ABF2676222AA3">
    <w:name w:val="C2C1A88095054FE3AEB3ABF2676222AA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76AF3B4C2F3459EBFE7F462FFECC7D13">
    <w:name w:val="576AF3B4C2F3459EBFE7F462FFECC7D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9D24E30CA44E28BE64A976C04EBB5A3">
    <w:name w:val="519D24E30CA44E28BE64A976C04EBB5A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6F234313F824E12A5737060F4273D543">
    <w:name w:val="76F234313F824E12A5737060F4273D54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CAE121D87554FC88A0F9E33C42F66D03">
    <w:name w:val="3CAE121D87554FC88A0F9E33C42F66D0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42370FA69A24D17A33608A0CA548CC63">
    <w:name w:val="E42370FA69A24D17A33608A0CA548CC6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E87C626B69496787F44171983D1D253">
    <w:name w:val="28E87C626B69496787F44171983D1D25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65249A59DA4E489DB09D375F236FF53">
    <w:name w:val="FE65249A59DA4E489DB09D375F236FF5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AF9EB7DD8244284B27351D118CC3D773">
    <w:name w:val="1AF9EB7DD8244284B27351D118CC3D77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99842FD62E47A4981CA385298E77173">
    <w:name w:val="9799842FD62E47A4981CA385298E7717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2016A317D4434AF78A1D64E536F023">
    <w:name w:val="48A2016A317D4434AF78A1D64E536F0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AE7DC15B317408985263706E79419B13">
    <w:name w:val="DAE7DC15B317408985263706E79419B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968AF381AD48A2BF9098EB825166AD3">
    <w:name w:val="0F968AF381AD48A2BF9098EB825166AD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F62A4B9E1A7428D85184EE6E3D76C743">
    <w:name w:val="1F62A4B9E1A7428D85184EE6E3D76C74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173C2C22DBC42A8B3C801AD5C057EB43">
    <w:name w:val="F173C2C22DBC42A8B3C801AD5C057EB4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0B45A0BAD9B4C759BC0B1BE15D34A663">
    <w:name w:val="10B45A0BAD9B4C759BC0B1BE15D34A66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0C8F0750D54AFE8D9B46F4251027633">
    <w:name w:val="4E0C8F0750D54AFE8D9B46F425102763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CFE51D224564F2DBA36F68F89EE3E7F3">
    <w:name w:val="6CFE51D224564F2DBA36F68F89EE3E7F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623711D44343319A222C0F05108D313">
    <w:name w:val="B7623711D44343319A222C0F05108D3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416B3AAE34841FC93B9BA9E9A3B140A3">
    <w:name w:val="0416B3AAE34841FC93B9BA9E9A3B140A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53F3C271344A4184A20DF08C7BFC793">
    <w:name w:val="DF53F3C271344A4184A20DF08C7BFC79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022EC3A3F049E8A5DB114C0EE8CEDE3">
    <w:name w:val="A4022EC3A3F049E8A5DB114C0EE8CEDE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9F89AAE501143E289B024AAAD744E143">
    <w:name w:val="A9F89AAE501143E289B024AAAD744E14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5B3C026EC874F30BF8E11008FD3E95B3">
    <w:name w:val="15B3C026EC874F30BF8E11008FD3E95B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D0F208031B47489470D95F085A6F3A3">
    <w:name w:val="CBD0F208031B47489470D95F085A6F3A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F0757EA99A42668D5FF482078AAF153">
    <w:name w:val="6DF0757EA99A42668D5FF482078AAF15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36DC1A727D4F8B99960480CC05DF583">
    <w:name w:val="6E36DC1A727D4F8B99960480CC05DF58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0414A0B8FB9493AA40E7730FFE3BB093">
    <w:name w:val="70414A0B8FB9493AA40E7730FFE3BB09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42425BF5CB34AF587087F984222F30F3">
    <w:name w:val="C42425BF5CB34AF587087F984222F30F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B3EA4D49334A2390572B7CDF7B89A63">
    <w:name w:val="92B3EA4D49334A2390572B7CDF7B89A6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3">
    <w:name w:val="B530D9E20868431CB7EF4E8F9D8F4F98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3">
    <w:name w:val="0ABA8C64623C47D3B1ECD4595AE14E29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3">
    <w:name w:val="28CA7C8D8D9849E5B5CF1269282C946F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3">
    <w:name w:val="F55732B0330445E2A5890FCCEDF693B9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3">
    <w:name w:val="B42F8ED697344E739E2A7C95CFD10E4C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3">
    <w:name w:val="649A943F2BFA4DE292947EA940BE176D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3">
    <w:name w:val="8EC3F54E36944201A6EB180FDDC2E7E4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3">
    <w:name w:val="EE2249B155A940E29F996FBA3C723E5C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3">
    <w:name w:val="2245A4D397AD4DEDAA47906D0A29BC4B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3">
    <w:name w:val="B9BCEE44F690421C9BB796FADB126050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3">
    <w:name w:val="5E56BC5F13FB4707A7F40AB0C8DDA1EB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B0F2A4D43F4E6FA20AD816FA6A55333">
    <w:name w:val="CEB0F2A4D43F4E6FA20AD816FA6A55333"/>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901DF6D6BD446328579CF3778CB569B3">
    <w:name w:val="1901DF6D6BD446328579CF3778CB569B3"/>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026B2B55C4481899904408F4D3E84A3">
    <w:name w:val="AF026B2B55C4481899904408F4D3E84A3"/>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CE989ED5AAA4849BF41794E6FCE792B3">
    <w:name w:val="ECE989ED5AAA4849BF41794E6FCE792B3"/>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10">
    <w:name w:val="F355AD47D7104391B39B17149C846357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10">
    <w:name w:val="07E69319DF754E8DA3D762810E44D4F1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10">
    <w:name w:val="6F0414F8644142188C3CB3CF842FA35E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10">
    <w:name w:val="1330362FC25C40038186C87940577DBA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10">
    <w:name w:val="591AAD54DE974B29B300C7E0B00AB789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10">
    <w:name w:val="9781C88A472F4F99B9C232BFAFBCB82B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10">
    <w:name w:val="D2DF40BEBDE24E19ABED2E202B229432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10">
    <w:name w:val="E5FCB0FC1A714031A21C2547F0286583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10">
    <w:name w:val="7842081077FD4A8191DA5CD35EB7BA78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10">
    <w:name w:val="32397F6AE95E44569789DFF642CDF7CF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10">
    <w:name w:val="F231F4B61C45447C9DAACFB8EF072E17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10">
    <w:name w:val="B618AE2E0D524F7784AB2088C4DE063D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10">
    <w:name w:val="8DE20A4FE6944357AC206E8E9DF9E173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10">
    <w:name w:val="AA55AC7C76594D699539187979F7587B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10">
    <w:name w:val="82D8FFCAF1114CB8984CC3D7B56D1373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10">
    <w:name w:val="FB07527729ED46B18394BE682205D088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10">
    <w:name w:val="B4D2E5B7643C44A88B333B36D27C61EB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10">
    <w:name w:val="EBA1F054F23D40DF91A4211CEAA0DF76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10">
    <w:name w:val="5DC5B2035344469AB23D6EF0770EEBC8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10">
    <w:name w:val="87E6AC5CA5B34686BE6A9DBA67F2220E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10">
    <w:name w:val="37B33F0E1D8244BD98E5AF42DA64DB91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10">
    <w:name w:val="BA9EFB2C79734B1981F9F95AE8C79FF4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10">
    <w:name w:val="4EFC5E65A2844BC88C7F54071200A0A1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10">
    <w:name w:val="364BECBB70224535B019A334E0FAEED1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10">
    <w:name w:val="2AE337788F4F4FC88C456B350956037D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10">
    <w:name w:val="8D99489B3B4D44A8976D0795A2C2129F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10">
    <w:name w:val="B8A23D683A324B3F9872FF78326CF60F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10">
    <w:name w:val="0D460EDC5BC2456487F50C76739FB89D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10">
    <w:name w:val="4812D6A28D0D46CE946856910FC88502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10">
    <w:name w:val="7FAD0B75F40E4450925DD0C253233682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10">
    <w:name w:val="6BDE69584B134F94965F13E2263BC570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10">
    <w:name w:val="9FD124A447BA4D028F9BD4A65F57B892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10">
    <w:name w:val="9D6B5E112BD74311AE52B862910F6201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10">
    <w:name w:val="A618A57B0CBE4FE6954C255C0E4967E0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10">
    <w:name w:val="DB9C3E719C5244FA85EA36F1F30889B9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10">
    <w:name w:val="7508B0240A4545818C84CD7D781FCE2C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15">
    <w:name w:val="B786802532A24D3BA02001497134E6C0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7408555748F46AF99B19399F96A1E204">
    <w:name w:val="D7408555748F46AF99B19399F96A1E204"/>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0A0B0EC87304876ACE56C9FB7322B0F4">
    <w:name w:val="90A0B0EC87304876ACE56C9FB7322B0F4"/>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52736EB38945AD8FF27F0E8B080E5B4">
    <w:name w:val="5052736EB38945AD8FF27F0E8B080E5B4"/>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CC0365021594C80A8EDD1D4BF9E2D774">
    <w:name w:val="DCC0365021594C80A8EDD1D4BF9E2D774"/>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CC36A7C50DF94F4695B298E7733720ED4">
    <w:name w:val="CC36A7C50DF94F4695B298E7733720ED4"/>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FBC7EBCA77E4ED880D2B240920B21CC4">
    <w:name w:val="DFBC7EBCA77E4ED880D2B240920B21CC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ECEDF87934749538036B788BBE389E64">
    <w:name w:val="9ECEDF87934749538036B788BBE389E6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13C5142E2D491CAE3715E1993112324">
    <w:name w:val="5A13C5142E2D491CAE3715E19931123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D1C09246A240F7A558B82E3D5A47914">
    <w:name w:val="C0D1C09246A240F7A558B82E3D5A479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30594E7218422AB0C0C84D298476E64">
    <w:name w:val="3730594E7218422AB0C0C84D298476E6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511357A015641608BE227D3949EB6C14">
    <w:name w:val="3511357A015641608BE227D3949EB6C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2C1A88095054FE3AEB3ABF2676222AA4">
    <w:name w:val="C2C1A88095054FE3AEB3ABF2676222AA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76AF3B4C2F3459EBFE7F462FFECC7D14">
    <w:name w:val="576AF3B4C2F3459EBFE7F462FFECC7D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9D24E30CA44E28BE64A976C04EBB5A4">
    <w:name w:val="519D24E30CA44E28BE64A976C04EBB5A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6F234313F824E12A5737060F4273D544">
    <w:name w:val="76F234313F824E12A5737060F4273D54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CAE121D87554FC88A0F9E33C42F66D04">
    <w:name w:val="3CAE121D87554FC88A0F9E33C42F66D0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42370FA69A24D17A33608A0CA548CC64">
    <w:name w:val="E42370FA69A24D17A33608A0CA548CC6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E87C626B69496787F44171983D1D254">
    <w:name w:val="28E87C626B69496787F44171983D1D25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65249A59DA4E489DB09D375F236FF54">
    <w:name w:val="FE65249A59DA4E489DB09D375F236FF5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AF9EB7DD8244284B27351D118CC3D774">
    <w:name w:val="1AF9EB7DD8244284B27351D118CC3D77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99842FD62E47A4981CA385298E77174">
    <w:name w:val="9799842FD62E47A4981CA385298E7717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2016A317D4434AF78A1D64E536F024">
    <w:name w:val="48A2016A317D4434AF78A1D64E536F0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AE7DC15B317408985263706E79419B14">
    <w:name w:val="DAE7DC15B317408985263706E79419B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968AF381AD48A2BF9098EB825166AD4">
    <w:name w:val="0F968AF381AD48A2BF9098EB825166AD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F62A4B9E1A7428D85184EE6E3D76C744">
    <w:name w:val="1F62A4B9E1A7428D85184EE6E3D76C74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173C2C22DBC42A8B3C801AD5C057EB44">
    <w:name w:val="F173C2C22DBC42A8B3C801AD5C057EB4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0B45A0BAD9B4C759BC0B1BE15D34A664">
    <w:name w:val="10B45A0BAD9B4C759BC0B1BE15D34A66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0C8F0750D54AFE8D9B46F4251027634">
    <w:name w:val="4E0C8F0750D54AFE8D9B46F425102763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CFE51D224564F2DBA36F68F89EE3E7F4">
    <w:name w:val="6CFE51D224564F2DBA36F68F89EE3E7F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623711D44343319A222C0F05108D314">
    <w:name w:val="B7623711D44343319A222C0F05108D3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416B3AAE34841FC93B9BA9E9A3B140A4">
    <w:name w:val="0416B3AAE34841FC93B9BA9E9A3B140A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53F3C271344A4184A20DF08C7BFC794">
    <w:name w:val="DF53F3C271344A4184A20DF08C7BFC79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022EC3A3F049E8A5DB114C0EE8CEDE4">
    <w:name w:val="A4022EC3A3F049E8A5DB114C0EE8CEDE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9F89AAE501143E289B024AAAD744E144">
    <w:name w:val="A9F89AAE501143E289B024AAAD744E14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5B3C026EC874F30BF8E11008FD3E95B4">
    <w:name w:val="15B3C026EC874F30BF8E11008FD3E95B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D0F208031B47489470D95F085A6F3A4">
    <w:name w:val="CBD0F208031B47489470D95F085A6F3A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F0757EA99A42668D5FF482078AAF154">
    <w:name w:val="6DF0757EA99A42668D5FF482078AAF15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36DC1A727D4F8B99960480CC05DF584">
    <w:name w:val="6E36DC1A727D4F8B99960480CC05DF58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0414A0B8FB9493AA40E7730FFE3BB094">
    <w:name w:val="70414A0B8FB9493AA40E7730FFE3BB09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42425BF5CB34AF587087F984222F30F4">
    <w:name w:val="C42425BF5CB34AF587087F984222F30F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B3EA4D49334A2390572B7CDF7B89A64">
    <w:name w:val="92B3EA4D49334A2390572B7CDF7B89A6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4">
    <w:name w:val="B530D9E20868431CB7EF4E8F9D8F4F98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4">
    <w:name w:val="0ABA8C64623C47D3B1ECD4595AE14E29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4">
    <w:name w:val="28CA7C8D8D9849E5B5CF1269282C946F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4">
    <w:name w:val="F55732B0330445E2A5890FCCEDF693B9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4">
    <w:name w:val="B42F8ED697344E739E2A7C95CFD10E4C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4">
    <w:name w:val="649A943F2BFA4DE292947EA940BE176D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4">
    <w:name w:val="8EC3F54E36944201A6EB180FDDC2E7E4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4">
    <w:name w:val="EE2249B155A940E29F996FBA3C723E5C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4">
    <w:name w:val="2245A4D397AD4DEDAA47906D0A29BC4B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4">
    <w:name w:val="B9BCEE44F690421C9BB796FADB126050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4">
    <w:name w:val="5E56BC5F13FB4707A7F40AB0C8DDA1EB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B0F2A4D43F4E6FA20AD816FA6A55334">
    <w:name w:val="CEB0F2A4D43F4E6FA20AD816FA6A55334"/>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901DF6D6BD446328579CF3778CB569B4">
    <w:name w:val="1901DF6D6BD446328579CF3778CB569B4"/>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026B2B55C4481899904408F4D3E84A4">
    <w:name w:val="AF026B2B55C4481899904408F4D3E84A4"/>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CE989ED5AAA4849BF41794E6FCE792B4">
    <w:name w:val="ECE989ED5AAA4849BF41794E6FCE792B4"/>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11">
    <w:name w:val="F355AD47D7104391B39B17149C846357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11">
    <w:name w:val="07E69319DF754E8DA3D762810E44D4F1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11">
    <w:name w:val="6F0414F8644142188C3CB3CF842FA35E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11">
    <w:name w:val="1330362FC25C40038186C87940577DBA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11">
    <w:name w:val="591AAD54DE974B29B300C7E0B00AB789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11">
    <w:name w:val="9781C88A472F4F99B9C232BFAFBCB82B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11">
    <w:name w:val="D2DF40BEBDE24E19ABED2E202B229432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11">
    <w:name w:val="E5FCB0FC1A714031A21C2547F0286583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11">
    <w:name w:val="7842081077FD4A8191DA5CD35EB7BA78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11">
    <w:name w:val="32397F6AE95E44569789DFF642CDF7CF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11">
    <w:name w:val="F231F4B61C45447C9DAACFB8EF072E17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11">
    <w:name w:val="B618AE2E0D524F7784AB2088C4DE063D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11">
    <w:name w:val="8DE20A4FE6944357AC206E8E9DF9E173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11">
    <w:name w:val="AA55AC7C76594D699539187979F7587B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11">
    <w:name w:val="82D8FFCAF1114CB8984CC3D7B56D1373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11">
    <w:name w:val="FB07527729ED46B18394BE682205D088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11">
    <w:name w:val="B4D2E5B7643C44A88B333B36D27C61EB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11">
    <w:name w:val="EBA1F054F23D40DF91A4211CEAA0DF76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11">
    <w:name w:val="5DC5B2035344469AB23D6EF0770EEBC8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11">
    <w:name w:val="87E6AC5CA5B34686BE6A9DBA67F2220E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11">
    <w:name w:val="37B33F0E1D8244BD98E5AF42DA64DB91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11">
    <w:name w:val="BA9EFB2C79734B1981F9F95AE8C79FF4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11">
    <w:name w:val="4EFC5E65A2844BC88C7F54071200A0A1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11">
    <w:name w:val="364BECBB70224535B019A334E0FAEED1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11">
    <w:name w:val="2AE337788F4F4FC88C456B350956037D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11">
    <w:name w:val="8D99489B3B4D44A8976D0795A2C2129F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11">
    <w:name w:val="B8A23D683A324B3F9872FF78326CF60F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11">
    <w:name w:val="0D460EDC5BC2456487F50C76739FB89D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11">
    <w:name w:val="4812D6A28D0D46CE946856910FC88502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11">
    <w:name w:val="7FAD0B75F40E4450925DD0C253233682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11">
    <w:name w:val="6BDE69584B134F94965F13E2263BC570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11">
    <w:name w:val="9FD124A447BA4D028F9BD4A65F57B892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11">
    <w:name w:val="9D6B5E112BD74311AE52B862910F6201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11">
    <w:name w:val="A618A57B0CBE4FE6954C255C0E4967E0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11">
    <w:name w:val="DB9C3E719C5244FA85EA36F1F30889B9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11">
    <w:name w:val="7508B0240A4545818C84CD7D781FCE2C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16">
    <w:name w:val="B786802532A24D3BA02001497134E6C0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7408555748F46AF99B19399F96A1E205">
    <w:name w:val="D7408555748F46AF99B19399F96A1E205"/>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0A0B0EC87304876ACE56C9FB7322B0F5">
    <w:name w:val="90A0B0EC87304876ACE56C9FB7322B0F5"/>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52736EB38945AD8FF27F0E8B080E5B5">
    <w:name w:val="5052736EB38945AD8FF27F0E8B080E5B5"/>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CC0365021594C80A8EDD1D4BF9E2D775">
    <w:name w:val="DCC0365021594C80A8EDD1D4BF9E2D775"/>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CC36A7C50DF94F4695B298E7733720ED5">
    <w:name w:val="CC36A7C50DF94F4695B298E7733720ED5"/>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FBC7EBCA77E4ED880D2B240920B21CC5">
    <w:name w:val="DFBC7EBCA77E4ED880D2B240920B21CC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ECEDF87934749538036B788BBE389E65">
    <w:name w:val="9ECEDF87934749538036B788BBE389E6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13C5142E2D491CAE3715E1993112325">
    <w:name w:val="5A13C5142E2D491CAE3715E19931123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D1C09246A240F7A558B82E3D5A47915">
    <w:name w:val="C0D1C09246A240F7A558B82E3D5A479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30594E7218422AB0C0C84D298476E65">
    <w:name w:val="3730594E7218422AB0C0C84D298476E6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511357A015641608BE227D3949EB6C15">
    <w:name w:val="3511357A015641608BE227D3949EB6C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2C1A88095054FE3AEB3ABF2676222AA5">
    <w:name w:val="C2C1A88095054FE3AEB3ABF2676222AA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76AF3B4C2F3459EBFE7F462FFECC7D15">
    <w:name w:val="576AF3B4C2F3459EBFE7F462FFECC7D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9D24E30CA44E28BE64A976C04EBB5A5">
    <w:name w:val="519D24E30CA44E28BE64A976C04EBB5A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6F234313F824E12A5737060F4273D545">
    <w:name w:val="76F234313F824E12A5737060F4273D54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CAE121D87554FC88A0F9E33C42F66D05">
    <w:name w:val="3CAE121D87554FC88A0F9E33C42F66D0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42370FA69A24D17A33608A0CA548CC65">
    <w:name w:val="E42370FA69A24D17A33608A0CA548CC6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E87C626B69496787F44171983D1D255">
    <w:name w:val="28E87C626B69496787F44171983D1D25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65249A59DA4E489DB09D375F236FF55">
    <w:name w:val="FE65249A59DA4E489DB09D375F236FF5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AF9EB7DD8244284B27351D118CC3D775">
    <w:name w:val="1AF9EB7DD8244284B27351D118CC3D77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99842FD62E47A4981CA385298E77175">
    <w:name w:val="9799842FD62E47A4981CA385298E7717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2016A317D4434AF78A1D64E536F025">
    <w:name w:val="48A2016A317D4434AF78A1D64E536F0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AE7DC15B317408985263706E79419B15">
    <w:name w:val="DAE7DC15B317408985263706E79419B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968AF381AD48A2BF9098EB825166AD5">
    <w:name w:val="0F968AF381AD48A2BF9098EB825166AD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F62A4B9E1A7428D85184EE6E3D76C745">
    <w:name w:val="1F62A4B9E1A7428D85184EE6E3D76C74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173C2C22DBC42A8B3C801AD5C057EB45">
    <w:name w:val="F173C2C22DBC42A8B3C801AD5C057EB4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0B45A0BAD9B4C759BC0B1BE15D34A665">
    <w:name w:val="10B45A0BAD9B4C759BC0B1BE15D34A66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0C8F0750D54AFE8D9B46F4251027635">
    <w:name w:val="4E0C8F0750D54AFE8D9B46F425102763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CFE51D224564F2DBA36F68F89EE3E7F5">
    <w:name w:val="6CFE51D224564F2DBA36F68F89EE3E7F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623711D44343319A222C0F05108D315">
    <w:name w:val="B7623711D44343319A222C0F05108D3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416B3AAE34841FC93B9BA9E9A3B140A5">
    <w:name w:val="0416B3AAE34841FC93B9BA9E9A3B140A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53F3C271344A4184A20DF08C7BFC795">
    <w:name w:val="DF53F3C271344A4184A20DF08C7BFC79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022EC3A3F049E8A5DB114C0EE8CEDE5">
    <w:name w:val="A4022EC3A3F049E8A5DB114C0EE8CEDE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9F89AAE501143E289B024AAAD744E145">
    <w:name w:val="A9F89AAE501143E289B024AAAD744E14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5B3C026EC874F30BF8E11008FD3E95B5">
    <w:name w:val="15B3C026EC874F30BF8E11008FD3E95B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D0F208031B47489470D95F085A6F3A5">
    <w:name w:val="CBD0F208031B47489470D95F085A6F3A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F0757EA99A42668D5FF482078AAF155">
    <w:name w:val="6DF0757EA99A42668D5FF482078AAF15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36DC1A727D4F8B99960480CC05DF585">
    <w:name w:val="6E36DC1A727D4F8B99960480CC05DF58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0414A0B8FB9493AA40E7730FFE3BB095">
    <w:name w:val="70414A0B8FB9493AA40E7730FFE3BB09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42425BF5CB34AF587087F984222F30F5">
    <w:name w:val="C42425BF5CB34AF587087F984222F30F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B3EA4D49334A2390572B7CDF7B89A65">
    <w:name w:val="92B3EA4D49334A2390572B7CDF7B89A6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5">
    <w:name w:val="B530D9E20868431CB7EF4E8F9D8F4F98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5">
    <w:name w:val="0ABA8C64623C47D3B1ECD4595AE14E29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5">
    <w:name w:val="28CA7C8D8D9849E5B5CF1269282C946F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5">
    <w:name w:val="F55732B0330445E2A5890FCCEDF693B9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5">
    <w:name w:val="B42F8ED697344E739E2A7C95CFD10E4C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5">
    <w:name w:val="649A943F2BFA4DE292947EA940BE176D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5">
    <w:name w:val="8EC3F54E36944201A6EB180FDDC2E7E4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5">
    <w:name w:val="EE2249B155A940E29F996FBA3C723E5C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5">
    <w:name w:val="2245A4D397AD4DEDAA47906D0A29BC4B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5">
    <w:name w:val="B9BCEE44F690421C9BB796FADB126050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5">
    <w:name w:val="5E56BC5F13FB4707A7F40AB0C8DDA1EB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B0F2A4D43F4E6FA20AD816FA6A55335">
    <w:name w:val="CEB0F2A4D43F4E6FA20AD816FA6A55335"/>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901DF6D6BD446328579CF3778CB569B5">
    <w:name w:val="1901DF6D6BD446328579CF3778CB569B5"/>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026B2B55C4481899904408F4D3E84A5">
    <w:name w:val="AF026B2B55C4481899904408F4D3E84A5"/>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CE989ED5AAA4849BF41794E6FCE792B5">
    <w:name w:val="ECE989ED5AAA4849BF41794E6FCE792B5"/>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12">
    <w:name w:val="F355AD47D7104391B39B17149C846357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12">
    <w:name w:val="07E69319DF754E8DA3D762810E44D4F1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12">
    <w:name w:val="6F0414F8644142188C3CB3CF842FA35E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12">
    <w:name w:val="1330362FC25C40038186C87940577DBA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12">
    <w:name w:val="591AAD54DE974B29B300C7E0B00AB789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12">
    <w:name w:val="9781C88A472F4F99B9C232BFAFBCB82B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12">
    <w:name w:val="D2DF40BEBDE24E19ABED2E202B229432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12">
    <w:name w:val="E5FCB0FC1A714031A21C2547F0286583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12">
    <w:name w:val="7842081077FD4A8191DA5CD35EB7BA78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12">
    <w:name w:val="32397F6AE95E44569789DFF642CDF7CF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12">
    <w:name w:val="F231F4B61C45447C9DAACFB8EF072E17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12">
    <w:name w:val="B618AE2E0D524F7784AB2088C4DE063D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12">
    <w:name w:val="8DE20A4FE6944357AC206E8E9DF9E173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12">
    <w:name w:val="AA55AC7C76594D699539187979F7587B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12">
    <w:name w:val="82D8FFCAF1114CB8984CC3D7B56D1373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12">
    <w:name w:val="FB07527729ED46B18394BE682205D088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12">
    <w:name w:val="B4D2E5B7643C44A88B333B36D27C61EB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12">
    <w:name w:val="EBA1F054F23D40DF91A4211CEAA0DF76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12">
    <w:name w:val="5DC5B2035344469AB23D6EF0770EEBC8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12">
    <w:name w:val="87E6AC5CA5B34686BE6A9DBA67F2220E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12">
    <w:name w:val="37B33F0E1D8244BD98E5AF42DA64DB91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12">
    <w:name w:val="BA9EFB2C79734B1981F9F95AE8C79FF4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12">
    <w:name w:val="4EFC5E65A2844BC88C7F54071200A0A1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12">
    <w:name w:val="364BECBB70224535B019A334E0FAEED1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12">
    <w:name w:val="2AE337788F4F4FC88C456B350956037D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12">
    <w:name w:val="8D99489B3B4D44A8976D0795A2C2129F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12">
    <w:name w:val="B8A23D683A324B3F9872FF78326CF60F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12">
    <w:name w:val="0D460EDC5BC2456487F50C76739FB89D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12">
    <w:name w:val="4812D6A28D0D46CE946856910FC88502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12">
    <w:name w:val="7FAD0B75F40E4450925DD0C253233682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12">
    <w:name w:val="6BDE69584B134F94965F13E2263BC570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12">
    <w:name w:val="9FD124A447BA4D028F9BD4A65F57B892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12">
    <w:name w:val="9D6B5E112BD74311AE52B862910F6201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12">
    <w:name w:val="A618A57B0CBE4FE6954C255C0E4967E0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12">
    <w:name w:val="DB9C3E719C5244FA85EA36F1F30889B9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12">
    <w:name w:val="7508B0240A4545818C84CD7D781FCE2C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1A3EDACA1E6417592A1ACDDDD733A8A">
    <w:name w:val="21A3EDACA1E6417592A1ACDDDD733A8A"/>
    <w:rsid w:val="00F9686B"/>
    <w:pPr>
      <w:widowControl w:val="0"/>
      <w:jc w:val="both"/>
    </w:pPr>
  </w:style>
  <w:style w:type="paragraph" w:customStyle="1" w:styleId="AFD29A39011D454AA501CAA9113396EB">
    <w:name w:val="AFD29A39011D454AA501CAA9113396EB"/>
    <w:rsid w:val="00F9686B"/>
    <w:pPr>
      <w:widowControl w:val="0"/>
      <w:jc w:val="both"/>
    </w:pPr>
  </w:style>
  <w:style w:type="paragraph" w:customStyle="1" w:styleId="B786802532A24D3BA02001497134E6C017">
    <w:name w:val="B786802532A24D3BA02001497134E6C0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7408555748F46AF99B19399F96A1E206">
    <w:name w:val="D7408555748F46AF99B19399F96A1E206"/>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0A0B0EC87304876ACE56C9FB7322B0F6">
    <w:name w:val="90A0B0EC87304876ACE56C9FB7322B0F6"/>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52736EB38945AD8FF27F0E8B080E5B6">
    <w:name w:val="5052736EB38945AD8FF27F0E8B080E5B6"/>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CC0365021594C80A8EDD1D4BF9E2D776">
    <w:name w:val="DCC0365021594C80A8EDD1D4BF9E2D776"/>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1A3EDACA1E6417592A1ACDDDD733A8A1">
    <w:name w:val="21A3EDACA1E6417592A1ACDDDD733A8A1"/>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D29A39011D454AA501CAA9113396EB1">
    <w:name w:val="AFD29A39011D454AA501CAA9113396EB1"/>
    <w:rsid w:val="00F9686B"/>
    <w:pPr>
      <w:widowControl w:val="0"/>
      <w:jc w:val="both"/>
    </w:pPr>
    <w:rPr>
      <w:rFonts w:ascii="Century" w:eastAsia="ＭＳ 明朝" w:hAnsi="Century" w:cs="Times New Roman"/>
      <w:szCs w:val="24"/>
    </w:rPr>
  </w:style>
  <w:style w:type="paragraph" w:customStyle="1" w:styleId="CC36A7C50DF94F4695B298E7733720ED6">
    <w:name w:val="CC36A7C50DF94F4695B298E7733720ED6"/>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FBC7EBCA77E4ED880D2B240920B21CC6">
    <w:name w:val="DFBC7EBCA77E4ED880D2B240920B21CC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ECEDF87934749538036B788BBE389E66">
    <w:name w:val="9ECEDF87934749538036B788BBE389E6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13C5142E2D491CAE3715E1993112326">
    <w:name w:val="5A13C5142E2D491CAE3715E19931123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D1C09246A240F7A558B82E3D5A47916">
    <w:name w:val="C0D1C09246A240F7A558B82E3D5A479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30594E7218422AB0C0C84D298476E66">
    <w:name w:val="3730594E7218422AB0C0C84D298476E6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511357A015641608BE227D3949EB6C16">
    <w:name w:val="3511357A015641608BE227D3949EB6C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2C1A88095054FE3AEB3ABF2676222AA6">
    <w:name w:val="C2C1A88095054FE3AEB3ABF2676222AA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76AF3B4C2F3459EBFE7F462FFECC7D16">
    <w:name w:val="576AF3B4C2F3459EBFE7F462FFECC7D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9D24E30CA44E28BE64A976C04EBB5A6">
    <w:name w:val="519D24E30CA44E28BE64A976C04EBB5A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6F234313F824E12A5737060F4273D546">
    <w:name w:val="76F234313F824E12A5737060F4273D54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CAE121D87554FC88A0F9E33C42F66D06">
    <w:name w:val="3CAE121D87554FC88A0F9E33C42F66D0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42370FA69A24D17A33608A0CA548CC66">
    <w:name w:val="E42370FA69A24D17A33608A0CA548CC6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E87C626B69496787F44171983D1D256">
    <w:name w:val="28E87C626B69496787F44171983D1D25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65249A59DA4E489DB09D375F236FF56">
    <w:name w:val="FE65249A59DA4E489DB09D375F236FF5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AF9EB7DD8244284B27351D118CC3D776">
    <w:name w:val="1AF9EB7DD8244284B27351D118CC3D77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99842FD62E47A4981CA385298E77176">
    <w:name w:val="9799842FD62E47A4981CA385298E7717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2016A317D4434AF78A1D64E536F026">
    <w:name w:val="48A2016A317D4434AF78A1D64E536F0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AE7DC15B317408985263706E79419B16">
    <w:name w:val="DAE7DC15B317408985263706E79419B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968AF381AD48A2BF9098EB825166AD6">
    <w:name w:val="0F968AF381AD48A2BF9098EB825166AD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F62A4B9E1A7428D85184EE6E3D76C746">
    <w:name w:val="1F62A4B9E1A7428D85184EE6E3D76C74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173C2C22DBC42A8B3C801AD5C057EB46">
    <w:name w:val="F173C2C22DBC42A8B3C801AD5C057EB4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0B45A0BAD9B4C759BC0B1BE15D34A666">
    <w:name w:val="10B45A0BAD9B4C759BC0B1BE15D34A66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0C8F0750D54AFE8D9B46F4251027636">
    <w:name w:val="4E0C8F0750D54AFE8D9B46F425102763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CFE51D224564F2DBA36F68F89EE3E7F6">
    <w:name w:val="6CFE51D224564F2DBA36F68F89EE3E7F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623711D44343319A222C0F05108D316">
    <w:name w:val="B7623711D44343319A222C0F05108D3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416B3AAE34841FC93B9BA9E9A3B140A6">
    <w:name w:val="0416B3AAE34841FC93B9BA9E9A3B140A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53F3C271344A4184A20DF08C7BFC796">
    <w:name w:val="DF53F3C271344A4184A20DF08C7BFC79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022EC3A3F049E8A5DB114C0EE8CEDE6">
    <w:name w:val="A4022EC3A3F049E8A5DB114C0EE8CEDE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9F89AAE501143E289B024AAAD744E146">
    <w:name w:val="A9F89AAE501143E289B024AAAD744E14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5B3C026EC874F30BF8E11008FD3E95B6">
    <w:name w:val="15B3C026EC874F30BF8E11008FD3E95B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D0F208031B47489470D95F085A6F3A6">
    <w:name w:val="CBD0F208031B47489470D95F085A6F3A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F0757EA99A42668D5FF482078AAF156">
    <w:name w:val="6DF0757EA99A42668D5FF482078AAF15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36DC1A727D4F8B99960480CC05DF586">
    <w:name w:val="6E36DC1A727D4F8B99960480CC05DF58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0414A0B8FB9493AA40E7730FFE3BB096">
    <w:name w:val="70414A0B8FB9493AA40E7730FFE3BB09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42425BF5CB34AF587087F984222F30F6">
    <w:name w:val="C42425BF5CB34AF587087F984222F30F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B3EA4D49334A2390572B7CDF7B89A66">
    <w:name w:val="92B3EA4D49334A2390572B7CDF7B89A6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6">
    <w:name w:val="B530D9E20868431CB7EF4E8F9D8F4F98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6">
    <w:name w:val="0ABA8C64623C47D3B1ECD4595AE14E29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6">
    <w:name w:val="28CA7C8D8D9849E5B5CF1269282C946F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6">
    <w:name w:val="F55732B0330445E2A5890FCCEDF693B9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6">
    <w:name w:val="B42F8ED697344E739E2A7C95CFD10E4C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6">
    <w:name w:val="649A943F2BFA4DE292947EA940BE176D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6">
    <w:name w:val="8EC3F54E36944201A6EB180FDDC2E7E4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6">
    <w:name w:val="EE2249B155A940E29F996FBA3C723E5C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6">
    <w:name w:val="2245A4D397AD4DEDAA47906D0A29BC4B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6">
    <w:name w:val="B9BCEE44F690421C9BB796FADB126050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6">
    <w:name w:val="5E56BC5F13FB4707A7F40AB0C8DDA1EB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B0F2A4D43F4E6FA20AD816FA6A55336">
    <w:name w:val="CEB0F2A4D43F4E6FA20AD816FA6A55336"/>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901DF6D6BD446328579CF3778CB569B6">
    <w:name w:val="1901DF6D6BD446328579CF3778CB569B6"/>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026B2B55C4481899904408F4D3E84A6">
    <w:name w:val="AF026B2B55C4481899904408F4D3E84A6"/>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CE989ED5AAA4849BF41794E6FCE792B6">
    <w:name w:val="ECE989ED5AAA4849BF41794E6FCE792B6"/>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13">
    <w:name w:val="F355AD47D7104391B39B17149C846357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13">
    <w:name w:val="07E69319DF754E8DA3D762810E44D4F1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13">
    <w:name w:val="6F0414F8644142188C3CB3CF842FA35E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13">
    <w:name w:val="1330362FC25C40038186C87940577DBA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13">
    <w:name w:val="591AAD54DE974B29B300C7E0B00AB789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13">
    <w:name w:val="9781C88A472F4F99B9C232BFAFBCB82B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13">
    <w:name w:val="D2DF40BEBDE24E19ABED2E202B229432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13">
    <w:name w:val="E5FCB0FC1A714031A21C2547F0286583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13">
    <w:name w:val="7842081077FD4A8191DA5CD35EB7BA78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13">
    <w:name w:val="32397F6AE95E44569789DFF642CDF7CF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13">
    <w:name w:val="F231F4B61C45447C9DAACFB8EF072E17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13">
    <w:name w:val="B618AE2E0D524F7784AB2088C4DE063D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13">
    <w:name w:val="8DE20A4FE6944357AC206E8E9DF9E173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13">
    <w:name w:val="AA55AC7C76594D699539187979F7587B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13">
    <w:name w:val="82D8FFCAF1114CB8984CC3D7B56D1373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13">
    <w:name w:val="FB07527729ED46B18394BE682205D088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13">
    <w:name w:val="B4D2E5B7643C44A88B333B36D27C61EB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13">
    <w:name w:val="EBA1F054F23D40DF91A4211CEAA0DF76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13">
    <w:name w:val="5DC5B2035344469AB23D6EF0770EEBC8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13">
    <w:name w:val="87E6AC5CA5B34686BE6A9DBA67F2220E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13">
    <w:name w:val="37B33F0E1D8244BD98E5AF42DA64DB91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13">
    <w:name w:val="BA9EFB2C79734B1981F9F95AE8C79FF4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13">
    <w:name w:val="4EFC5E65A2844BC88C7F54071200A0A1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13">
    <w:name w:val="364BECBB70224535B019A334E0FAEED1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13">
    <w:name w:val="2AE337788F4F4FC88C456B350956037D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13">
    <w:name w:val="8D99489B3B4D44A8976D0795A2C2129F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13">
    <w:name w:val="B8A23D683A324B3F9872FF78326CF60F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13">
    <w:name w:val="0D460EDC5BC2456487F50C76739FB89D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13">
    <w:name w:val="4812D6A28D0D46CE946856910FC88502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13">
    <w:name w:val="7FAD0B75F40E4450925DD0C253233682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13">
    <w:name w:val="6BDE69584B134F94965F13E2263BC570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13">
    <w:name w:val="9FD124A447BA4D028F9BD4A65F57B892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13">
    <w:name w:val="9D6B5E112BD74311AE52B862910F6201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13">
    <w:name w:val="A618A57B0CBE4FE6954C255C0E4967E0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13">
    <w:name w:val="DB9C3E719C5244FA85EA36F1F30889B9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13">
    <w:name w:val="7508B0240A4545818C84CD7D781FCE2C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18">
    <w:name w:val="B786802532A24D3BA02001497134E6C0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7408555748F46AF99B19399F96A1E207">
    <w:name w:val="D7408555748F46AF99B19399F96A1E207"/>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0A0B0EC87304876ACE56C9FB7322B0F7">
    <w:name w:val="90A0B0EC87304876ACE56C9FB7322B0F7"/>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52736EB38945AD8FF27F0E8B080E5B7">
    <w:name w:val="5052736EB38945AD8FF27F0E8B080E5B7"/>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CC0365021594C80A8EDD1D4BF9E2D777">
    <w:name w:val="DCC0365021594C80A8EDD1D4BF9E2D777"/>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1A3EDACA1E6417592A1ACDDDD733A8A2">
    <w:name w:val="21A3EDACA1E6417592A1ACDDDD733A8A2"/>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D29A39011D454AA501CAA9113396EB2">
    <w:name w:val="AFD29A39011D454AA501CAA9113396EB2"/>
    <w:rsid w:val="00F9686B"/>
    <w:pPr>
      <w:widowControl w:val="0"/>
      <w:jc w:val="both"/>
    </w:pPr>
    <w:rPr>
      <w:rFonts w:ascii="Century" w:eastAsia="ＭＳ 明朝" w:hAnsi="Century" w:cs="Times New Roman"/>
      <w:szCs w:val="24"/>
    </w:rPr>
  </w:style>
  <w:style w:type="paragraph" w:customStyle="1" w:styleId="CC36A7C50DF94F4695B298E7733720ED7">
    <w:name w:val="CC36A7C50DF94F4695B298E7733720ED7"/>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FBC7EBCA77E4ED880D2B240920B21CC7">
    <w:name w:val="DFBC7EBCA77E4ED880D2B240920B21CC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ECEDF87934749538036B788BBE389E67">
    <w:name w:val="9ECEDF87934749538036B788BBE389E6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13C5142E2D491CAE3715E1993112327">
    <w:name w:val="5A13C5142E2D491CAE3715E19931123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D1C09246A240F7A558B82E3D5A47917">
    <w:name w:val="C0D1C09246A240F7A558B82E3D5A479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30594E7218422AB0C0C84D298476E67">
    <w:name w:val="3730594E7218422AB0C0C84D298476E6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511357A015641608BE227D3949EB6C17">
    <w:name w:val="3511357A015641608BE227D3949EB6C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2C1A88095054FE3AEB3ABF2676222AA7">
    <w:name w:val="C2C1A88095054FE3AEB3ABF2676222AA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76AF3B4C2F3459EBFE7F462FFECC7D17">
    <w:name w:val="576AF3B4C2F3459EBFE7F462FFECC7D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9D24E30CA44E28BE64A976C04EBB5A7">
    <w:name w:val="519D24E30CA44E28BE64A976C04EBB5A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6F234313F824E12A5737060F4273D547">
    <w:name w:val="76F234313F824E12A5737060F4273D54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CAE121D87554FC88A0F9E33C42F66D07">
    <w:name w:val="3CAE121D87554FC88A0F9E33C42F66D0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42370FA69A24D17A33608A0CA548CC67">
    <w:name w:val="E42370FA69A24D17A33608A0CA548CC6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E87C626B69496787F44171983D1D257">
    <w:name w:val="28E87C626B69496787F44171983D1D25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65249A59DA4E489DB09D375F236FF57">
    <w:name w:val="FE65249A59DA4E489DB09D375F236FF5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AF9EB7DD8244284B27351D118CC3D777">
    <w:name w:val="1AF9EB7DD8244284B27351D118CC3D77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99842FD62E47A4981CA385298E77177">
    <w:name w:val="9799842FD62E47A4981CA385298E7717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2016A317D4434AF78A1D64E536F027">
    <w:name w:val="48A2016A317D4434AF78A1D64E536F0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AE7DC15B317408985263706E79419B17">
    <w:name w:val="DAE7DC15B317408985263706E79419B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968AF381AD48A2BF9098EB825166AD7">
    <w:name w:val="0F968AF381AD48A2BF9098EB825166AD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F62A4B9E1A7428D85184EE6E3D76C747">
    <w:name w:val="1F62A4B9E1A7428D85184EE6E3D76C74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173C2C22DBC42A8B3C801AD5C057EB47">
    <w:name w:val="F173C2C22DBC42A8B3C801AD5C057EB4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0B45A0BAD9B4C759BC0B1BE15D34A667">
    <w:name w:val="10B45A0BAD9B4C759BC0B1BE15D34A66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0C8F0750D54AFE8D9B46F4251027637">
    <w:name w:val="4E0C8F0750D54AFE8D9B46F425102763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CFE51D224564F2DBA36F68F89EE3E7F7">
    <w:name w:val="6CFE51D224564F2DBA36F68F89EE3E7F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623711D44343319A222C0F05108D317">
    <w:name w:val="B7623711D44343319A222C0F05108D3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416B3AAE34841FC93B9BA9E9A3B140A7">
    <w:name w:val="0416B3AAE34841FC93B9BA9E9A3B140A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53F3C271344A4184A20DF08C7BFC797">
    <w:name w:val="DF53F3C271344A4184A20DF08C7BFC79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022EC3A3F049E8A5DB114C0EE8CEDE7">
    <w:name w:val="A4022EC3A3F049E8A5DB114C0EE8CEDE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9F89AAE501143E289B024AAAD744E147">
    <w:name w:val="A9F89AAE501143E289B024AAAD744E14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5B3C026EC874F30BF8E11008FD3E95B7">
    <w:name w:val="15B3C026EC874F30BF8E11008FD3E95B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D0F208031B47489470D95F085A6F3A7">
    <w:name w:val="CBD0F208031B47489470D95F085A6F3A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F0757EA99A42668D5FF482078AAF157">
    <w:name w:val="6DF0757EA99A42668D5FF482078AAF15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36DC1A727D4F8B99960480CC05DF587">
    <w:name w:val="6E36DC1A727D4F8B99960480CC05DF58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0414A0B8FB9493AA40E7730FFE3BB097">
    <w:name w:val="70414A0B8FB9493AA40E7730FFE3BB09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42425BF5CB34AF587087F984222F30F7">
    <w:name w:val="C42425BF5CB34AF587087F984222F30F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B3EA4D49334A2390572B7CDF7B89A67">
    <w:name w:val="92B3EA4D49334A2390572B7CDF7B89A6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7">
    <w:name w:val="B530D9E20868431CB7EF4E8F9D8F4F98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7">
    <w:name w:val="0ABA8C64623C47D3B1ECD4595AE14E29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7">
    <w:name w:val="28CA7C8D8D9849E5B5CF1269282C946F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7">
    <w:name w:val="F55732B0330445E2A5890FCCEDF693B9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7">
    <w:name w:val="B42F8ED697344E739E2A7C95CFD10E4C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7">
    <w:name w:val="649A943F2BFA4DE292947EA940BE176D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7">
    <w:name w:val="8EC3F54E36944201A6EB180FDDC2E7E4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7">
    <w:name w:val="EE2249B155A940E29F996FBA3C723E5C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7">
    <w:name w:val="2245A4D397AD4DEDAA47906D0A29BC4B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7">
    <w:name w:val="B9BCEE44F690421C9BB796FADB126050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7">
    <w:name w:val="5E56BC5F13FB4707A7F40AB0C8DDA1EB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B0F2A4D43F4E6FA20AD816FA6A55337">
    <w:name w:val="CEB0F2A4D43F4E6FA20AD816FA6A55337"/>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901DF6D6BD446328579CF3778CB569B7">
    <w:name w:val="1901DF6D6BD446328579CF3778CB569B7"/>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026B2B55C4481899904408F4D3E84A7">
    <w:name w:val="AF026B2B55C4481899904408F4D3E84A7"/>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CE989ED5AAA4849BF41794E6FCE792B7">
    <w:name w:val="ECE989ED5AAA4849BF41794E6FCE792B7"/>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14">
    <w:name w:val="F355AD47D7104391B39B17149C846357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14">
    <w:name w:val="07E69319DF754E8DA3D762810E44D4F1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14">
    <w:name w:val="6F0414F8644142188C3CB3CF842FA35E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14">
    <w:name w:val="1330362FC25C40038186C87940577DBA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14">
    <w:name w:val="591AAD54DE974B29B300C7E0B00AB789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14">
    <w:name w:val="9781C88A472F4F99B9C232BFAFBCB82B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14">
    <w:name w:val="D2DF40BEBDE24E19ABED2E202B229432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14">
    <w:name w:val="E5FCB0FC1A714031A21C2547F0286583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14">
    <w:name w:val="7842081077FD4A8191DA5CD35EB7BA78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14">
    <w:name w:val="32397F6AE95E44569789DFF642CDF7CF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14">
    <w:name w:val="F231F4B61C45447C9DAACFB8EF072E17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14">
    <w:name w:val="B618AE2E0D524F7784AB2088C4DE063D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14">
    <w:name w:val="8DE20A4FE6944357AC206E8E9DF9E173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14">
    <w:name w:val="AA55AC7C76594D699539187979F7587B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14">
    <w:name w:val="82D8FFCAF1114CB8984CC3D7B56D1373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14">
    <w:name w:val="FB07527729ED46B18394BE682205D088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14">
    <w:name w:val="B4D2E5B7643C44A88B333B36D27C61EB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14">
    <w:name w:val="EBA1F054F23D40DF91A4211CEAA0DF76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14">
    <w:name w:val="5DC5B2035344469AB23D6EF0770EEBC8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14">
    <w:name w:val="87E6AC5CA5B34686BE6A9DBA67F2220E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14">
    <w:name w:val="37B33F0E1D8244BD98E5AF42DA64DB91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14">
    <w:name w:val="BA9EFB2C79734B1981F9F95AE8C79FF4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14">
    <w:name w:val="4EFC5E65A2844BC88C7F54071200A0A1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14">
    <w:name w:val="364BECBB70224535B019A334E0FAEED1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14">
    <w:name w:val="2AE337788F4F4FC88C456B350956037D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14">
    <w:name w:val="8D99489B3B4D44A8976D0795A2C2129F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14">
    <w:name w:val="B8A23D683A324B3F9872FF78326CF60F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14">
    <w:name w:val="0D460EDC5BC2456487F50C76739FB89D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14">
    <w:name w:val="4812D6A28D0D46CE946856910FC88502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14">
    <w:name w:val="7FAD0B75F40E4450925DD0C253233682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14">
    <w:name w:val="6BDE69584B134F94965F13E2263BC570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14">
    <w:name w:val="9FD124A447BA4D028F9BD4A65F57B892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14">
    <w:name w:val="9D6B5E112BD74311AE52B862910F6201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14">
    <w:name w:val="A618A57B0CBE4FE6954C255C0E4967E0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14">
    <w:name w:val="DB9C3E719C5244FA85EA36F1F30889B9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14">
    <w:name w:val="7508B0240A4545818C84CD7D781FCE2C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4A6FF8994D54CE6A5BDB3F99077C0D8">
    <w:name w:val="04A6FF8994D54CE6A5BDB3F99077C0D8"/>
    <w:rsid w:val="00F9686B"/>
    <w:pPr>
      <w:widowControl w:val="0"/>
      <w:jc w:val="both"/>
    </w:pPr>
  </w:style>
  <w:style w:type="paragraph" w:customStyle="1" w:styleId="B786802532A24D3BA02001497134E6C019">
    <w:name w:val="B786802532A24D3BA02001497134E6C0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7408555748F46AF99B19399F96A1E208">
    <w:name w:val="D7408555748F46AF99B19399F96A1E208"/>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0A0B0EC87304876ACE56C9FB7322B0F8">
    <w:name w:val="90A0B0EC87304876ACE56C9FB7322B0F8"/>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52736EB38945AD8FF27F0E8B080E5B8">
    <w:name w:val="5052736EB38945AD8FF27F0E8B080E5B8"/>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CC0365021594C80A8EDD1D4BF9E2D778">
    <w:name w:val="DCC0365021594C80A8EDD1D4BF9E2D778"/>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1A3EDACA1E6417592A1ACDDDD733A8A3">
    <w:name w:val="21A3EDACA1E6417592A1ACDDDD733A8A3"/>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4A6FF8994D54CE6A5BDB3F99077C0D81">
    <w:name w:val="04A6FF8994D54CE6A5BDB3F99077C0D81"/>
    <w:rsid w:val="00F9686B"/>
    <w:pPr>
      <w:widowControl w:val="0"/>
      <w:jc w:val="both"/>
    </w:pPr>
    <w:rPr>
      <w:rFonts w:ascii="Century" w:eastAsia="ＭＳ 明朝" w:hAnsi="Century" w:cs="Times New Roman"/>
      <w:szCs w:val="24"/>
    </w:rPr>
  </w:style>
  <w:style w:type="paragraph" w:customStyle="1" w:styleId="CC36A7C50DF94F4695B298E7733720ED8">
    <w:name w:val="CC36A7C50DF94F4695B298E7733720ED8"/>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FBC7EBCA77E4ED880D2B240920B21CC8">
    <w:name w:val="DFBC7EBCA77E4ED880D2B240920B21CC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ECEDF87934749538036B788BBE389E68">
    <w:name w:val="9ECEDF87934749538036B788BBE389E6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13C5142E2D491CAE3715E1993112328">
    <w:name w:val="5A13C5142E2D491CAE3715E199311232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D1C09246A240F7A558B82E3D5A47918">
    <w:name w:val="C0D1C09246A240F7A558B82E3D5A479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30594E7218422AB0C0C84D298476E68">
    <w:name w:val="3730594E7218422AB0C0C84D298476E6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511357A015641608BE227D3949EB6C18">
    <w:name w:val="3511357A015641608BE227D3949EB6C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2C1A88095054FE3AEB3ABF2676222AA8">
    <w:name w:val="C2C1A88095054FE3AEB3ABF2676222AA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76AF3B4C2F3459EBFE7F462FFECC7D18">
    <w:name w:val="576AF3B4C2F3459EBFE7F462FFECC7D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9D24E30CA44E28BE64A976C04EBB5A8">
    <w:name w:val="519D24E30CA44E28BE64A976C04EBB5A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6F234313F824E12A5737060F4273D548">
    <w:name w:val="76F234313F824E12A5737060F4273D54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CAE121D87554FC88A0F9E33C42F66D08">
    <w:name w:val="3CAE121D87554FC88A0F9E33C42F66D0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42370FA69A24D17A33608A0CA548CC68">
    <w:name w:val="E42370FA69A24D17A33608A0CA548CC6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E87C626B69496787F44171983D1D258">
    <w:name w:val="28E87C626B69496787F44171983D1D25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65249A59DA4E489DB09D375F236FF58">
    <w:name w:val="FE65249A59DA4E489DB09D375F236FF5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AF9EB7DD8244284B27351D118CC3D778">
    <w:name w:val="1AF9EB7DD8244284B27351D118CC3D77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99842FD62E47A4981CA385298E77178">
    <w:name w:val="9799842FD62E47A4981CA385298E7717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2016A317D4434AF78A1D64E536F028">
    <w:name w:val="48A2016A317D4434AF78A1D64E536F02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AE7DC15B317408985263706E79419B18">
    <w:name w:val="DAE7DC15B317408985263706E79419B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968AF381AD48A2BF9098EB825166AD8">
    <w:name w:val="0F968AF381AD48A2BF9098EB825166AD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F62A4B9E1A7428D85184EE6E3D76C748">
    <w:name w:val="1F62A4B9E1A7428D85184EE6E3D76C74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173C2C22DBC42A8B3C801AD5C057EB48">
    <w:name w:val="F173C2C22DBC42A8B3C801AD5C057EB4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0B45A0BAD9B4C759BC0B1BE15D34A668">
    <w:name w:val="10B45A0BAD9B4C759BC0B1BE15D34A66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0C8F0750D54AFE8D9B46F4251027638">
    <w:name w:val="4E0C8F0750D54AFE8D9B46F425102763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CFE51D224564F2DBA36F68F89EE3E7F8">
    <w:name w:val="6CFE51D224564F2DBA36F68F89EE3E7F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623711D44343319A222C0F05108D318">
    <w:name w:val="B7623711D44343319A222C0F05108D3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416B3AAE34841FC93B9BA9E9A3B140A8">
    <w:name w:val="0416B3AAE34841FC93B9BA9E9A3B140A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53F3C271344A4184A20DF08C7BFC798">
    <w:name w:val="DF53F3C271344A4184A20DF08C7BFC79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022EC3A3F049E8A5DB114C0EE8CEDE8">
    <w:name w:val="A4022EC3A3F049E8A5DB114C0EE8CEDE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9F89AAE501143E289B024AAAD744E148">
    <w:name w:val="A9F89AAE501143E289B024AAAD744E14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5B3C026EC874F30BF8E11008FD3E95B8">
    <w:name w:val="15B3C026EC874F30BF8E11008FD3E95B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D0F208031B47489470D95F085A6F3A8">
    <w:name w:val="CBD0F208031B47489470D95F085A6F3A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F0757EA99A42668D5FF482078AAF158">
    <w:name w:val="6DF0757EA99A42668D5FF482078AAF15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36DC1A727D4F8B99960480CC05DF588">
    <w:name w:val="6E36DC1A727D4F8B99960480CC05DF58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0414A0B8FB9493AA40E7730FFE3BB098">
    <w:name w:val="70414A0B8FB9493AA40E7730FFE3BB09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42425BF5CB34AF587087F984222F30F8">
    <w:name w:val="C42425BF5CB34AF587087F984222F30F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B3EA4D49334A2390572B7CDF7B89A68">
    <w:name w:val="92B3EA4D49334A2390572B7CDF7B89A6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8">
    <w:name w:val="B530D9E20868431CB7EF4E8F9D8F4F98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8">
    <w:name w:val="0ABA8C64623C47D3B1ECD4595AE14E29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8">
    <w:name w:val="28CA7C8D8D9849E5B5CF1269282C946F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8">
    <w:name w:val="F55732B0330445E2A5890FCCEDF693B9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8">
    <w:name w:val="B42F8ED697344E739E2A7C95CFD10E4C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8">
    <w:name w:val="649A943F2BFA4DE292947EA940BE176D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8">
    <w:name w:val="8EC3F54E36944201A6EB180FDDC2E7E4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8">
    <w:name w:val="EE2249B155A940E29F996FBA3C723E5C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8">
    <w:name w:val="2245A4D397AD4DEDAA47906D0A29BC4B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8">
    <w:name w:val="B9BCEE44F690421C9BB796FADB126050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8">
    <w:name w:val="5E56BC5F13FB4707A7F40AB0C8DDA1EB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B0F2A4D43F4E6FA20AD816FA6A55338">
    <w:name w:val="CEB0F2A4D43F4E6FA20AD816FA6A55338"/>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901DF6D6BD446328579CF3778CB569B8">
    <w:name w:val="1901DF6D6BD446328579CF3778CB569B8"/>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026B2B55C4481899904408F4D3E84A8">
    <w:name w:val="AF026B2B55C4481899904408F4D3E84A8"/>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CE989ED5AAA4849BF41794E6FCE792B8">
    <w:name w:val="ECE989ED5AAA4849BF41794E6FCE792B8"/>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15">
    <w:name w:val="F355AD47D7104391B39B17149C846357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15">
    <w:name w:val="07E69319DF754E8DA3D762810E44D4F1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15">
    <w:name w:val="6F0414F8644142188C3CB3CF842FA35E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15">
    <w:name w:val="1330362FC25C40038186C87940577DBA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15">
    <w:name w:val="591AAD54DE974B29B300C7E0B00AB789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15">
    <w:name w:val="9781C88A472F4F99B9C232BFAFBCB82B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15">
    <w:name w:val="D2DF40BEBDE24E19ABED2E202B229432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15">
    <w:name w:val="E5FCB0FC1A714031A21C2547F0286583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15">
    <w:name w:val="7842081077FD4A8191DA5CD35EB7BA78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15">
    <w:name w:val="32397F6AE95E44569789DFF642CDF7CF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15">
    <w:name w:val="F231F4B61C45447C9DAACFB8EF072E17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15">
    <w:name w:val="B618AE2E0D524F7784AB2088C4DE063D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15">
    <w:name w:val="8DE20A4FE6944357AC206E8E9DF9E173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15">
    <w:name w:val="AA55AC7C76594D699539187979F7587B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15">
    <w:name w:val="82D8FFCAF1114CB8984CC3D7B56D1373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15">
    <w:name w:val="FB07527729ED46B18394BE682205D088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15">
    <w:name w:val="B4D2E5B7643C44A88B333B36D27C61EB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15">
    <w:name w:val="EBA1F054F23D40DF91A4211CEAA0DF76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15">
    <w:name w:val="5DC5B2035344469AB23D6EF0770EEBC8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15">
    <w:name w:val="87E6AC5CA5B34686BE6A9DBA67F2220E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15">
    <w:name w:val="37B33F0E1D8244BD98E5AF42DA64DB91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15">
    <w:name w:val="BA9EFB2C79734B1981F9F95AE8C79FF4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15">
    <w:name w:val="4EFC5E65A2844BC88C7F54071200A0A1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15">
    <w:name w:val="364BECBB70224535B019A334E0FAEED1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15">
    <w:name w:val="2AE337788F4F4FC88C456B350956037D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15">
    <w:name w:val="8D99489B3B4D44A8976D0795A2C2129F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15">
    <w:name w:val="B8A23D683A324B3F9872FF78326CF60F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15">
    <w:name w:val="0D460EDC5BC2456487F50C76739FB89D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15">
    <w:name w:val="4812D6A28D0D46CE946856910FC88502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15">
    <w:name w:val="7FAD0B75F40E4450925DD0C253233682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15">
    <w:name w:val="6BDE69584B134F94965F13E2263BC570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15">
    <w:name w:val="9FD124A447BA4D028F9BD4A65F57B892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15">
    <w:name w:val="9D6B5E112BD74311AE52B862910F6201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15">
    <w:name w:val="A618A57B0CBE4FE6954C255C0E4967E0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15">
    <w:name w:val="DB9C3E719C5244FA85EA36F1F30889B9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15">
    <w:name w:val="7508B0240A4545818C84CD7D781FCE2C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20">
    <w:name w:val="B786802532A24D3BA02001497134E6C0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7408555748F46AF99B19399F96A1E209">
    <w:name w:val="D7408555748F46AF99B19399F96A1E209"/>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0A0B0EC87304876ACE56C9FB7322B0F9">
    <w:name w:val="90A0B0EC87304876ACE56C9FB7322B0F9"/>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52736EB38945AD8FF27F0E8B080E5B9">
    <w:name w:val="5052736EB38945AD8FF27F0E8B080E5B9"/>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CC0365021594C80A8EDD1D4BF9E2D779">
    <w:name w:val="DCC0365021594C80A8EDD1D4BF9E2D779"/>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1A3EDACA1E6417592A1ACDDDD733A8A4">
    <w:name w:val="21A3EDACA1E6417592A1ACDDDD733A8A4"/>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4A6FF8994D54CE6A5BDB3F99077C0D82">
    <w:name w:val="04A6FF8994D54CE6A5BDB3F99077C0D82"/>
    <w:rsid w:val="00F9686B"/>
    <w:pPr>
      <w:widowControl w:val="0"/>
      <w:jc w:val="both"/>
    </w:pPr>
    <w:rPr>
      <w:rFonts w:ascii="Century" w:eastAsia="ＭＳ 明朝" w:hAnsi="Century" w:cs="Times New Roman"/>
      <w:szCs w:val="24"/>
    </w:rPr>
  </w:style>
  <w:style w:type="paragraph" w:customStyle="1" w:styleId="CC36A7C50DF94F4695B298E7733720ED9">
    <w:name w:val="CC36A7C50DF94F4695B298E7733720ED9"/>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FBC7EBCA77E4ED880D2B240920B21CC9">
    <w:name w:val="DFBC7EBCA77E4ED880D2B240920B21CC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ECEDF87934749538036B788BBE389E69">
    <w:name w:val="9ECEDF87934749538036B788BBE389E6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13C5142E2D491CAE3715E1993112329">
    <w:name w:val="5A13C5142E2D491CAE3715E199311232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D1C09246A240F7A558B82E3D5A47919">
    <w:name w:val="C0D1C09246A240F7A558B82E3D5A479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30594E7218422AB0C0C84D298476E69">
    <w:name w:val="3730594E7218422AB0C0C84D298476E6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511357A015641608BE227D3949EB6C19">
    <w:name w:val="3511357A015641608BE227D3949EB6C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2C1A88095054FE3AEB3ABF2676222AA9">
    <w:name w:val="C2C1A88095054FE3AEB3ABF2676222AA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76AF3B4C2F3459EBFE7F462FFECC7D19">
    <w:name w:val="576AF3B4C2F3459EBFE7F462FFECC7D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9D24E30CA44E28BE64A976C04EBB5A9">
    <w:name w:val="519D24E30CA44E28BE64A976C04EBB5A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6F234313F824E12A5737060F4273D549">
    <w:name w:val="76F234313F824E12A5737060F4273D54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CAE121D87554FC88A0F9E33C42F66D09">
    <w:name w:val="3CAE121D87554FC88A0F9E33C42F66D0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42370FA69A24D17A33608A0CA548CC69">
    <w:name w:val="E42370FA69A24D17A33608A0CA548CC6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E87C626B69496787F44171983D1D259">
    <w:name w:val="28E87C626B69496787F44171983D1D25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65249A59DA4E489DB09D375F236FF59">
    <w:name w:val="FE65249A59DA4E489DB09D375F236FF5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AF9EB7DD8244284B27351D118CC3D779">
    <w:name w:val="1AF9EB7DD8244284B27351D118CC3D77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99842FD62E47A4981CA385298E77179">
    <w:name w:val="9799842FD62E47A4981CA385298E7717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2016A317D4434AF78A1D64E536F029">
    <w:name w:val="48A2016A317D4434AF78A1D64E536F02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AE7DC15B317408985263706E79419B19">
    <w:name w:val="DAE7DC15B317408985263706E79419B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968AF381AD48A2BF9098EB825166AD9">
    <w:name w:val="0F968AF381AD48A2BF9098EB825166AD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F62A4B9E1A7428D85184EE6E3D76C749">
    <w:name w:val="1F62A4B9E1A7428D85184EE6E3D76C74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173C2C22DBC42A8B3C801AD5C057EB49">
    <w:name w:val="F173C2C22DBC42A8B3C801AD5C057EB4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0B45A0BAD9B4C759BC0B1BE15D34A669">
    <w:name w:val="10B45A0BAD9B4C759BC0B1BE15D34A66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0C8F0750D54AFE8D9B46F4251027639">
    <w:name w:val="4E0C8F0750D54AFE8D9B46F425102763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CFE51D224564F2DBA36F68F89EE3E7F9">
    <w:name w:val="6CFE51D224564F2DBA36F68F89EE3E7F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623711D44343319A222C0F05108D319">
    <w:name w:val="B7623711D44343319A222C0F05108D3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416B3AAE34841FC93B9BA9E9A3B140A9">
    <w:name w:val="0416B3AAE34841FC93B9BA9E9A3B140A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53F3C271344A4184A20DF08C7BFC799">
    <w:name w:val="DF53F3C271344A4184A20DF08C7BFC79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022EC3A3F049E8A5DB114C0EE8CEDE9">
    <w:name w:val="A4022EC3A3F049E8A5DB114C0EE8CEDE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9F89AAE501143E289B024AAAD744E149">
    <w:name w:val="A9F89AAE501143E289B024AAAD744E14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5B3C026EC874F30BF8E11008FD3E95B9">
    <w:name w:val="15B3C026EC874F30BF8E11008FD3E95B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D0F208031B47489470D95F085A6F3A9">
    <w:name w:val="CBD0F208031B47489470D95F085A6F3A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F0757EA99A42668D5FF482078AAF159">
    <w:name w:val="6DF0757EA99A42668D5FF482078AAF15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36DC1A727D4F8B99960480CC05DF589">
    <w:name w:val="6E36DC1A727D4F8B99960480CC05DF58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0414A0B8FB9493AA40E7730FFE3BB099">
    <w:name w:val="70414A0B8FB9493AA40E7730FFE3BB09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42425BF5CB34AF587087F984222F30F9">
    <w:name w:val="C42425BF5CB34AF587087F984222F30F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B3EA4D49334A2390572B7CDF7B89A69">
    <w:name w:val="92B3EA4D49334A2390572B7CDF7B89A6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9">
    <w:name w:val="B530D9E20868431CB7EF4E8F9D8F4F98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9">
    <w:name w:val="0ABA8C64623C47D3B1ECD4595AE14E29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9">
    <w:name w:val="28CA7C8D8D9849E5B5CF1269282C946F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9">
    <w:name w:val="F55732B0330445E2A5890FCCEDF693B9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9">
    <w:name w:val="B42F8ED697344E739E2A7C95CFD10E4C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9">
    <w:name w:val="649A943F2BFA4DE292947EA940BE176D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9">
    <w:name w:val="8EC3F54E36944201A6EB180FDDC2E7E4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9">
    <w:name w:val="EE2249B155A940E29F996FBA3C723E5C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9">
    <w:name w:val="2245A4D397AD4DEDAA47906D0A29BC4B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9">
    <w:name w:val="B9BCEE44F690421C9BB796FADB126050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9">
    <w:name w:val="5E56BC5F13FB4707A7F40AB0C8DDA1EB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B0F2A4D43F4E6FA20AD816FA6A55339">
    <w:name w:val="CEB0F2A4D43F4E6FA20AD816FA6A55339"/>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901DF6D6BD446328579CF3778CB569B9">
    <w:name w:val="1901DF6D6BD446328579CF3778CB569B9"/>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026B2B55C4481899904408F4D3E84A9">
    <w:name w:val="AF026B2B55C4481899904408F4D3E84A9"/>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CE989ED5AAA4849BF41794E6FCE792B9">
    <w:name w:val="ECE989ED5AAA4849BF41794E6FCE792B9"/>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16">
    <w:name w:val="F355AD47D7104391B39B17149C846357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16">
    <w:name w:val="07E69319DF754E8DA3D762810E44D4F1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16">
    <w:name w:val="6F0414F8644142188C3CB3CF842FA35E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16">
    <w:name w:val="1330362FC25C40038186C87940577DBA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16">
    <w:name w:val="591AAD54DE974B29B300C7E0B00AB789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16">
    <w:name w:val="9781C88A472F4F99B9C232BFAFBCB82B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16">
    <w:name w:val="D2DF40BEBDE24E19ABED2E202B229432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16">
    <w:name w:val="E5FCB0FC1A714031A21C2547F0286583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16">
    <w:name w:val="7842081077FD4A8191DA5CD35EB7BA78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16">
    <w:name w:val="32397F6AE95E44569789DFF642CDF7CF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16">
    <w:name w:val="F231F4B61C45447C9DAACFB8EF072E17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16">
    <w:name w:val="B618AE2E0D524F7784AB2088C4DE063D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16">
    <w:name w:val="8DE20A4FE6944357AC206E8E9DF9E173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16">
    <w:name w:val="AA55AC7C76594D699539187979F7587B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16">
    <w:name w:val="82D8FFCAF1114CB8984CC3D7B56D1373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16">
    <w:name w:val="FB07527729ED46B18394BE682205D088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16">
    <w:name w:val="B4D2E5B7643C44A88B333B36D27C61EB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16">
    <w:name w:val="EBA1F054F23D40DF91A4211CEAA0DF76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16">
    <w:name w:val="5DC5B2035344469AB23D6EF0770EEBC8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16">
    <w:name w:val="87E6AC5CA5B34686BE6A9DBA67F2220E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16">
    <w:name w:val="37B33F0E1D8244BD98E5AF42DA64DB91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16">
    <w:name w:val="BA9EFB2C79734B1981F9F95AE8C79FF4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16">
    <w:name w:val="4EFC5E65A2844BC88C7F54071200A0A1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16">
    <w:name w:val="364BECBB70224535B019A334E0FAEED1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16">
    <w:name w:val="2AE337788F4F4FC88C456B350956037D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16">
    <w:name w:val="8D99489B3B4D44A8976D0795A2C2129F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16">
    <w:name w:val="B8A23D683A324B3F9872FF78326CF60F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16">
    <w:name w:val="0D460EDC5BC2456487F50C76739FB89D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16">
    <w:name w:val="4812D6A28D0D46CE946856910FC88502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16">
    <w:name w:val="7FAD0B75F40E4450925DD0C253233682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16">
    <w:name w:val="6BDE69584B134F94965F13E2263BC570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16">
    <w:name w:val="9FD124A447BA4D028F9BD4A65F57B892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16">
    <w:name w:val="9D6B5E112BD74311AE52B862910F6201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16">
    <w:name w:val="A618A57B0CBE4FE6954C255C0E4967E0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16">
    <w:name w:val="DB9C3E719C5244FA85EA36F1F30889B9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16">
    <w:name w:val="7508B0240A4545818C84CD7D781FCE2C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21">
    <w:name w:val="B786802532A24D3BA02001497134E6C0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7408555748F46AF99B19399F96A1E2010">
    <w:name w:val="D7408555748F46AF99B19399F96A1E2010"/>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0A0B0EC87304876ACE56C9FB7322B0F10">
    <w:name w:val="90A0B0EC87304876ACE56C9FB7322B0F10"/>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52736EB38945AD8FF27F0E8B080E5B10">
    <w:name w:val="5052736EB38945AD8FF27F0E8B080E5B10"/>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CC0365021594C80A8EDD1D4BF9E2D7710">
    <w:name w:val="DCC0365021594C80A8EDD1D4BF9E2D7710"/>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1A3EDACA1E6417592A1ACDDDD733A8A5">
    <w:name w:val="21A3EDACA1E6417592A1ACDDDD733A8A5"/>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4A6FF8994D54CE6A5BDB3F99077C0D83">
    <w:name w:val="04A6FF8994D54CE6A5BDB3F99077C0D83"/>
    <w:rsid w:val="00F9686B"/>
    <w:pPr>
      <w:widowControl w:val="0"/>
      <w:jc w:val="both"/>
    </w:pPr>
    <w:rPr>
      <w:rFonts w:ascii="Century" w:eastAsia="ＭＳ 明朝" w:hAnsi="Century" w:cs="Times New Roman"/>
      <w:szCs w:val="24"/>
    </w:rPr>
  </w:style>
  <w:style w:type="paragraph" w:customStyle="1" w:styleId="CC36A7C50DF94F4695B298E7733720ED10">
    <w:name w:val="CC36A7C50DF94F4695B298E7733720ED10"/>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FBC7EBCA77E4ED880D2B240920B21CC10">
    <w:name w:val="DFBC7EBCA77E4ED880D2B240920B21CC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ECEDF87934749538036B788BBE389E610">
    <w:name w:val="9ECEDF87934749538036B788BBE389E6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13C5142E2D491CAE3715E19931123210">
    <w:name w:val="5A13C5142E2D491CAE3715E199311232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D1C09246A240F7A558B82E3D5A479110">
    <w:name w:val="C0D1C09246A240F7A558B82E3D5A4791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30594E7218422AB0C0C84D298476E610">
    <w:name w:val="3730594E7218422AB0C0C84D298476E6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511357A015641608BE227D3949EB6C110">
    <w:name w:val="3511357A015641608BE227D3949EB6C1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2C1A88095054FE3AEB3ABF2676222AA10">
    <w:name w:val="C2C1A88095054FE3AEB3ABF2676222AA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76AF3B4C2F3459EBFE7F462FFECC7D110">
    <w:name w:val="576AF3B4C2F3459EBFE7F462FFECC7D1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9D24E30CA44E28BE64A976C04EBB5A10">
    <w:name w:val="519D24E30CA44E28BE64A976C04EBB5A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6F234313F824E12A5737060F4273D5410">
    <w:name w:val="76F234313F824E12A5737060F4273D54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CAE121D87554FC88A0F9E33C42F66D010">
    <w:name w:val="3CAE121D87554FC88A0F9E33C42F66D0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42370FA69A24D17A33608A0CA548CC610">
    <w:name w:val="E42370FA69A24D17A33608A0CA548CC6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E87C626B69496787F44171983D1D2510">
    <w:name w:val="28E87C626B69496787F44171983D1D25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65249A59DA4E489DB09D375F236FF510">
    <w:name w:val="FE65249A59DA4E489DB09D375F236FF5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AF9EB7DD8244284B27351D118CC3D7710">
    <w:name w:val="1AF9EB7DD8244284B27351D118CC3D77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99842FD62E47A4981CA385298E771710">
    <w:name w:val="9799842FD62E47A4981CA385298E7717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2016A317D4434AF78A1D64E536F0210">
    <w:name w:val="48A2016A317D4434AF78A1D64E536F02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AE7DC15B317408985263706E79419B110">
    <w:name w:val="DAE7DC15B317408985263706E79419B1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968AF381AD48A2BF9098EB825166AD10">
    <w:name w:val="0F968AF381AD48A2BF9098EB825166AD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F62A4B9E1A7428D85184EE6E3D76C7410">
    <w:name w:val="1F62A4B9E1A7428D85184EE6E3D76C74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173C2C22DBC42A8B3C801AD5C057EB410">
    <w:name w:val="F173C2C22DBC42A8B3C801AD5C057EB4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0B45A0BAD9B4C759BC0B1BE15D34A6610">
    <w:name w:val="10B45A0BAD9B4C759BC0B1BE15D34A66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0C8F0750D54AFE8D9B46F42510276310">
    <w:name w:val="4E0C8F0750D54AFE8D9B46F425102763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CFE51D224564F2DBA36F68F89EE3E7F10">
    <w:name w:val="6CFE51D224564F2DBA36F68F89EE3E7F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623711D44343319A222C0F05108D3110">
    <w:name w:val="B7623711D44343319A222C0F05108D31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416B3AAE34841FC93B9BA9E9A3B140A10">
    <w:name w:val="0416B3AAE34841FC93B9BA9E9A3B140A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53F3C271344A4184A20DF08C7BFC7910">
    <w:name w:val="DF53F3C271344A4184A20DF08C7BFC79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022EC3A3F049E8A5DB114C0EE8CEDE10">
    <w:name w:val="A4022EC3A3F049E8A5DB114C0EE8CEDE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9F89AAE501143E289B024AAAD744E1410">
    <w:name w:val="A9F89AAE501143E289B024AAAD744E14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5B3C026EC874F30BF8E11008FD3E95B10">
    <w:name w:val="15B3C026EC874F30BF8E11008FD3E95B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D0F208031B47489470D95F085A6F3A10">
    <w:name w:val="CBD0F208031B47489470D95F085A6F3A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F0757EA99A42668D5FF482078AAF1510">
    <w:name w:val="6DF0757EA99A42668D5FF482078AAF15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36DC1A727D4F8B99960480CC05DF5810">
    <w:name w:val="6E36DC1A727D4F8B99960480CC05DF58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0414A0B8FB9493AA40E7730FFE3BB0910">
    <w:name w:val="70414A0B8FB9493AA40E7730FFE3BB09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42425BF5CB34AF587087F984222F30F10">
    <w:name w:val="C42425BF5CB34AF587087F984222F30F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B3EA4D49334A2390572B7CDF7B89A610">
    <w:name w:val="92B3EA4D49334A2390572B7CDF7B89A6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10">
    <w:name w:val="B530D9E20868431CB7EF4E8F9D8F4F98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10">
    <w:name w:val="0ABA8C64623C47D3B1ECD4595AE14E29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10">
    <w:name w:val="28CA7C8D8D9849E5B5CF1269282C946F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10">
    <w:name w:val="F55732B0330445E2A5890FCCEDF693B9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10">
    <w:name w:val="B42F8ED697344E739E2A7C95CFD10E4C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10">
    <w:name w:val="649A943F2BFA4DE292947EA940BE176D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10">
    <w:name w:val="8EC3F54E36944201A6EB180FDDC2E7E4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10">
    <w:name w:val="EE2249B155A940E29F996FBA3C723E5C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10">
    <w:name w:val="2245A4D397AD4DEDAA47906D0A29BC4B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10">
    <w:name w:val="B9BCEE44F690421C9BB796FADB126050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10">
    <w:name w:val="5E56BC5F13FB4707A7F40AB0C8DDA1EB1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B0F2A4D43F4E6FA20AD816FA6A553310">
    <w:name w:val="CEB0F2A4D43F4E6FA20AD816FA6A553310"/>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901DF6D6BD446328579CF3778CB569B10">
    <w:name w:val="1901DF6D6BD446328579CF3778CB569B10"/>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026B2B55C4481899904408F4D3E84A10">
    <w:name w:val="AF026B2B55C4481899904408F4D3E84A10"/>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CE989ED5AAA4849BF41794E6FCE792B10">
    <w:name w:val="ECE989ED5AAA4849BF41794E6FCE792B10"/>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17">
    <w:name w:val="F355AD47D7104391B39B17149C846357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17">
    <w:name w:val="07E69319DF754E8DA3D762810E44D4F1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17">
    <w:name w:val="6F0414F8644142188C3CB3CF842FA35E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17">
    <w:name w:val="1330362FC25C40038186C87940577DBA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17">
    <w:name w:val="591AAD54DE974B29B300C7E0B00AB789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17">
    <w:name w:val="9781C88A472F4F99B9C232BFAFBCB82B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17">
    <w:name w:val="D2DF40BEBDE24E19ABED2E202B229432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17">
    <w:name w:val="E5FCB0FC1A714031A21C2547F0286583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17">
    <w:name w:val="7842081077FD4A8191DA5CD35EB7BA78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17">
    <w:name w:val="32397F6AE95E44569789DFF642CDF7CF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17">
    <w:name w:val="F231F4B61C45447C9DAACFB8EF072E17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17">
    <w:name w:val="B618AE2E0D524F7784AB2088C4DE063D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17">
    <w:name w:val="8DE20A4FE6944357AC206E8E9DF9E173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17">
    <w:name w:val="AA55AC7C76594D699539187979F7587B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17">
    <w:name w:val="82D8FFCAF1114CB8984CC3D7B56D1373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17">
    <w:name w:val="FB07527729ED46B18394BE682205D088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17">
    <w:name w:val="B4D2E5B7643C44A88B333B36D27C61EB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17">
    <w:name w:val="EBA1F054F23D40DF91A4211CEAA0DF76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17">
    <w:name w:val="5DC5B2035344469AB23D6EF0770EEBC8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17">
    <w:name w:val="87E6AC5CA5B34686BE6A9DBA67F2220E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17">
    <w:name w:val="37B33F0E1D8244BD98E5AF42DA64DB91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17">
    <w:name w:val="BA9EFB2C79734B1981F9F95AE8C79FF4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17">
    <w:name w:val="4EFC5E65A2844BC88C7F54071200A0A1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17">
    <w:name w:val="364BECBB70224535B019A334E0FAEED1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17">
    <w:name w:val="2AE337788F4F4FC88C456B350956037D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17">
    <w:name w:val="8D99489B3B4D44A8976D0795A2C2129F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17">
    <w:name w:val="B8A23D683A324B3F9872FF78326CF60F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17">
    <w:name w:val="0D460EDC5BC2456487F50C76739FB89D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17">
    <w:name w:val="4812D6A28D0D46CE946856910FC88502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17">
    <w:name w:val="7FAD0B75F40E4450925DD0C253233682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17">
    <w:name w:val="6BDE69584B134F94965F13E2263BC570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17">
    <w:name w:val="9FD124A447BA4D028F9BD4A65F57B892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17">
    <w:name w:val="9D6B5E112BD74311AE52B862910F6201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17">
    <w:name w:val="A618A57B0CBE4FE6954C255C0E4967E0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17">
    <w:name w:val="DB9C3E719C5244FA85EA36F1F30889B9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17">
    <w:name w:val="7508B0240A4545818C84CD7D781FCE2C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22">
    <w:name w:val="B786802532A24D3BA02001497134E6C0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7408555748F46AF99B19399F96A1E2011">
    <w:name w:val="D7408555748F46AF99B19399F96A1E2011"/>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0A0B0EC87304876ACE56C9FB7322B0F11">
    <w:name w:val="90A0B0EC87304876ACE56C9FB7322B0F11"/>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52736EB38945AD8FF27F0E8B080E5B11">
    <w:name w:val="5052736EB38945AD8FF27F0E8B080E5B11"/>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CC0365021594C80A8EDD1D4BF9E2D7711">
    <w:name w:val="DCC0365021594C80A8EDD1D4BF9E2D7711"/>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1A3EDACA1E6417592A1ACDDDD733A8A6">
    <w:name w:val="21A3EDACA1E6417592A1ACDDDD733A8A6"/>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4A6FF8994D54CE6A5BDB3F99077C0D84">
    <w:name w:val="04A6FF8994D54CE6A5BDB3F99077C0D84"/>
    <w:rsid w:val="00F9686B"/>
    <w:pPr>
      <w:widowControl w:val="0"/>
      <w:jc w:val="both"/>
    </w:pPr>
    <w:rPr>
      <w:rFonts w:ascii="Century" w:eastAsia="ＭＳ 明朝" w:hAnsi="Century" w:cs="Times New Roman"/>
      <w:szCs w:val="24"/>
    </w:rPr>
  </w:style>
  <w:style w:type="paragraph" w:customStyle="1" w:styleId="CC36A7C50DF94F4695B298E7733720ED11">
    <w:name w:val="CC36A7C50DF94F4695B298E7733720ED11"/>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FBC7EBCA77E4ED880D2B240920B21CC11">
    <w:name w:val="DFBC7EBCA77E4ED880D2B240920B21CC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ECEDF87934749538036B788BBE389E611">
    <w:name w:val="9ECEDF87934749538036B788BBE389E6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13C5142E2D491CAE3715E19931123211">
    <w:name w:val="5A13C5142E2D491CAE3715E199311232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D1C09246A240F7A558B82E3D5A479111">
    <w:name w:val="C0D1C09246A240F7A558B82E3D5A4791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30594E7218422AB0C0C84D298476E611">
    <w:name w:val="3730594E7218422AB0C0C84D298476E6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511357A015641608BE227D3949EB6C111">
    <w:name w:val="3511357A015641608BE227D3949EB6C1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2C1A88095054FE3AEB3ABF2676222AA11">
    <w:name w:val="C2C1A88095054FE3AEB3ABF2676222AA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76AF3B4C2F3459EBFE7F462FFECC7D111">
    <w:name w:val="576AF3B4C2F3459EBFE7F462FFECC7D1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9D24E30CA44E28BE64A976C04EBB5A11">
    <w:name w:val="519D24E30CA44E28BE64A976C04EBB5A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6F234313F824E12A5737060F4273D5411">
    <w:name w:val="76F234313F824E12A5737060F4273D54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CAE121D87554FC88A0F9E33C42F66D011">
    <w:name w:val="3CAE121D87554FC88A0F9E33C42F66D0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42370FA69A24D17A33608A0CA548CC611">
    <w:name w:val="E42370FA69A24D17A33608A0CA548CC6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E87C626B69496787F44171983D1D2511">
    <w:name w:val="28E87C626B69496787F44171983D1D25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65249A59DA4E489DB09D375F236FF511">
    <w:name w:val="FE65249A59DA4E489DB09D375F236FF5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AF9EB7DD8244284B27351D118CC3D7711">
    <w:name w:val="1AF9EB7DD8244284B27351D118CC3D77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99842FD62E47A4981CA385298E771711">
    <w:name w:val="9799842FD62E47A4981CA385298E7717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2016A317D4434AF78A1D64E536F0211">
    <w:name w:val="48A2016A317D4434AF78A1D64E536F02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AE7DC15B317408985263706E79419B111">
    <w:name w:val="DAE7DC15B317408985263706E79419B1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968AF381AD48A2BF9098EB825166AD11">
    <w:name w:val="0F968AF381AD48A2BF9098EB825166AD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F62A4B9E1A7428D85184EE6E3D76C7411">
    <w:name w:val="1F62A4B9E1A7428D85184EE6E3D76C74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173C2C22DBC42A8B3C801AD5C057EB411">
    <w:name w:val="F173C2C22DBC42A8B3C801AD5C057EB4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0B45A0BAD9B4C759BC0B1BE15D34A6611">
    <w:name w:val="10B45A0BAD9B4C759BC0B1BE15D34A66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0C8F0750D54AFE8D9B46F42510276311">
    <w:name w:val="4E0C8F0750D54AFE8D9B46F425102763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CFE51D224564F2DBA36F68F89EE3E7F11">
    <w:name w:val="6CFE51D224564F2DBA36F68F89EE3E7F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623711D44343319A222C0F05108D3111">
    <w:name w:val="B7623711D44343319A222C0F05108D31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416B3AAE34841FC93B9BA9E9A3B140A11">
    <w:name w:val="0416B3AAE34841FC93B9BA9E9A3B140A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53F3C271344A4184A20DF08C7BFC7911">
    <w:name w:val="DF53F3C271344A4184A20DF08C7BFC79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022EC3A3F049E8A5DB114C0EE8CEDE11">
    <w:name w:val="A4022EC3A3F049E8A5DB114C0EE8CEDE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9F89AAE501143E289B024AAAD744E1411">
    <w:name w:val="A9F89AAE501143E289B024AAAD744E14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5B3C026EC874F30BF8E11008FD3E95B11">
    <w:name w:val="15B3C026EC874F30BF8E11008FD3E95B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D0F208031B47489470D95F085A6F3A11">
    <w:name w:val="CBD0F208031B47489470D95F085A6F3A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F0757EA99A42668D5FF482078AAF1511">
    <w:name w:val="6DF0757EA99A42668D5FF482078AAF15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36DC1A727D4F8B99960480CC05DF5811">
    <w:name w:val="6E36DC1A727D4F8B99960480CC05DF58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0414A0B8FB9493AA40E7730FFE3BB0911">
    <w:name w:val="70414A0B8FB9493AA40E7730FFE3BB09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42425BF5CB34AF587087F984222F30F11">
    <w:name w:val="C42425BF5CB34AF587087F984222F30F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B3EA4D49334A2390572B7CDF7B89A611">
    <w:name w:val="92B3EA4D49334A2390572B7CDF7B89A6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11">
    <w:name w:val="B530D9E20868431CB7EF4E8F9D8F4F98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11">
    <w:name w:val="0ABA8C64623C47D3B1ECD4595AE14E29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11">
    <w:name w:val="28CA7C8D8D9849E5B5CF1269282C946F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11">
    <w:name w:val="F55732B0330445E2A5890FCCEDF693B9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11">
    <w:name w:val="B42F8ED697344E739E2A7C95CFD10E4C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11">
    <w:name w:val="649A943F2BFA4DE292947EA940BE176D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11">
    <w:name w:val="8EC3F54E36944201A6EB180FDDC2E7E4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11">
    <w:name w:val="EE2249B155A940E29F996FBA3C723E5C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11">
    <w:name w:val="2245A4D397AD4DEDAA47906D0A29BC4B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11">
    <w:name w:val="B9BCEE44F690421C9BB796FADB126050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11">
    <w:name w:val="5E56BC5F13FB4707A7F40AB0C8DDA1EB1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B0F2A4D43F4E6FA20AD816FA6A553311">
    <w:name w:val="CEB0F2A4D43F4E6FA20AD816FA6A553311"/>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901DF6D6BD446328579CF3778CB569B11">
    <w:name w:val="1901DF6D6BD446328579CF3778CB569B11"/>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026B2B55C4481899904408F4D3E84A11">
    <w:name w:val="AF026B2B55C4481899904408F4D3E84A11"/>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CE989ED5AAA4849BF41794E6FCE792B11">
    <w:name w:val="ECE989ED5AAA4849BF41794E6FCE792B11"/>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18">
    <w:name w:val="F355AD47D7104391B39B17149C846357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18">
    <w:name w:val="07E69319DF754E8DA3D762810E44D4F1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18">
    <w:name w:val="6F0414F8644142188C3CB3CF842FA35E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18">
    <w:name w:val="1330362FC25C40038186C87940577DBA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18">
    <w:name w:val="591AAD54DE974B29B300C7E0B00AB789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18">
    <w:name w:val="9781C88A472F4F99B9C232BFAFBCB82B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18">
    <w:name w:val="D2DF40BEBDE24E19ABED2E202B229432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18">
    <w:name w:val="E5FCB0FC1A714031A21C2547F0286583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18">
    <w:name w:val="7842081077FD4A8191DA5CD35EB7BA78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18">
    <w:name w:val="32397F6AE95E44569789DFF642CDF7CF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18">
    <w:name w:val="F231F4B61C45447C9DAACFB8EF072E17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18">
    <w:name w:val="B618AE2E0D524F7784AB2088C4DE063D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18">
    <w:name w:val="8DE20A4FE6944357AC206E8E9DF9E173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18">
    <w:name w:val="AA55AC7C76594D699539187979F7587B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18">
    <w:name w:val="82D8FFCAF1114CB8984CC3D7B56D1373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18">
    <w:name w:val="FB07527729ED46B18394BE682205D088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18">
    <w:name w:val="B4D2E5B7643C44A88B333B36D27C61EB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18">
    <w:name w:val="EBA1F054F23D40DF91A4211CEAA0DF76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18">
    <w:name w:val="5DC5B2035344469AB23D6EF0770EEBC8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18">
    <w:name w:val="87E6AC5CA5B34686BE6A9DBA67F2220E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18">
    <w:name w:val="37B33F0E1D8244BD98E5AF42DA64DB91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18">
    <w:name w:val="BA9EFB2C79734B1981F9F95AE8C79FF4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18">
    <w:name w:val="4EFC5E65A2844BC88C7F54071200A0A1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18">
    <w:name w:val="364BECBB70224535B019A334E0FAEED1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18">
    <w:name w:val="2AE337788F4F4FC88C456B350956037D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18">
    <w:name w:val="8D99489B3B4D44A8976D0795A2C2129F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18">
    <w:name w:val="B8A23D683A324B3F9872FF78326CF60F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18">
    <w:name w:val="0D460EDC5BC2456487F50C76739FB89D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18">
    <w:name w:val="4812D6A28D0D46CE946856910FC88502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18">
    <w:name w:val="7FAD0B75F40E4450925DD0C253233682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18">
    <w:name w:val="6BDE69584B134F94965F13E2263BC570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18">
    <w:name w:val="9FD124A447BA4D028F9BD4A65F57B892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18">
    <w:name w:val="9D6B5E112BD74311AE52B862910F6201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18">
    <w:name w:val="A618A57B0CBE4FE6954C255C0E4967E0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18">
    <w:name w:val="DB9C3E719C5244FA85EA36F1F30889B9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18">
    <w:name w:val="7508B0240A4545818C84CD7D781FCE2C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76564CB97C1419F9DEB05E0C0BF3D72">
    <w:name w:val="176564CB97C1419F9DEB05E0C0BF3D72"/>
    <w:rsid w:val="00F9686B"/>
    <w:pPr>
      <w:widowControl w:val="0"/>
      <w:jc w:val="both"/>
    </w:pPr>
  </w:style>
  <w:style w:type="paragraph" w:customStyle="1" w:styleId="3CD7E57AF30E47AD9BC589EADCA9F923">
    <w:name w:val="3CD7E57AF30E47AD9BC589EADCA9F923"/>
    <w:rsid w:val="00F9686B"/>
    <w:pPr>
      <w:widowControl w:val="0"/>
      <w:jc w:val="both"/>
    </w:pPr>
  </w:style>
  <w:style w:type="paragraph" w:customStyle="1" w:styleId="B786802532A24D3BA02001497134E6C023">
    <w:name w:val="B786802532A24D3BA02001497134E6C0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7408555748F46AF99B19399F96A1E2012">
    <w:name w:val="D7408555748F46AF99B19399F96A1E2012"/>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0A0B0EC87304876ACE56C9FB7322B0F12">
    <w:name w:val="90A0B0EC87304876ACE56C9FB7322B0F12"/>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52736EB38945AD8FF27F0E8B080E5B12">
    <w:name w:val="5052736EB38945AD8FF27F0E8B080E5B12"/>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CC0365021594C80A8EDD1D4BF9E2D7712">
    <w:name w:val="DCC0365021594C80A8EDD1D4BF9E2D7712"/>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1A3EDACA1E6417592A1ACDDDD733A8A7">
    <w:name w:val="21A3EDACA1E6417592A1ACDDDD733A8A7"/>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4A6FF8994D54CE6A5BDB3F99077C0D85">
    <w:name w:val="04A6FF8994D54CE6A5BDB3F99077C0D85"/>
    <w:rsid w:val="00F9686B"/>
    <w:pPr>
      <w:widowControl w:val="0"/>
      <w:jc w:val="both"/>
    </w:pPr>
    <w:rPr>
      <w:rFonts w:ascii="Century" w:eastAsia="ＭＳ 明朝" w:hAnsi="Century" w:cs="Times New Roman"/>
      <w:szCs w:val="24"/>
    </w:rPr>
  </w:style>
  <w:style w:type="paragraph" w:customStyle="1" w:styleId="3CD7E57AF30E47AD9BC589EADCA9F9231">
    <w:name w:val="3CD7E57AF30E47AD9BC589EADCA9F9231"/>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FBC7EBCA77E4ED880D2B240920B21CC12">
    <w:name w:val="DFBC7EBCA77E4ED880D2B240920B21CC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ECEDF87934749538036B788BBE389E612">
    <w:name w:val="9ECEDF87934749538036B788BBE389E6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13C5142E2D491CAE3715E19931123212">
    <w:name w:val="5A13C5142E2D491CAE3715E199311232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D1C09246A240F7A558B82E3D5A479112">
    <w:name w:val="C0D1C09246A240F7A558B82E3D5A4791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30594E7218422AB0C0C84D298476E612">
    <w:name w:val="3730594E7218422AB0C0C84D298476E6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511357A015641608BE227D3949EB6C112">
    <w:name w:val="3511357A015641608BE227D3949EB6C1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2C1A88095054FE3AEB3ABF2676222AA12">
    <w:name w:val="C2C1A88095054FE3AEB3ABF2676222AA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76AF3B4C2F3459EBFE7F462FFECC7D112">
    <w:name w:val="576AF3B4C2F3459EBFE7F462FFECC7D1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9D24E30CA44E28BE64A976C04EBB5A12">
    <w:name w:val="519D24E30CA44E28BE64A976C04EBB5A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6F234313F824E12A5737060F4273D5412">
    <w:name w:val="76F234313F824E12A5737060F4273D54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CAE121D87554FC88A0F9E33C42F66D012">
    <w:name w:val="3CAE121D87554FC88A0F9E33C42F66D0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42370FA69A24D17A33608A0CA548CC612">
    <w:name w:val="E42370FA69A24D17A33608A0CA548CC6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E87C626B69496787F44171983D1D2512">
    <w:name w:val="28E87C626B69496787F44171983D1D25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65249A59DA4E489DB09D375F236FF512">
    <w:name w:val="FE65249A59DA4E489DB09D375F236FF5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AF9EB7DD8244284B27351D118CC3D7712">
    <w:name w:val="1AF9EB7DD8244284B27351D118CC3D77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99842FD62E47A4981CA385298E771712">
    <w:name w:val="9799842FD62E47A4981CA385298E7717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2016A317D4434AF78A1D64E536F0212">
    <w:name w:val="48A2016A317D4434AF78A1D64E536F02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AE7DC15B317408985263706E79419B112">
    <w:name w:val="DAE7DC15B317408985263706E79419B1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968AF381AD48A2BF9098EB825166AD12">
    <w:name w:val="0F968AF381AD48A2BF9098EB825166AD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F62A4B9E1A7428D85184EE6E3D76C7412">
    <w:name w:val="1F62A4B9E1A7428D85184EE6E3D76C74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173C2C22DBC42A8B3C801AD5C057EB412">
    <w:name w:val="F173C2C22DBC42A8B3C801AD5C057EB4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0B45A0BAD9B4C759BC0B1BE15D34A6612">
    <w:name w:val="10B45A0BAD9B4C759BC0B1BE15D34A66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0C8F0750D54AFE8D9B46F42510276312">
    <w:name w:val="4E0C8F0750D54AFE8D9B46F425102763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CFE51D224564F2DBA36F68F89EE3E7F12">
    <w:name w:val="6CFE51D224564F2DBA36F68F89EE3E7F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623711D44343319A222C0F05108D3112">
    <w:name w:val="B7623711D44343319A222C0F05108D31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416B3AAE34841FC93B9BA9E9A3B140A12">
    <w:name w:val="0416B3AAE34841FC93B9BA9E9A3B140A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53F3C271344A4184A20DF08C7BFC7912">
    <w:name w:val="DF53F3C271344A4184A20DF08C7BFC79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022EC3A3F049E8A5DB114C0EE8CEDE12">
    <w:name w:val="A4022EC3A3F049E8A5DB114C0EE8CEDE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9F89AAE501143E289B024AAAD744E1412">
    <w:name w:val="A9F89AAE501143E289B024AAAD744E14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5B3C026EC874F30BF8E11008FD3E95B12">
    <w:name w:val="15B3C026EC874F30BF8E11008FD3E95B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D0F208031B47489470D95F085A6F3A12">
    <w:name w:val="CBD0F208031B47489470D95F085A6F3A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F0757EA99A42668D5FF482078AAF1512">
    <w:name w:val="6DF0757EA99A42668D5FF482078AAF15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36DC1A727D4F8B99960480CC05DF5812">
    <w:name w:val="6E36DC1A727D4F8B99960480CC05DF58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0414A0B8FB9493AA40E7730FFE3BB0912">
    <w:name w:val="70414A0B8FB9493AA40E7730FFE3BB09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42425BF5CB34AF587087F984222F30F12">
    <w:name w:val="C42425BF5CB34AF587087F984222F30F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B3EA4D49334A2390572B7CDF7B89A612">
    <w:name w:val="92B3EA4D49334A2390572B7CDF7B89A6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12">
    <w:name w:val="B530D9E20868431CB7EF4E8F9D8F4F98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12">
    <w:name w:val="0ABA8C64623C47D3B1ECD4595AE14E29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12">
    <w:name w:val="28CA7C8D8D9849E5B5CF1269282C946F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12">
    <w:name w:val="F55732B0330445E2A5890FCCEDF693B9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12">
    <w:name w:val="B42F8ED697344E739E2A7C95CFD10E4C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12">
    <w:name w:val="649A943F2BFA4DE292947EA940BE176D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12">
    <w:name w:val="8EC3F54E36944201A6EB180FDDC2E7E4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12">
    <w:name w:val="EE2249B155A940E29F996FBA3C723E5C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12">
    <w:name w:val="2245A4D397AD4DEDAA47906D0A29BC4B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12">
    <w:name w:val="B9BCEE44F690421C9BB796FADB126050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12">
    <w:name w:val="5E56BC5F13FB4707A7F40AB0C8DDA1EB1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B0F2A4D43F4E6FA20AD816FA6A553312">
    <w:name w:val="CEB0F2A4D43F4E6FA20AD816FA6A553312"/>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901DF6D6BD446328579CF3778CB569B12">
    <w:name w:val="1901DF6D6BD446328579CF3778CB569B12"/>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026B2B55C4481899904408F4D3E84A12">
    <w:name w:val="AF026B2B55C4481899904408F4D3E84A12"/>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CE989ED5AAA4849BF41794E6FCE792B12">
    <w:name w:val="ECE989ED5AAA4849BF41794E6FCE792B12"/>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19">
    <w:name w:val="F355AD47D7104391B39B17149C846357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19">
    <w:name w:val="07E69319DF754E8DA3D762810E44D4F1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19">
    <w:name w:val="6F0414F8644142188C3CB3CF842FA35E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19">
    <w:name w:val="1330362FC25C40038186C87940577DBA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19">
    <w:name w:val="591AAD54DE974B29B300C7E0B00AB789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19">
    <w:name w:val="9781C88A472F4F99B9C232BFAFBCB82B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19">
    <w:name w:val="D2DF40BEBDE24E19ABED2E202B229432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19">
    <w:name w:val="E5FCB0FC1A714031A21C2547F0286583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19">
    <w:name w:val="7842081077FD4A8191DA5CD35EB7BA78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19">
    <w:name w:val="32397F6AE95E44569789DFF642CDF7CF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19">
    <w:name w:val="F231F4B61C45447C9DAACFB8EF072E17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19">
    <w:name w:val="B618AE2E0D524F7784AB2088C4DE063D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19">
    <w:name w:val="8DE20A4FE6944357AC206E8E9DF9E173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19">
    <w:name w:val="AA55AC7C76594D699539187979F7587B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19">
    <w:name w:val="82D8FFCAF1114CB8984CC3D7B56D1373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19">
    <w:name w:val="FB07527729ED46B18394BE682205D088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19">
    <w:name w:val="B4D2E5B7643C44A88B333B36D27C61EB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19">
    <w:name w:val="EBA1F054F23D40DF91A4211CEAA0DF76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19">
    <w:name w:val="5DC5B2035344469AB23D6EF0770EEBC8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19">
    <w:name w:val="87E6AC5CA5B34686BE6A9DBA67F2220E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19">
    <w:name w:val="37B33F0E1D8244BD98E5AF42DA64DB91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19">
    <w:name w:val="BA9EFB2C79734B1981F9F95AE8C79FF4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19">
    <w:name w:val="4EFC5E65A2844BC88C7F54071200A0A1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19">
    <w:name w:val="364BECBB70224535B019A334E0FAEED1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19">
    <w:name w:val="2AE337788F4F4FC88C456B350956037D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19">
    <w:name w:val="8D99489B3B4D44A8976D0795A2C2129F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19">
    <w:name w:val="B8A23D683A324B3F9872FF78326CF60F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19">
    <w:name w:val="0D460EDC5BC2456487F50C76739FB89D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19">
    <w:name w:val="4812D6A28D0D46CE946856910FC88502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19">
    <w:name w:val="7FAD0B75F40E4450925DD0C253233682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19">
    <w:name w:val="6BDE69584B134F94965F13E2263BC570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19">
    <w:name w:val="9FD124A447BA4D028F9BD4A65F57B892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19">
    <w:name w:val="9D6B5E112BD74311AE52B862910F6201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19">
    <w:name w:val="A618A57B0CBE4FE6954C255C0E4967E0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19">
    <w:name w:val="DB9C3E719C5244FA85EA36F1F30889B9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19">
    <w:name w:val="7508B0240A4545818C84CD7D781FCE2C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24">
    <w:name w:val="B786802532A24D3BA02001497134E6C0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7408555748F46AF99B19399F96A1E2013">
    <w:name w:val="D7408555748F46AF99B19399F96A1E2013"/>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0A0B0EC87304876ACE56C9FB7322B0F13">
    <w:name w:val="90A0B0EC87304876ACE56C9FB7322B0F13"/>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52736EB38945AD8FF27F0E8B080E5B13">
    <w:name w:val="5052736EB38945AD8FF27F0E8B080E5B13"/>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CC0365021594C80A8EDD1D4BF9E2D7713">
    <w:name w:val="DCC0365021594C80A8EDD1D4BF9E2D7713"/>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1A3EDACA1E6417592A1ACDDDD733A8A8">
    <w:name w:val="21A3EDACA1E6417592A1ACDDDD733A8A8"/>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4A6FF8994D54CE6A5BDB3F99077C0D86">
    <w:name w:val="04A6FF8994D54CE6A5BDB3F99077C0D86"/>
    <w:rsid w:val="00F9686B"/>
    <w:pPr>
      <w:widowControl w:val="0"/>
      <w:jc w:val="both"/>
    </w:pPr>
    <w:rPr>
      <w:rFonts w:ascii="Century" w:eastAsia="ＭＳ 明朝" w:hAnsi="Century" w:cs="Times New Roman"/>
      <w:szCs w:val="24"/>
    </w:rPr>
  </w:style>
  <w:style w:type="paragraph" w:customStyle="1" w:styleId="3CD7E57AF30E47AD9BC589EADCA9F9232">
    <w:name w:val="3CD7E57AF30E47AD9BC589EADCA9F9232"/>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FBC7EBCA77E4ED880D2B240920B21CC13">
    <w:name w:val="DFBC7EBCA77E4ED880D2B240920B21CC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ECEDF87934749538036B788BBE389E613">
    <w:name w:val="9ECEDF87934749538036B788BBE389E6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13C5142E2D491CAE3715E19931123213">
    <w:name w:val="5A13C5142E2D491CAE3715E199311232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D1C09246A240F7A558B82E3D5A479113">
    <w:name w:val="C0D1C09246A240F7A558B82E3D5A4791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30594E7218422AB0C0C84D298476E613">
    <w:name w:val="3730594E7218422AB0C0C84D298476E6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511357A015641608BE227D3949EB6C113">
    <w:name w:val="3511357A015641608BE227D3949EB6C1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2C1A88095054FE3AEB3ABF2676222AA13">
    <w:name w:val="C2C1A88095054FE3AEB3ABF2676222AA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76AF3B4C2F3459EBFE7F462FFECC7D113">
    <w:name w:val="576AF3B4C2F3459EBFE7F462FFECC7D1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9D24E30CA44E28BE64A976C04EBB5A13">
    <w:name w:val="519D24E30CA44E28BE64A976C04EBB5A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6F234313F824E12A5737060F4273D5413">
    <w:name w:val="76F234313F824E12A5737060F4273D54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CAE121D87554FC88A0F9E33C42F66D013">
    <w:name w:val="3CAE121D87554FC88A0F9E33C42F66D0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42370FA69A24D17A33608A0CA548CC613">
    <w:name w:val="E42370FA69A24D17A33608A0CA548CC6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E87C626B69496787F44171983D1D2513">
    <w:name w:val="28E87C626B69496787F44171983D1D25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65249A59DA4E489DB09D375F236FF513">
    <w:name w:val="FE65249A59DA4E489DB09D375F236FF5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AF9EB7DD8244284B27351D118CC3D7713">
    <w:name w:val="1AF9EB7DD8244284B27351D118CC3D77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99842FD62E47A4981CA385298E771713">
    <w:name w:val="9799842FD62E47A4981CA385298E7717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2016A317D4434AF78A1D64E536F0213">
    <w:name w:val="48A2016A317D4434AF78A1D64E536F02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AE7DC15B317408985263706E79419B113">
    <w:name w:val="DAE7DC15B317408985263706E79419B1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968AF381AD48A2BF9098EB825166AD13">
    <w:name w:val="0F968AF381AD48A2BF9098EB825166AD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F62A4B9E1A7428D85184EE6E3D76C7413">
    <w:name w:val="1F62A4B9E1A7428D85184EE6E3D76C74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173C2C22DBC42A8B3C801AD5C057EB413">
    <w:name w:val="F173C2C22DBC42A8B3C801AD5C057EB4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0B45A0BAD9B4C759BC0B1BE15D34A6613">
    <w:name w:val="10B45A0BAD9B4C759BC0B1BE15D34A66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0C8F0750D54AFE8D9B46F42510276313">
    <w:name w:val="4E0C8F0750D54AFE8D9B46F425102763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CFE51D224564F2DBA36F68F89EE3E7F13">
    <w:name w:val="6CFE51D224564F2DBA36F68F89EE3E7F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623711D44343319A222C0F05108D3113">
    <w:name w:val="B7623711D44343319A222C0F05108D31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416B3AAE34841FC93B9BA9E9A3B140A13">
    <w:name w:val="0416B3AAE34841FC93B9BA9E9A3B140A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53F3C271344A4184A20DF08C7BFC7913">
    <w:name w:val="DF53F3C271344A4184A20DF08C7BFC79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022EC3A3F049E8A5DB114C0EE8CEDE13">
    <w:name w:val="A4022EC3A3F049E8A5DB114C0EE8CEDE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9F89AAE501143E289B024AAAD744E1413">
    <w:name w:val="A9F89AAE501143E289B024AAAD744E14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5B3C026EC874F30BF8E11008FD3E95B13">
    <w:name w:val="15B3C026EC874F30BF8E11008FD3E95B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D0F208031B47489470D95F085A6F3A13">
    <w:name w:val="CBD0F208031B47489470D95F085A6F3A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F0757EA99A42668D5FF482078AAF1513">
    <w:name w:val="6DF0757EA99A42668D5FF482078AAF15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36DC1A727D4F8B99960480CC05DF5813">
    <w:name w:val="6E36DC1A727D4F8B99960480CC05DF58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0414A0B8FB9493AA40E7730FFE3BB0913">
    <w:name w:val="70414A0B8FB9493AA40E7730FFE3BB09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42425BF5CB34AF587087F984222F30F13">
    <w:name w:val="C42425BF5CB34AF587087F984222F30F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B3EA4D49334A2390572B7CDF7B89A613">
    <w:name w:val="92B3EA4D49334A2390572B7CDF7B89A6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13">
    <w:name w:val="B530D9E20868431CB7EF4E8F9D8F4F98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13">
    <w:name w:val="0ABA8C64623C47D3B1ECD4595AE14E29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13">
    <w:name w:val="28CA7C8D8D9849E5B5CF1269282C946F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13">
    <w:name w:val="F55732B0330445E2A5890FCCEDF693B9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13">
    <w:name w:val="B42F8ED697344E739E2A7C95CFD10E4C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13">
    <w:name w:val="649A943F2BFA4DE292947EA940BE176D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13">
    <w:name w:val="8EC3F54E36944201A6EB180FDDC2E7E4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13">
    <w:name w:val="EE2249B155A940E29F996FBA3C723E5C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13">
    <w:name w:val="2245A4D397AD4DEDAA47906D0A29BC4B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13">
    <w:name w:val="B9BCEE44F690421C9BB796FADB126050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13">
    <w:name w:val="5E56BC5F13FB4707A7F40AB0C8DDA1EB1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B0F2A4D43F4E6FA20AD816FA6A553313">
    <w:name w:val="CEB0F2A4D43F4E6FA20AD816FA6A553313"/>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901DF6D6BD446328579CF3778CB569B13">
    <w:name w:val="1901DF6D6BD446328579CF3778CB569B13"/>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026B2B55C4481899904408F4D3E84A13">
    <w:name w:val="AF026B2B55C4481899904408F4D3E84A13"/>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CE989ED5AAA4849BF41794E6FCE792B13">
    <w:name w:val="ECE989ED5AAA4849BF41794E6FCE792B13"/>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20">
    <w:name w:val="F355AD47D7104391B39B17149C846357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20">
    <w:name w:val="07E69319DF754E8DA3D762810E44D4F1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20">
    <w:name w:val="6F0414F8644142188C3CB3CF842FA35E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20">
    <w:name w:val="1330362FC25C40038186C87940577DBA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20">
    <w:name w:val="591AAD54DE974B29B300C7E0B00AB789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20">
    <w:name w:val="9781C88A472F4F99B9C232BFAFBCB82B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20">
    <w:name w:val="D2DF40BEBDE24E19ABED2E202B229432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20">
    <w:name w:val="E5FCB0FC1A714031A21C2547F0286583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20">
    <w:name w:val="7842081077FD4A8191DA5CD35EB7BA78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20">
    <w:name w:val="32397F6AE95E44569789DFF642CDF7CF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20">
    <w:name w:val="F231F4B61C45447C9DAACFB8EF072E17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20">
    <w:name w:val="B618AE2E0D524F7784AB2088C4DE063D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20">
    <w:name w:val="8DE20A4FE6944357AC206E8E9DF9E173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20">
    <w:name w:val="AA55AC7C76594D699539187979F7587B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20">
    <w:name w:val="82D8FFCAF1114CB8984CC3D7B56D1373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20">
    <w:name w:val="FB07527729ED46B18394BE682205D088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20">
    <w:name w:val="B4D2E5B7643C44A88B333B36D27C61EB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20">
    <w:name w:val="EBA1F054F23D40DF91A4211CEAA0DF76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20">
    <w:name w:val="5DC5B2035344469AB23D6EF0770EEBC8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20">
    <w:name w:val="87E6AC5CA5B34686BE6A9DBA67F2220E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20">
    <w:name w:val="37B33F0E1D8244BD98E5AF42DA64DB91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20">
    <w:name w:val="BA9EFB2C79734B1981F9F95AE8C79FF4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20">
    <w:name w:val="4EFC5E65A2844BC88C7F54071200A0A1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20">
    <w:name w:val="364BECBB70224535B019A334E0FAEED1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20">
    <w:name w:val="2AE337788F4F4FC88C456B350956037D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20">
    <w:name w:val="8D99489B3B4D44A8976D0795A2C2129F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20">
    <w:name w:val="B8A23D683A324B3F9872FF78326CF60F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20">
    <w:name w:val="0D460EDC5BC2456487F50C76739FB89D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20">
    <w:name w:val="4812D6A28D0D46CE946856910FC88502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20">
    <w:name w:val="7FAD0B75F40E4450925DD0C253233682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20">
    <w:name w:val="6BDE69584B134F94965F13E2263BC570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20">
    <w:name w:val="9FD124A447BA4D028F9BD4A65F57B892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20">
    <w:name w:val="9D6B5E112BD74311AE52B862910F6201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20">
    <w:name w:val="A618A57B0CBE4FE6954C255C0E4967E0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20">
    <w:name w:val="DB9C3E719C5244FA85EA36F1F30889B9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20">
    <w:name w:val="7508B0240A4545818C84CD7D781FCE2C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25">
    <w:name w:val="B786802532A24D3BA02001497134E6C0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7408555748F46AF99B19399F96A1E2014">
    <w:name w:val="D7408555748F46AF99B19399F96A1E2014"/>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0A0B0EC87304876ACE56C9FB7322B0F14">
    <w:name w:val="90A0B0EC87304876ACE56C9FB7322B0F14"/>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52736EB38945AD8FF27F0E8B080E5B14">
    <w:name w:val="5052736EB38945AD8FF27F0E8B080E5B14"/>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CC0365021594C80A8EDD1D4BF9E2D7714">
    <w:name w:val="DCC0365021594C80A8EDD1D4BF9E2D7714"/>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1A3EDACA1E6417592A1ACDDDD733A8A9">
    <w:name w:val="21A3EDACA1E6417592A1ACDDDD733A8A9"/>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4A6FF8994D54CE6A5BDB3F99077C0D87">
    <w:name w:val="04A6FF8994D54CE6A5BDB3F99077C0D87"/>
    <w:rsid w:val="00F9686B"/>
    <w:pPr>
      <w:widowControl w:val="0"/>
      <w:jc w:val="both"/>
    </w:pPr>
    <w:rPr>
      <w:rFonts w:ascii="Century" w:eastAsia="ＭＳ 明朝" w:hAnsi="Century" w:cs="Times New Roman"/>
      <w:szCs w:val="24"/>
    </w:rPr>
  </w:style>
  <w:style w:type="paragraph" w:customStyle="1" w:styleId="3CD7E57AF30E47AD9BC589EADCA9F9233">
    <w:name w:val="3CD7E57AF30E47AD9BC589EADCA9F9233"/>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FBC7EBCA77E4ED880D2B240920B21CC14">
    <w:name w:val="DFBC7EBCA77E4ED880D2B240920B21CC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ECEDF87934749538036B788BBE389E614">
    <w:name w:val="9ECEDF87934749538036B788BBE389E6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13C5142E2D491CAE3715E19931123214">
    <w:name w:val="5A13C5142E2D491CAE3715E199311232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D1C09246A240F7A558B82E3D5A479114">
    <w:name w:val="C0D1C09246A240F7A558B82E3D5A4791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30594E7218422AB0C0C84D298476E614">
    <w:name w:val="3730594E7218422AB0C0C84D298476E6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511357A015641608BE227D3949EB6C114">
    <w:name w:val="3511357A015641608BE227D3949EB6C1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2C1A88095054FE3AEB3ABF2676222AA14">
    <w:name w:val="C2C1A88095054FE3AEB3ABF2676222AA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76AF3B4C2F3459EBFE7F462FFECC7D114">
    <w:name w:val="576AF3B4C2F3459EBFE7F462FFECC7D1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9D24E30CA44E28BE64A976C04EBB5A14">
    <w:name w:val="519D24E30CA44E28BE64A976C04EBB5A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6F234313F824E12A5737060F4273D5414">
    <w:name w:val="76F234313F824E12A5737060F4273D54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CAE121D87554FC88A0F9E33C42F66D014">
    <w:name w:val="3CAE121D87554FC88A0F9E33C42F66D0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42370FA69A24D17A33608A0CA548CC614">
    <w:name w:val="E42370FA69A24D17A33608A0CA548CC6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E87C626B69496787F44171983D1D2514">
    <w:name w:val="28E87C626B69496787F44171983D1D25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65249A59DA4E489DB09D375F236FF514">
    <w:name w:val="FE65249A59DA4E489DB09D375F236FF5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AF9EB7DD8244284B27351D118CC3D7714">
    <w:name w:val="1AF9EB7DD8244284B27351D118CC3D77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99842FD62E47A4981CA385298E771714">
    <w:name w:val="9799842FD62E47A4981CA385298E7717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2016A317D4434AF78A1D64E536F0214">
    <w:name w:val="48A2016A317D4434AF78A1D64E536F02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AE7DC15B317408985263706E79419B114">
    <w:name w:val="DAE7DC15B317408985263706E79419B1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968AF381AD48A2BF9098EB825166AD14">
    <w:name w:val="0F968AF381AD48A2BF9098EB825166AD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F62A4B9E1A7428D85184EE6E3D76C7414">
    <w:name w:val="1F62A4B9E1A7428D85184EE6E3D76C74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173C2C22DBC42A8B3C801AD5C057EB414">
    <w:name w:val="F173C2C22DBC42A8B3C801AD5C057EB4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0B45A0BAD9B4C759BC0B1BE15D34A6614">
    <w:name w:val="10B45A0BAD9B4C759BC0B1BE15D34A66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0C8F0750D54AFE8D9B46F42510276314">
    <w:name w:val="4E0C8F0750D54AFE8D9B46F425102763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CFE51D224564F2DBA36F68F89EE3E7F14">
    <w:name w:val="6CFE51D224564F2DBA36F68F89EE3E7F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623711D44343319A222C0F05108D3114">
    <w:name w:val="B7623711D44343319A222C0F05108D31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416B3AAE34841FC93B9BA9E9A3B140A14">
    <w:name w:val="0416B3AAE34841FC93B9BA9E9A3B140A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53F3C271344A4184A20DF08C7BFC7914">
    <w:name w:val="DF53F3C271344A4184A20DF08C7BFC79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022EC3A3F049E8A5DB114C0EE8CEDE14">
    <w:name w:val="A4022EC3A3F049E8A5DB114C0EE8CEDE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9F89AAE501143E289B024AAAD744E1414">
    <w:name w:val="A9F89AAE501143E289B024AAAD744E14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5B3C026EC874F30BF8E11008FD3E95B14">
    <w:name w:val="15B3C026EC874F30BF8E11008FD3E95B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D0F208031B47489470D95F085A6F3A14">
    <w:name w:val="CBD0F208031B47489470D95F085A6F3A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F0757EA99A42668D5FF482078AAF1514">
    <w:name w:val="6DF0757EA99A42668D5FF482078AAF15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36DC1A727D4F8B99960480CC05DF5814">
    <w:name w:val="6E36DC1A727D4F8B99960480CC05DF58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0414A0B8FB9493AA40E7730FFE3BB0914">
    <w:name w:val="70414A0B8FB9493AA40E7730FFE3BB09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42425BF5CB34AF587087F984222F30F14">
    <w:name w:val="C42425BF5CB34AF587087F984222F30F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B3EA4D49334A2390572B7CDF7B89A614">
    <w:name w:val="92B3EA4D49334A2390572B7CDF7B89A6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14">
    <w:name w:val="B530D9E20868431CB7EF4E8F9D8F4F98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14">
    <w:name w:val="0ABA8C64623C47D3B1ECD4595AE14E29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14">
    <w:name w:val="28CA7C8D8D9849E5B5CF1269282C946F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14">
    <w:name w:val="F55732B0330445E2A5890FCCEDF693B9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14">
    <w:name w:val="B42F8ED697344E739E2A7C95CFD10E4C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14">
    <w:name w:val="649A943F2BFA4DE292947EA940BE176D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14">
    <w:name w:val="8EC3F54E36944201A6EB180FDDC2E7E4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14">
    <w:name w:val="EE2249B155A940E29F996FBA3C723E5C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14">
    <w:name w:val="2245A4D397AD4DEDAA47906D0A29BC4B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14">
    <w:name w:val="B9BCEE44F690421C9BB796FADB126050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14">
    <w:name w:val="5E56BC5F13FB4707A7F40AB0C8DDA1EB1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B0F2A4D43F4E6FA20AD816FA6A553314">
    <w:name w:val="CEB0F2A4D43F4E6FA20AD816FA6A553314"/>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901DF6D6BD446328579CF3778CB569B14">
    <w:name w:val="1901DF6D6BD446328579CF3778CB569B14"/>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026B2B55C4481899904408F4D3E84A14">
    <w:name w:val="AF026B2B55C4481899904408F4D3E84A14"/>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CE989ED5AAA4849BF41794E6FCE792B14">
    <w:name w:val="ECE989ED5AAA4849BF41794E6FCE792B14"/>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21">
    <w:name w:val="F355AD47D7104391B39B17149C846357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21">
    <w:name w:val="07E69319DF754E8DA3D762810E44D4F1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21">
    <w:name w:val="6F0414F8644142188C3CB3CF842FA35E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21">
    <w:name w:val="1330362FC25C40038186C87940577DBA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21">
    <w:name w:val="591AAD54DE974B29B300C7E0B00AB789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21">
    <w:name w:val="9781C88A472F4F99B9C232BFAFBCB82B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21">
    <w:name w:val="D2DF40BEBDE24E19ABED2E202B229432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21">
    <w:name w:val="E5FCB0FC1A714031A21C2547F0286583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21">
    <w:name w:val="7842081077FD4A8191DA5CD35EB7BA78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21">
    <w:name w:val="32397F6AE95E44569789DFF642CDF7CF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21">
    <w:name w:val="F231F4B61C45447C9DAACFB8EF072E17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21">
    <w:name w:val="B618AE2E0D524F7784AB2088C4DE063D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21">
    <w:name w:val="8DE20A4FE6944357AC206E8E9DF9E173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21">
    <w:name w:val="AA55AC7C76594D699539187979F7587B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21">
    <w:name w:val="82D8FFCAF1114CB8984CC3D7B56D1373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21">
    <w:name w:val="FB07527729ED46B18394BE682205D088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21">
    <w:name w:val="B4D2E5B7643C44A88B333B36D27C61EB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21">
    <w:name w:val="EBA1F054F23D40DF91A4211CEAA0DF76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21">
    <w:name w:val="5DC5B2035344469AB23D6EF0770EEBC8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21">
    <w:name w:val="87E6AC5CA5B34686BE6A9DBA67F2220E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21">
    <w:name w:val="37B33F0E1D8244BD98E5AF42DA64DB91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21">
    <w:name w:val="BA9EFB2C79734B1981F9F95AE8C79FF4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21">
    <w:name w:val="4EFC5E65A2844BC88C7F54071200A0A1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21">
    <w:name w:val="364BECBB70224535B019A334E0FAEED1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21">
    <w:name w:val="2AE337788F4F4FC88C456B350956037D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21">
    <w:name w:val="8D99489B3B4D44A8976D0795A2C2129F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21">
    <w:name w:val="B8A23D683A324B3F9872FF78326CF60F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21">
    <w:name w:val="0D460EDC5BC2456487F50C76739FB89D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21">
    <w:name w:val="4812D6A28D0D46CE946856910FC88502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21">
    <w:name w:val="7FAD0B75F40E4450925DD0C253233682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21">
    <w:name w:val="6BDE69584B134F94965F13E2263BC570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21">
    <w:name w:val="9FD124A447BA4D028F9BD4A65F57B892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21">
    <w:name w:val="9D6B5E112BD74311AE52B862910F6201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21">
    <w:name w:val="A618A57B0CBE4FE6954C255C0E4967E0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21">
    <w:name w:val="DB9C3E719C5244FA85EA36F1F30889B9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21">
    <w:name w:val="7508B0240A4545818C84CD7D781FCE2C2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26">
    <w:name w:val="B786802532A24D3BA02001497134E6C0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7408555748F46AF99B19399F96A1E2015">
    <w:name w:val="D7408555748F46AF99B19399F96A1E2015"/>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0A0B0EC87304876ACE56C9FB7322B0F15">
    <w:name w:val="90A0B0EC87304876ACE56C9FB7322B0F15"/>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52736EB38945AD8FF27F0E8B080E5B15">
    <w:name w:val="5052736EB38945AD8FF27F0E8B080E5B15"/>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CC0365021594C80A8EDD1D4BF9E2D7715">
    <w:name w:val="DCC0365021594C80A8EDD1D4BF9E2D7715"/>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1A3EDACA1E6417592A1ACDDDD733A8A10">
    <w:name w:val="21A3EDACA1E6417592A1ACDDDD733A8A10"/>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4A6FF8994D54CE6A5BDB3F99077C0D88">
    <w:name w:val="04A6FF8994D54CE6A5BDB3F99077C0D88"/>
    <w:rsid w:val="00F9686B"/>
    <w:pPr>
      <w:widowControl w:val="0"/>
      <w:jc w:val="both"/>
    </w:pPr>
    <w:rPr>
      <w:rFonts w:ascii="Century" w:eastAsia="ＭＳ 明朝" w:hAnsi="Century" w:cs="Times New Roman"/>
      <w:szCs w:val="24"/>
    </w:rPr>
  </w:style>
  <w:style w:type="paragraph" w:customStyle="1" w:styleId="3CD7E57AF30E47AD9BC589EADCA9F9234">
    <w:name w:val="3CD7E57AF30E47AD9BC589EADCA9F9234"/>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FBC7EBCA77E4ED880D2B240920B21CC15">
    <w:name w:val="DFBC7EBCA77E4ED880D2B240920B21CC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ECEDF87934749538036B788BBE389E615">
    <w:name w:val="9ECEDF87934749538036B788BBE389E6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13C5142E2D491CAE3715E19931123215">
    <w:name w:val="5A13C5142E2D491CAE3715E199311232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D1C09246A240F7A558B82E3D5A479115">
    <w:name w:val="C0D1C09246A240F7A558B82E3D5A4791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30594E7218422AB0C0C84D298476E615">
    <w:name w:val="3730594E7218422AB0C0C84D298476E6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511357A015641608BE227D3949EB6C115">
    <w:name w:val="3511357A015641608BE227D3949EB6C1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2C1A88095054FE3AEB3ABF2676222AA15">
    <w:name w:val="C2C1A88095054FE3AEB3ABF2676222AA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76AF3B4C2F3459EBFE7F462FFECC7D115">
    <w:name w:val="576AF3B4C2F3459EBFE7F462FFECC7D1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9D24E30CA44E28BE64A976C04EBB5A15">
    <w:name w:val="519D24E30CA44E28BE64A976C04EBB5A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6F234313F824E12A5737060F4273D5415">
    <w:name w:val="76F234313F824E12A5737060F4273D54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CAE121D87554FC88A0F9E33C42F66D015">
    <w:name w:val="3CAE121D87554FC88A0F9E33C42F66D0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42370FA69A24D17A33608A0CA548CC615">
    <w:name w:val="E42370FA69A24D17A33608A0CA548CC6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E87C626B69496787F44171983D1D2515">
    <w:name w:val="28E87C626B69496787F44171983D1D25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65249A59DA4E489DB09D375F236FF515">
    <w:name w:val="FE65249A59DA4E489DB09D375F236FF5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AF9EB7DD8244284B27351D118CC3D7715">
    <w:name w:val="1AF9EB7DD8244284B27351D118CC3D77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99842FD62E47A4981CA385298E771715">
    <w:name w:val="9799842FD62E47A4981CA385298E7717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2016A317D4434AF78A1D64E536F0215">
    <w:name w:val="48A2016A317D4434AF78A1D64E536F02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AE7DC15B317408985263706E79419B115">
    <w:name w:val="DAE7DC15B317408985263706E79419B1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968AF381AD48A2BF9098EB825166AD15">
    <w:name w:val="0F968AF381AD48A2BF9098EB825166AD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F62A4B9E1A7428D85184EE6E3D76C7415">
    <w:name w:val="1F62A4B9E1A7428D85184EE6E3D76C74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173C2C22DBC42A8B3C801AD5C057EB415">
    <w:name w:val="F173C2C22DBC42A8B3C801AD5C057EB4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0B45A0BAD9B4C759BC0B1BE15D34A6615">
    <w:name w:val="10B45A0BAD9B4C759BC0B1BE15D34A66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0C8F0750D54AFE8D9B46F42510276315">
    <w:name w:val="4E0C8F0750D54AFE8D9B46F425102763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CFE51D224564F2DBA36F68F89EE3E7F15">
    <w:name w:val="6CFE51D224564F2DBA36F68F89EE3E7F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623711D44343319A222C0F05108D3115">
    <w:name w:val="B7623711D44343319A222C0F05108D31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416B3AAE34841FC93B9BA9E9A3B140A15">
    <w:name w:val="0416B3AAE34841FC93B9BA9E9A3B140A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53F3C271344A4184A20DF08C7BFC7915">
    <w:name w:val="DF53F3C271344A4184A20DF08C7BFC79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022EC3A3F049E8A5DB114C0EE8CEDE15">
    <w:name w:val="A4022EC3A3F049E8A5DB114C0EE8CEDE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9F89AAE501143E289B024AAAD744E1415">
    <w:name w:val="A9F89AAE501143E289B024AAAD744E14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5B3C026EC874F30BF8E11008FD3E95B15">
    <w:name w:val="15B3C026EC874F30BF8E11008FD3E95B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D0F208031B47489470D95F085A6F3A15">
    <w:name w:val="CBD0F208031B47489470D95F085A6F3A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F0757EA99A42668D5FF482078AAF1515">
    <w:name w:val="6DF0757EA99A42668D5FF482078AAF15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36DC1A727D4F8B99960480CC05DF5815">
    <w:name w:val="6E36DC1A727D4F8B99960480CC05DF58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0414A0B8FB9493AA40E7730FFE3BB0915">
    <w:name w:val="70414A0B8FB9493AA40E7730FFE3BB09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42425BF5CB34AF587087F984222F30F15">
    <w:name w:val="C42425BF5CB34AF587087F984222F30F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B3EA4D49334A2390572B7CDF7B89A615">
    <w:name w:val="92B3EA4D49334A2390572B7CDF7B89A6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15">
    <w:name w:val="B530D9E20868431CB7EF4E8F9D8F4F98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15">
    <w:name w:val="0ABA8C64623C47D3B1ECD4595AE14E29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15">
    <w:name w:val="28CA7C8D8D9849E5B5CF1269282C946F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15">
    <w:name w:val="F55732B0330445E2A5890FCCEDF693B9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15">
    <w:name w:val="B42F8ED697344E739E2A7C95CFD10E4C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15">
    <w:name w:val="649A943F2BFA4DE292947EA940BE176D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15">
    <w:name w:val="8EC3F54E36944201A6EB180FDDC2E7E4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15">
    <w:name w:val="EE2249B155A940E29F996FBA3C723E5C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15">
    <w:name w:val="2245A4D397AD4DEDAA47906D0A29BC4B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15">
    <w:name w:val="B9BCEE44F690421C9BB796FADB126050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15">
    <w:name w:val="5E56BC5F13FB4707A7F40AB0C8DDA1EB1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B0F2A4D43F4E6FA20AD816FA6A553315">
    <w:name w:val="CEB0F2A4D43F4E6FA20AD816FA6A553315"/>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901DF6D6BD446328579CF3778CB569B15">
    <w:name w:val="1901DF6D6BD446328579CF3778CB569B15"/>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026B2B55C4481899904408F4D3E84A15">
    <w:name w:val="AF026B2B55C4481899904408F4D3E84A15"/>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CE989ED5AAA4849BF41794E6FCE792B15">
    <w:name w:val="ECE989ED5AAA4849BF41794E6FCE792B15"/>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22">
    <w:name w:val="F355AD47D7104391B39B17149C846357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22">
    <w:name w:val="07E69319DF754E8DA3D762810E44D4F1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22">
    <w:name w:val="6F0414F8644142188C3CB3CF842FA35E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22">
    <w:name w:val="1330362FC25C40038186C87940577DBA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22">
    <w:name w:val="591AAD54DE974B29B300C7E0B00AB789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22">
    <w:name w:val="9781C88A472F4F99B9C232BFAFBCB82B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22">
    <w:name w:val="D2DF40BEBDE24E19ABED2E202B229432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22">
    <w:name w:val="E5FCB0FC1A714031A21C2547F0286583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22">
    <w:name w:val="7842081077FD4A8191DA5CD35EB7BA78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22">
    <w:name w:val="32397F6AE95E44569789DFF642CDF7CF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22">
    <w:name w:val="F231F4B61C45447C9DAACFB8EF072E17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22">
    <w:name w:val="B618AE2E0D524F7784AB2088C4DE063D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22">
    <w:name w:val="8DE20A4FE6944357AC206E8E9DF9E173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22">
    <w:name w:val="AA55AC7C76594D699539187979F7587B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22">
    <w:name w:val="82D8FFCAF1114CB8984CC3D7B56D1373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22">
    <w:name w:val="FB07527729ED46B18394BE682205D088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22">
    <w:name w:val="B4D2E5B7643C44A88B333B36D27C61EB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22">
    <w:name w:val="EBA1F054F23D40DF91A4211CEAA0DF76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22">
    <w:name w:val="5DC5B2035344469AB23D6EF0770EEBC8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22">
    <w:name w:val="87E6AC5CA5B34686BE6A9DBA67F2220E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22">
    <w:name w:val="37B33F0E1D8244BD98E5AF42DA64DB91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22">
    <w:name w:val="BA9EFB2C79734B1981F9F95AE8C79FF4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22">
    <w:name w:val="4EFC5E65A2844BC88C7F54071200A0A1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22">
    <w:name w:val="364BECBB70224535B019A334E0FAEED1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22">
    <w:name w:val="2AE337788F4F4FC88C456B350956037D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22">
    <w:name w:val="8D99489B3B4D44A8976D0795A2C2129F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22">
    <w:name w:val="B8A23D683A324B3F9872FF78326CF60F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22">
    <w:name w:val="0D460EDC5BC2456487F50C76739FB89D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22">
    <w:name w:val="4812D6A28D0D46CE946856910FC88502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22">
    <w:name w:val="7FAD0B75F40E4450925DD0C253233682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22">
    <w:name w:val="6BDE69584B134F94965F13E2263BC570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22">
    <w:name w:val="9FD124A447BA4D028F9BD4A65F57B892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22">
    <w:name w:val="9D6B5E112BD74311AE52B862910F6201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22">
    <w:name w:val="A618A57B0CBE4FE6954C255C0E4967E0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22">
    <w:name w:val="DB9C3E719C5244FA85EA36F1F30889B9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22">
    <w:name w:val="7508B0240A4545818C84CD7D781FCE2C22"/>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27">
    <w:name w:val="B786802532A24D3BA02001497134E6C0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7408555748F46AF99B19399F96A1E2016">
    <w:name w:val="D7408555748F46AF99B19399F96A1E2016"/>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0A0B0EC87304876ACE56C9FB7322B0F16">
    <w:name w:val="90A0B0EC87304876ACE56C9FB7322B0F16"/>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52736EB38945AD8FF27F0E8B080E5B16">
    <w:name w:val="5052736EB38945AD8FF27F0E8B080E5B16"/>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CC0365021594C80A8EDD1D4BF9E2D7716">
    <w:name w:val="DCC0365021594C80A8EDD1D4BF9E2D7716"/>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1A3EDACA1E6417592A1ACDDDD733A8A11">
    <w:name w:val="21A3EDACA1E6417592A1ACDDDD733A8A11"/>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4A6FF8994D54CE6A5BDB3F99077C0D89">
    <w:name w:val="04A6FF8994D54CE6A5BDB3F99077C0D89"/>
    <w:rsid w:val="00F9686B"/>
    <w:pPr>
      <w:widowControl w:val="0"/>
      <w:jc w:val="both"/>
    </w:pPr>
    <w:rPr>
      <w:rFonts w:ascii="Century" w:eastAsia="ＭＳ 明朝" w:hAnsi="Century" w:cs="Times New Roman"/>
      <w:szCs w:val="24"/>
    </w:rPr>
  </w:style>
  <w:style w:type="paragraph" w:customStyle="1" w:styleId="3CD7E57AF30E47AD9BC589EADCA9F9235">
    <w:name w:val="3CD7E57AF30E47AD9BC589EADCA9F9235"/>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FBC7EBCA77E4ED880D2B240920B21CC16">
    <w:name w:val="DFBC7EBCA77E4ED880D2B240920B21CC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ECEDF87934749538036B788BBE389E616">
    <w:name w:val="9ECEDF87934749538036B788BBE389E6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13C5142E2D491CAE3715E19931123216">
    <w:name w:val="5A13C5142E2D491CAE3715E199311232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D1C09246A240F7A558B82E3D5A479116">
    <w:name w:val="C0D1C09246A240F7A558B82E3D5A4791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30594E7218422AB0C0C84D298476E616">
    <w:name w:val="3730594E7218422AB0C0C84D298476E6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511357A015641608BE227D3949EB6C116">
    <w:name w:val="3511357A015641608BE227D3949EB6C1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2C1A88095054FE3AEB3ABF2676222AA16">
    <w:name w:val="C2C1A88095054FE3AEB3ABF2676222AA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76AF3B4C2F3459EBFE7F462FFECC7D116">
    <w:name w:val="576AF3B4C2F3459EBFE7F462FFECC7D1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9D24E30CA44E28BE64A976C04EBB5A16">
    <w:name w:val="519D24E30CA44E28BE64A976C04EBB5A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6F234313F824E12A5737060F4273D5416">
    <w:name w:val="76F234313F824E12A5737060F4273D54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CAE121D87554FC88A0F9E33C42F66D016">
    <w:name w:val="3CAE121D87554FC88A0F9E33C42F66D0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42370FA69A24D17A33608A0CA548CC616">
    <w:name w:val="E42370FA69A24D17A33608A0CA548CC6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E87C626B69496787F44171983D1D2516">
    <w:name w:val="28E87C626B69496787F44171983D1D25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65249A59DA4E489DB09D375F236FF516">
    <w:name w:val="FE65249A59DA4E489DB09D375F236FF5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AF9EB7DD8244284B27351D118CC3D7716">
    <w:name w:val="1AF9EB7DD8244284B27351D118CC3D77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99842FD62E47A4981CA385298E771716">
    <w:name w:val="9799842FD62E47A4981CA385298E7717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2016A317D4434AF78A1D64E536F0216">
    <w:name w:val="48A2016A317D4434AF78A1D64E536F02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AE7DC15B317408985263706E79419B116">
    <w:name w:val="DAE7DC15B317408985263706E79419B1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968AF381AD48A2BF9098EB825166AD16">
    <w:name w:val="0F968AF381AD48A2BF9098EB825166AD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F62A4B9E1A7428D85184EE6E3D76C7416">
    <w:name w:val="1F62A4B9E1A7428D85184EE6E3D76C74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173C2C22DBC42A8B3C801AD5C057EB416">
    <w:name w:val="F173C2C22DBC42A8B3C801AD5C057EB4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0B45A0BAD9B4C759BC0B1BE15D34A6616">
    <w:name w:val="10B45A0BAD9B4C759BC0B1BE15D34A66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0C8F0750D54AFE8D9B46F42510276316">
    <w:name w:val="4E0C8F0750D54AFE8D9B46F425102763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CFE51D224564F2DBA36F68F89EE3E7F16">
    <w:name w:val="6CFE51D224564F2DBA36F68F89EE3E7F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623711D44343319A222C0F05108D3116">
    <w:name w:val="B7623711D44343319A222C0F05108D31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416B3AAE34841FC93B9BA9E9A3B140A16">
    <w:name w:val="0416B3AAE34841FC93B9BA9E9A3B140A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53F3C271344A4184A20DF08C7BFC7916">
    <w:name w:val="DF53F3C271344A4184A20DF08C7BFC79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022EC3A3F049E8A5DB114C0EE8CEDE16">
    <w:name w:val="A4022EC3A3F049E8A5DB114C0EE8CEDE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9F89AAE501143E289B024AAAD744E1416">
    <w:name w:val="A9F89AAE501143E289B024AAAD744E14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5B3C026EC874F30BF8E11008FD3E95B16">
    <w:name w:val="15B3C026EC874F30BF8E11008FD3E95B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D0F208031B47489470D95F085A6F3A16">
    <w:name w:val="CBD0F208031B47489470D95F085A6F3A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F0757EA99A42668D5FF482078AAF1516">
    <w:name w:val="6DF0757EA99A42668D5FF482078AAF15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36DC1A727D4F8B99960480CC05DF5816">
    <w:name w:val="6E36DC1A727D4F8B99960480CC05DF58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0414A0B8FB9493AA40E7730FFE3BB0916">
    <w:name w:val="70414A0B8FB9493AA40E7730FFE3BB09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42425BF5CB34AF587087F984222F30F16">
    <w:name w:val="C42425BF5CB34AF587087F984222F30F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B3EA4D49334A2390572B7CDF7B89A616">
    <w:name w:val="92B3EA4D49334A2390572B7CDF7B89A6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16">
    <w:name w:val="B530D9E20868431CB7EF4E8F9D8F4F98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16">
    <w:name w:val="0ABA8C64623C47D3B1ECD4595AE14E29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16">
    <w:name w:val="28CA7C8D8D9849E5B5CF1269282C946F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16">
    <w:name w:val="F55732B0330445E2A5890FCCEDF693B9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16">
    <w:name w:val="B42F8ED697344E739E2A7C95CFD10E4C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16">
    <w:name w:val="649A943F2BFA4DE292947EA940BE176D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16">
    <w:name w:val="8EC3F54E36944201A6EB180FDDC2E7E4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16">
    <w:name w:val="EE2249B155A940E29F996FBA3C723E5C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16">
    <w:name w:val="2245A4D397AD4DEDAA47906D0A29BC4B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16">
    <w:name w:val="B9BCEE44F690421C9BB796FADB126050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16">
    <w:name w:val="5E56BC5F13FB4707A7F40AB0C8DDA1EB1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B0F2A4D43F4E6FA20AD816FA6A553316">
    <w:name w:val="CEB0F2A4D43F4E6FA20AD816FA6A553316"/>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901DF6D6BD446328579CF3778CB569B16">
    <w:name w:val="1901DF6D6BD446328579CF3778CB569B16"/>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026B2B55C4481899904408F4D3E84A16">
    <w:name w:val="AF026B2B55C4481899904408F4D3E84A16"/>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CE989ED5AAA4849BF41794E6FCE792B16">
    <w:name w:val="ECE989ED5AAA4849BF41794E6FCE792B16"/>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23">
    <w:name w:val="F355AD47D7104391B39B17149C846357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23">
    <w:name w:val="07E69319DF754E8DA3D762810E44D4F1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23">
    <w:name w:val="6F0414F8644142188C3CB3CF842FA35E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23">
    <w:name w:val="1330362FC25C40038186C87940577DBA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23">
    <w:name w:val="591AAD54DE974B29B300C7E0B00AB789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23">
    <w:name w:val="9781C88A472F4F99B9C232BFAFBCB82B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23">
    <w:name w:val="D2DF40BEBDE24E19ABED2E202B229432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23">
    <w:name w:val="E5FCB0FC1A714031A21C2547F0286583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23">
    <w:name w:val="7842081077FD4A8191DA5CD35EB7BA78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23">
    <w:name w:val="32397F6AE95E44569789DFF642CDF7CF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23">
    <w:name w:val="F231F4B61C45447C9DAACFB8EF072E17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23">
    <w:name w:val="B618AE2E0D524F7784AB2088C4DE063D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23">
    <w:name w:val="8DE20A4FE6944357AC206E8E9DF9E173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23">
    <w:name w:val="AA55AC7C76594D699539187979F7587B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23">
    <w:name w:val="82D8FFCAF1114CB8984CC3D7B56D1373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23">
    <w:name w:val="FB07527729ED46B18394BE682205D088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23">
    <w:name w:val="B4D2E5B7643C44A88B333B36D27C61EB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23">
    <w:name w:val="EBA1F054F23D40DF91A4211CEAA0DF76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23">
    <w:name w:val="5DC5B2035344469AB23D6EF0770EEBC8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23">
    <w:name w:val="87E6AC5CA5B34686BE6A9DBA67F2220E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23">
    <w:name w:val="37B33F0E1D8244BD98E5AF42DA64DB91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23">
    <w:name w:val="BA9EFB2C79734B1981F9F95AE8C79FF4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23">
    <w:name w:val="4EFC5E65A2844BC88C7F54071200A0A1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23">
    <w:name w:val="364BECBB70224535B019A334E0FAEED1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23">
    <w:name w:val="2AE337788F4F4FC88C456B350956037D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23">
    <w:name w:val="8D99489B3B4D44A8976D0795A2C2129F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23">
    <w:name w:val="B8A23D683A324B3F9872FF78326CF60F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23">
    <w:name w:val="0D460EDC5BC2456487F50C76739FB89D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23">
    <w:name w:val="4812D6A28D0D46CE946856910FC88502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23">
    <w:name w:val="7FAD0B75F40E4450925DD0C253233682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23">
    <w:name w:val="6BDE69584B134F94965F13E2263BC570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23">
    <w:name w:val="9FD124A447BA4D028F9BD4A65F57B892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23">
    <w:name w:val="9D6B5E112BD74311AE52B862910F6201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23">
    <w:name w:val="A618A57B0CBE4FE6954C255C0E4967E0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23">
    <w:name w:val="DB9C3E719C5244FA85EA36F1F30889B9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23">
    <w:name w:val="7508B0240A4545818C84CD7D781FCE2C23"/>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28">
    <w:name w:val="B786802532A24D3BA02001497134E6C02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7408555748F46AF99B19399F96A1E2017">
    <w:name w:val="D7408555748F46AF99B19399F96A1E2017"/>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0A0B0EC87304876ACE56C9FB7322B0F17">
    <w:name w:val="90A0B0EC87304876ACE56C9FB7322B0F17"/>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52736EB38945AD8FF27F0E8B080E5B17">
    <w:name w:val="5052736EB38945AD8FF27F0E8B080E5B17"/>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CC0365021594C80A8EDD1D4BF9E2D7717">
    <w:name w:val="DCC0365021594C80A8EDD1D4BF9E2D7717"/>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1A3EDACA1E6417592A1ACDDDD733A8A12">
    <w:name w:val="21A3EDACA1E6417592A1ACDDDD733A8A12"/>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4A6FF8994D54CE6A5BDB3F99077C0D810">
    <w:name w:val="04A6FF8994D54CE6A5BDB3F99077C0D810"/>
    <w:rsid w:val="00F9686B"/>
    <w:pPr>
      <w:widowControl w:val="0"/>
      <w:jc w:val="both"/>
    </w:pPr>
    <w:rPr>
      <w:rFonts w:ascii="Century" w:eastAsia="ＭＳ 明朝" w:hAnsi="Century" w:cs="Times New Roman"/>
      <w:szCs w:val="24"/>
    </w:rPr>
  </w:style>
  <w:style w:type="paragraph" w:customStyle="1" w:styleId="3CD7E57AF30E47AD9BC589EADCA9F9236">
    <w:name w:val="3CD7E57AF30E47AD9BC589EADCA9F9236"/>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FBC7EBCA77E4ED880D2B240920B21CC17">
    <w:name w:val="DFBC7EBCA77E4ED880D2B240920B21CC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ECEDF87934749538036B788BBE389E617">
    <w:name w:val="9ECEDF87934749538036B788BBE389E6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13C5142E2D491CAE3715E19931123217">
    <w:name w:val="5A13C5142E2D491CAE3715E199311232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D1C09246A240F7A558B82E3D5A479117">
    <w:name w:val="C0D1C09246A240F7A558B82E3D5A4791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30594E7218422AB0C0C84D298476E617">
    <w:name w:val="3730594E7218422AB0C0C84D298476E6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511357A015641608BE227D3949EB6C117">
    <w:name w:val="3511357A015641608BE227D3949EB6C1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2C1A88095054FE3AEB3ABF2676222AA17">
    <w:name w:val="C2C1A88095054FE3AEB3ABF2676222AA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76AF3B4C2F3459EBFE7F462FFECC7D117">
    <w:name w:val="576AF3B4C2F3459EBFE7F462FFECC7D1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9D24E30CA44E28BE64A976C04EBB5A17">
    <w:name w:val="519D24E30CA44E28BE64A976C04EBB5A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6F234313F824E12A5737060F4273D5417">
    <w:name w:val="76F234313F824E12A5737060F4273D54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CAE121D87554FC88A0F9E33C42F66D017">
    <w:name w:val="3CAE121D87554FC88A0F9E33C42F66D0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42370FA69A24D17A33608A0CA548CC617">
    <w:name w:val="E42370FA69A24D17A33608A0CA548CC6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E87C626B69496787F44171983D1D2517">
    <w:name w:val="28E87C626B69496787F44171983D1D25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65249A59DA4E489DB09D375F236FF517">
    <w:name w:val="FE65249A59DA4E489DB09D375F236FF5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AF9EB7DD8244284B27351D118CC3D7717">
    <w:name w:val="1AF9EB7DD8244284B27351D118CC3D77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99842FD62E47A4981CA385298E771717">
    <w:name w:val="9799842FD62E47A4981CA385298E7717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2016A317D4434AF78A1D64E536F0217">
    <w:name w:val="48A2016A317D4434AF78A1D64E536F02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AE7DC15B317408985263706E79419B117">
    <w:name w:val="DAE7DC15B317408985263706E79419B1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968AF381AD48A2BF9098EB825166AD17">
    <w:name w:val="0F968AF381AD48A2BF9098EB825166AD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F62A4B9E1A7428D85184EE6E3D76C7417">
    <w:name w:val="1F62A4B9E1A7428D85184EE6E3D76C74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173C2C22DBC42A8B3C801AD5C057EB417">
    <w:name w:val="F173C2C22DBC42A8B3C801AD5C057EB4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0B45A0BAD9B4C759BC0B1BE15D34A6617">
    <w:name w:val="10B45A0BAD9B4C759BC0B1BE15D34A66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0C8F0750D54AFE8D9B46F42510276317">
    <w:name w:val="4E0C8F0750D54AFE8D9B46F425102763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CFE51D224564F2DBA36F68F89EE3E7F17">
    <w:name w:val="6CFE51D224564F2DBA36F68F89EE3E7F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623711D44343319A222C0F05108D3117">
    <w:name w:val="B7623711D44343319A222C0F05108D31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416B3AAE34841FC93B9BA9E9A3B140A17">
    <w:name w:val="0416B3AAE34841FC93B9BA9E9A3B140A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53F3C271344A4184A20DF08C7BFC7917">
    <w:name w:val="DF53F3C271344A4184A20DF08C7BFC79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022EC3A3F049E8A5DB114C0EE8CEDE17">
    <w:name w:val="A4022EC3A3F049E8A5DB114C0EE8CEDE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9F89AAE501143E289B024AAAD744E1417">
    <w:name w:val="A9F89AAE501143E289B024AAAD744E14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5B3C026EC874F30BF8E11008FD3E95B17">
    <w:name w:val="15B3C026EC874F30BF8E11008FD3E95B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D0F208031B47489470D95F085A6F3A17">
    <w:name w:val="CBD0F208031B47489470D95F085A6F3A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F0757EA99A42668D5FF482078AAF1517">
    <w:name w:val="6DF0757EA99A42668D5FF482078AAF15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36DC1A727D4F8B99960480CC05DF5817">
    <w:name w:val="6E36DC1A727D4F8B99960480CC05DF58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0414A0B8FB9493AA40E7730FFE3BB0917">
    <w:name w:val="70414A0B8FB9493AA40E7730FFE3BB09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42425BF5CB34AF587087F984222F30F17">
    <w:name w:val="C42425BF5CB34AF587087F984222F30F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B3EA4D49334A2390572B7CDF7B89A617">
    <w:name w:val="92B3EA4D49334A2390572B7CDF7B89A6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17">
    <w:name w:val="B530D9E20868431CB7EF4E8F9D8F4F98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17">
    <w:name w:val="0ABA8C64623C47D3B1ECD4595AE14E29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17">
    <w:name w:val="28CA7C8D8D9849E5B5CF1269282C946F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17">
    <w:name w:val="F55732B0330445E2A5890FCCEDF693B9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17">
    <w:name w:val="B42F8ED697344E739E2A7C95CFD10E4C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17">
    <w:name w:val="649A943F2BFA4DE292947EA940BE176D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17">
    <w:name w:val="8EC3F54E36944201A6EB180FDDC2E7E4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17">
    <w:name w:val="EE2249B155A940E29F996FBA3C723E5C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17">
    <w:name w:val="2245A4D397AD4DEDAA47906D0A29BC4B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17">
    <w:name w:val="B9BCEE44F690421C9BB796FADB126050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17">
    <w:name w:val="5E56BC5F13FB4707A7F40AB0C8DDA1EB1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B0F2A4D43F4E6FA20AD816FA6A553317">
    <w:name w:val="CEB0F2A4D43F4E6FA20AD816FA6A553317"/>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901DF6D6BD446328579CF3778CB569B17">
    <w:name w:val="1901DF6D6BD446328579CF3778CB569B17"/>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026B2B55C4481899904408F4D3E84A17">
    <w:name w:val="AF026B2B55C4481899904408F4D3E84A17"/>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CE989ED5AAA4849BF41794E6FCE792B17">
    <w:name w:val="ECE989ED5AAA4849BF41794E6FCE792B17"/>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24">
    <w:name w:val="F355AD47D7104391B39B17149C846357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24">
    <w:name w:val="07E69319DF754E8DA3D762810E44D4F1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24">
    <w:name w:val="6F0414F8644142188C3CB3CF842FA35E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24">
    <w:name w:val="1330362FC25C40038186C87940577DBA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24">
    <w:name w:val="591AAD54DE974B29B300C7E0B00AB789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24">
    <w:name w:val="9781C88A472F4F99B9C232BFAFBCB82B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24">
    <w:name w:val="D2DF40BEBDE24E19ABED2E202B229432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24">
    <w:name w:val="E5FCB0FC1A714031A21C2547F0286583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24">
    <w:name w:val="7842081077FD4A8191DA5CD35EB7BA78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24">
    <w:name w:val="32397F6AE95E44569789DFF642CDF7CF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24">
    <w:name w:val="F231F4B61C45447C9DAACFB8EF072E17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24">
    <w:name w:val="B618AE2E0D524F7784AB2088C4DE063D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24">
    <w:name w:val="8DE20A4FE6944357AC206E8E9DF9E173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24">
    <w:name w:val="AA55AC7C76594D699539187979F7587B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24">
    <w:name w:val="82D8FFCAF1114CB8984CC3D7B56D1373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24">
    <w:name w:val="FB07527729ED46B18394BE682205D088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24">
    <w:name w:val="B4D2E5B7643C44A88B333B36D27C61EB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24">
    <w:name w:val="EBA1F054F23D40DF91A4211CEAA0DF76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24">
    <w:name w:val="5DC5B2035344469AB23D6EF0770EEBC8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24">
    <w:name w:val="87E6AC5CA5B34686BE6A9DBA67F2220E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24">
    <w:name w:val="37B33F0E1D8244BD98E5AF42DA64DB91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24">
    <w:name w:val="BA9EFB2C79734B1981F9F95AE8C79FF4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24">
    <w:name w:val="4EFC5E65A2844BC88C7F54071200A0A1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24">
    <w:name w:val="364BECBB70224535B019A334E0FAEED1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24">
    <w:name w:val="2AE337788F4F4FC88C456B350956037D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24">
    <w:name w:val="8D99489B3B4D44A8976D0795A2C2129F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24">
    <w:name w:val="B8A23D683A324B3F9872FF78326CF60F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24">
    <w:name w:val="0D460EDC5BC2456487F50C76739FB89D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24">
    <w:name w:val="4812D6A28D0D46CE946856910FC88502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24">
    <w:name w:val="7FAD0B75F40E4450925DD0C253233682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24">
    <w:name w:val="6BDE69584B134F94965F13E2263BC570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24">
    <w:name w:val="9FD124A447BA4D028F9BD4A65F57B892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24">
    <w:name w:val="9D6B5E112BD74311AE52B862910F6201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24">
    <w:name w:val="A618A57B0CBE4FE6954C255C0E4967E0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24">
    <w:name w:val="DB9C3E719C5244FA85EA36F1F30889B9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24">
    <w:name w:val="7508B0240A4545818C84CD7D781FCE2C24"/>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29">
    <w:name w:val="B786802532A24D3BA02001497134E6C02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7408555748F46AF99B19399F96A1E2018">
    <w:name w:val="D7408555748F46AF99B19399F96A1E2018"/>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0A0B0EC87304876ACE56C9FB7322B0F18">
    <w:name w:val="90A0B0EC87304876ACE56C9FB7322B0F18"/>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52736EB38945AD8FF27F0E8B080E5B18">
    <w:name w:val="5052736EB38945AD8FF27F0E8B080E5B18"/>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CC0365021594C80A8EDD1D4BF9E2D7718">
    <w:name w:val="DCC0365021594C80A8EDD1D4BF9E2D7718"/>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1A3EDACA1E6417592A1ACDDDD733A8A13">
    <w:name w:val="21A3EDACA1E6417592A1ACDDDD733A8A13"/>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4A6FF8994D54CE6A5BDB3F99077C0D811">
    <w:name w:val="04A6FF8994D54CE6A5BDB3F99077C0D811"/>
    <w:rsid w:val="00F9686B"/>
    <w:pPr>
      <w:widowControl w:val="0"/>
      <w:jc w:val="both"/>
    </w:pPr>
    <w:rPr>
      <w:rFonts w:ascii="Century" w:eastAsia="ＭＳ 明朝" w:hAnsi="Century" w:cs="Times New Roman"/>
      <w:szCs w:val="24"/>
    </w:rPr>
  </w:style>
  <w:style w:type="paragraph" w:customStyle="1" w:styleId="3CD7E57AF30E47AD9BC589EADCA9F9237">
    <w:name w:val="3CD7E57AF30E47AD9BC589EADCA9F9237"/>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FBC7EBCA77E4ED880D2B240920B21CC18">
    <w:name w:val="DFBC7EBCA77E4ED880D2B240920B21CC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ECEDF87934749538036B788BBE389E618">
    <w:name w:val="9ECEDF87934749538036B788BBE389E6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13C5142E2D491CAE3715E19931123218">
    <w:name w:val="5A13C5142E2D491CAE3715E199311232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D1C09246A240F7A558B82E3D5A479118">
    <w:name w:val="C0D1C09246A240F7A558B82E3D5A4791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30594E7218422AB0C0C84D298476E618">
    <w:name w:val="3730594E7218422AB0C0C84D298476E6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511357A015641608BE227D3949EB6C118">
    <w:name w:val="3511357A015641608BE227D3949EB6C1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2C1A88095054FE3AEB3ABF2676222AA18">
    <w:name w:val="C2C1A88095054FE3AEB3ABF2676222AA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76AF3B4C2F3459EBFE7F462FFECC7D118">
    <w:name w:val="576AF3B4C2F3459EBFE7F462FFECC7D1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9D24E30CA44E28BE64A976C04EBB5A18">
    <w:name w:val="519D24E30CA44E28BE64A976C04EBB5A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6F234313F824E12A5737060F4273D5418">
    <w:name w:val="76F234313F824E12A5737060F4273D54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CAE121D87554FC88A0F9E33C42F66D018">
    <w:name w:val="3CAE121D87554FC88A0F9E33C42F66D0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42370FA69A24D17A33608A0CA548CC618">
    <w:name w:val="E42370FA69A24D17A33608A0CA548CC6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E87C626B69496787F44171983D1D2518">
    <w:name w:val="28E87C626B69496787F44171983D1D25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65249A59DA4E489DB09D375F236FF518">
    <w:name w:val="FE65249A59DA4E489DB09D375F236FF5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AF9EB7DD8244284B27351D118CC3D7718">
    <w:name w:val="1AF9EB7DD8244284B27351D118CC3D77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99842FD62E47A4981CA385298E771718">
    <w:name w:val="9799842FD62E47A4981CA385298E7717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2016A317D4434AF78A1D64E536F0218">
    <w:name w:val="48A2016A317D4434AF78A1D64E536F02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AE7DC15B317408985263706E79419B118">
    <w:name w:val="DAE7DC15B317408985263706E79419B1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968AF381AD48A2BF9098EB825166AD18">
    <w:name w:val="0F968AF381AD48A2BF9098EB825166AD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F62A4B9E1A7428D85184EE6E3D76C7418">
    <w:name w:val="1F62A4B9E1A7428D85184EE6E3D76C74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173C2C22DBC42A8B3C801AD5C057EB418">
    <w:name w:val="F173C2C22DBC42A8B3C801AD5C057EB4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0B45A0BAD9B4C759BC0B1BE15D34A6618">
    <w:name w:val="10B45A0BAD9B4C759BC0B1BE15D34A66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0C8F0750D54AFE8D9B46F42510276318">
    <w:name w:val="4E0C8F0750D54AFE8D9B46F425102763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CFE51D224564F2DBA36F68F89EE3E7F18">
    <w:name w:val="6CFE51D224564F2DBA36F68F89EE3E7F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623711D44343319A222C0F05108D3118">
    <w:name w:val="B7623711D44343319A222C0F05108D31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416B3AAE34841FC93B9BA9E9A3B140A18">
    <w:name w:val="0416B3AAE34841FC93B9BA9E9A3B140A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53F3C271344A4184A20DF08C7BFC7918">
    <w:name w:val="DF53F3C271344A4184A20DF08C7BFC79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022EC3A3F049E8A5DB114C0EE8CEDE18">
    <w:name w:val="A4022EC3A3F049E8A5DB114C0EE8CEDE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9F89AAE501143E289B024AAAD744E1418">
    <w:name w:val="A9F89AAE501143E289B024AAAD744E14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5B3C026EC874F30BF8E11008FD3E95B18">
    <w:name w:val="15B3C026EC874F30BF8E11008FD3E95B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D0F208031B47489470D95F085A6F3A18">
    <w:name w:val="CBD0F208031B47489470D95F085A6F3A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F0757EA99A42668D5FF482078AAF1518">
    <w:name w:val="6DF0757EA99A42668D5FF482078AAF15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36DC1A727D4F8B99960480CC05DF5818">
    <w:name w:val="6E36DC1A727D4F8B99960480CC05DF58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0414A0B8FB9493AA40E7730FFE3BB0918">
    <w:name w:val="70414A0B8FB9493AA40E7730FFE3BB09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42425BF5CB34AF587087F984222F30F18">
    <w:name w:val="C42425BF5CB34AF587087F984222F30F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B3EA4D49334A2390572B7CDF7B89A618">
    <w:name w:val="92B3EA4D49334A2390572B7CDF7B89A6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18">
    <w:name w:val="B530D9E20868431CB7EF4E8F9D8F4F98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18">
    <w:name w:val="0ABA8C64623C47D3B1ECD4595AE14E29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18">
    <w:name w:val="28CA7C8D8D9849E5B5CF1269282C946F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18">
    <w:name w:val="F55732B0330445E2A5890FCCEDF693B9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18">
    <w:name w:val="B42F8ED697344E739E2A7C95CFD10E4C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18">
    <w:name w:val="649A943F2BFA4DE292947EA940BE176D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18">
    <w:name w:val="8EC3F54E36944201A6EB180FDDC2E7E4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18">
    <w:name w:val="EE2249B155A940E29F996FBA3C723E5C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18">
    <w:name w:val="2245A4D397AD4DEDAA47906D0A29BC4B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18">
    <w:name w:val="B9BCEE44F690421C9BB796FADB126050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18">
    <w:name w:val="5E56BC5F13FB4707A7F40AB0C8DDA1EB18"/>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B0F2A4D43F4E6FA20AD816FA6A553318">
    <w:name w:val="CEB0F2A4D43F4E6FA20AD816FA6A553318"/>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901DF6D6BD446328579CF3778CB569B18">
    <w:name w:val="1901DF6D6BD446328579CF3778CB569B18"/>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026B2B55C4481899904408F4D3E84A18">
    <w:name w:val="AF026B2B55C4481899904408F4D3E84A18"/>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CE989ED5AAA4849BF41794E6FCE792B18">
    <w:name w:val="ECE989ED5AAA4849BF41794E6FCE792B18"/>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25">
    <w:name w:val="F355AD47D7104391B39B17149C846357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25">
    <w:name w:val="07E69319DF754E8DA3D762810E44D4F1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25">
    <w:name w:val="6F0414F8644142188C3CB3CF842FA35E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25">
    <w:name w:val="1330362FC25C40038186C87940577DBA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25">
    <w:name w:val="591AAD54DE974B29B300C7E0B00AB789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25">
    <w:name w:val="9781C88A472F4F99B9C232BFAFBCB82B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25">
    <w:name w:val="D2DF40BEBDE24E19ABED2E202B229432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25">
    <w:name w:val="E5FCB0FC1A714031A21C2547F0286583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25">
    <w:name w:val="7842081077FD4A8191DA5CD35EB7BA78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25">
    <w:name w:val="32397F6AE95E44569789DFF642CDF7CF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25">
    <w:name w:val="F231F4B61C45447C9DAACFB8EF072E17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25">
    <w:name w:val="B618AE2E0D524F7784AB2088C4DE063D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25">
    <w:name w:val="8DE20A4FE6944357AC206E8E9DF9E173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25">
    <w:name w:val="AA55AC7C76594D699539187979F7587B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25">
    <w:name w:val="82D8FFCAF1114CB8984CC3D7B56D1373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25">
    <w:name w:val="FB07527729ED46B18394BE682205D088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25">
    <w:name w:val="B4D2E5B7643C44A88B333B36D27C61EB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25">
    <w:name w:val="EBA1F054F23D40DF91A4211CEAA0DF76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25">
    <w:name w:val="5DC5B2035344469AB23D6EF0770EEBC8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25">
    <w:name w:val="87E6AC5CA5B34686BE6A9DBA67F2220E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25">
    <w:name w:val="37B33F0E1D8244BD98E5AF42DA64DB91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25">
    <w:name w:val="BA9EFB2C79734B1981F9F95AE8C79FF4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25">
    <w:name w:val="4EFC5E65A2844BC88C7F54071200A0A1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25">
    <w:name w:val="364BECBB70224535B019A334E0FAEED1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25">
    <w:name w:val="2AE337788F4F4FC88C456B350956037D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25">
    <w:name w:val="8D99489B3B4D44A8976D0795A2C2129F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25">
    <w:name w:val="B8A23D683A324B3F9872FF78326CF60F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25">
    <w:name w:val="0D460EDC5BC2456487F50C76739FB89D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25">
    <w:name w:val="4812D6A28D0D46CE946856910FC88502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25">
    <w:name w:val="7FAD0B75F40E4450925DD0C253233682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25">
    <w:name w:val="6BDE69584B134F94965F13E2263BC570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25">
    <w:name w:val="9FD124A447BA4D028F9BD4A65F57B892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25">
    <w:name w:val="9D6B5E112BD74311AE52B862910F6201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25">
    <w:name w:val="A618A57B0CBE4FE6954C255C0E4967E0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25">
    <w:name w:val="DB9C3E719C5244FA85EA36F1F30889B9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25">
    <w:name w:val="7508B0240A4545818C84CD7D781FCE2C25"/>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30">
    <w:name w:val="B786802532A24D3BA02001497134E6C03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7408555748F46AF99B19399F96A1E2019">
    <w:name w:val="D7408555748F46AF99B19399F96A1E2019"/>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0A0B0EC87304876ACE56C9FB7322B0F19">
    <w:name w:val="90A0B0EC87304876ACE56C9FB7322B0F19"/>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52736EB38945AD8FF27F0E8B080E5B19">
    <w:name w:val="5052736EB38945AD8FF27F0E8B080E5B19"/>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CC0365021594C80A8EDD1D4BF9E2D7719">
    <w:name w:val="DCC0365021594C80A8EDD1D4BF9E2D7719"/>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1A3EDACA1E6417592A1ACDDDD733A8A14">
    <w:name w:val="21A3EDACA1E6417592A1ACDDDD733A8A14"/>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4A6FF8994D54CE6A5BDB3F99077C0D812">
    <w:name w:val="04A6FF8994D54CE6A5BDB3F99077C0D812"/>
    <w:rsid w:val="00F9686B"/>
    <w:pPr>
      <w:widowControl w:val="0"/>
      <w:jc w:val="both"/>
    </w:pPr>
    <w:rPr>
      <w:rFonts w:ascii="Century" w:eastAsia="ＭＳ 明朝" w:hAnsi="Century" w:cs="Times New Roman"/>
      <w:szCs w:val="24"/>
    </w:rPr>
  </w:style>
  <w:style w:type="paragraph" w:customStyle="1" w:styleId="3CD7E57AF30E47AD9BC589EADCA9F9238">
    <w:name w:val="3CD7E57AF30E47AD9BC589EADCA9F9238"/>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FBC7EBCA77E4ED880D2B240920B21CC19">
    <w:name w:val="DFBC7EBCA77E4ED880D2B240920B21CC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ECEDF87934749538036B788BBE389E619">
    <w:name w:val="9ECEDF87934749538036B788BBE389E6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13C5142E2D491CAE3715E19931123219">
    <w:name w:val="5A13C5142E2D491CAE3715E199311232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D1C09246A240F7A558B82E3D5A479119">
    <w:name w:val="C0D1C09246A240F7A558B82E3D5A4791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30594E7218422AB0C0C84D298476E619">
    <w:name w:val="3730594E7218422AB0C0C84D298476E6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511357A015641608BE227D3949EB6C119">
    <w:name w:val="3511357A015641608BE227D3949EB6C1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2C1A88095054FE3AEB3ABF2676222AA19">
    <w:name w:val="C2C1A88095054FE3AEB3ABF2676222AA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76AF3B4C2F3459EBFE7F462FFECC7D119">
    <w:name w:val="576AF3B4C2F3459EBFE7F462FFECC7D1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9D24E30CA44E28BE64A976C04EBB5A19">
    <w:name w:val="519D24E30CA44E28BE64A976C04EBB5A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6F234313F824E12A5737060F4273D5419">
    <w:name w:val="76F234313F824E12A5737060F4273D54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CAE121D87554FC88A0F9E33C42F66D019">
    <w:name w:val="3CAE121D87554FC88A0F9E33C42F66D0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42370FA69A24D17A33608A0CA548CC619">
    <w:name w:val="E42370FA69A24D17A33608A0CA548CC6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E87C626B69496787F44171983D1D2519">
    <w:name w:val="28E87C626B69496787F44171983D1D25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65249A59DA4E489DB09D375F236FF519">
    <w:name w:val="FE65249A59DA4E489DB09D375F236FF5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AF9EB7DD8244284B27351D118CC3D7719">
    <w:name w:val="1AF9EB7DD8244284B27351D118CC3D77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99842FD62E47A4981CA385298E771719">
    <w:name w:val="9799842FD62E47A4981CA385298E7717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2016A317D4434AF78A1D64E536F0219">
    <w:name w:val="48A2016A317D4434AF78A1D64E536F02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AE7DC15B317408985263706E79419B119">
    <w:name w:val="DAE7DC15B317408985263706E79419B1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968AF381AD48A2BF9098EB825166AD19">
    <w:name w:val="0F968AF381AD48A2BF9098EB825166AD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F62A4B9E1A7428D85184EE6E3D76C7419">
    <w:name w:val="1F62A4B9E1A7428D85184EE6E3D76C74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173C2C22DBC42A8B3C801AD5C057EB419">
    <w:name w:val="F173C2C22DBC42A8B3C801AD5C057EB4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0B45A0BAD9B4C759BC0B1BE15D34A6619">
    <w:name w:val="10B45A0BAD9B4C759BC0B1BE15D34A66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0C8F0750D54AFE8D9B46F42510276319">
    <w:name w:val="4E0C8F0750D54AFE8D9B46F425102763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CFE51D224564F2DBA36F68F89EE3E7F19">
    <w:name w:val="6CFE51D224564F2DBA36F68F89EE3E7F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623711D44343319A222C0F05108D3119">
    <w:name w:val="B7623711D44343319A222C0F05108D31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416B3AAE34841FC93B9BA9E9A3B140A19">
    <w:name w:val="0416B3AAE34841FC93B9BA9E9A3B140A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53F3C271344A4184A20DF08C7BFC7919">
    <w:name w:val="DF53F3C271344A4184A20DF08C7BFC79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022EC3A3F049E8A5DB114C0EE8CEDE19">
    <w:name w:val="A4022EC3A3F049E8A5DB114C0EE8CEDE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9F89AAE501143E289B024AAAD744E1419">
    <w:name w:val="A9F89AAE501143E289B024AAAD744E14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5B3C026EC874F30BF8E11008FD3E95B19">
    <w:name w:val="15B3C026EC874F30BF8E11008FD3E95B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D0F208031B47489470D95F085A6F3A19">
    <w:name w:val="CBD0F208031B47489470D95F085A6F3A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F0757EA99A42668D5FF482078AAF1519">
    <w:name w:val="6DF0757EA99A42668D5FF482078AAF15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36DC1A727D4F8B99960480CC05DF5819">
    <w:name w:val="6E36DC1A727D4F8B99960480CC05DF58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0414A0B8FB9493AA40E7730FFE3BB0919">
    <w:name w:val="70414A0B8FB9493AA40E7730FFE3BB09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42425BF5CB34AF587087F984222F30F19">
    <w:name w:val="C42425BF5CB34AF587087F984222F30F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B3EA4D49334A2390572B7CDF7B89A619">
    <w:name w:val="92B3EA4D49334A2390572B7CDF7B89A6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19">
    <w:name w:val="B530D9E20868431CB7EF4E8F9D8F4F98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19">
    <w:name w:val="0ABA8C64623C47D3B1ECD4595AE14E29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19">
    <w:name w:val="28CA7C8D8D9849E5B5CF1269282C946F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19">
    <w:name w:val="F55732B0330445E2A5890FCCEDF693B9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19">
    <w:name w:val="B42F8ED697344E739E2A7C95CFD10E4C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19">
    <w:name w:val="649A943F2BFA4DE292947EA940BE176D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19">
    <w:name w:val="8EC3F54E36944201A6EB180FDDC2E7E4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19">
    <w:name w:val="EE2249B155A940E29F996FBA3C723E5C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19">
    <w:name w:val="2245A4D397AD4DEDAA47906D0A29BC4B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19">
    <w:name w:val="B9BCEE44F690421C9BB796FADB126050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19">
    <w:name w:val="5E56BC5F13FB4707A7F40AB0C8DDA1EB19"/>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B0F2A4D43F4E6FA20AD816FA6A553319">
    <w:name w:val="CEB0F2A4D43F4E6FA20AD816FA6A553319"/>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901DF6D6BD446328579CF3778CB569B19">
    <w:name w:val="1901DF6D6BD446328579CF3778CB569B19"/>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026B2B55C4481899904408F4D3E84A19">
    <w:name w:val="AF026B2B55C4481899904408F4D3E84A19"/>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CE989ED5AAA4849BF41794E6FCE792B19">
    <w:name w:val="ECE989ED5AAA4849BF41794E6FCE792B19"/>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26">
    <w:name w:val="F355AD47D7104391B39B17149C846357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26">
    <w:name w:val="07E69319DF754E8DA3D762810E44D4F1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26">
    <w:name w:val="6F0414F8644142188C3CB3CF842FA35E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26">
    <w:name w:val="1330362FC25C40038186C87940577DBA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26">
    <w:name w:val="591AAD54DE974B29B300C7E0B00AB789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26">
    <w:name w:val="9781C88A472F4F99B9C232BFAFBCB82B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26">
    <w:name w:val="D2DF40BEBDE24E19ABED2E202B229432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26">
    <w:name w:val="E5FCB0FC1A714031A21C2547F0286583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26">
    <w:name w:val="7842081077FD4A8191DA5CD35EB7BA78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26">
    <w:name w:val="32397F6AE95E44569789DFF642CDF7CF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26">
    <w:name w:val="F231F4B61C45447C9DAACFB8EF072E17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26">
    <w:name w:val="B618AE2E0D524F7784AB2088C4DE063D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26">
    <w:name w:val="8DE20A4FE6944357AC206E8E9DF9E173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26">
    <w:name w:val="AA55AC7C76594D699539187979F7587B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26">
    <w:name w:val="82D8FFCAF1114CB8984CC3D7B56D1373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26">
    <w:name w:val="FB07527729ED46B18394BE682205D088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26">
    <w:name w:val="B4D2E5B7643C44A88B333B36D27C61EB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26">
    <w:name w:val="EBA1F054F23D40DF91A4211CEAA0DF76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26">
    <w:name w:val="5DC5B2035344469AB23D6EF0770EEBC8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26">
    <w:name w:val="87E6AC5CA5B34686BE6A9DBA67F2220E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26">
    <w:name w:val="37B33F0E1D8244BD98E5AF42DA64DB91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26">
    <w:name w:val="BA9EFB2C79734B1981F9F95AE8C79FF4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26">
    <w:name w:val="4EFC5E65A2844BC88C7F54071200A0A1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26">
    <w:name w:val="364BECBB70224535B019A334E0FAEED1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26">
    <w:name w:val="2AE337788F4F4FC88C456B350956037D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26">
    <w:name w:val="8D99489B3B4D44A8976D0795A2C2129F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26">
    <w:name w:val="B8A23D683A324B3F9872FF78326CF60F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26">
    <w:name w:val="0D460EDC5BC2456487F50C76739FB89D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26">
    <w:name w:val="4812D6A28D0D46CE946856910FC88502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26">
    <w:name w:val="7FAD0B75F40E4450925DD0C253233682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26">
    <w:name w:val="6BDE69584B134F94965F13E2263BC570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26">
    <w:name w:val="9FD124A447BA4D028F9BD4A65F57B892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26">
    <w:name w:val="9D6B5E112BD74311AE52B862910F6201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26">
    <w:name w:val="A618A57B0CBE4FE6954C255C0E4967E0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26">
    <w:name w:val="DB9C3E719C5244FA85EA36F1F30889B9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26">
    <w:name w:val="7508B0240A4545818C84CD7D781FCE2C26"/>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86802532A24D3BA02001497134E6C031">
    <w:name w:val="B786802532A24D3BA02001497134E6C031"/>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7408555748F46AF99B19399F96A1E2020">
    <w:name w:val="D7408555748F46AF99B19399F96A1E2020"/>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0A0B0EC87304876ACE56C9FB7322B0F20">
    <w:name w:val="90A0B0EC87304876ACE56C9FB7322B0F20"/>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52736EB38945AD8FF27F0E8B080E5B20">
    <w:name w:val="5052736EB38945AD8FF27F0E8B080E5B20"/>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CC0365021594C80A8EDD1D4BF9E2D7720">
    <w:name w:val="DCC0365021594C80A8EDD1D4BF9E2D7720"/>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1A3EDACA1E6417592A1ACDDDD733A8A15">
    <w:name w:val="21A3EDACA1E6417592A1ACDDDD733A8A15"/>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4A6FF8994D54CE6A5BDB3F99077C0D813">
    <w:name w:val="04A6FF8994D54CE6A5BDB3F99077C0D813"/>
    <w:rsid w:val="00F9686B"/>
    <w:pPr>
      <w:widowControl w:val="0"/>
      <w:jc w:val="both"/>
    </w:pPr>
    <w:rPr>
      <w:rFonts w:ascii="Century" w:eastAsia="ＭＳ 明朝" w:hAnsi="Century" w:cs="Times New Roman"/>
      <w:szCs w:val="24"/>
    </w:rPr>
  </w:style>
  <w:style w:type="paragraph" w:customStyle="1" w:styleId="3CD7E57AF30E47AD9BC589EADCA9F9239">
    <w:name w:val="3CD7E57AF30E47AD9BC589EADCA9F9239"/>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FBC7EBCA77E4ED880D2B240920B21CC20">
    <w:name w:val="DFBC7EBCA77E4ED880D2B240920B21CC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ECEDF87934749538036B788BBE389E620">
    <w:name w:val="9ECEDF87934749538036B788BBE389E6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A13C5142E2D491CAE3715E19931123220">
    <w:name w:val="5A13C5142E2D491CAE3715E199311232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0D1C09246A240F7A558B82E3D5A479120">
    <w:name w:val="C0D1C09246A240F7A558B82E3D5A4791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30594E7218422AB0C0C84D298476E620">
    <w:name w:val="3730594E7218422AB0C0C84D298476E6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511357A015641608BE227D3949EB6C120">
    <w:name w:val="3511357A015641608BE227D3949EB6C1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2C1A88095054FE3AEB3ABF2676222AA20">
    <w:name w:val="C2C1A88095054FE3AEB3ABF2676222AA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76AF3B4C2F3459EBFE7F462FFECC7D120">
    <w:name w:val="576AF3B4C2F3459EBFE7F462FFECC7D1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19D24E30CA44E28BE64A976C04EBB5A20">
    <w:name w:val="519D24E30CA44E28BE64A976C04EBB5A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6F234313F824E12A5737060F4273D5420">
    <w:name w:val="76F234313F824E12A5737060F4273D54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CAE121D87554FC88A0F9E33C42F66D020">
    <w:name w:val="3CAE121D87554FC88A0F9E33C42F66D0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42370FA69A24D17A33608A0CA548CC620">
    <w:name w:val="E42370FA69A24D17A33608A0CA548CC6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E87C626B69496787F44171983D1D2520">
    <w:name w:val="28E87C626B69496787F44171983D1D25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E65249A59DA4E489DB09D375F236FF520">
    <w:name w:val="FE65249A59DA4E489DB09D375F236FF5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AF9EB7DD8244284B27351D118CC3D7720">
    <w:name w:val="1AF9EB7DD8244284B27351D118CC3D77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99842FD62E47A4981CA385298E771720">
    <w:name w:val="9799842FD62E47A4981CA385298E7717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A2016A317D4434AF78A1D64E536F0220">
    <w:name w:val="48A2016A317D4434AF78A1D64E536F02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AE7DC15B317408985263706E79419B120">
    <w:name w:val="DAE7DC15B317408985263706E79419B1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F968AF381AD48A2BF9098EB825166AD20">
    <w:name w:val="0F968AF381AD48A2BF9098EB825166AD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F62A4B9E1A7428D85184EE6E3D76C7420">
    <w:name w:val="1F62A4B9E1A7428D85184EE6E3D76C74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173C2C22DBC42A8B3C801AD5C057EB420">
    <w:name w:val="F173C2C22DBC42A8B3C801AD5C057EB4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0B45A0BAD9B4C759BC0B1BE15D34A6620">
    <w:name w:val="10B45A0BAD9B4C759BC0B1BE15D34A66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0C8F0750D54AFE8D9B46F42510276320">
    <w:name w:val="4E0C8F0750D54AFE8D9B46F425102763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CFE51D224564F2DBA36F68F89EE3E7F20">
    <w:name w:val="6CFE51D224564F2DBA36F68F89EE3E7F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7623711D44343319A222C0F05108D3120">
    <w:name w:val="B7623711D44343319A222C0F05108D31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416B3AAE34841FC93B9BA9E9A3B140A20">
    <w:name w:val="0416B3AAE34841FC93B9BA9E9A3B140A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F53F3C271344A4184A20DF08C7BFC7920">
    <w:name w:val="DF53F3C271344A4184A20DF08C7BFC79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4022EC3A3F049E8A5DB114C0EE8CEDE20">
    <w:name w:val="A4022EC3A3F049E8A5DB114C0EE8CEDE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9F89AAE501143E289B024AAAD744E1420">
    <w:name w:val="A9F89AAE501143E289B024AAAD744E14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5B3C026EC874F30BF8E11008FD3E95B20">
    <w:name w:val="15B3C026EC874F30BF8E11008FD3E95B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BD0F208031B47489470D95F085A6F3A20">
    <w:name w:val="CBD0F208031B47489470D95F085A6F3A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DF0757EA99A42668D5FF482078AAF1520">
    <w:name w:val="6DF0757EA99A42668D5FF482078AAF15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E36DC1A727D4F8B99960480CC05DF5820">
    <w:name w:val="6E36DC1A727D4F8B99960480CC05DF58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0414A0B8FB9493AA40E7730FFE3BB0920">
    <w:name w:val="70414A0B8FB9493AA40E7730FFE3BB09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42425BF5CB34AF587087F984222F30F20">
    <w:name w:val="C42425BF5CB34AF587087F984222F30F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2B3EA4D49334A2390572B7CDF7B89A620">
    <w:name w:val="92B3EA4D49334A2390572B7CDF7B89A6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20">
    <w:name w:val="B530D9E20868431CB7EF4E8F9D8F4F98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20">
    <w:name w:val="0ABA8C64623C47D3B1ECD4595AE14E29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20">
    <w:name w:val="28CA7C8D8D9849E5B5CF1269282C946F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20">
    <w:name w:val="F55732B0330445E2A5890FCCEDF693B9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20">
    <w:name w:val="B42F8ED697344E739E2A7C95CFD10E4C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20">
    <w:name w:val="649A943F2BFA4DE292947EA940BE176D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20">
    <w:name w:val="8EC3F54E36944201A6EB180FDDC2E7E4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20">
    <w:name w:val="EE2249B155A940E29F996FBA3C723E5C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20">
    <w:name w:val="2245A4D397AD4DEDAA47906D0A29BC4B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20">
    <w:name w:val="B9BCEE44F690421C9BB796FADB126050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20">
    <w:name w:val="5E56BC5F13FB4707A7F40AB0C8DDA1EB20"/>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CEB0F2A4D43F4E6FA20AD816FA6A553320">
    <w:name w:val="CEB0F2A4D43F4E6FA20AD816FA6A553320"/>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1901DF6D6BD446328579CF3778CB569B20">
    <w:name w:val="1901DF6D6BD446328579CF3778CB569B20"/>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AF026B2B55C4481899904408F4D3E84A20">
    <w:name w:val="AF026B2B55C4481899904408F4D3E84A20"/>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CE989ED5AAA4849BF41794E6FCE792B20">
    <w:name w:val="ECE989ED5AAA4849BF41794E6FCE792B20"/>
    <w:rsid w:val="00F9686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27">
    <w:name w:val="F355AD47D7104391B39B17149C846357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27">
    <w:name w:val="07E69319DF754E8DA3D762810E44D4F1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27">
    <w:name w:val="6F0414F8644142188C3CB3CF842FA35E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27">
    <w:name w:val="1330362FC25C40038186C87940577DBA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27">
    <w:name w:val="591AAD54DE974B29B300C7E0B00AB789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27">
    <w:name w:val="9781C88A472F4F99B9C232BFAFBCB82B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27">
    <w:name w:val="D2DF40BEBDE24E19ABED2E202B229432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27">
    <w:name w:val="E5FCB0FC1A714031A21C2547F0286583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27">
    <w:name w:val="7842081077FD4A8191DA5CD35EB7BA78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27">
    <w:name w:val="32397F6AE95E44569789DFF642CDF7CF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27">
    <w:name w:val="F231F4B61C45447C9DAACFB8EF072E17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27">
    <w:name w:val="B618AE2E0D524F7784AB2088C4DE063D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27">
    <w:name w:val="8DE20A4FE6944357AC206E8E9DF9E173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27">
    <w:name w:val="AA55AC7C76594D699539187979F7587B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27">
    <w:name w:val="82D8FFCAF1114CB8984CC3D7B56D1373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27">
    <w:name w:val="FB07527729ED46B18394BE682205D088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27">
    <w:name w:val="B4D2E5B7643C44A88B333B36D27C61EB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27">
    <w:name w:val="EBA1F054F23D40DF91A4211CEAA0DF76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27">
    <w:name w:val="5DC5B2035344469AB23D6EF0770EEBC8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27">
    <w:name w:val="87E6AC5CA5B34686BE6A9DBA67F2220E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27">
    <w:name w:val="37B33F0E1D8244BD98E5AF42DA64DB91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27">
    <w:name w:val="BA9EFB2C79734B1981F9F95AE8C79FF4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27">
    <w:name w:val="4EFC5E65A2844BC88C7F54071200A0A1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27">
    <w:name w:val="364BECBB70224535B019A334E0FAEED1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27">
    <w:name w:val="2AE337788F4F4FC88C456B350956037D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27">
    <w:name w:val="8D99489B3B4D44A8976D0795A2C2129F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27">
    <w:name w:val="B8A23D683A324B3F9872FF78326CF60F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27">
    <w:name w:val="0D460EDC5BC2456487F50C76739FB89D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27">
    <w:name w:val="4812D6A28D0D46CE946856910FC88502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27">
    <w:name w:val="7FAD0B75F40E4450925DD0C253233682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27">
    <w:name w:val="6BDE69584B134F94965F13E2263BC570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27">
    <w:name w:val="9FD124A447BA4D028F9BD4A65F57B892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27">
    <w:name w:val="9D6B5E112BD74311AE52B862910F6201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27">
    <w:name w:val="A618A57B0CBE4FE6954C255C0E4967E0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27">
    <w:name w:val="DB9C3E719C5244FA85EA36F1F30889B9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27">
    <w:name w:val="7508B0240A4545818C84CD7D781FCE2C27"/>
    <w:rsid w:val="00F9686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C08281F54914791A21CCDED2A8E8F8D">
    <w:name w:val="8C08281F54914791A21CCDED2A8E8F8D"/>
    <w:rsid w:val="0022001B"/>
    <w:pPr>
      <w:widowControl w:val="0"/>
      <w:jc w:val="both"/>
    </w:pPr>
  </w:style>
  <w:style w:type="paragraph" w:customStyle="1" w:styleId="2CED0EC8A71E4F3888EA7CE124D6796F">
    <w:name w:val="2CED0EC8A71E4F3888EA7CE124D6796F"/>
    <w:rsid w:val="0022001B"/>
    <w:pPr>
      <w:widowControl w:val="0"/>
      <w:jc w:val="both"/>
    </w:pPr>
  </w:style>
  <w:style w:type="paragraph" w:customStyle="1" w:styleId="921C1B70FC404C56BE5EF8E2695ECA95">
    <w:name w:val="921C1B70FC404C56BE5EF8E2695ECA95"/>
    <w:rsid w:val="0022001B"/>
    <w:pPr>
      <w:widowControl w:val="0"/>
      <w:jc w:val="both"/>
    </w:pPr>
  </w:style>
  <w:style w:type="paragraph" w:customStyle="1" w:styleId="9D0325EE9E7541C98C837FE0C48D86C7">
    <w:name w:val="9D0325EE9E7541C98C837FE0C48D86C7"/>
    <w:rsid w:val="0022001B"/>
    <w:pPr>
      <w:widowControl w:val="0"/>
      <w:jc w:val="both"/>
    </w:pPr>
  </w:style>
  <w:style w:type="paragraph" w:customStyle="1" w:styleId="B5CEDCC3A8734007ACEC795B46337F5E">
    <w:name w:val="B5CEDCC3A8734007ACEC795B46337F5E"/>
    <w:rsid w:val="0022001B"/>
    <w:pPr>
      <w:widowControl w:val="0"/>
      <w:jc w:val="both"/>
    </w:pPr>
  </w:style>
  <w:style w:type="paragraph" w:customStyle="1" w:styleId="361B4443198C4CCB834E8C9D2E424165">
    <w:name w:val="361B4443198C4CCB834E8C9D2E424165"/>
    <w:rsid w:val="0022001B"/>
    <w:pPr>
      <w:widowControl w:val="0"/>
      <w:jc w:val="both"/>
    </w:pPr>
  </w:style>
  <w:style w:type="paragraph" w:customStyle="1" w:styleId="9D0A4B807A2C4D74818FFD54A776865B">
    <w:name w:val="9D0A4B807A2C4D74818FFD54A776865B"/>
    <w:rsid w:val="0022001B"/>
    <w:pPr>
      <w:widowControl w:val="0"/>
      <w:jc w:val="both"/>
    </w:pPr>
  </w:style>
  <w:style w:type="paragraph" w:customStyle="1" w:styleId="6BD41663AF5B414D8AA6AEC4DBC61F91">
    <w:name w:val="6BD41663AF5B414D8AA6AEC4DBC61F91"/>
    <w:rsid w:val="0022001B"/>
    <w:pPr>
      <w:widowControl w:val="0"/>
      <w:jc w:val="both"/>
    </w:pPr>
  </w:style>
  <w:style w:type="paragraph" w:customStyle="1" w:styleId="12FC9BBEC0434003B67A5AF780EF1571">
    <w:name w:val="12FC9BBEC0434003B67A5AF780EF1571"/>
    <w:rsid w:val="0022001B"/>
    <w:pPr>
      <w:widowControl w:val="0"/>
      <w:jc w:val="both"/>
    </w:pPr>
  </w:style>
  <w:style w:type="paragraph" w:customStyle="1" w:styleId="D97509ED78614CD2BE74639C74B386F1">
    <w:name w:val="D97509ED78614CD2BE74639C74B386F1"/>
    <w:rsid w:val="0022001B"/>
    <w:pPr>
      <w:widowControl w:val="0"/>
      <w:jc w:val="both"/>
    </w:pPr>
  </w:style>
  <w:style w:type="paragraph" w:customStyle="1" w:styleId="0A216A295A554CD69BD03524D2074C27">
    <w:name w:val="0A216A295A554CD69BD03524D2074C27"/>
    <w:rsid w:val="0022001B"/>
    <w:pPr>
      <w:widowControl w:val="0"/>
      <w:jc w:val="both"/>
    </w:pPr>
  </w:style>
  <w:style w:type="paragraph" w:customStyle="1" w:styleId="BED43AFB4AFE4897A58655A1D9E30BDB">
    <w:name w:val="BED43AFB4AFE4897A58655A1D9E30BDB"/>
    <w:rsid w:val="0022001B"/>
    <w:pPr>
      <w:widowControl w:val="0"/>
      <w:jc w:val="both"/>
    </w:pPr>
  </w:style>
  <w:style w:type="paragraph" w:customStyle="1" w:styleId="278D950B790D4AA9AA9E0C483664AA39">
    <w:name w:val="278D950B790D4AA9AA9E0C483664AA39"/>
    <w:rsid w:val="0022001B"/>
    <w:pPr>
      <w:widowControl w:val="0"/>
      <w:jc w:val="both"/>
    </w:pPr>
  </w:style>
  <w:style w:type="paragraph" w:customStyle="1" w:styleId="2C3F8000806947149DE416F6B8CFE533">
    <w:name w:val="2C3F8000806947149DE416F6B8CFE533"/>
    <w:rsid w:val="0022001B"/>
    <w:pPr>
      <w:widowControl w:val="0"/>
      <w:jc w:val="both"/>
    </w:pPr>
  </w:style>
  <w:style w:type="paragraph" w:customStyle="1" w:styleId="2A816C430AEE4DB8AFA1BEE8845C72B4">
    <w:name w:val="2A816C430AEE4DB8AFA1BEE8845C72B4"/>
    <w:rsid w:val="0022001B"/>
    <w:pPr>
      <w:widowControl w:val="0"/>
      <w:jc w:val="both"/>
    </w:pPr>
  </w:style>
  <w:style w:type="paragraph" w:customStyle="1" w:styleId="440353A47E9E4B0BBEBB0E2848380B7E">
    <w:name w:val="440353A47E9E4B0BBEBB0E2848380B7E"/>
    <w:rsid w:val="0022001B"/>
    <w:pPr>
      <w:widowControl w:val="0"/>
      <w:jc w:val="both"/>
    </w:pPr>
  </w:style>
  <w:style w:type="paragraph" w:customStyle="1" w:styleId="4302B2B9B5B74CBBBA5B8B2AA06F6001">
    <w:name w:val="4302B2B9B5B74CBBBA5B8B2AA06F6001"/>
    <w:rsid w:val="0022001B"/>
    <w:pPr>
      <w:widowControl w:val="0"/>
      <w:jc w:val="both"/>
    </w:pPr>
  </w:style>
  <w:style w:type="paragraph" w:customStyle="1" w:styleId="7182EEFA10E54E1E92CF5FA85FCFFBE0">
    <w:name w:val="7182EEFA10E54E1E92CF5FA85FCFFBE0"/>
    <w:rsid w:val="0022001B"/>
    <w:pPr>
      <w:widowControl w:val="0"/>
      <w:jc w:val="both"/>
    </w:pPr>
  </w:style>
  <w:style w:type="paragraph" w:customStyle="1" w:styleId="16B15A4819294D82886711DBDF366D25">
    <w:name w:val="16B15A4819294D82886711DBDF366D25"/>
    <w:rsid w:val="0022001B"/>
    <w:pPr>
      <w:widowControl w:val="0"/>
      <w:jc w:val="both"/>
    </w:pPr>
  </w:style>
  <w:style w:type="paragraph" w:customStyle="1" w:styleId="5EB6FD2746BE4939B63A6B1AD14DBB54">
    <w:name w:val="5EB6FD2746BE4939B63A6B1AD14DBB54"/>
    <w:rsid w:val="0022001B"/>
    <w:pPr>
      <w:widowControl w:val="0"/>
      <w:jc w:val="both"/>
    </w:pPr>
  </w:style>
  <w:style w:type="paragraph" w:customStyle="1" w:styleId="2F539BDE942743AEA8D7A12A37191A76">
    <w:name w:val="2F539BDE942743AEA8D7A12A37191A76"/>
    <w:rsid w:val="0022001B"/>
    <w:pPr>
      <w:widowControl w:val="0"/>
      <w:jc w:val="both"/>
    </w:pPr>
  </w:style>
  <w:style w:type="paragraph" w:customStyle="1" w:styleId="D6C86AEE51B94A03A60711045E09C088">
    <w:name w:val="D6C86AEE51B94A03A60711045E09C088"/>
    <w:rsid w:val="0022001B"/>
    <w:pPr>
      <w:widowControl w:val="0"/>
      <w:jc w:val="both"/>
    </w:pPr>
  </w:style>
  <w:style w:type="paragraph" w:customStyle="1" w:styleId="C9B24FAFEE024B56B639B3934AF204DE">
    <w:name w:val="C9B24FAFEE024B56B639B3934AF204DE"/>
    <w:rsid w:val="0022001B"/>
    <w:pPr>
      <w:widowControl w:val="0"/>
      <w:jc w:val="both"/>
    </w:pPr>
  </w:style>
  <w:style w:type="paragraph" w:customStyle="1" w:styleId="D5DAF3DA08974986B1C90407286BBE83">
    <w:name w:val="D5DAF3DA08974986B1C90407286BBE83"/>
    <w:rsid w:val="0022001B"/>
    <w:pPr>
      <w:widowControl w:val="0"/>
      <w:jc w:val="both"/>
    </w:pPr>
  </w:style>
  <w:style w:type="paragraph" w:customStyle="1" w:styleId="A9DDFD7B53FA4DF1BAE4C2F0B1F9100C">
    <w:name w:val="A9DDFD7B53FA4DF1BAE4C2F0B1F9100C"/>
    <w:rsid w:val="0022001B"/>
    <w:pPr>
      <w:widowControl w:val="0"/>
      <w:jc w:val="both"/>
    </w:pPr>
  </w:style>
  <w:style w:type="paragraph" w:customStyle="1" w:styleId="E657D3CF35FD4C3395E4BCA3BD8BF99B">
    <w:name w:val="E657D3CF35FD4C3395E4BCA3BD8BF99B"/>
    <w:rsid w:val="0022001B"/>
    <w:pPr>
      <w:widowControl w:val="0"/>
      <w:jc w:val="both"/>
    </w:pPr>
  </w:style>
  <w:style w:type="paragraph" w:customStyle="1" w:styleId="62576B60C2D8494D8D2E3E80484FB7FF">
    <w:name w:val="62576B60C2D8494D8D2E3E80484FB7FF"/>
    <w:rsid w:val="0022001B"/>
    <w:pPr>
      <w:widowControl w:val="0"/>
      <w:jc w:val="both"/>
    </w:pPr>
  </w:style>
  <w:style w:type="paragraph" w:customStyle="1" w:styleId="E8550F4061E249EE9AA57DED59A8BA90">
    <w:name w:val="E8550F4061E249EE9AA57DED59A8BA90"/>
    <w:rsid w:val="0022001B"/>
    <w:pPr>
      <w:widowControl w:val="0"/>
      <w:jc w:val="both"/>
    </w:pPr>
  </w:style>
  <w:style w:type="paragraph" w:customStyle="1" w:styleId="7C52FA3E14174984B190ADD5A809FF3E">
    <w:name w:val="7C52FA3E14174984B190ADD5A809FF3E"/>
    <w:rsid w:val="0022001B"/>
    <w:pPr>
      <w:widowControl w:val="0"/>
      <w:jc w:val="both"/>
    </w:pPr>
  </w:style>
  <w:style w:type="paragraph" w:customStyle="1" w:styleId="792B1B1FDFD54E43BEEA6F9547240D82">
    <w:name w:val="792B1B1FDFD54E43BEEA6F9547240D82"/>
    <w:rsid w:val="0022001B"/>
    <w:pPr>
      <w:widowControl w:val="0"/>
      <w:jc w:val="both"/>
    </w:pPr>
  </w:style>
  <w:style w:type="paragraph" w:customStyle="1" w:styleId="238178AABE144E519D74B6B1990B88DF">
    <w:name w:val="238178AABE144E519D74B6B1990B88DF"/>
    <w:rsid w:val="0022001B"/>
    <w:pPr>
      <w:widowControl w:val="0"/>
      <w:jc w:val="both"/>
    </w:pPr>
  </w:style>
  <w:style w:type="paragraph" w:customStyle="1" w:styleId="363510C3B363472CA9832B4AAAE4109F">
    <w:name w:val="363510C3B363472CA9832B4AAAE4109F"/>
    <w:rsid w:val="0022001B"/>
    <w:pPr>
      <w:widowControl w:val="0"/>
      <w:jc w:val="both"/>
    </w:pPr>
  </w:style>
  <w:style w:type="paragraph" w:customStyle="1" w:styleId="6796D7286A394863844DF1C85161E2D6">
    <w:name w:val="6796D7286A394863844DF1C85161E2D6"/>
    <w:rsid w:val="0022001B"/>
    <w:pPr>
      <w:widowControl w:val="0"/>
      <w:jc w:val="both"/>
    </w:pPr>
  </w:style>
  <w:style w:type="paragraph" w:customStyle="1" w:styleId="9A103C28579B45FC921EB794D5383B5D">
    <w:name w:val="9A103C28579B45FC921EB794D5383B5D"/>
    <w:rsid w:val="0022001B"/>
    <w:pPr>
      <w:widowControl w:val="0"/>
      <w:jc w:val="both"/>
    </w:pPr>
  </w:style>
  <w:style w:type="paragraph" w:customStyle="1" w:styleId="ACCAA1879817452C80D1AB860AFB182E">
    <w:name w:val="ACCAA1879817452C80D1AB860AFB182E"/>
    <w:rsid w:val="0022001B"/>
    <w:pPr>
      <w:widowControl w:val="0"/>
      <w:jc w:val="both"/>
    </w:pPr>
  </w:style>
  <w:style w:type="paragraph" w:customStyle="1" w:styleId="701EC2CB9E2248DD9702F4EB8DD59583">
    <w:name w:val="701EC2CB9E2248DD9702F4EB8DD59583"/>
    <w:rsid w:val="0022001B"/>
    <w:pPr>
      <w:widowControl w:val="0"/>
      <w:jc w:val="both"/>
    </w:pPr>
  </w:style>
  <w:style w:type="paragraph" w:customStyle="1" w:styleId="9160EAD054B94895A4205205FFD98663">
    <w:name w:val="9160EAD054B94895A4205205FFD98663"/>
    <w:rsid w:val="0022001B"/>
    <w:pPr>
      <w:widowControl w:val="0"/>
      <w:jc w:val="both"/>
    </w:pPr>
  </w:style>
  <w:style w:type="paragraph" w:customStyle="1" w:styleId="CE2B17FAB8B64F6996695B53678A772E">
    <w:name w:val="CE2B17FAB8B64F6996695B53678A772E"/>
    <w:rsid w:val="0022001B"/>
    <w:pPr>
      <w:widowControl w:val="0"/>
      <w:jc w:val="both"/>
    </w:pPr>
  </w:style>
  <w:style w:type="paragraph" w:customStyle="1" w:styleId="BF0D49FE113642CD8C53DC1FD70CD37E">
    <w:name w:val="BF0D49FE113642CD8C53DC1FD70CD37E"/>
    <w:rsid w:val="0022001B"/>
    <w:pPr>
      <w:widowControl w:val="0"/>
      <w:jc w:val="both"/>
    </w:pPr>
  </w:style>
  <w:style w:type="paragraph" w:customStyle="1" w:styleId="CAA1CA918318496C8C8AC651E7A90603">
    <w:name w:val="CAA1CA918318496C8C8AC651E7A90603"/>
    <w:rsid w:val="0022001B"/>
    <w:pPr>
      <w:widowControl w:val="0"/>
      <w:jc w:val="both"/>
    </w:pPr>
  </w:style>
  <w:style w:type="paragraph" w:customStyle="1" w:styleId="3ADEC218246043EABF44BC52E463DDB6">
    <w:name w:val="3ADEC218246043EABF44BC52E463DDB6"/>
    <w:rsid w:val="0022001B"/>
    <w:pPr>
      <w:widowControl w:val="0"/>
      <w:jc w:val="both"/>
    </w:pPr>
  </w:style>
  <w:style w:type="paragraph" w:customStyle="1" w:styleId="034F7C0D8D814447B91BF11739EEF495">
    <w:name w:val="034F7C0D8D814447B91BF11739EEF495"/>
    <w:rsid w:val="0022001B"/>
    <w:pPr>
      <w:widowControl w:val="0"/>
      <w:jc w:val="both"/>
    </w:pPr>
  </w:style>
  <w:style w:type="paragraph" w:customStyle="1" w:styleId="8FD3C127C664401FB6B55E6398AE3286">
    <w:name w:val="8FD3C127C664401FB6B55E6398AE3286"/>
    <w:rsid w:val="0022001B"/>
    <w:pPr>
      <w:widowControl w:val="0"/>
      <w:jc w:val="both"/>
    </w:pPr>
  </w:style>
  <w:style w:type="paragraph" w:customStyle="1" w:styleId="6831DD510E554D759912760E62CD3F87">
    <w:name w:val="6831DD510E554D759912760E62CD3F87"/>
    <w:rsid w:val="0022001B"/>
    <w:pPr>
      <w:widowControl w:val="0"/>
      <w:jc w:val="both"/>
    </w:pPr>
  </w:style>
  <w:style w:type="paragraph" w:customStyle="1" w:styleId="214757E5F571440F949A255C475E7328">
    <w:name w:val="214757E5F571440F949A255C475E7328"/>
    <w:rsid w:val="0022001B"/>
    <w:pPr>
      <w:widowControl w:val="0"/>
      <w:jc w:val="both"/>
    </w:pPr>
  </w:style>
  <w:style w:type="paragraph" w:customStyle="1" w:styleId="510696F02C6F4129A47FFAB2C17E1C3A">
    <w:name w:val="510696F02C6F4129A47FFAB2C17E1C3A"/>
    <w:rsid w:val="0022001B"/>
    <w:pPr>
      <w:widowControl w:val="0"/>
      <w:jc w:val="both"/>
    </w:pPr>
  </w:style>
  <w:style w:type="paragraph" w:customStyle="1" w:styleId="6F2A5E80A5454FCFAF5BA604FA91D66E">
    <w:name w:val="6F2A5E80A5454FCFAF5BA604FA91D66E"/>
    <w:rsid w:val="0022001B"/>
    <w:pPr>
      <w:widowControl w:val="0"/>
      <w:jc w:val="both"/>
    </w:pPr>
  </w:style>
  <w:style w:type="paragraph" w:customStyle="1" w:styleId="1450AB342C804CE388CD825E1209027C">
    <w:name w:val="1450AB342C804CE388CD825E1209027C"/>
    <w:rsid w:val="0022001B"/>
    <w:pPr>
      <w:widowControl w:val="0"/>
      <w:jc w:val="both"/>
    </w:pPr>
  </w:style>
  <w:style w:type="paragraph" w:customStyle="1" w:styleId="AE93C0B86727409B8867AE441A4C88C4">
    <w:name w:val="AE93C0B86727409B8867AE441A4C88C4"/>
    <w:rsid w:val="0022001B"/>
    <w:pPr>
      <w:widowControl w:val="0"/>
      <w:jc w:val="both"/>
    </w:pPr>
  </w:style>
  <w:style w:type="paragraph" w:customStyle="1" w:styleId="5139D15781D341DCA3A0B181D38A111A">
    <w:name w:val="5139D15781D341DCA3A0B181D38A111A"/>
    <w:rsid w:val="0022001B"/>
    <w:pPr>
      <w:widowControl w:val="0"/>
      <w:jc w:val="both"/>
    </w:pPr>
  </w:style>
  <w:style w:type="paragraph" w:customStyle="1" w:styleId="44CEE1F65F114FFE8773003447C1D484">
    <w:name w:val="44CEE1F65F114FFE8773003447C1D484"/>
    <w:rsid w:val="0022001B"/>
    <w:pPr>
      <w:widowControl w:val="0"/>
      <w:jc w:val="both"/>
    </w:pPr>
  </w:style>
  <w:style w:type="paragraph" w:customStyle="1" w:styleId="E4B4FD0E3C114CAC8C576A96F0C6CFD3">
    <w:name w:val="E4B4FD0E3C114CAC8C576A96F0C6CFD3"/>
    <w:rsid w:val="0022001B"/>
    <w:pPr>
      <w:widowControl w:val="0"/>
      <w:jc w:val="both"/>
    </w:pPr>
  </w:style>
  <w:style w:type="paragraph" w:customStyle="1" w:styleId="C51DC7A24BFB4B3DA1761A441D219245">
    <w:name w:val="C51DC7A24BFB4B3DA1761A441D219245"/>
    <w:rsid w:val="0022001B"/>
    <w:pPr>
      <w:widowControl w:val="0"/>
      <w:jc w:val="both"/>
    </w:pPr>
  </w:style>
  <w:style w:type="paragraph" w:customStyle="1" w:styleId="A4815CCACAFD48188A6F248CA15AF90A">
    <w:name w:val="A4815CCACAFD48188A6F248CA15AF90A"/>
    <w:rsid w:val="0022001B"/>
    <w:pPr>
      <w:widowControl w:val="0"/>
      <w:jc w:val="both"/>
    </w:pPr>
  </w:style>
  <w:style w:type="paragraph" w:customStyle="1" w:styleId="8C7418999B4C413A9F58B394A817BE78">
    <w:name w:val="8C7418999B4C413A9F58B394A817BE78"/>
    <w:rsid w:val="0022001B"/>
    <w:pPr>
      <w:widowControl w:val="0"/>
      <w:jc w:val="both"/>
    </w:pPr>
  </w:style>
  <w:style w:type="paragraph" w:customStyle="1" w:styleId="F15A9DB45C1A4F55BAC4BC1F171C5550">
    <w:name w:val="F15A9DB45C1A4F55BAC4BC1F171C5550"/>
    <w:rsid w:val="0022001B"/>
    <w:pPr>
      <w:widowControl w:val="0"/>
      <w:jc w:val="both"/>
    </w:pPr>
  </w:style>
  <w:style w:type="paragraph" w:customStyle="1" w:styleId="029984739475419DB034045B0108402A">
    <w:name w:val="029984739475419DB034045B0108402A"/>
    <w:rsid w:val="0022001B"/>
    <w:pPr>
      <w:widowControl w:val="0"/>
      <w:jc w:val="both"/>
    </w:pPr>
  </w:style>
  <w:style w:type="paragraph" w:customStyle="1" w:styleId="6DF784D858724A8989029F07D2A9EC59">
    <w:name w:val="6DF784D858724A8989029F07D2A9EC59"/>
    <w:rsid w:val="0022001B"/>
    <w:pPr>
      <w:widowControl w:val="0"/>
      <w:jc w:val="both"/>
    </w:pPr>
  </w:style>
  <w:style w:type="paragraph" w:customStyle="1" w:styleId="FE45668F58674206B5DEB3A44178FB1F">
    <w:name w:val="FE45668F58674206B5DEB3A44178FB1F"/>
    <w:rsid w:val="0022001B"/>
    <w:pPr>
      <w:widowControl w:val="0"/>
      <w:jc w:val="both"/>
    </w:pPr>
  </w:style>
  <w:style w:type="paragraph" w:customStyle="1" w:styleId="1EF04920BCE24AF3876FF7708F06B4AF">
    <w:name w:val="1EF04920BCE24AF3876FF7708F06B4AF"/>
    <w:rsid w:val="0022001B"/>
    <w:pPr>
      <w:widowControl w:val="0"/>
      <w:jc w:val="both"/>
    </w:pPr>
  </w:style>
  <w:style w:type="paragraph" w:customStyle="1" w:styleId="3BD976E2A05E4E7080C1A9EB3A4172E8">
    <w:name w:val="3BD976E2A05E4E7080C1A9EB3A4172E8"/>
    <w:rsid w:val="0022001B"/>
    <w:pPr>
      <w:widowControl w:val="0"/>
      <w:jc w:val="both"/>
    </w:pPr>
  </w:style>
  <w:style w:type="paragraph" w:customStyle="1" w:styleId="7859ADAC943A4496B02D7D768102D4B0">
    <w:name w:val="7859ADAC943A4496B02D7D768102D4B0"/>
    <w:rsid w:val="0022001B"/>
    <w:pPr>
      <w:widowControl w:val="0"/>
      <w:jc w:val="both"/>
    </w:pPr>
  </w:style>
  <w:style w:type="paragraph" w:customStyle="1" w:styleId="96D13D6B68094A1CA05106E29F1C2582">
    <w:name w:val="96D13D6B68094A1CA05106E29F1C2582"/>
    <w:rsid w:val="0022001B"/>
    <w:pPr>
      <w:widowControl w:val="0"/>
      <w:jc w:val="both"/>
    </w:pPr>
  </w:style>
  <w:style w:type="paragraph" w:customStyle="1" w:styleId="E56126D1DFC54298B45C03D691631A98">
    <w:name w:val="E56126D1DFC54298B45C03D691631A98"/>
    <w:rsid w:val="0022001B"/>
    <w:pPr>
      <w:widowControl w:val="0"/>
      <w:jc w:val="both"/>
    </w:pPr>
  </w:style>
  <w:style w:type="paragraph" w:customStyle="1" w:styleId="B3463DB05ECA45D2886F3FEAC54B56CF">
    <w:name w:val="B3463DB05ECA45D2886F3FEAC54B56CF"/>
    <w:rsid w:val="0022001B"/>
    <w:pPr>
      <w:widowControl w:val="0"/>
      <w:jc w:val="both"/>
    </w:pPr>
  </w:style>
  <w:style w:type="paragraph" w:customStyle="1" w:styleId="A7B7BAD511844BD79066728C7C049980">
    <w:name w:val="A7B7BAD511844BD79066728C7C049980"/>
    <w:rsid w:val="0022001B"/>
    <w:pPr>
      <w:widowControl w:val="0"/>
      <w:jc w:val="both"/>
    </w:pPr>
  </w:style>
  <w:style w:type="paragraph" w:customStyle="1" w:styleId="A66A64D08BA14FFAAAEF5D624A5FC51E">
    <w:name w:val="A66A64D08BA14FFAAAEF5D624A5FC51E"/>
    <w:rsid w:val="0022001B"/>
    <w:pPr>
      <w:widowControl w:val="0"/>
      <w:jc w:val="both"/>
    </w:pPr>
  </w:style>
  <w:style w:type="paragraph" w:customStyle="1" w:styleId="B90411A3E01347EB8D1D9401BD44A8A4">
    <w:name w:val="B90411A3E01347EB8D1D9401BD44A8A4"/>
    <w:rsid w:val="0022001B"/>
    <w:pPr>
      <w:widowControl w:val="0"/>
      <w:jc w:val="both"/>
    </w:pPr>
  </w:style>
  <w:style w:type="paragraph" w:customStyle="1" w:styleId="434A843C6D0645A681CF43F0A3CE4B0B">
    <w:name w:val="434A843C6D0645A681CF43F0A3CE4B0B"/>
    <w:rsid w:val="0022001B"/>
    <w:pPr>
      <w:widowControl w:val="0"/>
      <w:jc w:val="both"/>
    </w:pPr>
  </w:style>
  <w:style w:type="paragraph" w:customStyle="1" w:styleId="01DFA378DB7A4F5D84C57F68DF9D55A4">
    <w:name w:val="01DFA378DB7A4F5D84C57F68DF9D55A4"/>
    <w:rsid w:val="0022001B"/>
    <w:pPr>
      <w:widowControl w:val="0"/>
      <w:jc w:val="both"/>
    </w:pPr>
  </w:style>
  <w:style w:type="paragraph" w:customStyle="1" w:styleId="B2EE16F84FD6499EBA9262CAEFF59FFE">
    <w:name w:val="B2EE16F84FD6499EBA9262CAEFF59FFE"/>
    <w:rsid w:val="0022001B"/>
    <w:pPr>
      <w:widowControl w:val="0"/>
      <w:jc w:val="both"/>
    </w:pPr>
  </w:style>
  <w:style w:type="paragraph" w:customStyle="1" w:styleId="9BFE3156A6B84026A058C277DBC36D60">
    <w:name w:val="9BFE3156A6B84026A058C277DBC36D60"/>
    <w:rsid w:val="0022001B"/>
    <w:pPr>
      <w:widowControl w:val="0"/>
      <w:jc w:val="both"/>
    </w:pPr>
  </w:style>
  <w:style w:type="paragraph" w:customStyle="1" w:styleId="970F03F9A6E548CDAB8583A9E818BA4C">
    <w:name w:val="970F03F9A6E548CDAB8583A9E818BA4C"/>
    <w:rsid w:val="0022001B"/>
    <w:pPr>
      <w:widowControl w:val="0"/>
      <w:jc w:val="both"/>
    </w:pPr>
  </w:style>
  <w:style w:type="paragraph" w:customStyle="1" w:styleId="4CA961B3E7C743748A2A08AC1506C7D8">
    <w:name w:val="4CA961B3E7C743748A2A08AC1506C7D8"/>
    <w:rsid w:val="0022001B"/>
    <w:pPr>
      <w:widowControl w:val="0"/>
      <w:jc w:val="both"/>
    </w:pPr>
  </w:style>
  <w:style w:type="paragraph" w:customStyle="1" w:styleId="AB28C9846728451CA1BDA57283F98D30">
    <w:name w:val="AB28C9846728451CA1BDA57283F98D30"/>
    <w:rsid w:val="0022001B"/>
    <w:pPr>
      <w:widowControl w:val="0"/>
      <w:jc w:val="both"/>
    </w:pPr>
  </w:style>
  <w:style w:type="paragraph" w:customStyle="1" w:styleId="8F003718BB0349E0928FD706A524C912">
    <w:name w:val="8F003718BB0349E0928FD706A524C912"/>
    <w:rsid w:val="0022001B"/>
    <w:pPr>
      <w:widowControl w:val="0"/>
      <w:jc w:val="both"/>
    </w:pPr>
  </w:style>
  <w:style w:type="paragraph" w:customStyle="1" w:styleId="75487A9E1696479FBAED0262D03587C0">
    <w:name w:val="75487A9E1696479FBAED0262D03587C0"/>
    <w:rsid w:val="0022001B"/>
    <w:pPr>
      <w:widowControl w:val="0"/>
      <w:jc w:val="both"/>
    </w:pPr>
  </w:style>
  <w:style w:type="paragraph" w:customStyle="1" w:styleId="53A8908F9CE543EABD03997F12EFF358">
    <w:name w:val="53A8908F9CE543EABD03997F12EFF358"/>
    <w:rsid w:val="0022001B"/>
    <w:pPr>
      <w:widowControl w:val="0"/>
      <w:jc w:val="both"/>
    </w:pPr>
  </w:style>
  <w:style w:type="paragraph" w:customStyle="1" w:styleId="5B3CFE31F6974457B6EC8494F7344593">
    <w:name w:val="5B3CFE31F6974457B6EC8494F7344593"/>
    <w:rsid w:val="0022001B"/>
    <w:pPr>
      <w:widowControl w:val="0"/>
      <w:jc w:val="both"/>
    </w:pPr>
  </w:style>
  <w:style w:type="paragraph" w:customStyle="1" w:styleId="F2FF4374018740B9AB6BC3832C0E655B">
    <w:name w:val="F2FF4374018740B9AB6BC3832C0E655B"/>
    <w:rsid w:val="0022001B"/>
    <w:pPr>
      <w:widowControl w:val="0"/>
      <w:jc w:val="both"/>
    </w:pPr>
  </w:style>
  <w:style w:type="paragraph" w:customStyle="1" w:styleId="0E1AC617F4C941E2976FC4377EF405F2">
    <w:name w:val="0E1AC617F4C941E2976FC4377EF405F2"/>
    <w:rsid w:val="0022001B"/>
    <w:pPr>
      <w:widowControl w:val="0"/>
      <w:jc w:val="both"/>
    </w:pPr>
  </w:style>
  <w:style w:type="paragraph" w:customStyle="1" w:styleId="D9FAC0EC1ED94EC0B99C7E19872A65FD">
    <w:name w:val="D9FAC0EC1ED94EC0B99C7E19872A65FD"/>
    <w:rsid w:val="0022001B"/>
    <w:pPr>
      <w:widowControl w:val="0"/>
      <w:jc w:val="both"/>
    </w:pPr>
  </w:style>
  <w:style w:type="paragraph" w:customStyle="1" w:styleId="451D03D7A4B44553809DA748A9EDB290">
    <w:name w:val="451D03D7A4B44553809DA748A9EDB290"/>
    <w:rsid w:val="0022001B"/>
    <w:pPr>
      <w:widowControl w:val="0"/>
      <w:jc w:val="both"/>
    </w:pPr>
  </w:style>
  <w:style w:type="paragraph" w:customStyle="1" w:styleId="B27A30AC0D9846CBA80B7C38A431AED3">
    <w:name w:val="B27A30AC0D9846CBA80B7C38A431AED3"/>
    <w:rsid w:val="0022001B"/>
    <w:pPr>
      <w:widowControl w:val="0"/>
      <w:jc w:val="both"/>
    </w:pPr>
  </w:style>
  <w:style w:type="paragraph" w:customStyle="1" w:styleId="8AB93FC38B864253B7105E95E0FEDC6F">
    <w:name w:val="8AB93FC38B864253B7105E95E0FEDC6F"/>
    <w:rsid w:val="0022001B"/>
    <w:pPr>
      <w:widowControl w:val="0"/>
      <w:jc w:val="both"/>
    </w:pPr>
  </w:style>
  <w:style w:type="paragraph" w:customStyle="1" w:styleId="368B6B2CCEF548229CE5AE823E726867">
    <w:name w:val="368B6B2CCEF548229CE5AE823E726867"/>
    <w:rsid w:val="0022001B"/>
    <w:pPr>
      <w:widowControl w:val="0"/>
      <w:jc w:val="both"/>
    </w:pPr>
  </w:style>
  <w:style w:type="paragraph" w:customStyle="1" w:styleId="9D8806DA3263437A9C61994DA59D85FC">
    <w:name w:val="9D8806DA3263437A9C61994DA59D85FC"/>
    <w:rsid w:val="0022001B"/>
    <w:pPr>
      <w:widowControl w:val="0"/>
      <w:jc w:val="both"/>
    </w:pPr>
  </w:style>
  <w:style w:type="paragraph" w:customStyle="1" w:styleId="358BCF3F6DE84DB4BEDB86CC1897A626">
    <w:name w:val="358BCF3F6DE84DB4BEDB86CC1897A626"/>
    <w:rsid w:val="0022001B"/>
    <w:pPr>
      <w:widowControl w:val="0"/>
      <w:jc w:val="both"/>
    </w:pPr>
  </w:style>
  <w:style w:type="paragraph" w:customStyle="1" w:styleId="51C95B14A9524758A81E9D348B8F5354">
    <w:name w:val="51C95B14A9524758A81E9D348B8F5354"/>
    <w:rsid w:val="0022001B"/>
    <w:pPr>
      <w:widowControl w:val="0"/>
      <w:jc w:val="both"/>
    </w:pPr>
  </w:style>
  <w:style w:type="paragraph" w:customStyle="1" w:styleId="D15ADC818FAA482B952E9D3DA11549E1">
    <w:name w:val="D15ADC818FAA482B952E9D3DA11549E1"/>
    <w:rsid w:val="0022001B"/>
    <w:pPr>
      <w:widowControl w:val="0"/>
      <w:jc w:val="both"/>
    </w:pPr>
  </w:style>
  <w:style w:type="paragraph" w:customStyle="1" w:styleId="D360791C19CD4D0593AFD26C33087B9C">
    <w:name w:val="D360791C19CD4D0593AFD26C33087B9C"/>
    <w:rsid w:val="0022001B"/>
    <w:pPr>
      <w:widowControl w:val="0"/>
      <w:jc w:val="both"/>
    </w:pPr>
  </w:style>
  <w:style w:type="paragraph" w:customStyle="1" w:styleId="04E896DC82444B538687577290D3349A">
    <w:name w:val="04E896DC82444B538687577290D3349A"/>
    <w:rsid w:val="0022001B"/>
    <w:pPr>
      <w:widowControl w:val="0"/>
      <w:jc w:val="both"/>
    </w:pPr>
  </w:style>
  <w:style w:type="paragraph" w:customStyle="1" w:styleId="E8CB38A6234A4095927FD7B7D220A6ED">
    <w:name w:val="E8CB38A6234A4095927FD7B7D220A6ED"/>
    <w:rsid w:val="0022001B"/>
    <w:pPr>
      <w:widowControl w:val="0"/>
      <w:jc w:val="both"/>
    </w:pPr>
  </w:style>
  <w:style w:type="paragraph" w:customStyle="1" w:styleId="8ADF169F65874DC4B225F120C6E8160F">
    <w:name w:val="8ADF169F65874DC4B225F120C6E8160F"/>
    <w:rsid w:val="0022001B"/>
    <w:pPr>
      <w:widowControl w:val="0"/>
      <w:jc w:val="both"/>
    </w:pPr>
  </w:style>
  <w:style w:type="paragraph" w:customStyle="1" w:styleId="4870442C36BC4B5F9C1D366C88B680FF">
    <w:name w:val="4870442C36BC4B5F9C1D366C88B680FF"/>
    <w:rsid w:val="0022001B"/>
    <w:pPr>
      <w:widowControl w:val="0"/>
      <w:jc w:val="both"/>
    </w:pPr>
  </w:style>
  <w:style w:type="paragraph" w:customStyle="1" w:styleId="91C9E38416A841A8BF65D1C29CDE5661">
    <w:name w:val="91C9E38416A841A8BF65D1C29CDE5661"/>
    <w:rsid w:val="0022001B"/>
    <w:pPr>
      <w:widowControl w:val="0"/>
      <w:jc w:val="both"/>
    </w:pPr>
  </w:style>
  <w:style w:type="paragraph" w:customStyle="1" w:styleId="44C0B5EA84094F20878CBAB07C410FF2">
    <w:name w:val="44C0B5EA84094F20878CBAB07C410FF2"/>
    <w:rsid w:val="0022001B"/>
    <w:pPr>
      <w:widowControl w:val="0"/>
      <w:jc w:val="both"/>
    </w:pPr>
  </w:style>
  <w:style w:type="paragraph" w:customStyle="1" w:styleId="71AD0A428F524741A55DE7EE578299D9">
    <w:name w:val="71AD0A428F524741A55DE7EE578299D9"/>
    <w:rsid w:val="0022001B"/>
    <w:pPr>
      <w:widowControl w:val="0"/>
      <w:jc w:val="both"/>
    </w:pPr>
  </w:style>
  <w:style w:type="paragraph" w:customStyle="1" w:styleId="AD82666713F74E8B957D4632D5B8172F">
    <w:name w:val="AD82666713F74E8B957D4632D5B8172F"/>
    <w:rsid w:val="0022001B"/>
    <w:pPr>
      <w:widowControl w:val="0"/>
      <w:jc w:val="both"/>
    </w:pPr>
  </w:style>
  <w:style w:type="paragraph" w:customStyle="1" w:styleId="5842B11ABD134EE7865F087C864B045E">
    <w:name w:val="5842B11ABD134EE7865F087C864B045E"/>
    <w:rsid w:val="0022001B"/>
    <w:pPr>
      <w:widowControl w:val="0"/>
      <w:jc w:val="both"/>
    </w:pPr>
  </w:style>
  <w:style w:type="paragraph" w:customStyle="1" w:styleId="50DA357B99634DBCB07409B1097AB73B">
    <w:name w:val="50DA357B99634DBCB07409B1097AB73B"/>
    <w:rsid w:val="0022001B"/>
    <w:pPr>
      <w:widowControl w:val="0"/>
      <w:jc w:val="both"/>
    </w:pPr>
  </w:style>
  <w:style w:type="paragraph" w:customStyle="1" w:styleId="CFA33D99522A44EAB242A12908655453">
    <w:name w:val="CFA33D99522A44EAB242A12908655453"/>
    <w:rsid w:val="0022001B"/>
    <w:pPr>
      <w:widowControl w:val="0"/>
      <w:jc w:val="both"/>
    </w:pPr>
  </w:style>
  <w:style w:type="paragraph" w:customStyle="1" w:styleId="0A370C19488C403EB134666907F47D2B">
    <w:name w:val="0A370C19488C403EB134666907F47D2B"/>
    <w:rsid w:val="0022001B"/>
    <w:pPr>
      <w:widowControl w:val="0"/>
      <w:jc w:val="both"/>
    </w:pPr>
  </w:style>
  <w:style w:type="paragraph" w:customStyle="1" w:styleId="19B350B3AB1448C1BF64DEBC4DDC3577">
    <w:name w:val="19B350B3AB1448C1BF64DEBC4DDC3577"/>
    <w:rsid w:val="0022001B"/>
    <w:pPr>
      <w:widowControl w:val="0"/>
      <w:jc w:val="both"/>
    </w:pPr>
  </w:style>
  <w:style w:type="paragraph" w:customStyle="1" w:styleId="20E64B9420B540159D929C8D518B7709">
    <w:name w:val="20E64B9420B540159D929C8D518B7709"/>
    <w:rsid w:val="0022001B"/>
    <w:pPr>
      <w:widowControl w:val="0"/>
      <w:jc w:val="both"/>
    </w:pPr>
  </w:style>
  <w:style w:type="paragraph" w:customStyle="1" w:styleId="EEF4B8F4A14E4DE5A54D5DF4D199BB81">
    <w:name w:val="EEF4B8F4A14E4DE5A54D5DF4D199BB81"/>
    <w:rsid w:val="0022001B"/>
    <w:pPr>
      <w:widowControl w:val="0"/>
      <w:jc w:val="both"/>
    </w:pPr>
  </w:style>
  <w:style w:type="paragraph" w:customStyle="1" w:styleId="01899B88283046459CEBC5FCDE51A4DA">
    <w:name w:val="01899B88283046459CEBC5FCDE51A4DA"/>
    <w:rsid w:val="0022001B"/>
    <w:pPr>
      <w:widowControl w:val="0"/>
      <w:jc w:val="both"/>
    </w:pPr>
  </w:style>
  <w:style w:type="paragraph" w:customStyle="1" w:styleId="2B35DBE535A54E13A97A663E6A51721E">
    <w:name w:val="2B35DBE535A54E13A97A663E6A51721E"/>
    <w:rsid w:val="0022001B"/>
    <w:pPr>
      <w:widowControl w:val="0"/>
      <w:jc w:val="both"/>
    </w:pPr>
  </w:style>
  <w:style w:type="paragraph" w:customStyle="1" w:styleId="ADC60FDEF71E4905BA5EE55EDEC0B092">
    <w:name w:val="ADC60FDEF71E4905BA5EE55EDEC0B092"/>
    <w:rsid w:val="0022001B"/>
    <w:pPr>
      <w:widowControl w:val="0"/>
      <w:jc w:val="both"/>
    </w:pPr>
  </w:style>
  <w:style w:type="paragraph" w:customStyle="1" w:styleId="B0375A4864644C57B7D0705890C0A5CD">
    <w:name w:val="B0375A4864644C57B7D0705890C0A5CD"/>
    <w:rsid w:val="0022001B"/>
    <w:pPr>
      <w:widowControl w:val="0"/>
      <w:jc w:val="both"/>
    </w:pPr>
  </w:style>
  <w:style w:type="paragraph" w:customStyle="1" w:styleId="2A70C854DFA24CD0A8B65BFE63A173D6">
    <w:name w:val="2A70C854DFA24CD0A8B65BFE63A173D6"/>
    <w:rsid w:val="0022001B"/>
    <w:pPr>
      <w:widowControl w:val="0"/>
      <w:jc w:val="both"/>
    </w:pPr>
  </w:style>
  <w:style w:type="paragraph" w:customStyle="1" w:styleId="69279D948F124B979FFC9616CC5FE64A">
    <w:name w:val="69279D948F124B979FFC9616CC5FE64A"/>
    <w:rsid w:val="0022001B"/>
    <w:pPr>
      <w:widowControl w:val="0"/>
      <w:jc w:val="both"/>
    </w:pPr>
  </w:style>
  <w:style w:type="paragraph" w:customStyle="1" w:styleId="9CEA7FACD2074E30AE0AD92F393515E7">
    <w:name w:val="9CEA7FACD2074E30AE0AD92F393515E7"/>
    <w:rsid w:val="0022001B"/>
    <w:pPr>
      <w:widowControl w:val="0"/>
      <w:jc w:val="both"/>
    </w:pPr>
  </w:style>
  <w:style w:type="paragraph" w:customStyle="1" w:styleId="E430CB039D4244E29321C2A660909257">
    <w:name w:val="E430CB039D4244E29321C2A660909257"/>
    <w:rsid w:val="0022001B"/>
    <w:pPr>
      <w:widowControl w:val="0"/>
      <w:jc w:val="both"/>
    </w:pPr>
  </w:style>
  <w:style w:type="paragraph" w:customStyle="1" w:styleId="6C0FC69CDDBF45568C33D6D724193258">
    <w:name w:val="6C0FC69CDDBF45568C33D6D724193258"/>
    <w:rsid w:val="0022001B"/>
    <w:pPr>
      <w:widowControl w:val="0"/>
      <w:jc w:val="both"/>
    </w:pPr>
  </w:style>
  <w:style w:type="paragraph" w:customStyle="1" w:styleId="9E7F4D20BAB745379D9D007F13A39B65">
    <w:name w:val="9E7F4D20BAB745379D9D007F13A39B65"/>
    <w:rsid w:val="0022001B"/>
    <w:pPr>
      <w:widowControl w:val="0"/>
      <w:jc w:val="both"/>
    </w:pPr>
  </w:style>
  <w:style w:type="paragraph" w:customStyle="1" w:styleId="0D973AED149F4A6C980729F9C8452FF9">
    <w:name w:val="0D973AED149F4A6C980729F9C8452FF9"/>
    <w:rsid w:val="0022001B"/>
    <w:pPr>
      <w:widowControl w:val="0"/>
      <w:jc w:val="both"/>
    </w:pPr>
  </w:style>
  <w:style w:type="paragraph" w:customStyle="1" w:styleId="3D268BE6C2DE4C069210494E90ABAB69">
    <w:name w:val="3D268BE6C2DE4C069210494E90ABAB69"/>
    <w:rsid w:val="0022001B"/>
    <w:pPr>
      <w:widowControl w:val="0"/>
      <w:jc w:val="both"/>
    </w:pPr>
  </w:style>
  <w:style w:type="paragraph" w:customStyle="1" w:styleId="674A46318811492D994140D9A372A861">
    <w:name w:val="674A46318811492D994140D9A372A861"/>
    <w:rsid w:val="0022001B"/>
    <w:pPr>
      <w:widowControl w:val="0"/>
      <w:jc w:val="both"/>
    </w:pPr>
  </w:style>
  <w:style w:type="paragraph" w:customStyle="1" w:styleId="0D973AED149F4A6C980729F9C8452FF91">
    <w:name w:val="0D973AED149F4A6C980729F9C8452FF91"/>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D268BE6C2DE4C069210494E90ABAB691">
    <w:name w:val="3D268BE6C2DE4C069210494E90ABAB691"/>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674A46318811492D994140D9A372A8611">
    <w:name w:val="674A46318811492D994140D9A372A8611"/>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7408555748F46AF99B19399F96A1E2021">
    <w:name w:val="D7408555748F46AF99B19399F96A1E2021"/>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0A0B0EC87304876ACE56C9FB7322B0F21">
    <w:name w:val="90A0B0EC87304876ACE56C9FB7322B0F21"/>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052736EB38945AD8FF27F0E8B080E5B21">
    <w:name w:val="5052736EB38945AD8FF27F0E8B080E5B21"/>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CC0365021594C80A8EDD1D4BF9E2D7721">
    <w:name w:val="DCC0365021594C80A8EDD1D4BF9E2D7721"/>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1A3EDACA1E6417592A1ACDDDD733A8A16">
    <w:name w:val="21A3EDACA1E6417592A1ACDDDD733A8A16"/>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4A6FF8994D54CE6A5BDB3F99077C0D814">
    <w:name w:val="04A6FF8994D54CE6A5BDB3F99077C0D814"/>
    <w:rsid w:val="0022001B"/>
    <w:pPr>
      <w:widowControl w:val="0"/>
      <w:jc w:val="both"/>
    </w:pPr>
    <w:rPr>
      <w:rFonts w:ascii="Century" w:eastAsia="ＭＳ 明朝" w:hAnsi="Century" w:cs="Times New Roman"/>
      <w:szCs w:val="24"/>
    </w:rPr>
  </w:style>
  <w:style w:type="paragraph" w:customStyle="1" w:styleId="3CD7E57AF30E47AD9BC589EADCA9F92310">
    <w:name w:val="3CD7E57AF30E47AD9BC589EADCA9F92310"/>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3A8908F9CE543EABD03997F12EFF3581">
    <w:name w:val="53A8908F9CE543EABD03997F12EFF3581"/>
    <w:rsid w:val="0022001B"/>
    <w:pPr>
      <w:widowControl w:val="0"/>
      <w:jc w:val="both"/>
    </w:pPr>
    <w:rPr>
      <w:rFonts w:ascii="Century" w:eastAsia="ＭＳ 明朝" w:hAnsi="Century" w:cs="Times New Roman"/>
      <w:szCs w:val="24"/>
    </w:rPr>
  </w:style>
  <w:style w:type="paragraph" w:customStyle="1" w:styleId="5B3CFE31F6974457B6EC8494F73445931">
    <w:name w:val="5B3CFE31F6974457B6EC8494F73445931"/>
    <w:rsid w:val="0022001B"/>
    <w:pPr>
      <w:widowControl w:val="0"/>
      <w:jc w:val="both"/>
    </w:pPr>
    <w:rPr>
      <w:rFonts w:ascii="Century" w:eastAsia="ＭＳ 明朝" w:hAnsi="Century" w:cs="Times New Roman"/>
      <w:szCs w:val="24"/>
    </w:rPr>
  </w:style>
  <w:style w:type="paragraph" w:customStyle="1" w:styleId="F2FF4374018740B9AB6BC3832C0E655B1">
    <w:name w:val="F2FF4374018740B9AB6BC3832C0E655B1"/>
    <w:rsid w:val="0022001B"/>
    <w:pPr>
      <w:widowControl w:val="0"/>
      <w:jc w:val="both"/>
    </w:pPr>
    <w:rPr>
      <w:rFonts w:ascii="Century" w:eastAsia="ＭＳ 明朝" w:hAnsi="Century" w:cs="Times New Roman"/>
      <w:szCs w:val="24"/>
    </w:rPr>
  </w:style>
  <w:style w:type="paragraph" w:customStyle="1" w:styleId="0E1AC617F4C941E2976FC4377EF405F21">
    <w:name w:val="0E1AC617F4C941E2976FC4377EF405F21"/>
    <w:rsid w:val="0022001B"/>
    <w:pPr>
      <w:widowControl w:val="0"/>
      <w:jc w:val="both"/>
    </w:pPr>
    <w:rPr>
      <w:rFonts w:ascii="Century" w:eastAsia="ＭＳ 明朝" w:hAnsi="Century" w:cs="Times New Roman"/>
      <w:szCs w:val="24"/>
    </w:rPr>
  </w:style>
  <w:style w:type="paragraph" w:customStyle="1" w:styleId="D9FAC0EC1ED94EC0B99C7E19872A65FD1">
    <w:name w:val="D9FAC0EC1ED94EC0B99C7E19872A65FD1"/>
    <w:rsid w:val="0022001B"/>
    <w:pPr>
      <w:widowControl w:val="0"/>
      <w:jc w:val="both"/>
    </w:pPr>
    <w:rPr>
      <w:rFonts w:ascii="Century" w:eastAsia="ＭＳ 明朝" w:hAnsi="Century" w:cs="Times New Roman"/>
      <w:szCs w:val="24"/>
    </w:rPr>
  </w:style>
  <w:style w:type="paragraph" w:customStyle="1" w:styleId="451D03D7A4B44553809DA748A9EDB2901">
    <w:name w:val="451D03D7A4B44553809DA748A9EDB2901"/>
    <w:rsid w:val="0022001B"/>
    <w:pPr>
      <w:widowControl w:val="0"/>
      <w:jc w:val="both"/>
    </w:pPr>
    <w:rPr>
      <w:rFonts w:ascii="Century" w:eastAsia="ＭＳ 明朝" w:hAnsi="Century" w:cs="Times New Roman"/>
      <w:szCs w:val="24"/>
    </w:rPr>
  </w:style>
  <w:style w:type="paragraph" w:customStyle="1" w:styleId="B27A30AC0D9846CBA80B7C38A431AED31">
    <w:name w:val="B27A30AC0D9846CBA80B7C38A431AED31"/>
    <w:rsid w:val="0022001B"/>
    <w:pPr>
      <w:widowControl w:val="0"/>
      <w:jc w:val="both"/>
    </w:pPr>
    <w:rPr>
      <w:rFonts w:ascii="Century" w:eastAsia="ＭＳ 明朝" w:hAnsi="Century" w:cs="Times New Roman"/>
      <w:szCs w:val="24"/>
    </w:rPr>
  </w:style>
  <w:style w:type="paragraph" w:customStyle="1" w:styleId="8AB93FC38B864253B7105E95E0FEDC6F1">
    <w:name w:val="8AB93FC38B864253B7105E95E0FEDC6F1"/>
    <w:rsid w:val="0022001B"/>
    <w:pPr>
      <w:widowControl w:val="0"/>
      <w:jc w:val="both"/>
    </w:pPr>
    <w:rPr>
      <w:rFonts w:ascii="Century" w:eastAsia="ＭＳ 明朝" w:hAnsi="Century" w:cs="Times New Roman"/>
      <w:szCs w:val="24"/>
    </w:rPr>
  </w:style>
  <w:style w:type="paragraph" w:customStyle="1" w:styleId="368B6B2CCEF548229CE5AE823E7268671">
    <w:name w:val="368B6B2CCEF548229CE5AE823E7268671"/>
    <w:rsid w:val="0022001B"/>
    <w:pPr>
      <w:widowControl w:val="0"/>
      <w:jc w:val="both"/>
    </w:pPr>
    <w:rPr>
      <w:rFonts w:ascii="Century" w:eastAsia="ＭＳ 明朝" w:hAnsi="Century" w:cs="Times New Roman"/>
      <w:szCs w:val="24"/>
    </w:rPr>
  </w:style>
  <w:style w:type="paragraph" w:customStyle="1" w:styleId="9D8806DA3263437A9C61994DA59D85FC1">
    <w:name w:val="9D8806DA3263437A9C61994DA59D85FC1"/>
    <w:rsid w:val="0022001B"/>
    <w:pPr>
      <w:widowControl w:val="0"/>
      <w:jc w:val="both"/>
    </w:pPr>
    <w:rPr>
      <w:rFonts w:ascii="Century" w:eastAsia="ＭＳ 明朝" w:hAnsi="Century" w:cs="Times New Roman"/>
      <w:szCs w:val="24"/>
    </w:rPr>
  </w:style>
  <w:style w:type="paragraph" w:customStyle="1" w:styleId="9CEA7FACD2074E30AE0AD92F393515E71">
    <w:name w:val="9CEA7FACD2074E30AE0AD92F393515E71"/>
    <w:rsid w:val="0022001B"/>
    <w:pPr>
      <w:widowControl w:val="0"/>
      <w:jc w:val="both"/>
    </w:pPr>
    <w:rPr>
      <w:rFonts w:ascii="Century" w:eastAsia="ＭＳ 明朝" w:hAnsi="Century" w:cs="Times New Roman"/>
      <w:szCs w:val="24"/>
    </w:rPr>
  </w:style>
  <w:style w:type="paragraph" w:customStyle="1" w:styleId="E430CB039D4244E29321C2A6609092571">
    <w:name w:val="E430CB039D4244E29321C2A6609092571"/>
    <w:rsid w:val="0022001B"/>
    <w:pPr>
      <w:widowControl w:val="0"/>
      <w:jc w:val="both"/>
    </w:pPr>
    <w:rPr>
      <w:rFonts w:ascii="Century" w:eastAsia="ＭＳ 明朝" w:hAnsi="Century" w:cs="Times New Roman"/>
      <w:szCs w:val="24"/>
    </w:rPr>
  </w:style>
  <w:style w:type="paragraph" w:customStyle="1" w:styleId="D15ADC818FAA482B952E9D3DA11549E11">
    <w:name w:val="D15ADC818FAA482B952E9D3DA11549E11"/>
    <w:rsid w:val="0022001B"/>
    <w:pPr>
      <w:widowControl w:val="0"/>
      <w:jc w:val="both"/>
    </w:pPr>
    <w:rPr>
      <w:rFonts w:ascii="Century" w:eastAsia="ＭＳ 明朝" w:hAnsi="Century" w:cs="Times New Roman"/>
      <w:szCs w:val="24"/>
    </w:rPr>
  </w:style>
  <w:style w:type="paragraph" w:customStyle="1" w:styleId="D360791C19CD4D0593AFD26C33087B9C1">
    <w:name w:val="D360791C19CD4D0593AFD26C33087B9C1"/>
    <w:rsid w:val="0022001B"/>
    <w:pPr>
      <w:widowControl w:val="0"/>
      <w:jc w:val="both"/>
    </w:pPr>
    <w:rPr>
      <w:rFonts w:ascii="Century" w:eastAsia="ＭＳ 明朝" w:hAnsi="Century" w:cs="Times New Roman"/>
      <w:szCs w:val="24"/>
    </w:rPr>
  </w:style>
  <w:style w:type="paragraph" w:customStyle="1" w:styleId="04E896DC82444B538687577290D3349A1">
    <w:name w:val="04E896DC82444B538687577290D3349A1"/>
    <w:rsid w:val="0022001B"/>
    <w:pPr>
      <w:widowControl w:val="0"/>
      <w:jc w:val="both"/>
    </w:pPr>
    <w:rPr>
      <w:rFonts w:ascii="Century" w:eastAsia="ＭＳ 明朝" w:hAnsi="Century" w:cs="Times New Roman"/>
      <w:szCs w:val="24"/>
    </w:rPr>
  </w:style>
  <w:style w:type="paragraph" w:customStyle="1" w:styleId="E8CB38A6234A4095927FD7B7D220A6ED1">
    <w:name w:val="E8CB38A6234A4095927FD7B7D220A6ED1"/>
    <w:rsid w:val="0022001B"/>
    <w:pPr>
      <w:widowControl w:val="0"/>
      <w:jc w:val="both"/>
    </w:pPr>
    <w:rPr>
      <w:rFonts w:ascii="Century" w:eastAsia="ＭＳ 明朝" w:hAnsi="Century" w:cs="Times New Roman"/>
      <w:szCs w:val="24"/>
    </w:rPr>
  </w:style>
  <w:style w:type="paragraph" w:customStyle="1" w:styleId="8ADF169F65874DC4B225F120C6E8160F1">
    <w:name w:val="8ADF169F65874DC4B225F120C6E8160F1"/>
    <w:rsid w:val="0022001B"/>
    <w:pPr>
      <w:widowControl w:val="0"/>
      <w:jc w:val="both"/>
    </w:pPr>
    <w:rPr>
      <w:rFonts w:ascii="Century" w:eastAsia="ＭＳ 明朝" w:hAnsi="Century" w:cs="Times New Roman"/>
      <w:szCs w:val="24"/>
    </w:rPr>
  </w:style>
  <w:style w:type="paragraph" w:customStyle="1" w:styleId="6C0FC69CDDBF45568C33D6D7241932581">
    <w:name w:val="6C0FC69CDDBF45568C33D6D7241932581"/>
    <w:rsid w:val="0022001B"/>
    <w:pPr>
      <w:widowControl w:val="0"/>
      <w:jc w:val="both"/>
    </w:pPr>
    <w:rPr>
      <w:rFonts w:ascii="Century" w:eastAsia="ＭＳ 明朝" w:hAnsi="Century" w:cs="Times New Roman"/>
      <w:szCs w:val="24"/>
    </w:rPr>
  </w:style>
  <w:style w:type="paragraph" w:customStyle="1" w:styleId="9E7F4D20BAB745379D9D007F13A39B651">
    <w:name w:val="9E7F4D20BAB745379D9D007F13A39B651"/>
    <w:rsid w:val="0022001B"/>
    <w:pPr>
      <w:widowControl w:val="0"/>
      <w:jc w:val="both"/>
    </w:pPr>
    <w:rPr>
      <w:rFonts w:ascii="Century" w:eastAsia="ＭＳ 明朝" w:hAnsi="Century" w:cs="Times New Roman"/>
      <w:szCs w:val="24"/>
    </w:rPr>
  </w:style>
  <w:style w:type="paragraph" w:customStyle="1" w:styleId="44C0B5EA84094F20878CBAB07C410FF21">
    <w:name w:val="44C0B5EA84094F20878CBAB07C410FF21"/>
    <w:rsid w:val="0022001B"/>
    <w:pPr>
      <w:widowControl w:val="0"/>
      <w:jc w:val="both"/>
    </w:pPr>
    <w:rPr>
      <w:rFonts w:ascii="Century" w:eastAsia="ＭＳ 明朝" w:hAnsi="Century" w:cs="Times New Roman"/>
      <w:szCs w:val="24"/>
    </w:rPr>
  </w:style>
  <w:style w:type="paragraph" w:customStyle="1" w:styleId="71AD0A428F524741A55DE7EE578299D91">
    <w:name w:val="71AD0A428F524741A55DE7EE578299D91"/>
    <w:rsid w:val="0022001B"/>
    <w:pPr>
      <w:widowControl w:val="0"/>
      <w:jc w:val="both"/>
    </w:pPr>
    <w:rPr>
      <w:rFonts w:ascii="Century" w:eastAsia="ＭＳ 明朝" w:hAnsi="Century" w:cs="Times New Roman"/>
      <w:szCs w:val="24"/>
    </w:rPr>
  </w:style>
  <w:style w:type="paragraph" w:customStyle="1" w:styleId="AD82666713F74E8B957D4632D5B8172F1">
    <w:name w:val="AD82666713F74E8B957D4632D5B8172F1"/>
    <w:rsid w:val="0022001B"/>
    <w:pPr>
      <w:widowControl w:val="0"/>
      <w:jc w:val="both"/>
    </w:pPr>
    <w:rPr>
      <w:rFonts w:ascii="Century" w:eastAsia="ＭＳ 明朝" w:hAnsi="Century" w:cs="Times New Roman"/>
      <w:szCs w:val="24"/>
    </w:rPr>
  </w:style>
  <w:style w:type="paragraph" w:customStyle="1" w:styleId="5842B11ABD134EE7865F087C864B045E1">
    <w:name w:val="5842B11ABD134EE7865F087C864B045E1"/>
    <w:rsid w:val="0022001B"/>
    <w:pPr>
      <w:widowControl w:val="0"/>
      <w:jc w:val="both"/>
    </w:pPr>
    <w:rPr>
      <w:rFonts w:ascii="Century" w:eastAsia="ＭＳ 明朝" w:hAnsi="Century" w:cs="Times New Roman"/>
      <w:szCs w:val="24"/>
    </w:rPr>
  </w:style>
  <w:style w:type="paragraph" w:customStyle="1" w:styleId="50DA357B99634DBCB07409B1097AB73B1">
    <w:name w:val="50DA357B99634DBCB07409B1097AB73B1"/>
    <w:rsid w:val="0022001B"/>
    <w:pPr>
      <w:widowControl w:val="0"/>
      <w:jc w:val="both"/>
    </w:pPr>
    <w:rPr>
      <w:rFonts w:ascii="Century" w:eastAsia="ＭＳ 明朝" w:hAnsi="Century" w:cs="Times New Roman"/>
      <w:szCs w:val="24"/>
    </w:rPr>
  </w:style>
  <w:style w:type="paragraph" w:customStyle="1" w:styleId="CFA33D99522A44EAB242A129086554531">
    <w:name w:val="CFA33D99522A44EAB242A129086554531"/>
    <w:rsid w:val="0022001B"/>
    <w:pPr>
      <w:widowControl w:val="0"/>
      <w:jc w:val="both"/>
    </w:pPr>
    <w:rPr>
      <w:rFonts w:ascii="Century" w:eastAsia="ＭＳ 明朝" w:hAnsi="Century" w:cs="Times New Roman"/>
      <w:szCs w:val="24"/>
    </w:rPr>
  </w:style>
  <w:style w:type="paragraph" w:customStyle="1" w:styleId="0A370C19488C403EB134666907F47D2B1">
    <w:name w:val="0A370C19488C403EB134666907F47D2B1"/>
    <w:rsid w:val="0022001B"/>
    <w:pPr>
      <w:widowControl w:val="0"/>
      <w:jc w:val="both"/>
    </w:pPr>
    <w:rPr>
      <w:rFonts w:ascii="Century" w:eastAsia="ＭＳ 明朝" w:hAnsi="Century" w:cs="Times New Roman"/>
      <w:szCs w:val="24"/>
    </w:rPr>
  </w:style>
  <w:style w:type="paragraph" w:customStyle="1" w:styleId="19B350B3AB1448C1BF64DEBC4DDC35771">
    <w:name w:val="19B350B3AB1448C1BF64DEBC4DDC35771"/>
    <w:rsid w:val="0022001B"/>
    <w:pPr>
      <w:widowControl w:val="0"/>
      <w:jc w:val="both"/>
    </w:pPr>
    <w:rPr>
      <w:rFonts w:ascii="Century" w:eastAsia="ＭＳ 明朝" w:hAnsi="Century" w:cs="Times New Roman"/>
      <w:szCs w:val="24"/>
    </w:rPr>
  </w:style>
  <w:style w:type="paragraph" w:customStyle="1" w:styleId="20E64B9420B540159D929C8D518B77091">
    <w:name w:val="20E64B9420B540159D929C8D518B77091"/>
    <w:rsid w:val="0022001B"/>
    <w:pPr>
      <w:widowControl w:val="0"/>
      <w:jc w:val="both"/>
    </w:pPr>
    <w:rPr>
      <w:rFonts w:ascii="Century" w:eastAsia="ＭＳ 明朝" w:hAnsi="Century" w:cs="Times New Roman"/>
      <w:szCs w:val="24"/>
    </w:rPr>
  </w:style>
  <w:style w:type="paragraph" w:customStyle="1" w:styleId="EEF4B8F4A14E4DE5A54D5DF4D199BB811">
    <w:name w:val="EEF4B8F4A14E4DE5A54D5DF4D199BB811"/>
    <w:rsid w:val="0022001B"/>
    <w:pPr>
      <w:widowControl w:val="0"/>
      <w:jc w:val="both"/>
    </w:pPr>
    <w:rPr>
      <w:rFonts w:ascii="Century" w:eastAsia="ＭＳ 明朝" w:hAnsi="Century" w:cs="Times New Roman"/>
      <w:szCs w:val="24"/>
    </w:rPr>
  </w:style>
  <w:style w:type="paragraph" w:customStyle="1" w:styleId="01899B88283046459CEBC5FCDE51A4DA1">
    <w:name w:val="01899B88283046459CEBC5FCDE51A4DA1"/>
    <w:rsid w:val="0022001B"/>
    <w:pPr>
      <w:widowControl w:val="0"/>
      <w:jc w:val="both"/>
    </w:pPr>
    <w:rPr>
      <w:rFonts w:ascii="Century" w:eastAsia="ＭＳ 明朝" w:hAnsi="Century" w:cs="Times New Roman"/>
      <w:szCs w:val="24"/>
    </w:rPr>
  </w:style>
  <w:style w:type="paragraph" w:customStyle="1" w:styleId="2B35DBE535A54E13A97A663E6A51721E1">
    <w:name w:val="2B35DBE535A54E13A97A663E6A51721E1"/>
    <w:rsid w:val="0022001B"/>
    <w:pPr>
      <w:widowControl w:val="0"/>
      <w:jc w:val="both"/>
    </w:pPr>
    <w:rPr>
      <w:rFonts w:ascii="Century" w:eastAsia="ＭＳ 明朝" w:hAnsi="Century" w:cs="Times New Roman"/>
      <w:szCs w:val="24"/>
    </w:rPr>
  </w:style>
  <w:style w:type="paragraph" w:customStyle="1" w:styleId="ADC60FDEF71E4905BA5EE55EDEC0B0921">
    <w:name w:val="ADC60FDEF71E4905BA5EE55EDEC0B0921"/>
    <w:rsid w:val="0022001B"/>
    <w:pPr>
      <w:widowControl w:val="0"/>
      <w:jc w:val="both"/>
    </w:pPr>
    <w:rPr>
      <w:rFonts w:ascii="Century" w:eastAsia="ＭＳ 明朝" w:hAnsi="Century" w:cs="Times New Roman"/>
      <w:szCs w:val="24"/>
    </w:rPr>
  </w:style>
  <w:style w:type="paragraph" w:customStyle="1" w:styleId="B0375A4864644C57B7D0705890C0A5CD1">
    <w:name w:val="B0375A4864644C57B7D0705890C0A5CD1"/>
    <w:rsid w:val="0022001B"/>
    <w:pPr>
      <w:widowControl w:val="0"/>
      <w:jc w:val="both"/>
    </w:pPr>
    <w:rPr>
      <w:rFonts w:ascii="Century" w:eastAsia="ＭＳ 明朝" w:hAnsi="Century" w:cs="Times New Roman"/>
      <w:szCs w:val="24"/>
    </w:rPr>
  </w:style>
  <w:style w:type="paragraph" w:customStyle="1" w:styleId="2A70C854DFA24CD0A8B65BFE63A173D61">
    <w:name w:val="2A70C854DFA24CD0A8B65BFE63A173D61"/>
    <w:rsid w:val="0022001B"/>
    <w:pPr>
      <w:widowControl w:val="0"/>
      <w:jc w:val="both"/>
    </w:pPr>
    <w:rPr>
      <w:rFonts w:ascii="Century" w:eastAsia="ＭＳ 明朝" w:hAnsi="Century" w:cs="Times New Roman"/>
      <w:szCs w:val="24"/>
    </w:rPr>
  </w:style>
  <w:style w:type="paragraph" w:customStyle="1" w:styleId="69279D948F124B979FFC9616CC5FE64A1">
    <w:name w:val="69279D948F124B979FFC9616CC5FE64A1"/>
    <w:rsid w:val="0022001B"/>
    <w:pPr>
      <w:widowControl w:val="0"/>
      <w:jc w:val="both"/>
    </w:pPr>
    <w:rPr>
      <w:rFonts w:ascii="Century" w:eastAsia="ＭＳ 明朝" w:hAnsi="Century" w:cs="Times New Roman"/>
      <w:szCs w:val="24"/>
    </w:rPr>
  </w:style>
  <w:style w:type="paragraph" w:customStyle="1" w:styleId="92B3EA4D49334A2390572B7CDF7B89A621">
    <w:name w:val="92B3EA4D49334A2390572B7CDF7B89A62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21">
    <w:name w:val="B530D9E20868431CB7EF4E8F9D8F4F982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21">
    <w:name w:val="0ABA8C64623C47D3B1ECD4595AE14E292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21">
    <w:name w:val="28CA7C8D8D9849E5B5CF1269282C946F2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21">
    <w:name w:val="F55732B0330445E2A5890FCCEDF693B92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21">
    <w:name w:val="B42F8ED697344E739E2A7C95CFD10E4C2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21">
    <w:name w:val="649A943F2BFA4DE292947EA940BE176D2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21">
    <w:name w:val="8EC3F54E36944201A6EB180FDDC2E7E42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21">
    <w:name w:val="EE2249B155A940E29F996FBA3C723E5C2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21">
    <w:name w:val="2245A4D397AD4DEDAA47906D0A29BC4B2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21">
    <w:name w:val="B9BCEE44F690421C9BB796FADB1260502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21">
    <w:name w:val="5E56BC5F13FB4707A7F40AB0C8DDA1EB2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CEDCC3A8734007ACEC795B46337F5E1">
    <w:name w:val="B5CEDCC3A8734007ACEC795B46337F5E1"/>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61B4443198C4CCB834E8C9D2E4241651">
    <w:name w:val="361B4443198C4CCB834E8C9D2E4241651"/>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D0A4B807A2C4D74818FFD54A776865B1">
    <w:name w:val="9D0A4B807A2C4D74818FFD54A776865B1"/>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6BD41663AF5B414D8AA6AEC4DBC61F911">
    <w:name w:val="6BD41663AF5B414D8AA6AEC4DBC61F911"/>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28">
    <w:name w:val="F355AD47D7104391B39B17149C846357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28">
    <w:name w:val="07E69319DF754E8DA3D762810E44D4F1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28">
    <w:name w:val="6F0414F8644142188C3CB3CF842FA35E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28">
    <w:name w:val="1330362FC25C40038186C87940577DBA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28">
    <w:name w:val="591AAD54DE974B29B300C7E0B00AB789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28">
    <w:name w:val="9781C88A472F4F99B9C232BFAFBCB82B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28">
    <w:name w:val="D2DF40BEBDE24E19ABED2E202B229432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28">
    <w:name w:val="E5FCB0FC1A714031A21C2547F0286583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28">
    <w:name w:val="7842081077FD4A8191DA5CD35EB7BA78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28">
    <w:name w:val="32397F6AE95E44569789DFF642CDF7CF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28">
    <w:name w:val="F231F4B61C45447C9DAACFB8EF072E17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28">
    <w:name w:val="B618AE2E0D524F7784AB2088C4DE063D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28">
    <w:name w:val="8DE20A4FE6944357AC206E8E9DF9E173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28">
    <w:name w:val="AA55AC7C76594D699539187979F7587B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28">
    <w:name w:val="82D8FFCAF1114CB8984CC3D7B56D1373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28">
    <w:name w:val="FB07527729ED46B18394BE682205D088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28">
    <w:name w:val="B4D2E5B7643C44A88B333B36D27C61EB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28">
    <w:name w:val="EBA1F054F23D40DF91A4211CEAA0DF76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28">
    <w:name w:val="5DC5B2035344469AB23D6EF0770EEBC8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28">
    <w:name w:val="87E6AC5CA5B34686BE6A9DBA67F2220E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28">
    <w:name w:val="37B33F0E1D8244BD98E5AF42DA64DB91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28">
    <w:name w:val="BA9EFB2C79734B1981F9F95AE8C79FF4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28">
    <w:name w:val="4EFC5E65A2844BC88C7F54071200A0A1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28">
    <w:name w:val="364BECBB70224535B019A334E0FAEED1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28">
    <w:name w:val="2AE337788F4F4FC88C456B350956037D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28">
    <w:name w:val="8D99489B3B4D44A8976D0795A2C2129F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28">
    <w:name w:val="B8A23D683A324B3F9872FF78326CF60F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28">
    <w:name w:val="0D460EDC5BC2456487F50C76739FB89D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28">
    <w:name w:val="4812D6A28D0D46CE946856910FC88502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28">
    <w:name w:val="7FAD0B75F40E4450925DD0C253233682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28">
    <w:name w:val="6BDE69584B134F94965F13E2263BC570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28">
    <w:name w:val="9FD124A447BA4D028F9BD4A65F57B892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28">
    <w:name w:val="9D6B5E112BD74311AE52B862910F6201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28">
    <w:name w:val="A618A57B0CBE4FE6954C255C0E4967E0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28">
    <w:name w:val="DB9C3E719C5244FA85EA36F1F30889B9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28">
    <w:name w:val="7508B0240A4545818C84CD7D781FCE2C28"/>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B0EB9C181234782B926FAB89C60F0DE">
    <w:name w:val="2B0EB9C181234782B926FAB89C60F0DE"/>
    <w:rsid w:val="0022001B"/>
    <w:pPr>
      <w:widowControl w:val="0"/>
      <w:jc w:val="both"/>
    </w:pPr>
  </w:style>
  <w:style w:type="paragraph" w:customStyle="1" w:styleId="BAAA92B447764136813C0EEED4C73E94">
    <w:name w:val="BAAA92B447764136813C0EEED4C73E94"/>
    <w:rsid w:val="0022001B"/>
    <w:pPr>
      <w:widowControl w:val="0"/>
      <w:jc w:val="both"/>
    </w:pPr>
  </w:style>
  <w:style w:type="paragraph" w:customStyle="1" w:styleId="E075E6F268CA4CFE8D6672EADFDC5650">
    <w:name w:val="E075E6F268CA4CFE8D6672EADFDC5650"/>
    <w:rsid w:val="0022001B"/>
    <w:pPr>
      <w:widowControl w:val="0"/>
      <w:jc w:val="both"/>
    </w:pPr>
  </w:style>
  <w:style w:type="paragraph" w:customStyle="1" w:styleId="0D973AED149F4A6C980729F9C8452FF92">
    <w:name w:val="0D973AED149F4A6C980729F9C8452FF92"/>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D268BE6C2DE4C069210494E90ABAB692">
    <w:name w:val="3D268BE6C2DE4C069210494E90ABAB692"/>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674A46318811492D994140D9A372A8612">
    <w:name w:val="674A46318811492D994140D9A372A8612"/>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7408555748F46AF99B19399F96A1E2022">
    <w:name w:val="D7408555748F46AF99B19399F96A1E2022"/>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B0EB9C181234782B926FAB89C60F0DE1">
    <w:name w:val="2B0EB9C181234782B926FAB89C60F0DE1"/>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BAAA92B447764136813C0EEED4C73E941">
    <w:name w:val="BAAA92B447764136813C0EEED4C73E941"/>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075E6F268CA4CFE8D6672EADFDC56501">
    <w:name w:val="E075E6F268CA4CFE8D6672EADFDC56501"/>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1A3EDACA1E6417592A1ACDDDD733A8A17">
    <w:name w:val="21A3EDACA1E6417592A1ACDDDD733A8A17"/>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4A6FF8994D54CE6A5BDB3F99077C0D815">
    <w:name w:val="04A6FF8994D54CE6A5BDB3F99077C0D815"/>
    <w:rsid w:val="0022001B"/>
    <w:pPr>
      <w:widowControl w:val="0"/>
      <w:jc w:val="both"/>
    </w:pPr>
    <w:rPr>
      <w:rFonts w:ascii="Century" w:eastAsia="ＭＳ 明朝" w:hAnsi="Century" w:cs="Times New Roman"/>
      <w:szCs w:val="24"/>
    </w:rPr>
  </w:style>
  <w:style w:type="paragraph" w:customStyle="1" w:styleId="3CD7E57AF30E47AD9BC589EADCA9F92311">
    <w:name w:val="3CD7E57AF30E47AD9BC589EADCA9F92311"/>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3A8908F9CE543EABD03997F12EFF3582">
    <w:name w:val="53A8908F9CE543EABD03997F12EFF3582"/>
    <w:rsid w:val="0022001B"/>
    <w:pPr>
      <w:widowControl w:val="0"/>
      <w:jc w:val="both"/>
    </w:pPr>
    <w:rPr>
      <w:rFonts w:ascii="Century" w:eastAsia="ＭＳ 明朝" w:hAnsi="Century" w:cs="Times New Roman"/>
      <w:szCs w:val="24"/>
    </w:rPr>
  </w:style>
  <w:style w:type="paragraph" w:customStyle="1" w:styleId="5B3CFE31F6974457B6EC8494F73445932">
    <w:name w:val="5B3CFE31F6974457B6EC8494F73445932"/>
    <w:rsid w:val="0022001B"/>
    <w:pPr>
      <w:widowControl w:val="0"/>
      <w:jc w:val="both"/>
    </w:pPr>
    <w:rPr>
      <w:rFonts w:ascii="Century" w:eastAsia="ＭＳ 明朝" w:hAnsi="Century" w:cs="Times New Roman"/>
      <w:szCs w:val="24"/>
    </w:rPr>
  </w:style>
  <w:style w:type="paragraph" w:customStyle="1" w:styleId="F2FF4374018740B9AB6BC3832C0E655B2">
    <w:name w:val="F2FF4374018740B9AB6BC3832C0E655B2"/>
    <w:rsid w:val="0022001B"/>
    <w:pPr>
      <w:widowControl w:val="0"/>
      <w:jc w:val="both"/>
    </w:pPr>
    <w:rPr>
      <w:rFonts w:ascii="Century" w:eastAsia="ＭＳ 明朝" w:hAnsi="Century" w:cs="Times New Roman"/>
      <w:szCs w:val="24"/>
    </w:rPr>
  </w:style>
  <w:style w:type="paragraph" w:customStyle="1" w:styleId="0E1AC617F4C941E2976FC4377EF405F22">
    <w:name w:val="0E1AC617F4C941E2976FC4377EF405F22"/>
    <w:rsid w:val="0022001B"/>
    <w:pPr>
      <w:widowControl w:val="0"/>
      <w:jc w:val="both"/>
    </w:pPr>
    <w:rPr>
      <w:rFonts w:ascii="Century" w:eastAsia="ＭＳ 明朝" w:hAnsi="Century" w:cs="Times New Roman"/>
      <w:szCs w:val="24"/>
    </w:rPr>
  </w:style>
  <w:style w:type="paragraph" w:customStyle="1" w:styleId="D9FAC0EC1ED94EC0B99C7E19872A65FD2">
    <w:name w:val="D9FAC0EC1ED94EC0B99C7E19872A65FD2"/>
    <w:rsid w:val="0022001B"/>
    <w:pPr>
      <w:widowControl w:val="0"/>
      <w:jc w:val="both"/>
    </w:pPr>
    <w:rPr>
      <w:rFonts w:ascii="Century" w:eastAsia="ＭＳ 明朝" w:hAnsi="Century" w:cs="Times New Roman"/>
      <w:szCs w:val="24"/>
    </w:rPr>
  </w:style>
  <w:style w:type="paragraph" w:customStyle="1" w:styleId="451D03D7A4B44553809DA748A9EDB2902">
    <w:name w:val="451D03D7A4B44553809DA748A9EDB2902"/>
    <w:rsid w:val="0022001B"/>
    <w:pPr>
      <w:widowControl w:val="0"/>
      <w:jc w:val="both"/>
    </w:pPr>
    <w:rPr>
      <w:rFonts w:ascii="Century" w:eastAsia="ＭＳ 明朝" w:hAnsi="Century" w:cs="Times New Roman"/>
      <w:szCs w:val="24"/>
    </w:rPr>
  </w:style>
  <w:style w:type="paragraph" w:customStyle="1" w:styleId="B27A30AC0D9846CBA80B7C38A431AED32">
    <w:name w:val="B27A30AC0D9846CBA80B7C38A431AED32"/>
    <w:rsid w:val="0022001B"/>
    <w:pPr>
      <w:widowControl w:val="0"/>
      <w:jc w:val="both"/>
    </w:pPr>
    <w:rPr>
      <w:rFonts w:ascii="Century" w:eastAsia="ＭＳ 明朝" w:hAnsi="Century" w:cs="Times New Roman"/>
      <w:szCs w:val="24"/>
    </w:rPr>
  </w:style>
  <w:style w:type="paragraph" w:customStyle="1" w:styleId="8AB93FC38B864253B7105E95E0FEDC6F2">
    <w:name w:val="8AB93FC38B864253B7105E95E0FEDC6F2"/>
    <w:rsid w:val="0022001B"/>
    <w:pPr>
      <w:widowControl w:val="0"/>
      <w:jc w:val="both"/>
    </w:pPr>
    <w:rPr>
      <w:rFonts w:ascii="Century" w:eastAsia="ＭＳ 明朝" w:hAnsi="Century" w:cs="Times New Roman"/>
      <w:szCs w:val="24"/>
    </w:rPr>
  </w:style>
  <w:style w:type="paragraph" w:customStyle="1" w:styleId="368B6B2CCEF548229CE5AE823E7268672">
    <w:name w:val="368B6B2CCEF548229CE5AE823E7268672"/>
    <w:rsid w:val="0022001B"/>
    <w:pPr>
      <w:widowControl w:val="0"/>
      <w:jc w:val="both"/>
    </w:pPr>
    <w:rPr>
      <w:rFonts w:ascii="Century" w:eastAsia="ＭＳ 明朝" w:hAnsi="Century" w:cs="Times New Roman"/>
      <w:szCs w:val="24"/>
    </w:rPr>
  </w:style>
  <w:style w:type="paragraph" w:customStyle="1" w:styleId="9D8806DA3263437A9C61994DA59D85FC2">
    <w:name w:val="9D8806DA3263437A9C61994DA59D85FC2"/>
    <w:rsid w:val="0022001B"/>
    <w:pPr>
      <w:widowControl w:val="0"/>
      <w:jc w:val="both"/>
    </w:pPr>
    <w:rPr>
      <w:rFonts w:ascii="Century" w:eastAsia="ＭＳ 明朝" w:hAnsi="Century" w:cs="Times New Roman"/>
      <w:szCs w:val="24"/>
    </w:rPr>
  </w:style>
  <w:style w:type="paragraph" w:customStyle="1" w:styleId="9CEA7FACD2074E30AE0AD92F393515E72">
    <w:name w:val="9CEA7FACD2074E30AE0AD92F393515E72"/>
    <w:rsid w:val="0022001B"/>
    <w:pPr>
      <w:widowControl w:val="0"/>
      <w:jc w:val="both"/>
    </w:pPr>
    <w:rPr>
      <w:rFonts w:ascii="Century" w:eastAsia="ＭＳ 明朝" w:hAnsi="Century" w:cs="Times New Roman"/>
      <w:szCs w:val="24"/>
    </w:rPr>
  </w:style>
  <w:style w:type="paragraph" w:customStyle="1" w:styleId="E430CB039D4244E29321C2A6609092572">
    <w:name w:val="E430CB039D4244E29321C2A6609092572"/>
    <w:rsid w:val="0022001B"/>
    <w:pPr>
      <w:widowControl w:val="0"/>
      <w:jc w:val="both"/>
    </w:pPr>
    <w:rPr>
      <w:rFonts w:ascii="Century" w:eastAsia="ＭＳ 明朝" w:hAnsi="Century" w:cs="Times New Roman"/>
      <w:szCs w:val="24"/>
    </w:rPr>
  </w:style>
  <w:style w:type="paragraph" w:customStyle="1" w:styleId="D15ADC818FAA482B952E9D3DA11549E12">
    <w:name w:val="D15ADC818FAA482B952E9D3DA11549E12"/>
    <w:rsid w:val="0022001B"/>
    <w:pPr>
      <w:widowControl w:val="0"/>
      <w:jc w:val="both"/>
    </w:pPr>
    <w:rPr>
      <w:rFonts w:ascii="Century" w:eastAsia="ＭＳ 明朝" w:hAnsi="Century" w:cs="Times New Roman"/>
      <w:szCs w:val="24"/>
    </w:rPr>
  </w:style>
  <w:style w:type="paragraph" w:customStyle="1" w:styleId="D360791C19CD4D0593AFD26C33087B9C2">
    <w:name w:val="D360791C19CD4D0593AFD26C33087B9C2"/>
    <w:rsid w:val="0022001B"/>
    <w:pPr>
      <w:widowControl w:val="0"/>
      <w:jc w:val="both"/>
    </w:pPr>
    <w:rPr>
      <w:rFonts w:ascii="Century" w:eastAsia="ＭＳ 明朝" w:hAnsi="Century" w:cs="Times New Roman"/>
      <w:szCs w:val="24"/>
    </w:rPr>
  </w:style>
  <w:style w:type="paragraph" w:customStyle="1" w:styleId="04E896DC82444B538687577290D3349A2">
    <w:name w:val="04E896DC82444B538687577290D3349A2"/>
    <w:rsid w:val="0022001B"/>
    <w:pPr>
      <w:widowControl w:val="0"/>
      <w:jc w:val="both"/>
    </w:pPr>
    <w:rPr>
      <w:rFonts w:ascii="Century" w:eastAsia="ＭＳ 明朝" w:hAnsi="Century" w:cs="Times New Roman"/>
      <w:szCs w:val="24"/>
    </w:rPr>
  </w:style>
  <w:style w:type="paragraph" w:customStyle="1" w:styleId="E8CB38A6234A4095927FD7B7D220A6ED2">
    <w:name w:val="E8CB38A6234A4095927FD7B7D220A6ED2"/>
    <w:rsid w:val="0022001B"/>
    <w:pPr>
      <w:widowControl w:val="0"/>
      <w:jc w:val="both"/>
    </w:pPr>
    <w:rPr>
      <w:rFonts w:ascii="Century" w:eastAsia="ＭＳ 明朝" w:hAnsi="Century" w:cs="Times New Roman"/>
      <w:szCs w:val="24"/>
    </w:rPr>
  </w:style>
  <w:style w:type="paragraph" w:customStyle="1" w:styleId="8ADF169F65874DC4B225F120C6E8160F2">
    <w:name w:val="8ADF169F65874DC4B225F120C6E8160F2"/>
    <w:rsid w:val="0022001B"/>
    <w:pPr>
      <w:widowControl w:val="0"/>
      <w:jc w:val="both"/>
    </w:pPr>
    <w:rPr>
      <w:rFonts w:ascii="Century" w:eastAsia="ＭＳ 明朝" w:hAnsi="Century" w:cs="Times New Roman"/>
      <w:szCs w:val="24"/>
    </w:rPr>
  </w:style>
  <w:style w:type="paragraph" w:customStyle="1" w:styleId="6C0FC69CDDBF45568C33D6D7241932582">
    <w:name w:val="6C0FC69CDDBF45568C33D6D7241932582"/>
    <w:rsid w:val="0022001B"/>
    <w:pPr>
      <w:widowControl w:val="0"/>
      <w:jc w:val="both"/>
    </w:pPr>
    <w:rPr>
      <w:rFonts w:ascii="Century" w:eastAsia="ＭＳ 明朝" w:hAnsi="Century" w:cs="Times New Roman"/>
      <w:szCs w:val="24"/>
    </w:rPr>
  </w:style>
  <w:style w:type="paragraph" w:customStyle="1" w:styleId="9E7F4D20BAB745379D9D007F13A39B652">
    <w:name w:val="9E7F4D20BAB745379D9D007F13A39B652"/>
    <w:rsid w:val="0022001B"/>
    <w:pPr>
      <w:widowControl w:val="0"/>
      <w:jc w:val="both"/>
    </w:pPr>
    <w:rPr>
      <w:rFonts w:ascii="Century" w:eastAsia="ＭＳ 明朝" w:hAnsi="Century" w:cs="Times New Roman"/>
      <w:szCs w:val="24"/>
    </w:rPr>
  </w:style>
  <w:style w:type="paragraph" w:customStyle="1" w:styleId="44C0B5EA84094F20878CBAB07C410FF22">
    <w:name w:val="44C0B5EA84094F20878CBAB07C410FF22"/>
    <w:rsid w:val="0022001B"/>
    <w:pPr>
      <w:widowControl w:val="0"/>
      <w:jc w:val="both"/>
    </w:pPr>
    <w:rPr>
      <w:rFonts w:ascii="Century" w:eastAsia="ＭＳ 明朝" w:hAnsi="Century" w:cs="Times New Roman"/>
      <w:szCs w:val="24"/>
    </w:rPr>
  </w:style>
  <w:style w:type="paragraph" w:customStyle="1" w:styleId="71AD0A428F524741A55DE7EE578299D92">
    <w:name w:val="71AD0A428F524741A55DE7EE578299D92"/>
    <w:rsid w:val="0022001B"/>
    <w:pPr>
      <w:widowControl w:val="0"/>
      <w:jc w:val="both"/>
    </w:pPr>
    <w:rPr>
      <w:rFonts w:ascii="Century" w:eastAsia="ＭＳ 明朝" w:hAnsi="Century" w:cs="Times New Roman"/>
      <w:szCs w:val="24"/>
    </w:rPr>
  </w:style>
  <w:style w:type="paragraph" w:customStyle="1" w:styleId="AD82666713F74E8B957D4632D5B8172F2">
    <w:name w:val="AD82666713F74E8B957D4632D5B8172F2"/>
    <w:rsid w:val="0022001B"/>
    <w:pPr>
      <w:widowControl w:val="0"/>
      <w:jc w:val="both"/>
    </w:pPr>
    <w:rPr>
      <w:rFonts w:ascii="Century" w:eastAsia="ＭＳ 明朝" w:hAnsi="Century" w:cs="Times New Roman"/>
      <w:szCs w:val="24"/>
    </w:rPr>
  </w:style>
  <w:style w:type="paragraph" w:customStyle="1" w:styleId="5842B11ABD134EE7865F087C864B045E2">
    <w:name w:val="5842B11ABD134EE7865F087C864B045E2"/>
    <w:rsid w:val="0022001B"/>
    <w:pPr>
      <w:widowControl w:val="0"/>
      <w:jc w:val="both"/>
    </w:pPr>
    <w:rPr>
      <w:rFonts w:ascii="Century" w:eastAsia="ＭＳ 明朝" w:hAnsi="Century" w:cs="Times New Roman"/>
      <w:szCs w:val="24"/>
    </w:rPr>
  </w:style>
  <w:style w:type="paragraph" w:customStyle="1" w:styleId="50DA357B99634DBCB07409B1097AB73B2">
    <w:name w:val="50DA357B99634DBCB07409B1097AB73B2"/>
    <w:rsid w:val="0022001B"/>
    <w:pPr>
      <w:widowControl w:val="0"/>
      <w:jc w:val="both"/>
    </w:pPr>
    <w:rPr>
      <w:rFonts w:ascii="Century" w:eastAsia="ＭＳ 明朝" w:hAnsi="Century" w:cs="Times New Roman"/>
      <w:szCs w:val="24"/>
    </w:rPr>
  </w:style>
  <w:style w:type="paragraph" w:customStyle="1" w:styleId="CFA33D99522A44EAB242A129086554532">
    <w:name w:val="CFA33D99522A44EAB242A129086554532"/>
    <w:rsid w:val="0022001B"/>
    <w:pPr>
      <w:widowControl w:val="0"/>
      <w:jc w:val="both"/>
    </w:pPr>
    <w:rPr>
      <w:rFonts w:ascii="Century" w:eastAsia="ＭＳ 明朝" w:hAnsi="Century" w:cs="Times New Roman"/>
      <w:szCs w:val="24"/>
    </w:rPr>
  </w:style>
  <w:style w:type="paragraph" w:customStyle="1" w:styleId="0A370C19488C403EB134666907F47D2B2">
    <w:name w:val="0A370C19488C403EB134666907F47D2B2"/>
    <w:rsid w:val="0022001B"/>
    <w:pPr>
      <w:widowControl w:val="0"/>
      <w:jc w:val="both"/>
    </w:pPr>
    <w:rPr>
      <w:rFonts w:ascii="Century" w:eastAsia="ＭＳ 明朝" w:hAnsi="Century" w:cs="Times New Roman"/>
      <w:szCs w:val="24"/>
    </w:rPr>
  </w:style>
  <w:style w:type="paragraph" w:customStyle="1" w:styleId="19B350B3AB1448C1BF64DEBC4DDC35772">
    <w:name w:val="19B350B3AB1448C1BF64DEBC4DDC35772"/>
    <w:rsid w:val="0022001B"/>
    <w:pPr>
      <w:widowControl w:val="0"/>
      <w:jc w:val="both"/>
    </w:pPr>
    <w:rPr>
      <w:rFonts w:ascii="Century" w:eastAsia="ＭＳ 明朝" w:hAnsi="Century" w:cs="Times New Roman"/>
      <w:szCs w:val="24"/>
    </w:rPr>
  </w:style>
  <w:style w:type="paragraph" w:customStyle="1" w:styleId="20E64B9420B540159D929C8D518B77092">
    <w:name w:val="20E64B9420B540159D929C8D518B77092"/>
    <w:rsid w:val="0022001B"/>
    <w:pPr>
      <w:widowControl w:val="0"/>
      <w:jc w:val="both"/>
    </w:pPr>
    <w:rPr>
      <w:rFonts w:ascii="Century" w:eastAsia="ＭＳ 明朝" w:hAnsi="Century" w:cs="Times New Roman"/>
      <w:szCs w:val="24"/>
    </w:rPr>
  </w:style>
  <w:style w:type="paragraph" w:customStyle="1" w:styleId="EEF4B8F4A14E4DE5A54D5DF4D199BB812">
    <w:name w:val="EEF4B8F4A14E4DE5A54D5DF4D199BB812"/>
    <w:rsid w:val="0022001B"/>
    <w:pPr>
      <w:widowControl w:val="0"/>
      <w:jc w:val="both"/>
    </w:pPr>
    <w:rPr>
      <w:rFonts w:ascii="Century" w:eastAsia="ＭＳ 明朝" w:hAnsi="Century" w:cs="Times New Roman"/>
      <w:szCs w:val="24"/>
    </w:rPr>
  </w:style>
  <w:style w:type="paragraph" w:customStyle="1" w:styleId="01899B88283046459CEBC5FCDE51A4DA2">
    <w:name w:val="01899B88283046459CEBC5FCDE51A4DA2"/>
    <w:rsid w:val="0022001B"/>
    <w:pPr>
      <w:widowControl w:val="0"/>
      <w:jc w:val="both"/>
    </w:pPr>
    <w:rPr>
      <w:rFonts w:ascii="Century" w:eastAsia="ＭＳ 明朝" w:hAnsi="Century" w:cs="Times New Roman"/>
      <w:szCs w:val="24"/>
    </w:rPr>
  </w:style>
  <w:style w:type="paragraph" w:customStyle="1" w:styleId="2B35DBE535A54E13A97A663E6A51721E2">
    <w:name w:val="2B35DBE535A54E13A97A663E6A51721E2"/>
    <w:rsid w:val="0022001B"/>
    <w:pPr>
      <w:widowControl w:val="0"/>
      <w:jc w:val="both"/>
    </w:pPr>
    <w:rPr>
      <w:rFonts w:ascii="Century" w:eastAsia="ＭＳ 明朝" w:hAnsi="Century" w:cs="Times New Roman"/>
      <w:szCs w:val="24"/>
    </w:rPr>
  </w:style>
  <w:style w:type="paragraph" w:customStyle="1" w:styleId="ADC60FDEF71E4905BA5EE55EDEC0B0922">
    <w:name w:val="ADC60FDEF71E4905BA5EE55EDEC0B0922"/>
    <w:rsid w:val="0022001B"/>
    <w:pPr>
      <w:widowControl w:val="0"/>
      <w:jc w:val="both"/>
    </w:pPr>
    <w:rPr>
      <w:rFonts w:ascii="Century" w:eastAsia="ＭＳ 明朝" w:hAnsi="Century" w:cs="Times New Roman"/>
      <w:szCs w:val="24"/>
    </w:rPr>
  </w:style>
  <w:style w:type="paragraph" w:customStyle="1" w:styleId="B0375A4864644C57B7D0705890C0A5CD2">
    <w:name w:val="B0375A4864644C57B7D0705890C0A5CD2"/>
    <w:rsid w:val="0022001B"/>
    <w:pPr>
      <w:widowControl w:val="0"/>
      <w:jc w:val="both"/>
    </w:pPr>
    <w:rPr>
      <w:rFonts w:ascii="Century" w:eastAsia="ＭＳ 明朝" w:hAnsi="Century" w:cs="Times New Roman"/>
      <w:szCs w:val="24"/>
    </w:rPr>
  </w:style>
  <w:style w:type="paragraph" w:customStyle="1" w:styleId="2A70C854DFA24CD0A8B65BFE63A173D62">
    <w:name w:val="2A70C854DFA24CD0A8B65BFE63A173D62"/>
    <w:rsid w:val="0022001B"/>
    <w:pPr>
      <w:widowControl w:val="0"/>
      <w:jc w:val="both"/>
    </w:pPr>
    <w:rPr>
      <w:rFonts w:ascii="Century" w:eastAsia="ＭＳ 明朝" w:hAnsi="Century" w:cs="Times New Roman"/>
      <w:szCs w:val="24"/>
    </w:rPr>
  </w:style>
  <w:style w:type="paragraph" w:customStyle="1" w:styleId="69279D948F124B979FFC9616CC5FE64A2">
    <w:name w:val="69279D948F124B979FFC9616CC5FE64A2"/>
    <w:rsid w:val="0022001B"/>
    <w:pPr>
      <w:widowControl w:val="0"/>
      <w:jc w:val="both"/>
    </w:pPr>
    <w:rPr>
      <w:rFonts w:ascii="Century" w:eastAsia="ＭＳ 明朝" w:hAnsi="Century" w:cs="Times New Roman"/>
      <w:szCs w:val="24"/>
    </w:rPr>
  </w:style>
  <w:style w:type="paragraph" w:customStyle="1" w:styleId="92B3EA4D49334A2390572B7CDF7B89A622">
    <w:name w:val="92B3EA4D49334A2390572B7CDF7B89A62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22">
    <w:name w:val="B530D9E20868431CB7EF4E8F9D8F4F982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22">
    <w:name w:val="0ABA8C64623C47D3B1ECD4595AE14E292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22">
    <w:name w:val="28CA7C8D8D9849E5B5CF1269282C946F2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22">
    <w:name w:val="F55732B0330445E2A5890FCCEDF693B92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22">
    <w:name w:val="B42F8ED697344E739E2A7C95CFD10E4C2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22">
    <w:name w:val="649A943F2BFA4DE292947EA940BE176D2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22">
    <w:name w:val="8EC3F54E36944201A6EB180FDDC2E7E42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22">
    <w:name w:val="EE2249B155A940E29F996FBA3C723E5C2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22">
    <w:name w:val="2245A4D397AD4DEDAA47906D0A29BC4B2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22">
    <w:name w:val="B9BCEE44F690421C9BB796FADB1260502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22">
    <w:name w:val="5E56BC5F13FB4707A7F40AB0C8DDA1EB2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CEDCC3A8734007ACEC795B46337F5E2">
    <w:name w:val="B5CEDCC3A8734007ACEC795B46337F5E2"/>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61B4443198C4CCB834E8C9D2E4241652">
    <w:name w:val="361B4443198C4CCB834E8C9D2E4241652"/>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D0A4B807A2C4D74818FFD54A776865B2">
    <w:name w:val="9D0A4B807A2C4D74818FFD54A776865B2"/>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6BD41663AF5B414D8AA6AEC4DBC61F912">
    <w:name w:val="6BD41663AF5B414D8AA6AEC4DBC61F912"/>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29">
    <w:name w:val="F355AD47D7104391B39B17149C846357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29">
    <w:name w:val="07E69319DF754E8DA3D762810E44D4F1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29">
    <w:name w:val="6F0414F8644142188C3CB3CF842FA35E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29">
    <w:name w:val="1330362FC25C40038186C87940577DBA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29">
    <w:name w:val="591AAD54DE974B29B300C7E0B00AB789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29">
    <w:name w:val="9781C88A472F4F99B9C232BFAFBCB82B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29">
    <w:name w:val="D2DF40BEBDE24E19ABED2E202B229432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29">
    <w:name w:val="E5FCB0FC1A714031A21C2547F0286583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29">
    <w:name w:val="7842081077FD4A8191DA5CD35EB7BA78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29">
    <w:name w:val="32397F6AE95E44569789DFF642CDF7CF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29">
    <w:name w:val="F231F4B61C45447C9DAACFB8EF072E17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29">
    <w:name w:val="B618AE2E0D524F7784AB2088C4DE063D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29">
    <w:name w:val="8DE20A4FE6944357AC206E8E9DF9E173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29">
    <w:name w:val="AA55AC7C76594D699539187979F7587B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29">
    <w:name w:val="82D8FFCAF1114CB8984CC3D7B56D1373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29">
    <w:name w:val="FB07527729ED46B18394BE682205D088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29">
    <w:name w:val="B4D2E5B7643C44A88B333B36D27C61EB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29">
    <w:name w:val="EBA1F054F23D40DF91A4211CEAA0DF76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29">
    <w:name w:val="5DC5B2035344469AB23D6EF0770EEBC8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29">
    <w:name w:val="87E6AC5CA5B34686BE6A9DBA67F2220E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29">
    <w:name w:val="37B33F0E1D8244BD98E5AF42DA64DB91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29">
    <w:name w:val="BA9EFB2C79734B1981F9F95AE8C79FF4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29">
    <w:name w:val="4EFC5E65A2844BC88C7F54071200A0A1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29">
    <w:name w:val="364BECBB70224535B019A334E0FAEED1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29">
    <w:name w:val="2AE337788F4F4FC88C456B350956037D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29">
    <w:name w:val="8D99489B3B4D44A8976D0795A2C2129F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29">
    <w:name w:val="B8A23D683A324B3F9872FF78326CF60F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29">
    <w:name w:val="0D460EDC5BC2456487F50C76739FB89D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29">
    <w:name w:val="4812D6A28D0D46CE946856910FC88502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29">
    <w:name w:val="7FAD0B75F40E4450925DD0C253233682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29">
    <w:name w:val="6BDE69584B134F94965F13E2263BC570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29">
    <w:name w:val="9FD124A447BA4D028F9BD4A65F57B892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29">
    <w:name w:val="9D6B5E112BD74311AE52B862910F6201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29">
    <w:name w:val="A618A57B0CBE4FE6954C255C0E4967E0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29">
    <w:name w:val="DB9C3E719C5244FA85EA36F1F30889B9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29">
    <w:name w:val="7508B0240A4545818C84CD7D781FCE2C29"/>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973AED149F4A6C980729F9C8452FF93">
    <w:name w:val="0D973AED149F4A6C980729F9C8452FF93"/>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D268BE6C2DE4C069210494E90ABAB693">
    <w:name w:val="3D268BE6C2DE4C069210494E90ABAB693"/>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674A46318811492D994140D9A372A8613">
    <w:name w:val="674A46318811492D994140D9A372A8613"/>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7408555748F46AF99B19399F96A1E2023">
    <w:name w:val="D7408555748F46AF99B19399F96A1E2023"/>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B0EB9C181234782B926FAB89C60F0DE2">
    <w:name w:val="2B0EB9C181234782B926FAB89C60F0DE2"/>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BAAA92B447764136813C0EEED4C73E942">
    <w:name w:val="BAAA92B447764136813C0EEED4C73E942"/>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075E6F268CA4CFE8D6672EADFDC56502">
    <w:name w:val="E075E6F268CA4CFE8D6672EADFDC56502"/>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1A3EDACA1E6417592A1ACDDDD733A8A18">
    <w:name w:val="21A3EDACA1E6417592A1ACDDDD733A8A18"/>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4A6FF8994D54CE6A5BDB3F99077C0D816">
    <w:name w:val="04A6FF8994D54CE6A5BDB3F99077C0D816"/>
    <w:rsid w:val="0022001B"/>
    <w:pPr>
      <w:widowControl w:val="0"/>
      <w:jc w:val="both"/>
    </w:pPr>
    <w:rPr>
      <w:rFonts w:ascii="Century" w:eastAsia="ＭＳ 明朝" w:hAnsi="Century" w:cs="Times New Roman"/>
      <w:szCs w:val="24"/>
    </w:rPr>
  </w:style>
  <w:style w:type="paragraph" w:customStyle="1" w:styleId="3CD7E57AF30E47AD9BC589EADCA9F92312">
    <w:name w:val="3CD7E57AF30E47AD9BC589EADCA9F92312"/>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3A8908F9CE543EABD03997F12EFF3583">
    <w:name w:val="53A8908F9CE543EABD03997F12EFF3583"/>
    <w:rsid w:val="0022001B"/>
    <w:pPr>
      <w:widowControl w:val="0"/>
      <w:jc w:val="both"/>
    </w:pPr>
    <w:rPr>
      <w:rFonts w:ascii="Century" w:eastAsia="ＭＳ 明朝" w:hAnsi="Century" w:cs="Times New Roman"/>
      <w:szCs w:val="24"/>
    </w:rPr>
  </w:style>
  <w:style w:type="paragraph" w:customStyle="1" w:styleId="5B3CFE31F6974457B6EC8494F73445933">
    <w:name w:val="5B3CFE31F6974457B6EC8494F73445933"/>
    <w:rsid w:val="0022001B"/>
    <w:pPr>
      <w:widowControl w:val="0"/>
      <w:jc w:val="both"/>
    </w:pPr>
    <w:rPr>
      <w:rFonts w:ascii="Century" w:eastAsia="ＭＳ 明朝" w:hAnsi="Century" w:cs="Times New Roman"/>
      <w:szCs w:val="24"/>
    </w:rPr>
  </w:style>
  <w:style w:type="paragraph" w:customStyle="1" w:styleId="F2FF4374018740B9AB6BC3832C0E655B3">
    <w:name w:val="F2FF4374018740B9AB6BC3832C0E655B3"/>
    <w:rsid w:val="0022001B"/>
    <w:pPr>
      <w:widowControl w:val="0"/>
      <w:jc w:val="both"/>
    </w:pPr>
    <w:rPr>
      <w:rFonts w:ascii="Century" w:eastAsia="ＭＳ 明朝" w:hAnsi="Century" w:cs="Times New Roman"/>
      <w:szCs w:val="24"/>
    </w:rPr>
  </w:style>
  <w:style w:type="paragraph" w:customStyle="1" w:styleId="0E1AC617F4C941E2976FC4377EF405F23">
    <w:name w:val="0E1AC617F4C941E2976FC4377EF405F23"/>
    <w:rsid w:val="0022001B"/>
    <w:pPr>
      <w:widowControl w:val="0"/>
      <w:jc w:val="both"/>
    </w:pPr>
    <w:rPr>
      <w:rFonts w:ascii="Century" w:eastAsia="ＭＳ 明朝" w:hAnsi="Century" w:cs="Times New Roman"/>
      <w:szCs w:val="24"/>
    </w:rPr>
  </w:style>
  <w:style w:type="paragraph" w:customStyle="1" w:styleId="D9FAC0EC1ED94EC0B99C7E19872A65FD3">
    <w:name w:val="D9FAC0EC1ED94EC0B99C7E19872A65FD3"/>
    <w:rsid w:val="0022001B"/>
    <w:pPr>
      <w:widowControl w:val="0"/>
      <w:jc w:val="both"/>
    </w:pPr>
    <w:rPr>
      <w:rFonts w:ascii="Century" w:eastAsia="ＭＳ 明朝" w:hAnsi="Century" w:cs="Times New Roman"/>
      <w:szCs w:val="24"/>
    </w:rPr>
  </w:style>
  <w:style w:type="paragraph" w:customStyle="1" w:styleId="451D03D7A4B44553809DA748A9EDB2903">
    <w:name w:val="451D03D7A4B44553809DA748A9EDB2903"/>
    <w:rsid w:val="0022001B"/>
    <w:pPr>
      <w:widowControl w:val="0"/>
      <w:jc w:val="both"/>
    </w:pPr>
    <w:rPr>
      <w:rFonts w:ascii="Century" w:eastAsia="ＭＳ 明朝" w:hAnsi="Century" w:cs="Times New Roman"/>
      <w:szCs w:val="24"/>
    </w:rPr>
  </w:style>
  <w:style w:type="paragraph" w:customStyle="1" w:styleId="B27A30AC0D9846CBA80B7C38A431AED33">
    <w:name w:val="B27A30AC0D9846CBA80B7C38A431AED33"/>
    <w:rsid w:val="0022001B"/>
    <w:pPr>
      <w:widowControl w:val="0"/>
      <w:jc w:val="both"/>
    </w:pPr>
    <w:rPr>
      <w:rFonts w:ascii="Century" w:eastAsia="ＭＳ 明朝" w:hAnsi="Century" w:cs="Times New Roman"/>
      <w:szCs w:val="24"/>
    </w:rPr>
  </w:style>
  <w:style w:type="paragraph" w:customStyle="1" w:styleId="8AB93FC38B864253B7105E95E0FEDC6F3">
    <w:name w:val="8AB93FC38B864253B7105E95E0FEDC6F3"/>
    <w:rsid w:val="0022001B"/>
    <w:pPr>
      <w:widowControl w:val="0"/>
      <w:jc w:val="both"/>
    </w:pPr>
    <w:rPr>
      <w:rFonts w:ascii="Century" w:eastAsia="ＭＳ 明朝" w:hAnsi="Century" w:cs="Times New Roman"/>
      <w:szCs w:val="24"/>
    </w:rPr>
  </w:style>
  <w:style w:type="paragraph" w:customStyle="1" w:styleId="368B6B2CCEF548229CE5AE823E7268673">
    <w:name w:val="368B6B2CCEF548229CE5AE823E7268673"/>
    <w:rsid w:val="0022001B"/>
    <w:pPr>
      <w:widowControl w:val="0"/>
      <w:jc w:val="both"/>
    </w:pPr>
    <w:rPr>
      <w:rFonts w:ascii="Century" w:eastAsia="ＭＳ 明朝" w:hAnsi="Century" w:cs="Times New Roman"/>
      <w:szCs w:val="24"/>
    </w:rPr>
  </w:style>
  <w:style w:type="paragraph" w:customStyle="1" w:styleId="9D8806DA3263437A9C61994DA59D85FC3">
    <w:name w:val="9D8806DA3263437A9C61994DA59D85FC3"/>
    <w:rsid w:val="0022001B"/>
    <w:pPr>
      <w:widowControl w:val="0"/>
      <w:jc w:val="both"/>
    </w:pPr>
    <w:rPr>
      <w:rFonts w:ascii="Century" w:eastAsia="ＭＳ 明朝" w:hAnsi="Century" w:cs="Times New Roman"/>
      <w:szCs w:val="24"/>
    </w:rPr>
  </w:style>
  <w:style w:type="paragraph" w:customStyle="1" w:styleId="9CEA7FACD2074E30AE0AD92F393515E73">
    <w:name w:val="9CEA7FACD2074E30AE0AD92F393515E73"/>
    <w:rsid w:val="0022001B"/>
    <w:pPr>
      <w:widowControl w:val="0"/>
      <w:jc w:val="both"/>
    </w:pPr>
    <w:rPr>
      <w:rFonts w:ascii="Century" w:eastAsia="ＭＳ 明朝" w:hAnsi="Century" w:cs="Times New Roman"/>
      <w:szCs w:val="24"/>
    </w:rPr>
  </w:style>
  <w:style w:type="paragraph" w:customStyle="1" w:styleId="E430CB039D4244E29321C2A6609092573">
    <w:name w:val="E430CB039D4244E29321C2A6609092573"/>
    <w:rsid w:val="0022001B"/>
    <w:pPr>
      <w:widowControl w:val="0"/>
      <w:jc w:val="both"/>
    </w:pPr>
    <w:rPr>
      <w:rFonts w:ascii="Century" w:eastAsia="ＭＳ 明朝" w:hAnsi="Century" w:cs="Times New Roman"/>
      <w:szCs w:val="24"/>
    </w:rPr>
  </w:style>
  <w:style w:type="paragraph" w:customStyle="1" w:styleId="D15ADC818FAA482B952E9D3DA11549E13">
    <w:name w:val="D15ADC818FAA482B952E9D3DA11549E13"/>
    <w:rsid w:val="0022001B"/>
    <w:pPr>
      <w:widowControl w:val="0"/>
      <w:jc w:val="both"/>
    </w:pPr>
    <w:rPr>
      <w:rFonts w:ascii="Century" w:eastAsia="ＭＳ 明朝" w:hAnsi="Century" w:cs="Times New Roman"/>
      <w:szCs w:val="24"/>
    </w:rPr>
  </w:style>
  <w:style w:type="paragraph" w:customStyle="1" w:styleId="D360791C19CD4D0593AFD26C33087B9C3">
    <w:name w:val="D360791C19CD4D0593AFD26C33087B9C3"/>
    <w:rsid w:val="0022001B"/>
    <w:pPr>
      <w:widowControl w:val="0"/>
      <w:jc w:val="both"/>
    </w:pPr>
    <w:rPr>
      <w:rFonts w:ascii="Century" w:eastAsia="ＭＳ 明朝" w:hAnsi="Century" w:cs="Times New Roman"/>
      <w:szCs w:val="24"/>
    </w:rPr>
  </w:style>
  <w:style w:type="paragraph" w:customStyle="1" w:styleId="04E896DC82444B538687577290D3349A3">
    <w:name w:val="04E896DC82444B538687577290D3349A3"/>
    <w:rsid w:val="0022001B"/>
    <w:pPr>
      <w:widowControl w:val="0"/>
      <w:jc w:val="both"/>
    </w:pPr>
    <w:rPr>
      <w:rFonts w:ascii="Century" w:eastAsia="ＭＳ 明朝" w:hAnsi="Century" w:cs="Times New Roman"/>
      <w:szCs w:val="24"/>
    </w:rPr>
  </w:style>
  <w:style w:type="paragraph" w:customStyle="1" w:styleId="E8CB38A6234A4095927FD7B7D220A6ED3">
    <w:name w:val="E8CB38A6234A4095927FD7B7D220A6ED3"/>
    <w:rsid w:val="0022001B"/>
    <w:pPr>
      <w:widowControl w:val="0"/>
      <w:jc w:val="both"/>
    </w:pPr>
    <w:rPr>
      <w:rFonts w:ascii="Century" w:eastAsia="ＭＳ 明朝" w:hAnsi="Century" w:cs="Times New Roman"/>
      <w:szCs w:val="24"/>
    </w:rPr>
  </w:style>
  <w:style w:type="paragraph" w:customStyle="1" w:styleId="8ADF169F65874DC4B225F120C6E8160F3">
    <w:name w:val="8ADF169F65874DC4B225F120C6E8160F3"/>
    <w:rsid w:val="0022001B"/>
    <w:pPr>
      <w:widowControl w:val="0"/>
      <w:jc w:val="both"/>
    </w:pPr>
    <w:rPr>
      <w:rFonts w:ascii="Century" w:eastAsia="ＭＳ 明朝" w:hAnsi="Century" w:cs="Times New Roman"/>
      <w:szCs w:val="24"/>
    </w:rPr>
  </w:style>
  <w:style w:type="paragraph" w:customStyle="1" w:styleId="6C0FC69CDDBF45568C33D6D7241932583">
    <w:name w:val="6C0FC69CDDBF45568C33D6D7241932583"/>
    <w:rsid w:val="0022001B"/>
    <w:pPr>
      <w:widowControl w:val="0"/>
      <w:jc w:val="both"/>
    </w:pPr>
    <w:rPr>
      <w:rFonts w:ascii="Century" w:eastAsia="ＭＳ 明朝" w:hAnsi="Century" w:cs="Times New Roman"/>
      <w:szCs w:val="24"/>
    </w:rPr>
  </w:style>
  <w:style w:type="paragraph" w:customStyle="1" w:styleId="9E7F4D20BAB745379D9D007F13A39B653">
    <w:name w:val="9E7F4D20BAB745379D9D007F13A39B653"/>
    <w:rsid w:val="0022001B"/>
    <w:pPr>
      <w:widowControl w:val="0"/>
      <w:jc w:val="both"/>
    </w:pPr>
    <w:rPr>
      <w:rFonts w:ascii="Century" w:eastAsia="ＭＳ 明朝" w:hAnsi="Century" w:cs="Times New Roman"/>
      <w:szCs w:val="24"/>
    </w:rPr>
  </w:style>
  <w:style w:type="paragraph" w:customStyle="1" w:styleId="44C0B5EA84094F20878CBAB07C410FF23">
    <w:name w:val="44C0B5EA84094F20878CBAB07C410FF23"/>
    <w:rsid w:val="0022001B"/>
    <w:pPr>
      <w:widowControl w:val="0"/>
      <w:jc w:val="both"/>
    </w:pPr>
    <w:rPr>
      <w:rFonts w:ascii="Century" w:eastAsia="ＭＳ 明朝" w:hAnsi="Century" w:cs="Times New Roman"/>
      <w:szCs w:val="24"/>
    </w:rPr>
  </w:style>
  <w:style w:type="paragraph" w:customStyle="1" w:styleId="71AD0A428F524741A55DE7EE578299D93">
    <w:name w:val="71AD0A428F524741A55DE7EE578299D93"/>
    <w:rsid w:val="0022001B"/>
    <w:pPr>
      <w:widowControl w:val="0"/>
      <w:jc w:val="both"/>
    </w:pPr>
    <w:rPr>
      <w:rFonts w:ascii="Century" w:eastAsia="ＭＳ 明朝" w:hAnsi="Century" w:cs="Times New Roman"/>
      <w:szCs w:val="24"/>
    </w:rPr>
  </w:style>
  <w:style w:type="paragraph" w:customStyle="1" w:styleId="AD82666713F74E8B957D4632D5B8172F3">
    <w:name w:val="AD82666713F74E8B957D4632D5B8172F3"/>
    <w:rsid w:val="0022001B"/>
    <w:pPr>
      <w:widowControl w:val="0"/>
      <w:jc w:val="both"/>
    </w:pPr>
    <w:rPr>
      <w:rFonts w:ascii="Century" w:eastAsia="ＭＳ 明朝" w:hAnsi="Century" w:cs="Times New Roman"/>
      <w:szCs w:val="24"/>
    </w:rPr>
  </w:style>
  <w:style w:type="paragraph" w:customStyle="1" w:styleId="5842B11ABD134EE7865F087C864B045E3">
    <w:name w:val="5842B11ABD134EE7865F087C864B045E3"/>
    <w:rsid w:val="0022001B"/>
    <w:pPr>
      <w:widowControl w:val="0"/>
      <w:jc w:val="both"/>
    </w:pPr>
    <w:rPr>
      <w:rFonts w:ascii="Century" w:eastAsia="ＭＳ 明朝" w:hAnsi="Century" w:cs="Times New Roman"/>
      <w:szCs w:val="24"/>
    </w:rPr>
  </w:style>
  <w:style w:type="paragraph" w:customStyle="1" w:styleId="50DA357B99634DBCB07409B1097AB73B3">
    <w:name w:val="50DA357B99634DBCB07409B1097AB73B3"/>
    <w:rsid w:val="0022001B"/>
    <w:pPr>
      <w:widowControl w:val="0"/>
      <w:jc w:val="both"/>
    </w:pPr>
    <w:rPr>
      <w:rFonts w:ascii="Century" w:eastAsia="ＭＳ 明朝" w:hAnsi="Century" w:cs="Times New Roman"/>
      <w:szCs w:val="24"/>
    </w:rPr>
  </w:style>
  <w:style w:type="paragraph" w:customStyle="1" w:styleId="CFA33D99522A44EAB242A129086554533">
    <w:name w:val="CFA33D99522A44EAB242A129086554533"/>
    <w:rsid w:val="0022001B"/>
    <w:pPr>
      <w:widowControl w:val="0"/>
      <w:jc w:val="both"/>
    </w:pPr>
    <w:rPr>
      <w:rFonts w:ascii="Century" w:eastAsia="ＭＳ 明朝" w:hAnsi="Century" w:cs="Times New Roman"/>
      <w:szCs w:val="24"/>
    </w:rPr>
  </w:style>
  <w:style w:type="paragraph" w:customStyle="1" w:styleId="0A370C19488C403EB134666907F47D2B3">
    <w:name w:val="0A370C19488C403EB134666907F47D2B3"/>
    <w:rsid w:val="0022001B"/>
    <w:pPr>
      <w:widowControl w:val="0"/>
      <w:jc w:val="both"/>
    </w:pPr>
    <w:rPr>
      <w:rFonts w:ascii="Century" w:eastAsia="ＭＳ 明朝" w:hAnsi="Century" w:cs="Times New Roman"/>
      <w:szCs w:val="24"/>
    </w:rPr>
  </w:style>
  <w:style w:type="paragraph" w:customStyle="1" w:styleId="19B350B3AB1448C1BF64DEBC4DDC35773">
    <w:name w:val="19B350B3AB1448C1BF64DEBC4DDC35773"/>
    <w:rsid w:val="0022001B"/>
    <w:pPr>
      <w:widowControl w:val="0"/>
      <w:jc w:val="both"/>
    </w:pPr>
    <w:rPr>
      <w:rFonts w:ascii="Century" w:eastAsia="ＭＳ 明朝" w:hAnsi="Century" w:cs="Times New Roman"/>
      <w:szCs w:val="24"/>
    </w:rPr>
  </w:style>
  <w:style w:type="paragraph" w:customStyle="1" w:styleId="20E64B9420B540159D929C8D518B77093">
    <w:name w:val="20E64B9420B540159D929C8D518B77093"/>
    <w:rsid w:val="0022001B"/>
    <w:pPr>
      <w:widowControl w:val="0"/>
      <w:jc w:val="both"/>
    </w:pPr>
    <w:rPr>
      <w:rFonts w:ascii="Century" w:eastAsia="ＭＳ 明朝" w:hAnsi="Century" w:cs="Times New Roman"/>
      <w:szCs w:val="24"/>
    </w:rPr>
  </w:style>
  <w:style w:type="paragraph" w:customStyle="1" w:styleId="EEF4B8F4A14E4DE5A54D5DF4D199BB813">
    <w:name w:val="EEF4B8F4A14E4DE5A54D5DF4D199BB813"/>
    <w:rsid w:val="0022001B"/>
    <w:pPr>
      <w:widowControl w:val="0"/>
      <w:jc w:val="both"/>
    </w:pPr>
    <w:rPr>
      <w:rFonts w:ascii="Century" w:eastAsia="ＭＳ 明朝" w:hAnsi="Century" w:cs="Times New Roman"/>
      <w:szCs w:val="24"/>
    </w:rPr>
  </w:style>
  <w:style w:type="paragraph" w:customStyle="1" w:styleId="01899B88283046459CEBC5FCDE51A4DA3">
    <w:name w:val="01899B88283046459CEBC5FCDE51A4DA3"/>
    <w:rsid w:val="0022001B"/>
    <w:pPr>
      <w:widowControl w:val="0"/>
      <w:jc w:val="both"/>
    </w:pPr>
    <w:rPr>
      <w:rFonts w:ascii="Century" w:eastAsia="ＭＳ 明朝" w:hAnsi="Century" w:cs="Times New Roman"/>
      <w:szCs w:val="24"/>
    </w:rPr>
  </w:style>
  <w:style w:type="paragraph" w:customStyle="1" w:styleId="2B35DBE535A54E13A97A663E6A51721E3">
    <w:name w:val="2B35DBE535A54E13A97A663E6A51721E3"/>
    <w:rsid w:val="0022001B"/>
    <w:pPr>
      <w:widowControl w:val="0"/>
      <w:jc w:val="both"/>
    </w:pPr>
    <w:rPr>
      <w:rFonts w:ascii="Century" w:eastAsia="ＭＳ 明朝" w:hAnsi="Century" w:cs="Times New Roman"/>
      <w:szCs w:val="24"/>
    </w:rPr>
  </w:style>
  <w:style w:type="paragraph" w:customStyle="1" w:styleId="ADC60FDEF71E4905BA5EE55EDEC0B0923">
    <w:name w:val="ADC60FDEF71E4905BA5EE55EDEC0B0923"/>
    <w:rsid w:val="0022001B"/>
    <w:pPr>
      <w:widowControl w:val="0"/>
      <w:jc w:val="both"/>
    </w:pPr>
    <w:rPr>
      <w:rFonts w:ascii="Century" w:eastAsia="ＭＳ 明朝" w:hAnsi="Century" w:cs="Times New Roman"/>
      <w:szCs w:val="24"/>
    </w:rPr>
  </w:style>
  <w:style w:type="paragraph" w:customStyle="1" w:styleId="B0375A4864644C57B7D0705890C0A5CD3">
    <w:name w:val="B0375A4864644C57B7D0705890C0A5CD3"/>
    <w:rsid w:val="0022001B"/>
    <w:pPr>
      <w:widowControl w:val="0"/>
      <w:jc w:val="both"/>
    </w:pPr>
    <w:rPr>
      <w:rFonts w:ascii="Century" w:eastAsia="ＭＳ 明朝" w:hAnsi="Century" w:cs="Times New Roman"/>
      <w:szCs w:val="24"/>
    </w:rPr>
  </w:style>
  <w:style w:type="paragraph" w:customStyle="1" w:styleId="2A70C854DFA24CD0A8B65BFE63A173D63">
    <w:name w:val="2A70C854DFA24CD0A8B65BFE63A173D63"/>
    <w:rsid w:val="0022001B"/>
    <w:pPr>
      <w:widowControl w:val="0"/>
      <w:jc w:val="both"/>
    </w:pPr>
    <w:rPr>
      <w:rFonts w:ascii="Century" w:eastAsia="ＭＳ 明朝" w:hAnsi="Century" w:cs="Times New Roman"/>
      <w:szCs w:val="24"/>
    </w:rPr>
  </w:style>
  <w:style w:type="paragraph" w:customStyle="1" w:styleId="69279D948F124B979FFC9616CC5FE64A3">
    <w:name w:val="69279D948F124B979FFC9616CC5FE64A3"/>
    <w:rsid w:val="0022001B"/>
    <w:pPr>
      <w:widowControl w:val="0"/>
      <w:jc w:val="both"/>
    </w:pPr>
    <w:rPr>
      <w:rFonts w:ascii="Century" w:eastAsia="ＭＳ 明朝" w:hAnsi="Century" w:cs="Times New Roman"/>
      <w:szCs w:val="24"/>
    </w:rPr>
  </w:style>
  <w:style w:type="paragraph" w:customStyle="1" w:styleId="92B3EA4D49334A2390572B7CDF7B89A623">
    <w:name w:val="92B3EA4D49334A2390572B7CDF7B89A623"/>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23">
    <w:name w:val="B530D9E20868431CB7EF4E8F9D8F4F9823"/>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23">
    <w:name w:val="0ABA8C64623C47D3B1ECD4595AE14E2923"/>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23">
    <w:name w:val="28CA7C8D8D9849E5B5CF1269282C946F23"/>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23">
    <w:name w:val="F55732B0330445E2A5890FCCEDF693B923"/>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23">
    <w:name w:val="B42F8ED697344E739E2A7C95CFD10E4C23"/>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23">
    <w:name w:val="649A943F2BFA4DE292947EA940BE176D23"/>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23">
    <w:name w:val="8EC3F54E36944201A6EB180FDDC2E7E423"/>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23">
    <w:name w:val="EE2249B155A940E29F996FBA3C723E5C23"/>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23">
    <w:name w:val="2245A4D397AD4DEDAA47906D0A29BC4B23"/>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23">
    <w:name w:val="B9BCEE44F690421C9BB796FADB12605023"/>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23">
    <w:name w:val="5E56BC5F13FB4707A7F40AB0C8DDA1EB23"/>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CEDCC3A8734007ACEC795B46337F5E3">
    <w:name w:val="B5CEDCC3A8734007ACEC795B46337F5E3"/>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61B4443198C4CCB834E8C9D2E4241653">
    <w:name w:val="361B4443198C4CCB834E8C9D2E4241653"/>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D0A4B807A2C4D74818FFD54A776865B3">
    <w:name w:val="9D0A4B807A2C4D74818FFD54A776865B3"/>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6BD41663AF5B414D8AA6AEC4DBC61F913">
    <w:name w:val="6BD41663AF5B414D8AA6AEC4DBC61F913"/>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30">
    <w:name w:val="F355AD47D7104391B39B17149C846357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30">
    <w:name w:val="07E69319DF754E8DA3D762810E44D4F1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30">
    <w:name w:val="6F0414F8644142188C3CB3CF842FA35E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30">
    <w:name w:val="1330362FC25C40038186C87940577DBA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30">
    <w:name w:val="591AAD54DE974B29B300C7E0B00AB789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30">
    <w:name w:val="9781C88A472F4F99B9C232BFAFBCB82B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30">
    <w:name w:val="D2DF40BEBDE24E19ABED2E202B229432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30">
    <w:name w:val="E5FCB0FC1A714031A21C2547F0286583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30">
    <w:name w:val="7842081077FD4A8191DA5CD35EB7BA78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30">
    <w:name w:val="32397F6AE95E44569789DFF642CDF7CF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30">
    <w:name w:val="F231F4B61C45447C9DAACFB8EF072E17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30">
    <w:name w:val="B618AE2E0D524F7784AB2088C4DE063D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30">
    <w:name w:val="8DE20A4FE6944357AC206E8E9DF9E173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30">
    <w:name w:val="AA55AC7C76594D699539187979F7587B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30">
    <w:name w:val="82D8FFCAF1114CB8984CC3D7B56D1373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30">
    <w:name w:val="FB07527729ED46B18394BE682205D088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30">
    <w:name w:val="B4D2E5B7643C44A88B333B36D27C61EB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30">
    <w:name w:val="EBA1F054F23D40DF91A4211CEAA0DF76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30">
    <w:name w:val="5DC5B2035344469AB23D6EF0770EEBC8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30">
    <w:name w:val="87E6AC5CA5B34686BE6A9DBA67F2220E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30">
    <w:name w:val="37B33F0E1D8244BD98E5AF42DA64DB91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30">
    <w:name w:val="BA9EFB2C79734B1981F9F95AE8C79FF4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30">
    <w:name w:val="4EFC5E65A2844BC88C7F54071200A0A1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30">
    <w:name w:val="364BECBB70224535B019A334E0FAEED1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30">
    <w:name w:val="2AE337788F4F4FC88C456B350956037D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30">
    <w:name w:val="8D99489B3B4D44A8976D0795A2C2129F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30">
    <w:name w:val="B8A23D683A324B3F9872FF78326CF60F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30">
    <w:name w:val="0D460EDC5BC2456487F50C76739FB89D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30">
    <w:name w:val="4812D6A28D0D46CE946856910FC88502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30">
    <w:name w:val="7FAD0B75F40E4450925DD0C253233682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30">
    <w:name w:val="6BDE69584B134F94965F13E2263BC570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30">
    <w:name w:val="9FD124A447BA4D028F9BD4A65F57B892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30">
    <w:name w:val="9D6B5E112BD74311AE52B862910F6201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30">
    <w:name w:val="A618A57B0CBE4FE6954C255C0E4967E0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30">
    <w:name w:val="DB9C3E719C5244FA85EA36F1F30889B9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30">
    <w:name w:val="7508B0240A4545818C84CD7D781FCE2C30"/>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973AED149F4A6C980729F9C8452FF94">
    <w:name w:val="0D973AED149F4A6C980729F9C8452FF94"/>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D268BE6C2DE4C069210494E90ABAB694">
    <w:name w:val="3D268BE6C2DE4C069210494E90ABAB694"/>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674A46318811492D994140D9A372A8614">
    <w:name w:val="674A46318811492D994140D9A372A8614"/>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7408555748F46AF99B19399F96A1E2024">
    <w:name w:val="D7408555748F46AF99B19399F96A1E2024"/>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B0EB9C181234782B926FAB89C60F0DE3">
    <w:name w:val="2B0EB9C181234782B926FAB89C60F0DE3"/>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BAAA92B447764136813C0EEED4C73E943">
    <w:name w:val="BAAA92B447764136813C0EEED4C73E943"/>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075E6F268CA4CFE8D6672EADFDC56503">
    <w:name w:val="E075E6F268CA4CFE8D6672EADFDC56503"/>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1A3EDACA1E6417592A1ACDDDD733A8A19">
    <w:name w:val="21A3EDACA1E6417592A1ACDDDD733A8A19"/>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4A6FF8994D54CE6A5BDB3F99077C0D817">
    <w:name w:val="04A6FF8994D54CE6A5BDB3F99077C0D817"/>
    <w:rsid w:val="0022001B"/>
    <w:pPr>
      <w:widowControl w:val="0"/>
      <w:jc w:val="both"/>
    </w:pPr>
    <w:rPr>
      <w:rFonts w:ascii="Century" w:eastAsia="ＭＳ 明朝" w:hAnsi="Century" w:cs="Times New Roman"/>
      <w:szCs w:val="24"/>
    </w:rPr>
  </w:style>
  <w:style w:type="paragraph" w:customStyle="1" w:styleId="3CD7E57AF30E47AD9BC589EADCA9F92313">
    <w:name w:val="3CD7E57AF30E47AD9BC589EADCA9F92313"/>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3A8908F9CE543EABD03997F12EFF3584">
    <w:name w:val="53A8908F9CE543EABD03997F12EFF3584"/>
    <w:rsid w:val="0022001B"/>
    <w:pPr>
      <w:widowControl w:val="0"/>
      <w:jc w:val="both"/>
    </w:pPr>
    <w:rPr>
      <w:rFonts w:ascii="Century" w:eastAsia="ＭＳ 明朝" w:hAnsi="Century" w:cs="Times New Roman"/>
      <w:szCs w:val="24"/>
    </w:rPr>
  </w:style>
  <w:style w:type="paragraph" w:customStyle="1" w:styleId="5B3CFE31F6974457B6EC8494F73445934">
    <w:name w:val="5B3CFE31F6974457B6EC8494F73445934"/>
    <w:rsid w:val="0022001B"/>
    <w:pPr>
      <w:widowControl w:val="0"/>
      <w:jc w:val="both"/>
    </w:pPr>
    <w:rPr>
      <w:rFonts w:ascii="Century" w:eastAsia="ＭＳ 明朝" w:hAnsi="Century" w:cs="Times New Roman"/>
      <w:szCs w:val="24"/>
    </w:rPr>
  </w:style>
  <w:style w:type="paragraph" w:customStyle="1" w:styleId="F2FF4374018740B9AB6BC3832C0E655B4">
    <w:name w:val="F2FF4374018740B9AB6BC3832C0E655B4"/>
    <w:rsid w:val="0022001B"/>
    <w:pPr>
      <w:widowControl w:val="0"/>
      <w:jc w:val="both"/>
    </w:pPr>
    <w:rPr>
      <w:rFonts w:ascii="Century" w:eastAsia="ＭＳ 明朝" w:hAnsi="Century" w:cs="Times New Roman"/>
      <w:szCs w:val="24"/>
    </w:rPr>
  </w:style>
  <w:style w:type="paragraph" w:customStyle="1" w:styleId="0E1AC617F4C941E2976FC4377EF405F24">
    <w:name w:val="0E1AC617F4C941E2976FC4377EF405F24"/>
    <w:rsid w:val="0022001B"/>
    <w:pPr>
      <w:widowControl w:val="0"/>
      <w:jc w:val="both"/>
    </w:pPr>
    <w:rPr>
      <w:rFonts w:ascii="Century" w:eastAsia="ＭＳ 明朝" w:hAnsi="Century" w:cs="Times New Roman"/>
      <w:szCs w:val="24"/>
    </w:rPr>
  </w:style>
  <w:style w:type="paragraph" w:customStyle="1" w:styleId="D9FAC0EC1ED94EC0B99C7E19872A65FD4">
    <w:name w:val="D9FAC0EC1ED94EC0B99C7E19872A65FD4"/>
    <w:rsid w:val="0022001B"/>
    <w:pPr>
      <w:widowControl w:val="0"/>
      <w:jc w:val="both"/>
    </w:pPr>
    <w:rPr>
      <w:rFonts w:ascii="Century" w:eastAsia="ＭＳ 明朝" w:hAnsi="Century" w:cs="Times New Roman"/>
      <w:szCs w:val="24"/>
    </w:rPr>
  </w:style>
  <w:style w:type="paragraph" w:customStyle="1" w:styleId="451D03D7A4B44553809DA748A9EDB2904">
    <w:name w:val="451D03D7A4B44553809DA748A9EDB2904"/>
    <w:rsid w:val="0022001B"/>
    <w:pPr>
      <w:widowControl w:val="0"/>
      <w:jc w:val="both"/>
    </w:pPr>
    <w:rPr>
      <w:rFonts w:ascii="Century" w:eastAsia="ＭＳ 明朝" w:hAnsi="Century" w:cs="Times New Roman"/>
      <w:szCs w:val="24"/>
    </w:rPr>
  </w:style>
  <w:style w:type="paragraph" w:customStyle="1" w:styleId="B27A30AC0D9846CBA80B7C38A431AED34">
    <w:name w:val="B27A30AC0D9846CBA80B7C38A431AED34"/>
    <w:rsid w:val="0022001B"/>
    <w:pPr>
      <w:widowControl w:val="0"/>
      <w:jc w:val="both"/>
    </w:pPr>
    <w:rPr>
      <w:rFonts w:ascii="Century" w:eastAsia="ＭＳ 明朝" w:hAnsi="Century" w:cs="Times New Roman"/>
      <w:szCs w:val="24"/>
    </w:rPr>
  </w:style>
  <w:style w:type="paragraph" w:customStyle="1" w:styleId="8AB93FC38B864253B7105E95E0FEDC6F4">
    <w:name w:val="8AB93FC38B864253B7105E95E0FEDC6F4"/>
    <w:rsid w:val="0022001B"/>
    <w:pPr>
      <w:widowControl w:val="0"/>
      <w:jc w:val="both"/>
    </w:pPr>
    <w:rPr>
      <w:rFonts w:ascii="Century" w:eastAsia="ＭＳ 明朝" w:hAnsi="Century" w:cs="Times New Roman"/>
      <w:szCs w:val="24"/>
    </w:rPr>
  </w:style>
  <w:style w:type="paragraph" w:customStyle="1" w:styleId="368B6B2CCEF548229CE5AE823E7268674">
    <w:name w:val="368B6B2CCEF548229CE5AE823E7268674"/>
    <w:rsid w:val="0022001B"/>
    <w:pPr>
      <w:widowControl w:val="0"/>
      <w:jc w:val="both"/>
    </w:pPr>
    <w:rPr>
      <w:rFonts w:ascii="Century" w:eastAsia="ＭＳ 明朝" w:hAnsi="Century" w:cs="Times New Roman"/>
      <w:szCs w:val="24"/>
    </w:rPr>
  </w:style>
  <w:style w:type="paragraph" w:customStyle="1" w:styleId="9D8806DA3263437A9C61994DA59D85FC4">
    <w:name w:val="9D8806DA3263437A9C61994DA59D85FC4"/>
    <w:rsid w:val="0022001B"/>
    <w:pPr>
      <w:widowControl w:val="0"/>
      <w:jc w:val="both"/>
    </w:pPr>
    <w:rPr>
      <w:rFonts w:ascii="Century" w:eastAsia="ＭＳ 明朝" w:hAnsi="Century" w:cs="Times New Roman"/>
      <w:szCs w:val="24"/>
    </w:rPr>
  </w:style>
  <w:style w:type="paragraph" w:customStyle="1" w:styleId="9CEA7FACD2074E30AE0AD92F393515E74">
    <w:name w:val="9CEA7FACD2074E30AE0AD92F393515E74"/>
    <w:rsid w:val="0022001B"/>
    <w:pPr>
      <w:widowControl w:val="0"/>
      <w:jc w:val="both"/>
    </w:pPr>
    <w:rPr>
      <w:rFonts w:ascii="Century" w:eastAsia="ＭＳ 明朝" w:hAnsi="Century" w:cs="Times New Roman"/>
      <w:szCs w:val="24"/>
    </w:rPr>
  </w:style>
  <w:style w:type="paragraph" w:customStyle="1" w:styleId="E430CB039D4244E29321C2A6609092574">
    <w:name w:val="E430CB039D4244E29321C2A6609092574"/>
    <w:rsid w:val="0022001B"/>
    <w:pPr>
      <w:widowControl w:val="0"/>
      <w:jc w:val="both"/>
    </w:pPr>
    <w:rPr>
      <w:rFonts w:ascii="Century" w:eastAsia="ＭＳ 明朝" w:hAnsi="Century" w:cs="Times New Roman"/>
      <w:szCs w:val="24"/>
    </w:rPr>
  </w:style>
  <w:style w:type="paragraph" w:customStyle="1" w:styleId="D15ADC818FAA482B952E9D3DA11549E14">
    <w:name w:val="D15ADC818FAA482B952E9D3DA11549E14"/>
    <w:rsid w:val="0022001B"/>
    <w:pPr>
      <w:widowControl w:val="0"/>
      <w:jc w:val="both"/>
    </w:pPr>
    <w:rPr>
      <w:rFonts w:ascii="Century" w:eastAsia="ＭＳ 明朝" w:hAnsi="Century" w:cs="Times New Roman"/>
      <w:szCs w:val="24"/>
    </w:rPr>
  </w:style>
  <w:style w:type="paragraph" w:customStyle="1" w:styleId="D360791C19CD4D0593AFD26C33087B9C4">
    <w:name w:val="D360791C19CD4D0593AFD26C33087B9C4"/>
    <w:rsid w:val="0022001B"/>
    <w:pPr>
      <w:widowControl w:val="0"/>
      <w:jc w:val="both"/>
    </w:pPr>
    <w:rPr>
      <w:rFonts w:ascii="Century" w:eastAsia="ＭＳ 明朝" w:hAnsi="Century" w:cs="Times New Roman"/>
      <w:szCs w:val="24"/>
    </w:rPr>
  </w:style>
  <w:style w:type="paragraph" w:customStyle="1" w:styleId="04E896DC82444B538687577290D3349A4">
    <w:name w:val="04E896DC82444B538687577290D3349A4"/>
    <w:rsid w:val="0022001B"/>
    <w:pPr>
      <w:widowControl w:val="0"/>
      <w:jc w:val="both"/>
    </w:pPr>
    <w:rPr>
      <w:rFonts w:ascii="Century" w:eastAsia="ＭＳ 明朝" w:hAnsi="Century" w:cs="Times New Roman"/>
      <w:szCs w:val="24"/>
    </w:rPr>
  </w:style>
  <w:style w:type="paragraph" w:customStyle="1" w:styleId="E8CB38A6234A4095927FD7B7D220A6ED4">
    <w:name w:val="E8CB38A6234A4095927FD7B7D220A6ED4"/>
    <w:rsid w:val="0022001B"/>
    <w:pPr>
      <w:widowControl w:val="0"/>
      <w:jc w:val="both"/>
    </w:pPr>
    <w:rPr>
      <w:rFonts w:ascii="Century" w:eastAsia="ＭＳ 明朝" w:hAnsi="Century" w:cs="Times New Roman"/>
      <w:szCs w:val="24"/>
    </w:rPr>
  </w:style>
  <w:style w:type="paragraph" w:customStyle="1" w:styleId="8ADF169F65874DC4B225F120C6E8160F4">
    <w:name w:val="8ADF169F65874DC4B225F120C6E8160F4"/>
    <w:rsid w:val="0022001B"/>
    <w:pPr>
      <w:widowControl w:val="0"/>
      <w:jc w:val="both"/>
    </w:pPr>
    <w:rPr>
      <w:rFonts w:ascii="Century" w:eastAsia="ＭＳ 明朝" w:hAnsi="Century" w:cs="Times New Roman"/>
      <w:szCs w:val="24"/>
    </w:rPr>
  </w:style>
  <w:style w:type="paragraph" w:customStyle="1" w:styleId="6C0FC69CDDBF45568C33D6D7241932584">
    <w:name w:val="6C0FC69CDDBF45568C33D6D7241932584"/>
    <w:rsid w:val="0022001B"/>
    <w:pPr>
      <w:widowControl w:val="0"/>
      <w:jc w:val="both"/>
    </w:pPr>
    <w:rPr>
      <w:rFonts w:ascii="Century" w:eastAsia="ＭＳ 明朝" w:hAnsi="Century" w:cs="Times New Roman"/>
      <w:szCs w:val="24"/>
    </w:rPr>
  </w:style>
  <w:style w:type="paragraph" w:customStyle="1" w:styleId="9E7F4D20BAB745379D9D007F13A39B654">
    <w:name w:val="9E7F4D20BAB745379D9D007F13A39B654"/>
    <w:rsid w:val="0022001B"/>
    <w:pPr>
      <w:widowControl w:val="0"/>
      <w:jc w:val="both"/>
    </w:pPr>
    <w:rPr>
      <w:rFonts w:ascii="Century" w:eastAsia="ＭＳ 明朝" w:hAnsi="Century" w:cs="Times New Roman"/>
      <w:szCs w:val="24"/>
    </w:rPr>
  </w:style>
  <w:style w:type="paragraph" w:customStyle="1" w:styleId="44C0B5EA84094F20878CBAB07C410FF24">
    <w:name w:val="44C0B5EA84094F20878CBAB07C410FF24"/>
    <w:rsid w:val="0022001B"/>
    <w:pPr>
      <w:widowControl w:val="0"/>
      <w:jc w:val="both"/>
    </w:pPr>
    <w:rPr>
      <w:rFonts w:ascii="Century" w:eastAsia="ＭＳ 明朝" w:hAnsi="Century" w:cs="Times New Roman"/>
      <w:szCs w:val="24"/>
    </w:rPr>
  </w:style>
  <w:style w:type="paragraph" w:customStyle="1" w:styleId="71AD0A428F524741A55DE7EE578299D94">
    <w:name w:val="71AD0A428F524741A55DE7EE578299D94"/>
    <w:rsid w:val="0022001B"/>
    <w:pPr>
      <w:widowControl w:val="0"/>
      <w:jc w:val="both"/>
    </w:pPr>
    <w:rPr>
      <w:rFonts w:ascii="Century" w:eastAsia="ＭＳ 明朝" w:hAnsi="Century" w:cs="Times New Roman"/>
      <w:szCs w:val="24"/>
    </w:rPr>
  </w:style>
  <w:style w:type="paragraph" w:customStyle="1" w:styleId="AD82666713F74E8B957D4632D5B8172F4">
    <w:name w:val="AD82666713F74E8B957D4632D5B8172F4"/>
    <w:rsid w:val="0022001B"/>
    <w:pPr>
      <w:widowControl w:val="0"/>
      <w:jc w:val="both"/>
    </w:pPr>
    <w:rPr>
      <w:rFonts w:ascii="Century" w:eastAsia="ＭＳ 明朝" w:hAnsi="Century" w:cs="Times New Roman"/>
      <w:szCs w:val="24"/>
    </w:rPr>
  </w:style>
  <w:style w:type="paragraph" w:customStyle="1" w:styleId="5842B11ABD134EE7865F087C864B045E4">
    <w:name w:val="5842B11ABD134EE7865F087C864B045E4"/>
    <w:rsid w:val="0022001B"/>
    <w:pPr>
      <w:widowControl w:val="0"/>
      <w:jc w:val="both"/>
    </w:pPr>
    <w:rPr>
      <w:rFonts w:ascii="Century" w:eastAsia="ＭＳ 明朝" w:hAnsi="Century" w:cs="Times New Roman"/>
      <w:szCs w:val="24"/>
    </w:rPr>
  </w:style>
  <w:style w:type="paragraph" w:customStyle="1" w:styleId="50DA357B99634DBCB07409B1097AB73B4">
    <w:name w:val="50DA357B99634DBCB07409B1097AB73B4"/>
    <w:rsid w:val="0022001B"/>
    <w:pPr>
      <w:widowControl w:val="0"/>
      <w:jc w:val="both"/>
    </w:pPr>
    <w:rPr>
      <w:rFonts w:ascii="Century" w:eastAsia="ＭＳ 明朝" w:hAnsi="Century" w:cs="Times New Roman"/>
      <w:szCs w:val="24"/>
    </w:rPr>
  </w:style>
  <w:style w:type="paragraph" w:customStyle="1" w:styleId="CFA33D99522A44EAB242A129086554534">
    <w:name w:val="CFA33D99522A44EAB242A129086554534"/>
    <w:rsid w:val="0022001B"/>
    <w:pPr>
      <w:widowControl w:val="0"/>
      <w:jc w:val="both"/>
    </w:pPr>
    <w:rPr>
      <w:rFonts w:ascii="Century" w:eastAsia="ＭＳ 明朝" w:hAnsi="Century" w:cs="Times New Roman"/>
      <w:szCs w:val="24"/>
    </w:rPr>
  </w:style>
  <w:style w:type="paragraph" w:customStyle="1" w:styleId="0A370C19488C403EB134666907F47D2B4">
    <w:name w:val="0A370C19488C403EB134666907F47D2B4"/>
    <w:rsid w:val="0022001B"/>
    <w:pPr>
      <w:widowControl w:val="0"/>
      <w:jc w:val="both"/>
    </w:pPr>
    <w:rPr>
      <w:rFonts w:ascii="Century" w:eastAsia="ＭＳ 明朝" w:hAnsi="Century" w:cs="Times New Roman"/>
      <w:szCs w:val="24"/>
    </w:rPr>
  </w:style>
  <w:style w:type="paragraph" w:customStyle="1" w:styleId="19B350B3AB1448C1BF64DEBC4DDC35774">
    <w:name w:val="19B350B3AB1448C1BF64DEBC4DDC35774"/>
    <w:rsid w:val="0022001B"/>
    <w:pPr>
      <w:widowControl w:val="0"/>
      <w:jc w:val="both"/>
    </w:pPr>
    <w:rPr>
      <w:rFonts w:ascii="Century" w:eastAsia="ＭＳ 明朝" w:hAnsi="Century" w:cs="Times New Roman"/>
      <w:szCs w:val="24"/>
    </w:rPr>
  </w:style>
  <w:style w:type="paragraph" w:customStyle="1" w:styleId="20E64B9420B540159D929C8D518B77094">
    <w:name w:val="20E64B9420B540159D929C8D518B77094"/>
    <w:rsid w:val="0022001B"/>
    <w:pPr>
      <w:widowControl w:val="0"/>
      <w:jc w:val="both"/>
    </w:pPr>
    <w:rPr>
      <w:rFonts w:ascii="Century" w:eastAsia="ＭＳ 明朝" w:hAnsi="Century" w:cs="Times New Roman"/>
      <w:szCs w:val="24"/>
    </w:rPr>
  </w:style>
  <w:style w:type="paragraph" w:customStyle="1" w:styleId="EEF4B8F4A14E4DE5A54D5DF4D199BB814">
    <w:name w:val="EEF4B8F4A14E4DE5A54D5DF4D199BB814"/>
    <w:rsid w:val="0022001B"/>
    <w:pPr>
      <w:widowControl w:val="0"/>
      <w:jc w:val="both"/>
    </w:pPr>
    <w:rPr>
      <w:rFonts w:ascii="Century" w:eastAsia="ＭＳ 明朝" w:hAnsi="Century" w:cs="Times New Roman"/>
      <w:szCs w:val="24"/>
    </w:rPr>
  </w:style>
  <w:style w:type="paragraph" w:customStyle="1" w:styleId="01899B88283046459CEBC5FCDE51A4DA4">
    <w:name w:val="01899B88283046459CEBC5FCDE51A4DA4"/>
    <w:rsid w:val="0022001B"/>
    <w:pPr>
      <w:widowControl w:val="0"/>
      <w:jc w:val="both"/>
    </w:pPr>
    <w:rPr>
      <w:rFonts w:ascii="Century" w:eastAsia="ＭＳ 明朝" w:hAnsi="Century" w:cs="Times New Roman"/>
      <w:szCs w:val="24"/>
    </w:rPr>
  </w:style>
  <w:style w:type="paragraph" w:customStyle="1" w:styleId="2B35DBE535A54E13A97A663E6A51721E4">
    <w:name w:val="2B35DBE535A54E13A97A663E6A51721E4"/>
    <w:rsid w:val="0022001B"/>
    <w:pPr>
      <w:widowControl w:val="0"/>
      <w:jc w:val="both"/>
    </w:pPr>
    <w:rPr>
      <w:rFonts w:ascii="Century" w:eastAsia="ＭＳ 明朝" w:hAnsi="Century" w:cs="Times New Roman"/>
      <w:szCs w:val="24"/>
    </w:rPr>
  </w:style>
  <w:style w:type="paragraph" w:customStyle="1" w:styleId="ADC60FDEF71E4905BA5EE55EDEC0B0924">
    <w:name w:val="ADC60FDEF71E4905BA5EE55EDEC0B0924"/>
    <w:rsid w:val="0022001B"/>
    <w:pPr>
      <w:widowControl w:val="0"/>
      <w:jc w:val="both"/>
    </w:pPr>
    <w:rPr>
      <w:rFonts w:ascii="Century" w:eastAsia="ＭＳ 明朝" w:hAnsi="Century" w:cs="Times New Roman"/>
      <w:szCs w:val="24"/>
    </w:rPr>
  </w:style>
  <w:style w:type="paragraph" w:customStyle="1" w:styleId="B0375A4864644C57B7D0705890C0A5CD4">
    <w:name w:val="B0375A4864644C57B7D0705890C0A5CD4"/>
    <w:rsid w:val="0022001B"/>
    <w:pPr>
      <w:widowControl w:val="0"/>
      <w:jc w:val="both"/>
    </w:pPr>
    <w:rPr>
      <w:rFonts w:ascii="Century" w:eastAsia="ＭＳ 明朝" w:hAnsi="Century" w:cs="Times New Roman"/>
      <w:szCs w:val="24"/>
    </w:rPr>
  </w:style>
  <w:style w:type="paragraph" w:customStyle="1" w:styleId="2A70C854DFA24CD0A8B65BFE63A173D64">
    <w:name w:val="2A70C854DFA24CD0A8B65BFE63A173D64"/>
    <w:rsid w:val="0022001B"/>
    <w:pPr>
      <w:widowControl w:val="0"/>
      <w:jc w:val="both"/>
    </w:pPr>
    <w:rPr>
      <w:rFonts w:ascii="Century" w:eastAsia="ＭＳ 明朝" w:hAnsi="Century" w:cs="Times New Roman"/>
      <w:szCs w:val="24"/>
    </w:rPr>
  </w:style>
  <w:style w:type="paragraph" w:customStyle="1" w:styleId="69279D948F124B979FFC9616CC5FE64A4">
    <w:name w:val="69279D948F124B979FFC9616CC5FE64A4"/>
    <w:rsid w:val="0022001B"/>
    <w:pPr>
      <w:widowControl w:val="0"/>
      <w:jc w:val="both"/>
    </w:pPr>
    <w:rPr>
      <w:rFonts w:ascii="Century" w:eastAsia="ＭＳ 明朝" w:hAnsi="Century" w:cs="Times New Roman"/>
      <w:szCs w:val="24"/>
    </w:rPr>
  </w:style>
  <w:style w:type="paragraph" w:customStyle="1" w:styleId="92B3EA4D49334A2390572B7CDF7B89A624">
    <w:name w:val="92B3EA4D49334A2390572B7CDF7B89A624"/>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24">
    <w:name w:val="B530D9E20868431CB7EF4E8F9D8F4F9824"/>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24">
    <w:name w:val="0ABA8C64623C47D3B1ECD4595AE14E2924"/>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24">
    <w:name w:val="28CA7C8D8D9849E5B5CF1269282C946F24"/>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24">
    <w:name w:val="F55732B0330445E2A5890FCCEDF693B924"/>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24">
    <w:name w:val="B42F8ED697344E739E2A7C95CFD10E4C24"/>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24">
    <w:name w:val="649A943F2BFA4DE292947EA940BE176D24"/>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24">
    <w:name w:val="8EC3F54E36944201A6EB180FDDC2E7E424"/>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24">
    <w:name w:val="EE2249B155A940E29F996FBA3C723E5C24"/>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24">
    <w:name w:val="2245A4D397AD4DEDAA47906D0A29BC4B24"/>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24">
    <w:name w:val="B9BCEE44F690421C9BB796FADB12605024"/>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24">
    <w:name w:val="5E56BC5F13FB4707A7F40AB0C8DDA1EB24"/>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CEDCC3A8734007ACEC795B46337F5E4">
    <w:name w:val="B5CEDCC3A8734007ACEC795B46337F5E4"/>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61B4443198C4CCB834E8C9D2E4241654">
    <w:name w:val="361B4443198C4CCB834E8C9D2E4241654"/>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D0A4B807A2C4D74818FFD54A776865B4">
    <w:name w:val="9D0A4B807A2C4D74818FFD54A776865B4"/>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6BD41663AF5B414D8AA6AEC4DBC61F914">
    <w:name w:val="6BD41663AF5B414D8AA6AEC4DBC61F914"/>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31">
    <w:name w:val="F355AD47D7104391B39B17149C846357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31">
    <w:name w:val="07E69319DF754E8DA3D762810E44D4F1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31">
    <w:name w:val="6F0414F8644142188C3CB3CF842FA35E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31">
    <w:name w:val="1330362FC25C40038186C87940577DBA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31">
    <w:name w:val="591AAD54DE974B29B300C7E0B00AB789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31">
    <w:name w:val="9781C88A472F4F99B9C232BFAFBCB82B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31">
    <w:name w:val="D2DF40BEBDE24E19ABED2E202B229432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31">
    <w:name w:val="E5FCB0FC1A714031A21C2547F0286583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31">
    <w:name w:val="7842081077FD4A8191DA5CD35EB7BA78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31">
    <w:name w:val="32397F6AE95E44569789DFF642CDF7CF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31">
    <w:name w:val="F231F4B61C45447C9DAACFB8EF072E17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31">
    <w:name w:val="B618AE2E0D524F7784AB2088C4DE063D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31">
    <w:name w:val="8DE20A4FE6944357AC206E8E9DF9E173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31">
    <w:name w:val="AA55AC7C76594D699539187979F7587B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31">
    <w:name w:val="82D8FFCAF1114CB8984CC3D7B56D1373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31">
    <w:name w:val="FB07527729ED46B18394BE682205D088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31">
    <w:name w:val="B4D2E5B7643C44A88B333B36D27C61EB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31">
    <w:name w:val="EBA1F054F23D40DF91A4211CEAA0DF76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31">
    <w:name w:val="5DC5B2035344469AB23D6EF0770EEBC8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31">
    <w:name w:val="87E6AC5CA5B34686BE6A9DBA67F2220E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31">
    <w:name w:val="37B33F0E1D8244BD98E5AF42DA64DB91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31">
    <w:name w:val="BA9EFB2C79734B1981F9F95AE8C79FF4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31">
    <w:name w:val="4EFC5E65A2844BC88C7F54071200A0A1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31">
    <w:name w:val="364BECBB70224535B019A334E0FAEED1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31">
    <w:name w:val="2AE337788F4F4FC88C456B350956037D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31">
    <w:name w:val="8D99489B3B4D44A8976D0795A2C2129F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31">
    <w:name w:val="B8A23D683A324B3F9872FF78326CF60F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31">
    <w:name w:val="0D460EDC5BC2456487F50C76739FB89D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31">
    <w:name w:val="4812D6A28D0D46CE946856910FC88502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31">
    <w:name w:val="7FAD0B75F40E4450925DD0C253233682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31">
    <w:name w:val="6BDE69584B134F94965F13E2263BC570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31">
    <w:name w:val="9FD124A447BA4D028F9BD4A65F57B892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31">
    <w:name w:val="9D6B5E112BD74311AE52B862910F6201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31">
    <w:name w:val="A618A57B0CBE4FE6954C255C0E4967E0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31">
    <w:name w:val="DB9C3E719C5244FA85EA36F1F30889B9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508B0240A4545818C84CD7D781FCE2C31">
    <w:name w:val="7508B0240A4545818C84CD7D781FCE2C31"/>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973AED149F4A6C980729F9C8452FF95">
    <w:name w:val="0D973AED149F4A6C980729F9C8452FF95"/>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D268BE6C2DE4C069210494E90ABAB695">
    <w:name w:val="3D268BE6C2DE4C069210494E90ABAB695"/>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674A46318811492D994140D9A372A8615">
    <w:name w:val="674A46318811492D994140D9A372A8615"/>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D7408555748F46AF99B19399F96A1E2025">
    <w:name w:val="D7408555748F46AF99B19399F96A1E2025"/>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B0EB9C181234782B926FAB89C60F0DE4">
    <w:name w:val="2B0EB9C181234782B926FAB89C60F0DE4"/>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BAAA92B447764136813C0EEED4C73E944">
    <w:name w:val="BAAA92B447764136813C0EEED4C73E944"/>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E075E6F268CA4CFE8D6672EADFDC56504">
    <w:name w:val="E075E6F268CA4CFE8D6672EADFDC56504"/>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21A3EDACA1E6417592A1ACDDDD733A8A20">
    <w:name w:val="21A3EDACA1E6417592A1ACDDDD733A8A20"/>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04A6FF8994D54CE6A5BDB3F99077C0D818">
    <w:name w:val="04A6FF8994D54CE6A5BDB3F99077C0D818"/>
    <w:rsid w:val="0022001B"/>
    <w:pPr>
      <w:widowControl w:val="0"/>
      <w:jc w:val="both"/>
    </w:pPr>
    <w:rPr>
      <w:rFonts w:ascii="Century" w:eastAsia="ＭＳ 明朝" w:hAnsi="Century" w:cs="Times New Roman"/>
      <w:szCs w:val="24"/>
    </w:rPr>
  </w:style>
  <w:style w:type="paragraph" w:customStyle="1" w:styleId="3CD7E57AF30E47AD9BC589EADCA9F92314">
    <w:name w:val="3CD7E57AF30E47AD9BC589EADCA9F92314"/>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53A8908F9CE543EABD03997F12EFF3585">
    <w:name w:val="53A8908F9CE543EABD03997F12EFF3585"/>
    <w:rsid w:val="0022001B"/>
    <w:pPr>
      <w:widowControl w:val="0"/>
      <w:jc w:val="both"/>
    </w:pPr>
    <w:rPr>
      <w:rFonts w:ascii="Century" w:eastAsia="ＭＳ 明朝" w:hAnsi="Century" w:cs="Times New Roman"/>
      <w:szCs w:val="24"/>
    </w:rPr>
  </w:style>
  <w:style w:type="paragraph" w:customStyle="1" w:styleId="5B3CFE31F6974457B6EC8494F73445935">
    <w:name w:val="5B3CFE31F6974457B6EC8494F73445935"/>
    <w:rsid w:val="0022001B"/>
    <w:pPr>
      <w:widowControl w:val="0"/>
      <w:jc w:val="both"/>
    </w:pPr>
    <w:rPr>
      <w:rFonts w:ascii="Century" w:eastAsia="ＭＳ 明朝" w:hAnsi="Century" w:cs="Times New Roman"/>
      <w:szCs w:val="24"/>
    </w:rPr>
  </w:style>
  <w:style w:type="paragraph" w:customStyle="1" w:styleId="F2FF4374018740B9AB6BC3832C0E655B5">
    <w:name w:val="F2FF4374018740B9AB6BC3832C0E655B5"/>
    <w:rsid w:val="0022001B"/>
    <w:pPr>
      <w:widowControl w:val="0"/>
      <w:jc w:val="both"/>
    </w:pPr>
    <w:rPr>
      <w:rFonts w:ascii="Century" w:eastAsia="ＭＳ 明朝" w:hAnsi="Century" w:cs="Times New Roman"/>
      <w:szCs w:val="24"/>
    </w:rPr>
  </w:style>
  <w:style w:type="paragraph" w:customStyle="1" w:styleId="0E1AC617F4C941E2976FC4377EF405F25">
    <w:name w:val="0E1AC617F4C941E2976FC4377EF405F25"/>
    <w:rsid w:val="0022001B"/>
    <w:pPr>
      <w:widowControl w:val="0"/>
      <w:jc w:val="both"/>
    </w:pPr>
    <w:rPr>
      <w:rFonts w:ascii="Century" w:eastAsia="ＭＳ 明朝" w:hAnsi="Century" w:cs="Times New Roman"/>
      <w:szCs w:val="24"/>
    </w:rPr>
  </w:style>
  <w:style w:type="paragraph" w:customStyle="1" w:styleId="D9FAC0EC1ED94EC0B99C7E19872A65FD5">
    <w:name w:val="D9FAC0EC1ED94EC0B99C7E19872A65FD5"/>
    <w:rsid w:val="0022001B"/>
    <w:pPr>
      <w:widowControl w:val="0"/>
      <w:jc w:val="both"/>
    </w:pPr>
    <w:rPr>
      <w:rFonts w:ascii="Century" w:eastAsia="ＭＳ 明朝" w:hAnsi="Century" w:cs="Times New Roman"/>
      <w:szCs w:val="24"/>
    </w:rPr>
  </w:style>
  <w:style w:type="paragraph" w:customStyle="1" w:styleId="451D03D7A4B44553809DA748A9EDB2905">
    <w:name w:val="451D03D7A4B44553809DA748A9EDB2905"/>
    <w:rsid w:val="0022001B"/>
    <w:pPr>
      <w:widowControl w:val="0"/>
      <w:jc w:val="both"/>
    </w:pPr>
    <w:rPr>
      <w:rFonts w:ascii="Century" w:eastAsia="ＭＳ 明朝" w:hAnsi="Century" w:cs="Times New Roman"/>
      <w:szCs w:val="24"/>
    </w:rPr>
  </w:style>
  <w:style w:type="paragraph" w:customStyle="1" w:styleId="B27A30AC0D9846CBA80B7C38A431AED35">
    <w:name w:val="B27A30AC0D9846CBA80B7C38A431AED35"/>
    <w:rsid w:val="0022001B"/>
    <w:pPr>
      <w:widowControl w:val="0"/>
      <w:jc w:val="both"/>
    </w:pPr>
    <w:rPr>
      <w:rFonts w:ascii="Century" w:eastAsia="ＭＳ 明朝" w:hAnsi="Century" w:cs="Times New Roman"/>
      <w:szCs w:val="24"/>
    </w:rPr>
  </w:style>
  <w:style w:type="paragraph" w:customStyle="1" w:styleId="8AB93FC38B864253B7105E95E0FEDC6F5">
    <w:name w:val="8AB93FC38B864253B7105E95E0FEDC6F5"/>
    <w:rsid w:val="0022001B"/>
    <w:pPr>
      <w:widowControl w:val="0"/>
      <w:jc w:val="both"/>
    </w:pPr>
    <w:rPr>
      <w:rFonts w:ascii="Century" w:eastAsia="ＭＳ 明朝" w:hAnsi="Century" w:cs="Times New Roman"/>
      <w:szCs w:val="24"/>
    </w:rPr>
  </w:style>
  <w:style w:type="paragraph" w:customStyle="1" w:styleId="368B6B2CCEF548229CE5AE823E7268675">
    <w:name w:val="368B6B2CCEF548229CE5AE823E7268675"/>
    <w:rsid w:val="0022001B"/>
    <w:pPr>
      <w:widowControl w:val="0"/>
      <w:jc w:val="both"/>
    </w:pPr>
    <w:rPr>
      <w:rFonts w:ascii="Century" w:eastAsia="ＭＳ 明朝" w:hAnsi="Century" w:cs="Times New Roman"/>
      <w:szCs w:val="24"/>
    </w:rPr>
  </w:style>
  <w:style w:type="paragraph" w:customStyle="1" w:styleId="9D8806DA3263437A9C61994DA59D85FC5">
    <w:name w:val="9D8806DA3263437A9C61994DA59D85FC5"/>
    <w:rsid w:val="0022001B"/>
    <w:pPr>
      <w:widowControl w:val="0"/>
      <w:jc w:val="both"/>
    </w:pPr>
    <w:rPr>
      <w:rFonts w:ascii="Century" w:eastAsia="ＭＳ 明朝" w:hAnsi="Century" w:cs="Times New Roman"/>
      <w:szCs w:val="24"/>
    </w:rPr>
  </w:style>
  <w:style w:type="paragraph" w:customStyle="1" w:styleId="9CEA7FACD2074E30AE0AD92F393515E75">
    <w:name w:val="9CEA7FACD2074E30AE0AD92F393515E75"/>
    <w:rsid w:val="0022001B"/>
    <w:pPr>
      <w:widowControl w:val="0"/>
      <w:jc w:val="both"/>
    </w:pPr>
    <w:rPr>
      <w:rFonts w:ascii="Century" w:eastAsia="ＭＳ 明朝" w:hAnsi="Century" w:cs="Times New Roman"/>
      <w:szCs w:val="24"/>
    </w:rPr>
  </w:style>
  <w:style w:type="paragraph" w:customStyle="1" w:styleId="E430CB039D4244E29321C2A6609092575">
    <w:name w:val="E430CB039D4244E29321C2A6609092575"/>
    <w:rsid w:val="0022001B"/>
    <w:pPr>
      <w:widowControl w:val="0"/>
      <w:jc w:val="both"/>
    </w:pPr>
    <w:rPr>
      <w:rFonts w:ascii="Century" w:eastAsia="ＭＳ 明朝" w:hAnsi="Century" w:cs="Times New Roman"/>
      <w:szCs w:val="24"/>
    </w:rPr>
  </w:style>
  <w:style w:type="paragraph" w:customStyle="1" w:styleId="D15ADC818FAA482B952E9D3DA11549E15">
    <w:name w:val="D15ADC818FAA482B952E9D3DA11549E15"/>
    <w:rsid w:val="0022001B"/>
    <w:pPr>
      <w:widowControl w:val="0"/>
      <w:jc w:val="both"/>
    </w:pPr>
    <w:rPr>
      <w:rFonts w:ascii="Century" w:eastAsia="ＭＳ 明朝" w:hAnsi="Century" w:cs="Times New Roman"/>
      <w:szCs w:val="24"/>
    </w:rPr>
  </w:style>
  <w:style w:type="paragraph" w:customStyle="1" w:styleId="D360791C19CD4D0593AFD26C33087B9C5">
    <w:name w:val="D360791C19CD4D0593AFD26C33087B9C5"/>
    <w:rsid w:val="0022001B"/>
    <w:pPr>
      <w:widowControl w:val="0"/>
      <w:jc w:val="both"/>
    </w:pPr>
    <w:rPr>
      <w:rFonts w:ascii="Century" w:eastAsia="ＭＳ 明朝" w:hAnsi="Century" w:cs="Times New Roman"/>
      <w:szCs w:val="24"/>
    </w:rPr>
  </w:style>
  <w:style w:type="paragraph" w:customStyle="1" w:styleId="04E896DC82444B538687577290D3349A5">
    <w:name w:val="04E896DC82444B538687577290D3349A5"/>
    <w:rsid w:val="0022001B"/>
    <w:pPr>
      <w:widowControl w:val="0"/>
      <w:jc w:val="both"/>
    </w:pPr>
    <w:rPr>
      <w:rFonts w:ascii="Century" w:eastAsia="ＭＳ 明朝" w:hAnsi="Century" w:cs="Times New Roman"/>
      <w:szCs w:val="24"/>
    </w:rPr>
  </w:style>
  <w:style w:type="paragraph" w:customStyle="1" w:styleId="E8CB38A6234A4095927FD7B7D220A6ED5">
    <w:name w:val="E8CB38A6234A4095927FD7B7D220A6ED5"/>
    <w:rsid w:val="0022001B"/>
    <w:pPr>
      <w:widowControl w:val="0"/>
      <w:jc w:val="both"/>
    </w:pPr>
    <w:rPr>
      <w:rFonts w:ascii="Century" w:eastAsia="ＭＳ 明朝" w:hAnsi="Century" w:cs="Times New Roman"/>
      <w:szCs w:val="24"/>
    </w:rPr>
  </w:style>
  <w:style w:type="paragraph" w:customStyle="1" w:styleId="8ADF169F65874DC4B225F120C6E8160F5">
    <w:name w:val="8ADF169F65874DC4B225F120C6E8160F5"/>
    <w:rsid w:val="0022001B"/>
    <w:pPr>
      <w:widowControl w:val="0"/>
      <w:jc w:val="both"/>
    </w:pPr>
    <w:rPr>
      <w:rFonts w:ascii="Century" w:eastAsia="ＭＳ 明朝" w:hAnsi="Century" w:cs="Times New Roman"/>
      <w:szCs w:val="24"/>
    </w:rPr>
  </w:style>
  <w:style w:type="paragraph" w:customStyle="1" w:styleId="6C0FC69CDDBF45568C33D6D7241932585">
    <w:name w:val="6C0FC69CDDBF45568C33D6D7241932585"/>
    <w:rsid w:val="0022001B"/>
    <w:pPr>
      <w:widowControl w:val="0"/>
      <w:jc w:val="both"/>
    </w:pPr>
    <w:rPr>
      <w:rFonts w:ascii="Century" w:eastAsia="ＭＳ 明朝" w:hAnsi="Century" w:cs="Times New Roman"/>
      <w:szCs w:val="24"/>
    </w:rPr>
  </w:style>
  <w:style w:type="paragraph" w:customStyle="1" w:styleId="9E7F4D20BAB745379D9D007F13A39B655">
    <w:name w:val="9E7F4D20BAB745379D9D007F13A39B655"/>
    <w:rsid w:val="0022001B"/>
    <w:pPr>
      <w:widowControl w:val="0"/>
      <w:jc w:val="both"/>
    </w:pPr>
    <w:rPr>
      <w:rFonts w:ascii="Century" w:eastAsia="ＭＳ 明朝" w:hAnsi="Century" w:cs="Times New Roman"/>
      <w:szCs w:val="24"/>
    </w:rPr>
  </w:style>
  <w:style w:type="paragraph" w:customStyle="1" w:styleId="44C0B5EA84094F20878CBAB07C410FF25">
    <w:name w:val="44C0B5EA84094F20878CBAB07C410FF25"/>
    <w:rsid w:val="0022001B"/>
    <w:pPr>
      <w:widowControl w:val="0"/>
      <w:jc w:val="both"/>
    </w:pPr>
    <w:rPr>
      <w:rFonts w:ascii="Century" w:eastAsia="ＭＳ 明朝" w:hAnsi="Century" w:cs="Times New Roman"/>
      <w:szCs w:val="24"/>
    </w:rPr>
  </w:style>
  <w:style w:type="paragraph" w:customStyle="1" w:styleId="71AD0A428F524741A55DE7EE578299D95">
    <w:name w:val="71AD0A428F524741A55DE7EE578299D95"/>
    <w:rsid w:val="0022001B"/>
    <w:pPr>
      <w:widowControl w:val="0"/>
      <w:jc w:val="both"/>
    </w:pPr>
    <w:rPr>
      <w:rFonts w:ascii="Century" w:eastAsia="ＭＳ 明朝" w:hAnsi="Century" w:cs="Times New Roman"/>
      <w:szCs w:val="24"/>
    </w:rPr>
  </w:style>
  <w:style w:type="paragraph" w:customStyle="1" w:styleId="AD82666713F74E8B957D4632D5B8172F5">
    <w:name w:val="AD82666713F74E8B957D4632D5B8172F5"/>
    <w:rsid w:val="0022001B"/>
    <w:pPr>
      <w:widowControl w:val="0"/>
      <w:jc w:val="both"/>
    </w:pPr>
    <w:rPr>
      <w:rFonts w:ascii="Century" w:eastAsia="ＭＳ 明朝" w:hAnsi="Century" w:cs="Times New Roman"/>
      <w:szCs w:val="24"/>
    </w:rPr>
  </w:style>
  <w:style w:type="paragraph" w:customStyle="1" w:styleId="5842B11ABD134EE7865F087C864B045E5">
    <w:name w:val="5842B11ABD134EE7865F087C864B045E5"/>
    <w:rsid w:val="0022001B"/>
    <w:pPr>
      <w:widowControl w:val="0"/>
      <w:jc w:val="both"/>
    </w:pPr>
    <w:rPr>
      <w:rFonts w:ascii="Century" w:eastAsia="ＭＳ 明朝" w:hAnsi="Century" w:cs="Times New Roman"/>
      <w:szCs w:val="24"/>
    </w:rPr>
  </w:style>
  <w:style w:type="paragraph" w:customStyle="1" w:styleId="50DA357B99634DBCB07409B1097AB73B5">
    <w:name w:val="50DA357B99634DBCB07409B1097AB73B5"/>
    <w:rsid w:val="0022001B"/>
    <w:pPr>
      <w:widowControl w:val="0"/>
      <w:jc w:val="both"/>
    </w:pPr>
    <w:rPr>
      <w:rFonts w:ascii="Century" w:eastAsia="ＭＳ 明朝" w:hAnsi="Century" w:cs="Times New Roman"/>
      <w:szCs w:val="24"/>
    </w:rPr>
  </w:style>
  <w:style w:type="paragraph" w:customStyle="1" w:styleId="CFA33D99522A44EAB242A129086554535">
    <w:name w:val="CFA33D99522A44EAB242A129086554535"/>
    <w:rsid w:val="0022001B"/>
    <w:pPr>
      <w:widowControl w:val="0"/>
      <w:jc w:val="both"/>
    </w:pPr>
    <w:rPr>
      <w:rFonts w:ascii="Century" w:eastAsia="ＭＳ 明朝" w:hAnsi="Century" w:cs="Times New Roman"/>
      <w:szCs w:val="24"/>
    </w:rPr>
  </w:style>
  <w:style w:type="paragraph" w:customStyle="1" w:styleId="0A370C19488C403EB134666907F47D2B5">
    <w:name w:val="0A370C19488C403EB134666907F47D2B5"/>
    <w:rsid w:val="0022001B"/>
    <w:pPr>
      <w:widowControl w:val="0"/>
      <w:jc w:val="both"/>
    </w:pPr>
    <w:rPr>
      <w:rFonts w:ascii="Century" w:eastAsia="ＭＳ 明朝" w:hAnsi="Century" w:cs="Times New Roman"/>
      <w:szCs w:val="24"/>
    </w:rPr>
  </w:style>
  <w:style w:type="paragraph" w:customStyle="1" w:styleId="19B350B3AB1448C1BF64DEBC4DDC35775">
    <w:name w:val="19B350B3AB1448C1BF64DEBC4DDC35775"/>
    <w:rsid w:val="0022001B"/>
    <w:pPr>
      <w:widowControl w:val="0"/>
      <w:jc w:val="both"/>
    </w:pPr>
    <w:rPr>
      <w:rFonts w:ascii="Century" w:eastAsia="ＭＳ 明朝" w:hAnsi="Century" w:cs="Times New Roman"/>
      <w:szCs w:val="24"/>
    </w:rPr>
  </w:style>
  <w:style w:type="paragraph" w:customStyle="1" w:styleId="20E64B9420B540159D929C8D518B77095">
    <w:name w:val="20E64B9420B540159D929C8D518B77095"/>
    <w:rsid w:val="0022001B"/>
    <w:pPr>
      <w:widowControl w:val="0"/>
      <w:jc w:val="both"/>
    </w:pPr>
    <w:rPr>
      <w:rFonts w:ascii="Century" w:eastAsia="ＭＳ 明朝" w:hAnsi="Century" w:cs="Times New Roman"/>
      <w:szCs w:val="24"/>
    </w:rPr>
  </w:style>
  <w:style w:type="paragraph" w:customStyle="1" w:styleId="EEF4B8F4A14E4DE5A54D5DF4D199BB815">
    <w:name w:val="EEF4B8F4A14E4DE5A54D5DF4D199BB815"/>
    <w:rsid w:val="0022001B"/>
    <w:pPr>
      <w:widowControl w:val="0"/>
      <w:jc w:val="both"/>
    </w:pPr>
    <w:rPr>
      <w:rFonts w:ascii="Century" w:eastAsia="ＭＳ 明朝" w:hAnsi="Century" w:cs="Times New Roman"/>
      <w:szCs w:val="24"/>
    </w:rPr>
  </w:style>
  <w:style w:type="paragraph" w:customStyle="1" w:styleId="01899B88283046459CEBC5FCDE51A4DA5">
    <w:name w:val="01899B88283046459CEBC5FCDE51A4DA5"/>
    <w:rsid w:val="0022001B"/>
    <w:pPr>
      <w:widowControl w:val="0"/>
      <w:jc w:val="both"/>
    </w:pPr>
    <w:rPr>
      <w:rFonts w:ascii="Century" w:eastAsia="ＭＳ 明朝" w:hAnsi="Century" w:cs="Times New Roman"/>
      <w:szCs w:val="24"/>
    </w:rPr>
  </w:style>
  <w:style w:type="paragraph" w:customStyle="1" w:styleId="2B35DBE535A54E13A97A663E6A51721E5">
    <w:name w:val="2B35DBE535A54E13A97A663E6A51721E5"/>
    <w:rsid w:val="0022001B"/>
    <w:pPr>
      <w:widowControl w:val="0"/>
      <w:jc w:val="both"/>
    </w:pPr>
    <w:rPr>
      <w:rFonts w:ascii="Century" w:eastAsia="ＭＳ 明朝" w:hAnsi="Century" w:cs="Times New Roman"/>
      <w:szCs w:val="24"/>
    </w:rPr>
  </w:style>
  <w:style w:type="paragraph" w:customStyle="1" w:styleId="ADC60FDEF71E4905BA5EE55EDEC0B0925">
    <w:name w:val="ADC60FDEF71E4905BA5EE55EDEC0B0925"/>
    <w:rsid w:val="0022001B"/>
    <w:pPr>
      <w:widowControl w:val="0"/>
      <w:jc w:val="both"/>
    </w:pPr>
    <w:rPr>
      <w:rFonts w:ascii="Century" w:eastAsia="ＭＳ 明朝" w:hAnsi="Century" w:cs="Times New Roman"/>
      <w:szCs w:val="24"/>
    </w:rPr>
  </w:style>
  <w:style w:type="paragraph" w:customStyle="1" w:styleId="B0375A4864644C57B7D0705890C0A5CD5">
    <w:name w:val="B0375A4864644C57B7D0705890C0A5CD5"/>
    <w:rsid w:val="0022001B"/>
    <w:pPr>
      <w:widowControl w:val="0"/>
      <w:jc w:val="both"/>
    </w:pPr>
    <w:rPr>
      <w:rFonts w:ascii="Century" w:eastAsia="ＭＳ 明朝" w:hAnsi="Century" w:cs="Times New Roman"/>
      <w:szCs w:val="24"/>
    </w:rPr>
  </w:style>
  <w:style w:type="paragraph" w:customStyle="1" w:styleId="2A70C854DFA24CD0A8B65BFE63A173D65">
    <w:name w:val="2A70C854DFA24CD0A8B65BFE63A173D65"/>
    <w:rsid w:val="0022001B"/>
    <w:pPr>
      <w:widowControl w:val="0"/>
      <w:jc w:val="both"/>
    </w:pPr>
    <w:rPr>
      <w:rFonts w:ascii="Century" w:eastAsia="ＭＳ 明朝" w:hAnsi="Century" w:cs="Times New Roman"/>
      <w:szCs w:val="24"/>
    </w:rPr>
  </w:style>
  <w:style w:type="paragraph" w:customStyle="1" w:styleId="69279D948F124B979FFC9616CC5FE64A5">
    <w:name w:val="69279D948F124B979FFC9616CC5FE64A5"/>
    <w:rsid w:val="0022001B"/>
    <w:pPr>
      <w:widowControl w:val="0"/>
      <w:jc w:val="both"/>
    </w:pPr>
    <w:rPr>
      <w:rFonts w:ascii="Century" w:eastAsia="ＭＳ 明朝" w:hAnsi="Century" w:cs="Times New Roman"/>
      <w:szCs w:val="24"/>
    </w:rPr>
  </w:style>
  <w:style w:type="paragraph" w:customStyle="1" w:styleId="92B3EA4D49334A2390572B7CDF7B89A625">
    <w:name w:val="92B3EA4D49334A2390572B7CDF7B89A625"/>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30D9E20868431CB7EF4E8F9D8F4F9825">
    <w:name w:val="B530D9E20868431CB7EF4E8F9D8F4F9825"/>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ABA8C64623C47D3B1ECD4595AE14E2925">
    <w:name w:val="0ABA8C64623C47D3B1ECD4595AE14E2925"/>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8CA7C8D8D9849E5B5CF1269282C946F25">
    <w:name w:val="28CA7C8D8D9849E5B5CF1269282C946F25"/>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55732B0330445E2A5890FCCEDF693B925">
    <w:name w:val="F55732B0330445E2A5890FCCEDF693B925"/>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2F8ED697344E739E2A7C95CFD10E4C25">
    <w:name w:val="B42F8ED697344E739E2A7C95CFD10E4C25"/>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49A943F2BFA4DE292947EA940BE176D25">
    <w:name w:val="649A943F2BFA4DE292947EA940BE176D25"/>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EC3F54E36944201A6EB180FDDC2E7E425">
    <w:name w:val="8EC3F54E36944201A6EB180FDDC2E7E425"/>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E2249B155A940E29F996FBA3C723E5C25">
    <w:name w:val="EE2249B155A940E29F996FBA3C723E5C25"/>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245A4D397AD4DEDAA47906D0A29BC4B25">
    <w:name w:val="2245A4D397AD4DEDAA47906D0A29BC4B25"/>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9BCEE44F690421C9BB796FADB12605025">
    <w:name w:val="B9BCEE44F690421C9BB796FADB12605025"/>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E56BC5F13FB4707A7F40AB0C8DDA1EB25">
    <w:name w:val="5E56BC5F13FB4707A7F40AB0C8DDA1EB25"/>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5CEDCC3A8734007ACEC795B46337F5E5">
    <w:name w:val="B5CEDCC3A8734007ACEC795B46337F5E5"/>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361B4443198C4CCB834E8C9D2E4241655">
    <w:name w:val="361B4443198C4CCB834E8C9D2E4241655"/>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9D0A4B807A2C4D74818FFD54A776865B5">
    <w:name w:val="9D0A4B807A2C4D74818FFD54A776865B5"/>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6BD41663AF5B414D8AA6AEC4DBC61F915">
    <w:name w:val="6BD41663AF5B414D8AA6AEC4DBC61F915"/>
    <w:rsid w:val="0022001B"/>
    <w:pPr>
      <w:widowControl w:val="0"/>
      <w:wordWrap w:val="0"/>
      <w:autoSpaceDE w:val="0"/>
      <w:autoSpaceDN w:val="0"/>
      <w:adjustRightInd w:val="0"/>
      <w:spacing w:line="577" w:lineRule="exact"/>
      <w:jc w:val="both"/>
    </w:pPr>
    <w:rPr>
      <w:rFonts w:ascii="Century" w:eastAsia="ＭＳ 明朝" w:hAnsi="Century" w:cs="ＭＳ 明朝"/>
      <w:kern w:val="0"/>
      <w:sz w:val="24"/>
      <w:szCs w:val="24"/>
    </w:rPr>
  </w:style>
  <w:style w:type="paragraph" w:customStyle="1" w:styleId="F355AD47D7104391B39B17149C84635732">
    <w:name w:val="F355AD47D7104391B39B17149C846357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7E69319DF754E8DA3D762810E44D4F132">
    <w:name w:val="07E69319DF754E8DA3D762810E44D4F1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F0414F8644142188C3CB3CF842FA35E32">
    <w:name w:val="6F0414F8644142188C3CB3CF842FA35E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1330362FC25C40038186C87940577DBA32">
    <w:name w:val="1330362FC25C40038186C87940577DBA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91AAD54DE974B29B300C7E0B00AB78932">
    <w:name w:val="591AAD54DE974B29B300C7E0B00AB789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781C88A472F4F99B9C232BFAFBCB82B32">
    <w:name w:val="9781C88A472F4F99B9C232BFAFBCB82B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2DF40BEBDE24E19ABED2E202B22943232">
    <w:name w:val="D2DF40BEBDE24E19ABED2E202B229432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5FCB0FC1A714031A21C2547F028658332">
    <w:name w:val="E5FCB0FC1A714031A21C2547F0286583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842081077FD4A8191DA5CD35EB7BA7832">
    <w:name w:val="7842081077FD4A8191DA5CD35EB7BA78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2397F6AE95E44569789DFF642CDF7CF32">
    <w:name w:val="32397F6AE95E44569789DFF642CDF7CF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231F4B61C45447C9DAACFB8EF072E1732">
    <w:name w:val="F231F4B61C45447C9DAACFB8EF072E17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618AE2E0D524F7784AB2088C4DE063D32">
    <w:name w:val="B618AE2E0D524F7784AB2088C4DE063D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E20A4FE6944357AC206E8E9DF9E17332">
    <w:name w:val="8DE20A4FE6944357AC206E8E9DF9E173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A55AC7C76594D699539187979F7587B32">
    <w:name w:val="AA55AC7C76594D699539187979F7587B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2D8FFCAF1114CB8984CC3D7B56D137332">
    <w:name w:val="82D8FFCAF1114CB8984CC3D7B56D1373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FB07527729ED46B18394BE682205D08832">
    <w:name w:val="FB07527729ED46B18394BE682205D088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4D2E5B7643C44A88B333B36D27C61EB32">
    <w:name w:val="B4D2E5B7643C44A88B333B36D27C61EB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EBA1F054F23D40DF91A4211CEAA0DF7632">
    <w:name w:val="EBA1F054F23D40DF91A4211CEAA0DF76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5DC5B2035344469AB23D6EF0770EEBC832">
    <w:name w:val="5DC5B2035344469AB23D6EF0770EEBC8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7E6AC5CA5B34686BE6A9DBA67F2220E32">
    <w:name w:val="87E6AC5CA5B34686BE6A9DBA67F2220E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7B33F0E1D8244BD98E5AF42DA64DB9132">
    <w:name w:val="37B33F0E1D8244BD98E5AF42DA64DB91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A9EFB2C79734B1981F9F95AE8C79FF432">
    <w:name w:val="BA9EFB2C79734B1981F9F95AE8C79FF4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EFC5E65A2844BC88C7F54071200A0A132">
    <w:name w:val="4EFC5E65A2844BC88C7F54071200A0A1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364BECBB70224535B019A334E0FAEED132">
    <w:name w:val="364BECBB70224535B019A334E0FAEED1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2AE337788F4F4FC88C456B350956037D32">
    <w:name w:val="2AE337788F4F4FC88C456B350956037D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8D99489B3B4D44A8976D0795A2C2129F32">
    <w:name w:val="8D99489B3B4D44A8976D0795A2C2129F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B8A23D683A324B3F9872FF78326CF60F32">
    <w:name w:val="B8A23D683A324B3F9872FF78326CF60F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0D460EDC5BC2456487F50C76739FB89D32">
    <w:name w:val="0D460EDC5BC2456487F50C76739FB89D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4812D6A28D0D46CE946856910FC8850232">
    <w:name w:val="4812D6A28D0D46CE946856910FC88502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7FAD0B75F40E4450925DD0C25323368232">
    <w:name w:val="7FAD0B75F40E4450925DD0C253233682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6BDE69584B134F94965F13E2263BC57032">
    <w:name w:val="6BDE69584B134F94965F13E2263BC570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FD124A447BA4D028F9BD4A65F57B89232">
    <w:name w:val="9FD124A447BA4D028F9BD4A65F57B892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9D6B5E112BD74311AE52B862910F620132">
    <w:name w:val="9D6B5E112BD74311AE52B862910F6201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A618A57B0CBE4FE6954C255C0E4967E032">
    <w:name w:val="A618A57B0CBE4FE6954C255C0E4967E0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 w:type="paragraph" w:customStyle="1" w:styleId="DB9C3E719C5244FA85EA36F1F30889B932">
    <w:name w:val="DB9C3E719C5244FA85EA36F1F30889B932"/>
    <w:rsid w:val="0022001B"/>
    <w:pPr>
      <w:widowControl w:val="0"/>
      <w:wordWrap w:val="0"/>
      <w:autoSpaceDE w:val="0"/>
      <w:autoSpaceDN w:val="0"/>
      <w:adjustRightInd w:val="0"/>
      <w:spacing w:line="245" w:lineRule="atLeast"/>
      <w:jc w:val="both"/>
    </w:pPr>
    <w:rPr>
      <w:rFonts w:ascii="Times New Roman" w:eastAsia="ＭＳ 明朝" w:hAnsi="Times New Roman" w:cs="Times New Roman"/>
      <w:spacing w:val="-2"/>
      <w:kern w:val="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ECABD-ED4E-4D7B-B16E-0C91E7C7D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688</Words>
  <Characters>4163</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学科長印</vt:lpstr>
      <vt:lpstr>学科長印</vt:lpstr>
    </vt:vector>
  </TitlesOfParts>
  <Company>Akita University</Company>
  <LinksUpToDate>false</LinksUpToDate>
  <CharactersWithSpaces>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学科長印</dc:title>
  <dc:subject/>
  <dc:creator>Owner</dc:creator>
  <cp:keywords/>
  <cp:lastModifiedBy>21154637</cp:lastModifiedBy>
  <cp:revision>14</cp:revision>
  <cp:lastPrinted>2016-05-09T04:52:00Z</cp:lastPrinted>
  <dcterms:created xsi:type="dcterms:W3CDTF">2021-11-17T01:52:00Z</dcterms:created>
  <dcterms:modified xsi:type="dcterms:W3CDTF">2024-05-10T06:54:00Z</dcterms:modified>
</cp:coreProperties>
</file>